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A0CC4" w14:textId="112B851F" w:rsidR="008834A6" w:rsidRPr="008834A6" w:rsidRDefault="007D167D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="00525927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.271.</w:t>
      </w:r>
      <w:r w:rsidR="009F00E3">
        <w:rPr>
          <w:rFonts w:ascii="Arial" w:eastAsia="Times New Roman" w:hAnsi="Arial" w:cs="Arial"/>
          <w:bCs/>
          <w:sz w:val="20"/>
          <w:szCs w:val="20"/>
          <w:lang w:eastAsia="pl-PL"/>
        </w:rPr>
        <w:t>51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525927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5FD86B28" w14:textId="566562B5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1</w:t>
      </w:r>
      <w:r w:rsidR="006F46FF">
        <w:rPr>
          <w:rFonts w:ascii="Arial" w:eastAsia="Times New Roman" w:hAnsi="Arial" w:cs="Arial"/>
          <w:bCs/>
          <w:sz w:val="20"/>
          <w:szCs w:val="20"/>
          <w:lang w:eastAsia="pl-PL"/>
        </w:rPr>
        <w:t>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0C93C0F7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B5E78A2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1647403" w14:textId="77777777" w:rsidR="000E71CE" w:rsidRDefault="000E71CE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4603CAF" w14:textId="77777777" w:rsidR="000E71CE" w:rsidRDefault="000E71CE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2469B79" w14:textId="75C36756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9C72269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277FEB7D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133D53A3" w14:textId="77777777" w:rsidR="000C1D86" w:rsidRDefault="000C1D8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49A2F988" w14:textId="77777777" w:rsidR="000C1D86" w:rsidRDefault="000C1D8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6DF8344A" w14:textId="32BE4D29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65FAFF6E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926053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72A3CCAC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E154AAF" w14:textId="700B1A46" w:rsidR="00525927" w:rsidRPr="004A72B5" w:rsidRDefault="008834A6" w:rsidP="00525927">
      <w:pPr>
        <w:autoSpaceDE w:val="0"/>
        <w:autoSpaceDN w:val="0"/>
        <w:adjustRightInd w:val="0"/>
        <w:jc w:val="both"/>
        <w:rPr>
          <w:rFonts w:eastAsia="Times New Roman"/>
          <w:b/>
          <w:bCs/>
          <w:szCs w:val="20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C447C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bookmarkStart w:id="0" w:name="_Hlk179542119"/>
      <w:bookmarkStart w:id="1" w:name="_Hlk140220115"/>
      <w:bookmarkStart w:id="2" w:name="_Hlk160456141"/>
      <w:r w:rsidR="006F46FF" w:rsidRPr="00AC7325">
        <w:rPr>
          <w:rFonts w:ascii="Arial" w:hAnsi="Arial" w:cs="Arial"/>
          <w:b/>
          <w:bCs/>
          <w:sz w:val="20"/>
          <w:szCs w:val="20"/>
        </w:rPr>
        <w:t>„</w:t>
      </w:r>
      <w:bookmarkStart w:id="3" w:name="_Hlk166829425"/>
      <w:bookmarkStart w:id="4" w:name="_Hlk180672564"/>
      <w:r w:rsidR="009F00E3" w:rsidRPr="00A11788">
        <w:rPr>
          <w:rFonts w:ascii="Arial" w:hAnsi="Arial" w:cs="Arial"/>
          <w:b/>
          <w:sz w:val="20"/>
          <w:szCs w:val="20"/>
        </w:rPr>
        <w:t xml:space="preserve">Prace wykończeniowe </w:t>
      </w:r>
      <w:r w:rsidR="009F00E3">
        <w:rPr>
          <w:rFonts w:ascii="Arial" w:hAnsi="Arial" w:cs="Arial"/>
          <w:b/>
          <w:sz w:val="20"/>
          <w:szCs w:val="20"/>
        </w:rPr>
        <w:br/>
      </w:r>
      <w:r w:rsidR="009F00E3" w:rsidRPr="00A11788">
        <w:rPr>
          <w:rFonts w:ascii="Arial" w:hAnsi="Arial" w:cs="Arial"/>
          <w:b/>
          <w:sz w:val="20"/>
          <w:szCs w:val="20"/>
        </w:rPr>
        <w:t>w Przedszkolu w Łęgu</w:t>
      </w:r>
      <w:bookmarkEnd w:id="4"/>
      <w:r w:rsidR="00DB5F48" w:rsidRPr="00D21A7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”</w:t>
      </w:r>
      <w:bookmarkEnd w:id="3"/>
    </w:p>
    <w:bookmarkEnd w:id="0"/>
    <w:bookmarkEnd w:id="1"/>
    <w:bookmarkEnd w:id="2"/>
    <w:p w14:paraId="10EFE8AF" w14:textId="61DECC34" w:rsidR="008834A6" w:rsidRPr="00C447CB" w:rsidRDefault="008834A6" w:rsidP="00C447CB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5EBE4156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3DD702F" w14:textId="77777777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roboty budowlane / usługi wykonają poszczególni wykonawcy wspólnie ubiegający się o udzielenie zamówienia:</w:t>
      </w:r>
    </w:p>
    <w:p w14:paraId="2125A327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0CBD8B53" w14:textId="46E8E87A" w:rsidR="001213AA" w:rsidRDefault="005E0F76" w:rsidP="001213AA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37281563" w14:textId="77777777" w:rsidR="001213AA" w:rsidRPr="005E0F76" w:rsidRDefault="001213AA" w:rsidP="00C447CB">
      <w:p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1FD1D4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3DE25BE2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FEBB961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13394A2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 xml:space="preserve">w imieniu </w:t>
      </w:r>
      <w:r w:rsidR="005E0F76"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wykonawców wspólnie ubiegających się o udzielenie zamówienia</w:t>
      </w:r>
    </w:p>
    <w:p w14:paraId="32D9CEE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BC218C8" w14:textId="77777777" w:rsidR="00D05878" w:rsidRPr="008834A6" w:rsidRDefault="00D05878" w:rsidP="008834A6"/>
    <w:sectPr w:rsidR="00D05878" w:rsidRPr="008834A6" w:rsidSect="007D1F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4" w:right="1134" w:bottom="1418" w:left="1418" w:header="284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61EDA4" w14:textId="77777777" w:rsidR="0069768A" w:rsidRDefault="0069768A">
      <w:r>
        <w:separator/>
      </w:r>
    </w:p>
  </w:endnote>
  <w:endnote w:type="continuationSeparator" w:id="0">
    <w:p w14:paraId="3405337B" w14:textId="77777777" w:rsidR="0069768A" w:rsidRDefault="00697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1E31B" w14:textId="1B60C0A6" w:rsidR="00815FF0" w:rsidRDefault="00815FF0">
    <w:pPr>
      <w:pStyle w:val="Stopka"/>
    </w:pPr>
  </w:p>
  <w:p w14:paraId="09327753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707C9" w14:textId="424C44DE" w:rsidR="007D1FFA" w:rsidRDefault="007D1FFA" w:rsidP="007D1FFA">
    <w:pPr>
      <w:pStyle w:val="Stopka"/>
      <w:jc w:val="center"/>
    </w:pPr>
    <w:r>
      <w:rPr>
        <w:noProof/>
      </w:rPr>
      <w:drawing>
        <wp:inline distT="0" distB="0" distL="0" distR="0" wp14:anchorId="02FAC3BB" wp14:editId="6933908F">
          <wp:extent cx="5274310" cy="360304"/>
          <wp:effectExtent l="0" t="0" r="0" b="0"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EE3951" w14:textId="77777777" w:rsidR="0069768A" w:rsidRDefault="0069768A">
      <w:r>
        <w:separator/>
      </w:r>
    </w:p>
  </w:footnote>
  <w:footnote w:type="continuationSeparator" w:id="0">
    <w:p w14:paraId="2B1A9DE4" w14:textId="77777777" w:rsidR="0069768A" w:rsidRDefault="0069768A">
      <w:r>
        <w:continuationSeparator/>
      </w:r>
    </w:p>
  </w:footnote>
  <w:footnote w:id="1">
    <w:p w14:paraId="169E1288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D5237" w14:textId="240CD554" w:rsidR="00815FF0" w:rsidRDefault="00815FF0">
    <w:pPr>
      <w:pStyle w:val="Nagwek"/>
    </w:pPr>
  </w:p>
  <w:p w14:paraId="0537CF8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3014"/>
      <w:gridCol w:w="3044"/>
      <w:gridCol w:w="3014"/>
    </w:tblGrid>
    <w:tr w:rsidR="00B768CD" w:rsidRPr="00D57D9A" w14:paraId="58E3FC23" w14:textId="77777777" w:rsidTr="00B768CD">
      <w:trPr>
        <w:trHeight w:val="1702"/>
      </w:trPr>
      <w:tc>
        <w:tcPr>
          <w:tcW w:w="3014" w:type="dxa"/>
          <w:shd w:val="clear" w:color="auto" w:fill="auto"/>
        </w:tcPr>
        <w:p w14:paraId="55299353" w14:textId="77777777" w:rsidR="007D1FFA" w:rsidRDefault="007D1FFA" w:rsidP="007D1FFA">
          <w:pPr>
            <w:pStyle w:val="Nagwek"/>
            <w:jc w:val="both"/>
            <w:rPr>
              <w:rFonts w:ascii="Barlow" w:hAnsi="Barlow"/>
              <w:sz w:val="40"/>
              <w:szCs w:val="40"/>
            </w:rPr>
          </w:pPr>
          <w:bookmarkStart w:id="5" w:name="_Hlk127189014"/>
          <w:r>
            <w:rPr>
              <w:noProof/>
            </w:rPr>
            <w:drawing>
              <wp:inline distT="0" distB="0" distL="0" distR="0" wp14:anchorId="71D3C164" wp14:editId="63AEFC4E">
                <wp:extent cx="1621790" cy="612140"/>
                <wp:effectExtent l="0" t="0" r="0" b="0"/>
                <wp:docPr id="37" name="Obraz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  <w:p w14:paraId="3705BA95" w14:textId="17E1C1C8" w:rsidR="007D1FFA" w:rsidRPr="00A74331" w:rsidRDefault="007D1FFA" w:rsidP="007D1FFA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316D9CEA" wp14:editId="694F078E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3" name="Łącznik prosty ze strzałką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9CF46AC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3" o:spid="_x0000_s1026" type="#_x0000_t32" style="position:absolute;margin-left:-4.3pt;margin-top:19pt;width:469.2pt;height:.5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bookmarkEnd w:id="5"/>
        <w:p w14:paraId="1BB4F6F3" w14:textId="7851488A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  <w:tc>
        <w:tcPr>
          <w:tcW w:w="3044" w:type="dxa"/>
          <w:shd w:val="clear" w:color="auto" w:fill="auto"/>
        </w:tcPr>
        <w:p w14:paraId="08727AEF" w14:textId="6B0A6160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  <w:tc>
        <w:tcPr>
          <w:tcW w:w="3014" w:type="dxa"/>
          <w:shd w:val="clear" w:color="auto" w:fill="auto"/>
        </w:tcPr>
        <w:p w14:paraId="5A0DA79C" w14:textId="77777777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</w:tr>
  </w:tbl>
  <w:p w14:paraId="295FE952" w14:textId="3F706135" w:rsidR="006F6F2D" w:rsidRPr="00B768CD" w:rsidRDefault="006F6F2D" w:rsidP="00B768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F97CAAC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A1A41EA"/>
    <w:multiLevelType w:val="hybridMultilevel"/>
    <w:tmpl w:val="F97CAA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3490BAC"/>
    <w:multiLevelType w:val="hybridMultilevel"/>
    <w:tmpl w:val="F97CAA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741116">
    <w:abstractNumId w:val="5"/>
  </w:num>
  <w:num w:numId="2" w16cid:durableId="103809483">
    <w:abstractNumId w:val="3"/>
  </w:num>
  <w:num w:numId="3" w16cid:durableId="460270159">
    <w:abstractNumId w:val="6"/>
  </w:num>
  <w:num w:numId="4" w16cid:durableId="1118450822">
    <w:abstractNumId w:val="0"/>
  </w:num>
  <w:num w:numId="5" w16cid:durableId="561142866">
    <w:abstractNumId w:val="8"/>
  </w:num>
  <w:num w:numId="6" w16cid:durableId="576744572">
    <w:abstractNumId w:val="10"/>
  </w:num>
  <w:num w:numId="7" w16cid:durableId="1409040352">
    <w:abstractNumId w:val="2"/>
  </w:num>
  <w:num w:numId="8" w16cid:durableId="1152142411">
    <w:abstractNumId w:val="7"/>
  </w:num>
  <w:num w:numId="9" w16cid:durableId="346947888">
    <w:abstractNumId w:val="1"/>
  </w:num>
  <w:num w:numId="10" w16cid:durableId="2051226055">
    <w:abstractNumId w:val="9"/>
  </w:num>
  <w:num w:numId="11" w16cid:durableId="19714722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34C7D"/>
    <w:rsid w:val="00045D9C"/>
    <w:rsid w:val="00046E57"/>
    <w:rsid w:val="00054DE8"/>
    <w:rsid w:val="00057B1E"/>
    <w:rsid w:val="0007197E"/>
    <w:rsid w:val="00072358"/>
    <w:rsid w:val="00074696"/>
    <w:rsid w:val="00092BA8"/>
    <w:rsid w:val="00092BC8"/>
    <w:rsid w:val="0009550B"/>
    <w:rsid w:val="000A4EF0"/>
    <w:rsid w:val="000A5855"/>
    <w:rsid w:val="000B1DE9"/>
    <w:rsid w:val="000B2E2B"/>
    <w:rsid w:val="000C0F85"/>
    <w:rsid w:val="000C1D86"/>
    <w:rsid w:val="000C59DE"/>
    <w:rsid w:val="000D5FE8"/>
    <w:rsid w:val="000D7111"/>
    <w:rsid w:val="000D7677"/>
    <w:rsid w:val="000E28FB"/>
    <w:rsid w:val="000E71CE"/>
    <w:rsid w:val="000E7EC7"/>
    <w:rsid w:val="000F470B"/>
    <w:rsid w:val="000F5850"/>
    <w:rsid w:val="00101958"/>
    <w:rsid w:val="0011177C"/>
    <w:rsid w:val="001213AA"/>
    <w:rsid w:val="00126526"/>
    <w:rsid w:val="00135AC2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2382F"/>
    <w:rsid w:val="00245C45"/>
    <w:rsid w:val="0025281F"/>
    <w:rsid w:val="0025292B"/>
    <w:rsid w:val="002549CF"/>
    <w:rsid w:val="00266E84"/>
    <w:rsid w:val="00284075"/>
    <w:rsid w:val="002841DF"/>
    <w:rsid w:val="0028741C"/>
    <w:rsid w:val="002924D2"/>
    <w:rsid w:val="002A561B"/>
    <w:rsid w:val="002F7B60"/>
    <w:rsid w:val="003037CB"/>
    <w:rsid w:val="00311FDF"/>
    <w:rsid w:val="003170C7"/>
    <w:rsid w:val="00344D73"/>
    <w:rsid w:val="003450F9"/>
    <w:rsid w:val="00365771"/>
    <w:rsid w:val="00382B05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25927"/>
    <w:rsid w:val="00536220"/>
    <w:rsid w:val="0053696F"/>
    <w:rsid w:val="00544EEB"/>
    <w:rsid w:val="0056123B"/>
    <w:rsid w:val="005674FA"/>
    <w:rsid w:val="0058011F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37B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92694"/>
    <w:rsid w:val="0069768A"/>
    <w:rsid w:val="006A3868"/>
    <w:rsid w:val="006C4D8F"/>
    <w:rsid w:val="006F46FF"/>
    <w:rsid w:val="006F56A7"/>
    <w:rsid w:val="006F6F2D"/>
    <w:rsid w:val="0070157D"/>
    <w:rsid w:val="007064EF"/>
    <w:rsid w:val="00713C75"/>
    <w:rsid w:val="00713E57"/>
    <w:rsid w:val="00715D11"/>
    <w:rsid w:val="00716B35"/>
    <w:rsid w:val="007300D6"/>
    <w:rsid w:val="007339D8"/>
    <w:rsid w:val="00733FD1"/>
    <w:rsid w:val="0074095F"/>
    <w:rsid w:val="0074655C"/>
    <w:rsid w:val="00751378"/>
    <w:rsid w:val="007537BB"/>
    <w:rsid w:val="00786AF3"/>
    <w:rsid w:val="007977B7"/>
    <w:rsid w:val="007A5591"/>
    <w:rsid w:val="007B3212"/>
    <w:rsid w:val="007C1EE8"/>
    <w:rsid w:val="007D167D"/>
    <w:rsid w:val="007D1FFA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155C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3CC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05EC"/>
    <w:rsid w:val="009A5287"/>
    <w:rsid w:val="009B674C"/>
    <w:rsid w:val="009D0601"/>
    <w:rsid w:val="009D27ED"/>
    <w:rsid w:val="009F00E3"/>
    <w:rsid w:val="009F1FCD"/>
    <w:rsid w:val="00A00769"/>
    <w:rsid w:val="00A10153"/>
    <w:rsid w:val="00A33E95"/>
    <w:rsid w:val="00A518DA"/>
    <w:rsid w:val="00A67025"/>
    <w:rsid w:val="00A67E63"/>
    <w:rsid w:val="00A73013"/>
    <w:rsid w:val="00AA7EBA"/>
    <w:rsid w:val="00AC1A81"/>
    <w:rsid w:val="00AD23A9"/>
    <w:rsid w:val="00AD4D74"/>
    <w:rsid w:val="00B122C9"/>
    <w:rsid w:val="00B344D6"/>
    <w:rsid w:val="00B427F3"/>
    <w:rsid w:val="00B42D63"/>
    <w:rsid w:val="00B45080"/>
    <w:rsid w:val="00B456BA"/>
    <w:rsid w:val="00B63BF7"/>
    <w:rsid w:val="00B768CD"/>
    <w:rsid w:val="00B77EC3"/>
    <w:rsid w:val="00B80432"/>
    <w:rsid w:val="00B9207D"/>
    <w:rsid w:val="00BA269D"/>
    <w:rsid w:val="00BA68B3"/>
    <w:rsid w:val="00BB3BCE"/>
    <w:rsid w:val="00BD2802"/>
    <w:rsid w:val="00BF03DE"/>
    <w:rsid w:val="00C048DF"/>
    <w:rsid w:val="00C057DB"/>
    <w:rsid w:val="00C133B3"/>
    <w:rsid w:val="00C15555"/>
    <w:rsid w:val="00C314D1"/>
    <w:rsid w:val="00C37EE2"/>
    <w:rsid w:val="00C42CB0"/>
    <w:rsid w:val="00C447CB"/>
    <w:rsid w:val="00C621FE"/>
    <w:rsid w:val="00C841AC"/>
    <w:rsid w:val="00C96791"/>
    <w:rsid w:val="00CB685D"/>
    <w:rsid w:val="00CC75AC"/>
    <w:rsid w:val="00CE07E0"/>
    <w:rsid w:val="00CE0AC1"/>
    <w:rsid w:val="00CE357F"/>
    <w:rsid w:val="00CE65CC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B5F48"/>
    <w:rsid w:val="00DC2281"/>
    <w:rsid w:val="00DC391F"/>
    <w:rsid w:val="00DC4168"/>
    <w:rsid w:val="00DD006E"/>
    <w:rsid w:val="00DD7E43"/>
    <w:rsid w:val="00DE31E1"/>
    <w:rsid w:val="00DE5127"/>
    <w:rsid w:val="00DE71FA"/>
    <w:rsid w:val="00DF0FC7"/>
    <w:rsid w:val="00E12985"/>
    <w:rsid w:val="00E26721"/>
    <w:rsid w:val="00E5472C"/>
    <w:rsid w:val="00E55E9C"/>
    <w:rsid w:val="00E838A5"/>
    <w:rsid w:val="00E86179"/>
    <w:rsid w:val="00E871D4"/>
    <w:rsid w:val="00E87838"/>
    <w:rsid w:val="00E97C7D"/>
    <w:rsid w:val="00EA1FA0"/>
    <w:rsid w:val="00EA3E3D"/>
    <w:rsid w:val="00EB1574"/>
    <w:rsid w:val="00EE6C31"/>
    <w:rsid w:val="00EF3F2A"/>
    <w:rsid w:val="00F14518"/>
    <w:rsid w:val="00F2104B"/>
    <w:rsid w:val="00F23386"/>
    <w:rsid w:val="00F277C5"/>
    <w:rsid w:val="00F30366"/>
    <w:rsid w:val="00F43030"/>
    <w:rsid w:val="00F51270"/>
    <w:rsid w:val="00F60868"/>
    <w:rsid w:val="00F81906"/>
    <w:rsid w:val="00F9226E"/>
    <w:rsid w:val="00F94330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5BEB8"/>
  <w15:docId w15:val="{840E8FA8-4492-4FDB-B812-E8282067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153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31</cp:revision>
  <cp:lastPrinted>2021-08-30T09:23:00Z</cp:lastPrinted>
  <dcterms:created xsi:type="dcterms:W3CDTF">2021-02-08T13:02:00Z</dcterms:created>
  <dcterms:modified xsi:type="dcterms:W3CDTF">2024-12-16T10:50:00Z</dcterms:modified>
</cp:coreProperties>
</file>