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F23D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0DB6EAB3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3D569504" w14:textId="77777777" w:rsidR="0005346F" w:rsidRDefault="0005346F" w:rsidP="00722C1A">
      <w:pPr>
        <w:pStyle w:val="Bezodstpw"/>
        <w:jc w:val="right"/>
        <w:rPr>
          <w:rFonts w:asciiTheme="minorHAnsi" w:hAnsiTheme="minorHAnsi" w:cstheme="minorHAnsi"/>
          <w:sz w:val="20"/>
          <w:szCs w:val="20"/>
        </w:rPr>
      </w:pPr>
    </w:p>
    <w:p w14:paraId="407225A3" w14:textId="77777777" w:rsidR="00722C1A" w:rsidRPr="0005346F" w:rsidRDefault="00722C1A" w:rsidP="00E979AF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48577141" w14:textId="2BA91695" w:rsidR="00E979AF" w:rsidRDefault="00E979AF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0D41172" w14:textId="32AE088C" w:rsidR="001619ED" w:rsidRDefault="001619ED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598ABD4C" w14:textId="3A8CEFAA" w:rsidR="001619ED" w:rsidRDefault="001619ED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7F3A44B7" w14:textId="77777777" w:rsidR="001619ED" w:rsidRPr="001619ED" w:rsidRDefault="001619ED" w:rsidP="001619ED">
      <w:pPr>
        <w:spacing w:after="0" w:line="240" w:lineRule="auto"/>
        <w:jc w:val="center"/>
        <w:rPr>
          <w:rFonts w:ascii="Arial" w:eastAsia="Times New Roman" w:hAnsi="Arial"/>
          <w:i/>
          <w:color w:val="FF0000"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796B1CC9" w14:textId="77777777" w:rsidR="001619ED" w:rsidRPr="001619ED" w:rsidRDefault="001619ED" w:rsidP="001619ED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D3C320C" w14:textId="77777777" w:rsidR="001619ED" w:rsidRPr="001619ED" w:rsidRDefault="001619ED" w:rsidP="001619ED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58C6E9" w14:textId="77777777" w:rsidR="001619ED" w:rsidRPr="001619ED" w:rsidRDefault="001619ED" w:rsidP="001619ED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Cs/>
          <w:sz w:val="20"/>
          <w:szCs w:val="20"/>
          <w:lang w:eastAsia="pl-PL"/>
        </w:rPr>
        <w:t>ZP.272.24.2022</w:t>
      </w:r>
    </w:p>
    <w:p w14:paraId="4DD3963C" w14:textId="77777777" w:rsidR="001619ED" w:rsidRPr="001619ED" w:rsidRDefault="001619ED" w:rsidP="001619E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9376179" w14:textId="77777777" w:rsidR="001619ED" w:rsidRPr="001619ED" w:rsidRDefault="001619ED" w:rsidP="001619E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CA34B73" w14:textId="77777777" w:rsidR="001619ED" w:rsidRPr="001619ED" w:rsidRDefault="001619ED" w:rsidP="001619E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Cs/>
          <w:sz w:val="20"/>
          <w:szCs w:val="20"/>
          <w:lang w:eastAsia="pl-PL"/>
        </w:rPr>
        <w:t>Załącznik nr 3 do SWZ</w:t>
      </w:r>
    </w:p>
    <w:p w14:paraId="4F927B94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>………………………………………</w:t>
      </w:r>
    </w:p>
    <w:p w14:paraId="419BBFE5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podmiotu udostępniającego zasoby</w:t>
      </w:r>
    </w:p>
    <w:p w14:paraId="0F1D99F3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</w:p>
    <w:p w14:paraId="7DA7A603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</w:p>
    <w:p w14:paraId="2398BDC6" w14:textId="77777777" w:rsidR="001619ED" w:rsidRPr="001619ED" w:rsidRDefault="001619ED" w:rsidP="001619ED">
      <w:pPr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14:paraId="35B511FF" w14:textId="77777777" w:rsidR="001619ED" w:rsidRPr="001619ED" w:rsidRDefault="001619ED" w:rsidP="001619ED">
      <w:pPr>
        <w:autoSpaceDE w:val="0"/>
        <w:autoSpaceDN w:val="0"/>
        <w:adjustRightInd w:val="0"/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 w:rsidRPr="001619ED"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 xml:space="preserve">ZOBOWIĄZANIE PODMIOTU UDOSTĘPNIAJĄCEGO ZASOBY </w:t>
      </w:r>
    </w:p>
    <w:p w14:paraId="7E803EE5" w14:textId="77777777" w:rsidR="001619ED" w:rsidRPr="001619ED" w:rsidRDefault="001619ED" w:rsidP="001619ED">
      <w:pPr>
        <w:autoSpaceDE w:val="0"/>
        <w:autoSpaceDN w:val="0"/>
        <w:adjustRightInd w:val="0"/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</w:p>
    <w:p w14:paraId="18F9E08A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</w:p>
    <w:p w14:paraId="4527BFA9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 xml:space="preserve">Ja/my </w:t>
      </w:r>
      <w:r w:rsidRPr="001619ED">
        <w:rPr>
          <w:rFonts w:ascii="Arial" w:eastAsia="Times New Roman" w:hAnsi="Arial" w:cs="Arial"/>
          <w:b/>
          <w:i/>
          <w:iCs/>
          <w:color w:val="000000"/>
          <w:szCs w:val="24"/>
          <w:lang w:eastAsia="pl-PL"/>
        </w:rPr>
        <w:t>*</w:t>
      </w: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>,  …………………………………………………………………………………………………</w:t>
      </w:r>
    </w:p>
    <w:p w14:paraId="20F092B5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14:paraId="4838FB33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</w:p>
    <w:p w14:paraId="4D09BE60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>działając w imieniu i na rzecz podmiotu:</w:t>
      </w:r>
    </w:p>
    <w:p w14:paraId="09D94378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</w:t>
      </w:r>
    </w:p>
    <w:p w14:paraId="6EFDF6DB" w14:textId="2C17A5CF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14:paraId="1FF42C77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ind w:left="2832" w:hanging="269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 podmiotu udostępniającego zasoby, a także w zależności od podmiotu: NIP/PESEL , KRS /</w:t>
      </w:r>
      <w:proofErr w:type="spellStart"/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CEiDG</w:t>
      </w:r>
      <w:proofErr w:type="spellEnd"/>
    </w:p>
    <w:p w14:paraId="755AA346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</w:p>
    <w:p w14:paraId="3136B0A9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</w:p>
    <w:p w14:paraId="1A242388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 xml:space="preserve">zobowiązuję / zobowiązujemy się </w:t>
      </w:r>
      <w:r w:rsidRPr="001619ED">
        <w:rPr>
          <w:rFonts w:ascii="Arial" w:eastAsia="Times New Roman" w:hAnsi="Arial" w:cs="Arial"/>
          <w:b/>
          <w:i/>
          <w:iCs/>
          <w:color w:val="000000"/>
          <w:szCs w:val="24"/>
          <w:lang w:eastAsia="pl-PL"/>
        </w:rPr>
        <w:t>*</w:t>
      </w: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 xml:space="preserve"> do oddania</w:t>
      </w:r>
    </w:p>
    <w:p w14:paraId="7773CD9A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ab/>
        <w:t xml:space="preserve">               </w:t>
      </w:r>
    </w:p>
    <w:p w14:paraId="30A38BCD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 xml:space="preserve">Wykonawcy usług: ………………………………………………………....................... </w:t>
      </w:r>
    </w:p>
    <w:p w14:paraId="0D36FEE2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</w:t>
      </w: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14:paraId="11DCDB8D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 xml:space="preserve">do dyspozycji niezbędnych zasobów:                                          </w:t>
      </w:r>
    </w:p>
    <w:p w14:paraId="60DF7395" w14:textId="43968D69" w:rsid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>…………………………………………………………………………………………………</w:t>
      </w:r>
    </w:p>
    <w:p w14:paraId="01BBD090" w14:textId="40DCCCA4" w:rsid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Cs w:val="24"/>
          <w:lang w:eastAsia="pl-PL"/>
        </w:rPr>
      </w:pPr>
    </w:p>
    <w:p w14:paraId="71A39853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</w:p>
    <w:p w14:paraId="77620047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określenie zasoby (zdolności techniczne i zawodowe )</w:t>
      </w:r>
    </w:p>
    <w:p w14:paraId="05B1AC3E" w14:textId="77777777" w:rsidR="001619ED" w:rsidRPr="001619ED" w:rsidRDefault="001619ED" w:rsidP="001619ED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przy realizacji zamówienia publicznego </w:t>
      </w:r>
      <w:r w:rsidRPr="001619E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na usługi społeczne i inne szczególne usługi pn.:</w:t>
      </w:r>
    </w:p>
    <w:p w14:paraId="0C297129" w14:textId="77777777" w:rsidR="001619ED" w:rsidRPr="001619ED" w:rsidRDefault="001619ED" w:rsidP="001619ED">
      <w:pPr>
        <w:keepNext/>
        <w:spacing w:after="0" w:line="23" w:lineRule="atLeast"/>
        <w:jc w:val="center"/>
        <w:outlineLvl w:val="3"/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</w:pPr>
    </w:p>
    <w:p w14:paraId="2CE6F2EF" w14:textId="77777777" w:rsidR="001619ED" w:rsidRPr="001619ED" w:rsidRDefault="001619ED" w:rsidP="001619ED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619E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Opracowanie autorskiego programu nauczania i przeprowadzenie cyklu zajęć pozalekcyjnych </w:t>
      </w:r>
      <w:r w:rsidRPr="001619E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  <w:t xml:space="preserve">dla uczniów szczególnie uzdolnionych w ramach projektu „Zdolni z Pomorza – powiat chojnicki” </w:t>
      </w:r>
      <w:r w:rsidRPr="001619E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br/>
        <w:t>z podziałem na części:</w:t>
      </w:r>
    </w:p>
    <w:p w14:paraId="330287C7" w14:textId="77777777" w:rsidR="001619ED" w:rsidRPr="001619ED" w:rsidRDefault="001619ED" w:rsidP="001619ED">
      <w:pPr>
        <w:tabs>
          <w:tab w:val="center" w:pos="4536"/>
          <w:tab w:val="left" w:pos="6945"/>
        </w:tabs>
        <w:spacing w:before="120" w:after="12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nr 1. Zajęcia pozalekcyjne z matematyki – szkoła podstawowa </w:t>
      </w:r>
    </w:p>
    <w:p w14:paraId="031FA5AE" w14:textId="77777777" w:rsidR="001619ED" w:rsidRPr="001619ED" w:rsidRDefault="001619ED" w:rsidP="001619ED">
      <w:pPr>
        <w:tabs>
          <w:tab w:val="center" w:pos="4536"/>
          <w:tab w:val="left" w:pos="6945"/>
        </w:tabs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Część nr 2. Zajęcia pozalekcyjne z matematyki – szkoła ponadpodstawowa </w:t>
      </w:r>
    </w:p>
    <w:p w14:paraId="7023A327" w14:textId="77777777" w:rsidR="001619ED" w:rsidRPr="001619ED" w:rsidRDefault="001619ED" w:rsidP="001619ED">
      <w:pPr>
        <w:tabs>
          <w:tab w:val="center" w:pos="4536"/>
          <w:tab w:val="left" w:pos="6945"/>
        </w:tabs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Część nr 3. Zajęcia pozalekcyjne z fizyki – szkoła ponadpodstawowa </w:t>
      </w:r>
    </w:p>
    <w:p w14:paraId="2237100D" w14:textId="77777777" w:rsidR="001619ED" w:rsidRPr="001619ED" w:rsidRDefault="001619ED" w:rsidP="001619ED">
      <w:pPr>
        <w:tabs>
          <w:tab w:val="center" w:pos="4536"/>
          <w:tab w:val="left" w:pos="6945"/>
        </w:tabs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 4. Zajęcia pozalekcyjne z informatyki – szkoła podstawowa</w:t>
      </w:r>
    </w:p>
    <w:p w14:paraId="356F7719" w14:textId="77777777" w:rsidR="001619ED" w:rsidRPr="001619ED" w:rsidRDefault="001619ED" w:rsidP="001619ED">
      <w:pPr>
        <w:tabs>
          <w:tab w:val="center" w:pos="4536"/>
          <w:tab w:val="left" w:pos="6945"/>
        </w:tabs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 5. Zajęcia pozalekcyjne z informatyki – szkoła ponadpodstawowa</w:t>
      </w:r>
    </w:p>
    <w:p w14:paraId="1038D2A7" w14:textId="77777777" w:rsidR="001619ED" w:rsidRPr="001619ED" w:rsidRDefault="001619ED" w:rsidP="001619ED">
      <w:pPr>
        <w:tabs>
          <w:tab w:val="center" w:pos="4536"/>
          <w:tab w:val="left" w:pos="6945"/>
        </w:tabs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 6. Zajęcia pozalekcyjne z biologii – szkoła ponadpodstawowa</w:t>
      </w:r>
    </w:p>
    <w:p w14:paraId="6EF5F89A" w14:textId="77777777" w:rsidR="001619ED" w:rsidRPr="001619ED" w:rsidRDefault="001619ED" w:rsidP="001619ED">
      <w:pPr>
        <w:tabs>
          <w:tab w:val="center" w:pos="4536"/>
          <w:tab w:val="left" w:pos="6945"/>
        </w:tabs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 7. Zajęcia pozalekcyjne z chemii – szkoła ponadpodstawowa</w:t>
      </w:r>
    </w:p>
    <w:p w14:paraId="6D4F2507" w14:textId="77777777" w:rsidR="001619ED" w:rsidRPr="001619ED" w:rsidRDefault="001619ED" w:rsidP="001619ED">
      <w:pPr>
        <w:tabs>
          <w:tab w:val="center" w:pos="4536"/>
          <w:tab w:val="left" w:pos="6945"/>
        </w:tabs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 8. Zajęcia pozalekcyjne z kompetencji społecznych – szkoła ponadpodstawowa</w:t>
      </w:r>
    </w:p>
    <w:p w14:paraId="104C6BC4" w14:textId="77777777" w:rsidR="001619ED" w:rsidRPr="001619ED" w:rsidRDefault="001619ED" w:rsidP="001619ED">
      <w:pPr>
        <w:tabs>
          <w:tab w:val="center" w:pos="4536"/>
          <w:tab w:val="left" w:pos="6945"/>
        </w:tabs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Część nr 9. Warsztaty rozwijające kreatywność</w:t>
      </w:r>
    </w:p>
    <w:p w14:paraId="5ECEF92C" w14:textId="77777777" w:rsidR="001619ED" w:rsidRPr="001619ED" w:rsidRDefault="001619ED" w:rsidP="001619ED">
      <w:pPr>
        <w:widowControl w:val="0"/>
        <w:autoSpaceDE w:val="0"/>
        <w:autoSpaceDN w:val="0"/>
        <w:adjustRightInd w:val="0"/>
        <w:spacing w:after="0" w:line="288" w:lineRule="exact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1619ED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( niepotrzebne skreślić - jeśli oferta nie jest składana na wszystkie części zamówienia)</w:t>
      </w:r>
    </w:p>
    <w:p w14:paraId="01413848" w14:textId="77777777" w:rsidR="001619ED" w:rsidRPr="001619ED" w:rsidRDefault="001619ED" w:rsidP="001619ED">
      <w:pPr>
        <w:spacing w:after="0"/>
        <w:jc w:val="both"/>
        <w:rPr>
          <w:rFonts w:ascii="Arial" w:eastAsia="Times New Roman" w:hAnsi="Arial" w:cs="Arial"/>
          <w:b/>
          <w:iCs/>
          <w:color w:val="000000"/>
          <w:szCs w:val="20"/>
        </w:rPr>
      </w:pPr>
    </w:p>
    <w:p w14:paraId="3E18C0A7" w14:textId="77777777" w:rsidR="001619ED" w:rsidRPr="001619ED" w:rsidRDefault="001619ED" w:rsidP="001619ED">
      <w:pPr>
        <w:spacing w:after="0"/>
        <w:jc w:val="both"/>
        <w:rPr>
          <w:rFonts w:ascii="Arial" w:eastAsia="Times New Roman" w:hAnsi="Arial" w:cs="Arial"/>
          <w:b/>
          <w:iCs/>
          <w:color w:val="000000"/>
          <w:szCs w:val="20"/>
        </w:rPr>
      </w:pPr>
      <w:r w:rsidRPr="001619ED">
        <w:rPr>
          <w:rFonts w:ascii="Arial" w:eastAsia="Times New Roman" w:hAnsi="Arial" w:cs="Arial"/>
          <w:szCs w:val="20"/>
        </w:rPr>
        <w:t>poniżej podajemy szczegółowe informacje dot. udostępnienia zasobów:</w:t>
      </w:r>
    </w:p>
    <w:p w14:paraId="56A39DBC" w14:textId="77777777" w:rsidR="001619ED" w:rsidRPr="001619ED" w:rsidRDefault="001619ED" w:rsidP="001619ED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p w14:paraId="5DE71D25" w14:textId="77777777" w:rsidR="001619ED" w:rsidRPr="001619ED" w:rsidRDefault="001619ED" w:rsidP="001619E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Zakres dostępnych Wykonawcy zasobów podmiotu udostępniającego zasoby</w:t>
      </w:r>
      <w:r w:rsidRPr="001619E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06560B35" w14:textId="0A8BCE0B" w:rsidR="001619ED" w:rsidRPr="001619ED" w:rsidRDefault="001619ED" w:rsidP="001619ED">
      <w:pPr>
        <w:spacing w:after="0" w:line="360" w:lineRule="auto"/>
        <w:ind w:left="426"/>
        <w:jc w:val="both"/>
        <w:rPr>
          <w:rFonts w:ascii="Arial" w:eastAsia="Times New Roman" w:hAnsi="Arial" w:cs="Arial"/>
          <w:szCs w:val="24"/>
          <w:lang w:eastAsia="pl-PL"/>
        </w:rPr>
      </w:pPr>
      <w:r w:rsidRPr="001619ED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</w:t>
      </w:r>
    </w:p>
    <w:p w14:paraId="2DF89FE9" w14:textId="38F0D799" w:rsidR="001619ED" w:rsidRPr="001619ED" w:rsidRDefault="001619ED" w:rsidP="001619ED">
      <w:pPr>
        <w:spacing w:after="0" w:line="360" w:lineRule="auto"/>
        <w:ind w:firstLine="426"/>
        <w:jc w:val="both"/>
        <w:rPr>
          <w:rFonts w:ascii="Arial" w:eastAsia="Times New Roman" w:hAnsi="Arial" w:cs="Arial"/>
          <w:szCs w:val="24"/>
          <w:lang w:eastAsia="pl-PL"/>
        </w:rPr>
      </w:pPr>
      <w:r w:rsidRPr="001619ED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</w:t>
      </w:r>
    </w:p>
    <w:p w14:paraId="361B7534" w14:textId="77777777" w:rsidR="001619ED" w:rsidRPr="001619ED" w:rsidRDefault="001619ED" w:rsidP="001619E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zamówienia: </w:t>
      </w:r>
    </w:p>
    <w:p w14:paraId="566C1146" w14:textId="770FEC80" w:rsidR="001619ED" w:rsidRPr="001619ED" w:rsidRDefault="001619ED" w:rsidP="001619ED">
      <w:pPr>
        <w:spacing w:after="0" w:line="360" w:lineRule="auto"/>
        <w:ind w:firstLine="426"/>
        <w:jc w:val="both"/>
        <w:rPr>
          <w:rFonts w:ascii="Arial" w:eastAsia="Times New Roman" w:hAnsi="Arial" w:cs="Arial"/>
          <w:szCs w:val="24"/>
          <w:lang w:eastAsia="pl-PL"/>
        </w:rPr>
      </w:pPr>
      <w:r w:rsidRPr="001619ED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</w:t>
      </w:r>
    </w:p>
    <w:p w14:paraId="0ADF8BEA" w14:textId="2D8C3668" w:rsidR="001619ED" w:rsidRPr="001619ED" w:rsidRDefault="001619ED" w:rsidP="001619ED">
      <w:pPr>
        <w:spacing w:after="0" w:line="360" w:lineRule="auto"/>
        <w:ind w:firstLine="426"/>
        <w:jc w:val="both"/>
        <w:rPr>
          <w:rFonts w:ascii="Arial" w:eastAsia="Times New Roman" w:hAnsi="Arial" w:cs="Arial"/>
          <w:szCs w:val="24"/>
          <w:lang w:eastAsia="pl-PL"/>
        </w:rPr>
      </w:pPr>
      <w:r w:rsidRPr="001619ED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</w:t>
      </w:r>
    </w:p>
    <w:p w14:paraId="3D074F8C" w14:textId="77777777" w:rsidR="001619ED" w:rsidRPr="001619ED" w:rsidRDefault="001619ED" w:rsidP="001619ED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5C8388E5" w14:textId="77777777" w:rsidR="001619ED" w:rsidRPr="001619ED" w:rsidRDefault="001619ED" w:rsidP="001619E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Czy i w jakim zakresie podmiot udostepniający zasoby, na zdolnościach którego Wykonawca polega w odniesieniu do warunków udziału w postępowaniu dotyczących wykształcenia, kwalifikacji zawodowych lub doświadczenia, zrealizuje </w:t>
      </w:r>
      <w:r w:rsidRPr="001619ED">
        <w:rPr>
          <w:rFonts w:ascii="Arial" w:eastAsia="Times New Roman" w:hAnsi="Arial" w:cs="Arial"/>
          <w:b/>
          <w:i/>
          <w:iCs/>
          <w:strike/>
          <w:sz w:val="20"/>
          <w:szCs w:val="20"/>
          <w:lang w:eastAsia="pl-PL"/>
        </w:rPr>
        <w:t>roboty budowalne*</w:t>
      </w:r>
      <w:r w:rsidRPr="001619E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lub usługi*, których wskazane zdolności dotyczą:</w:t>
      </w:r>
    </w:p>
    <w:p w14:paraId="3D27ADA1" w14:textId="47AF5CE9" w:rsidR="001619ED" w:rsidRPr="001619ED" w:rsidRDefault="001619ED" w:rsidP="001619E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</w:t>
      </w:r>
    </w:p>
    <w:p w14:paraId="363CDDAB" w14:textId="77777777" w:rsidR="001619ED" w:rsidRPr="001619ED" w:rsidRDefault="001619ED" w:rsidP="001619ED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5810BD57" w14:textId="77777777" w:rsidR="001619ED" w:rsidRPr="001619ED" w:rsidRDefault="001619ED" w:rsidP="001619E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Oświadczam, że w odniesieniu do warunków dotyczących doświadczenia, ww. podmiot/-y na zasobach których polegam, zrealizuje/-ą </w:t>
      </w:r>
      <w:r w:rsidRPr="001619ED">
        <w:rPr>
          <w:rFonts w:ascii="Arial" w:eastAsia="Times New Roman" w:hAnsi="Arial" w:cs="Arial"/>
          <w:b/>
          <w:i/>
          <w:iCs/>
          <w:strike/>
          <w:sz w:val="20"/>
          <w:szCs w:val="20"/>
          <w:lang w:eastAsia="pl-PL"/>
        </w:rPr>
        <w:t>roboty budowalne*</w:t>
      </w:r>
      <w:r w:rsidRPr="001619E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/usługi*, do realizacji których te zdolności są wymagane.</w:t>
      </w:r>
    </w:p>
    <w:p w14:paraId="153C92BE" w14:textId="77777777" w:rsidR="001619ED" w:rsidRPr="001619ED" w:rsidRDefault="001619ED" w:rsidP="001619ED">
      <w:pPr>
        <w:spacing w:after="0" w:line="360" w:lineRule="auto"/>
        <w:ind w:left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4FD63839" w14:textId="77777777" w:rsidR="001619ED" w:rsidRPr="001619ED" w:rsidRDefault="001619ED" w:rsidP="001619ED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6837BB32" w14:textId="5E4CE9BA" w:rsidR="001619ED" w:rsidRPr="001619ED" w:rsidRDefault="001619ED" w:rsidP="00161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619E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1619E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619E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podmiotu udostępniającego zasoby</w:t>
      </w:r>
      <w:r w:rsidRPr="001619ED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3D155ADC" w14:textId="77777777" w:rsidR="001619ED" w:rsidRPr="001619ED" w:rsidRDefault="001619ED" w:rsidP="00161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4B80C3" w14:textId="77777777" w:rsidR="001619ED" w:rsidRPr="001619ED" w:rsidRDefault="001619ED" w:rsidP="00161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697A6B0" w14:textId="77777777" w:rsidR="001619ED" w:rsidRPr="001619ED" w:rsidRDefault="001619ED" w:rsidP="00161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E26C81" w14:textId="77777777" w:rsidR="001619ED" w:rsidRPr="001619ED" w:rsidRDefault="001619ED" w:rsidP="00161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1619ED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(zgodnie z </w:t>
      </w:r>
      <w:r w:rsidRPr="001619ED">
        <w:rPr>
          <w:rFonts w:ascii="Arial" w:eastAsia="Times New Roman" w:hAnsi="Arial" w:cs="Arial"/>
          <w:b/>
          <w:i/>
          <w:sz w:val="16"/>
          <w:szCs w:val="16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63695E0A" w14:textId="77777777" w:rsidR="001619ED" w:rsidRPr="001619ED" w:rsidRDefault="001619ED" w:rsidP="00161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C4982EB" w14:textId="77777777" w:rsidR="001619ED" w:rsidRPr="001619ED" w:rsidRDefault="001619ED" w:rsidP="001619ED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14:paraId="0B3050AF" w14:textId="77777777" w:rsidR="001619ED" w:rsidRPr="001619ED" w:rsidRDefault="001619ED" w:rsidP="001619ED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</w:pPr>
      <w:r w:rsidRPr="001619ED"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  <w:t>Należy szczegółowo opisać wszystkie punkty, w razie braku miejsca można rozszerzyć oświadczenie.</w:t>
      </w:r>
    </w:p>
    <w:p w14:paraId="4BD32B8B" w14:textId="30F30180" w:rsidR="001619ED" w:rsidRPr="001619ED" w:rsidRDefault="001619ED" w:rsidP="001619ED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1619ED">
        <w:rPr>
          <w:rFonts w:ascii="Arial" w:eastAsia="Times New Roman" w:hAnsi="Arial" w:cs="Arial"/>
          <w:b/>
          <w:i/>
          <w:sz w:val="18"/>
          <w:szCs w:val="18"/>
          <w:lang w:eastAsia="pl-PL"/>
        </w:rPr>
        <w:t>*)  niewłaściwe skreślić</w:t>
      </w:r>
    </w:p>
    <w:sectPr w:rsidR="001619ED" w:rsidRPr="001619ED" w:rsidSect="000534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29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DF413" w14:textId="77777777" w:rsidR="00BA4E6C" w:rsidRDefault="00BA4E6C">
      <w:r>
        <w:separator/>
      </w:r>
    </w:p>
  </w:endnote>
  <w:endnote w:type="continuationSeparator" w:id="0">
    <w:p w14:paraId="25202E84" w14:textId="77777777" w:rsidR="00BA4E6C" w:rsidRDefault="00BA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CF73B" w14:textId="77777777" w:rsidR="00B5512E" w:rsidRPr="00124D4A" w:rsidRDefault="00B5512E" w:rsidP="00124D4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0" allowOverlap="1" wp14:anchorId="5900677B" wp14:editId="7F8ED191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2" name="Obraz 28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38F1D" w14:textId="77777777" w:rsidR="00B5512E" w:rsidRDefault="00B5512E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  <w:r w:rsidRPr="0059483A">
      <w:rPr>
        <w:i/>
        <w:color w:val="7F7F7F"/>
        <w:szCs w:val="20"/>
      </w:rPr>
      <w:t>„Zdolni z Pomorza – powiat chojnicki”</w:t>
    </w:r>
  </w:p>
  <w:p w14:paraId="6186443E" w14:textId="77777777" w:rsidR="00B5512E" w:rsidRPr="00B01F08" w:rsidRDefault="00B5512E" w:rsidP="004F24C4">
    <w:pPr>
      <w:pStyle w:val="Stopka"/>
      <w:spacing w:line="240" w:lineRule="auto"/>
      <w:jc w:val="center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6EFF6277" wp14:editId="567170EE">
          <wp:simplePos x="0" y="0"/>
          <wp:positionH relativeFrom="page">
            <wp:posOffset>265430</wp:posOffset>
          </wp:positionH>
          <wp:positionV relativeFrom="page">
            <wp:posOffset>10167620</wp:posOffset>
          </wp:positionV>
          <wp:extent cx="7023735" cy="194310"/>
          <wp:effectExtent l="0" t="0" r="5715" b="0"/>
          <wp:wrapNone/>
          <wp:docPr id="286" name="Obraz 28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6ADCE" w14:textId="77777777" w:rsidR="00BA4E6C" w:rsidRDefault="00BA4E6C">
      <w:r>
        <w:separator/>
      </w:r>
    </w:p>
  </w:footnote>
  <w:footnote w:type="continuationSeparator" w:id="0">
    <w:p w14:paraId="6E25B20A" w14:textId="77777777" w:rsidR="00BA4E6C" w:rsidRDefault="00BA4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A172D" w14:textId="77777777" w:rsidR="00B5512E" w:rsidRPr="002C10CD" w:rsidRDefault="0005346F" w:rsidP="002C10CD">
    <w:pPr>
      <w:pStyle w:val="Nagwek"/>
    </w:pPr>
    <w:r w:rsidRPr="0005346F">
      <w:rPr>
        <w:noProof/>
      </w:rPr>
      <w:drawing>
        <wp:anchor distT="0" distB="0" distL="114300" distR="114300" simplePos="0" relativeHeight="251662848" behindDoc="0" locked="0" layoutInCell="0" allowOverlap="1" wp14:anchorId="1636740F" wp14:editId="420F1E0B">
          <wp:simplePos x="0" y="0"/>
          <wp:positionH relativeFrom="page">
            <wp:posOffset>266700</wp:posOffset>
          </wp:positionH>
          <wp:positionV relativeFrom="page">
            <wp:posOffset>104775</wp:posOffset>
          </wp:positionV>
          <wp:extent cx="7019925" cy="752475"/>
          <wp:effectExtent l="19050" t="0" r="9525" b="0"/>
          <wp:wrapNone/>
          <wp:docPr id="2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3925" w14:textId="77777777" w:rsidR="00B5512E" w:rsidRDefault="00B5512E" w:rsidP="004F24C4">
    <w:pPr>
      <w:pStyle w:val="Nagwek"/>
    </w:pPr>
    <w:r w:rsidRPr="00513111">
      <w:rPr>
        <w:noProof/>
        <w:color w:val="FFFFFF" w:themeColor="background1"/>
        <w:sz w:val="18"/>
        <w:szCs w:val="18"/>
        <w:lang w:eastAsia="pl-PL"/>
      </w:rPr>
      <w:drawing>
        <wp:anchor distT="0" distB="0" distL="114300" distR="114300" simplePos="0" relativeHeight="251660800" behindDoc="0" locked="0" layoutInCell="1" allowOverlap="1" wp14:anchorId="250A997E" wp14:editId="22AF4D51">
          <wp:simplePos x="0" y="0"/>
          <wp:positionH relativeFrom="page">
            <wp:posOffset>5847715</wp:posOffset>
          </wp:positionH>
          <wp:positionV relativeFrom="page">
            <wp:posOffset>1114425</wp:posOffset>
          </wp:positionV>
          <wp:extent cx="1438910" cy="358775"/>
          <wp:effectExtent l="0" t="0" r="8890" b="3175"/>
          <wp:wrapSquare wrapText="bothSides"/>
          <wp:docPr id="283" name="Obraz 2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chojnick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358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0" allowOverlap="1" wp14:anchorId="3A35EE66" wp14:editId="42078DF4">
          <wp:simplePos x="0" y="0"/>
          <wp:positionH relativeFrom="page">
            <wp:posOffset>268605</wp:posOffset>
          </wp:positionH>
          <wp:positionV relativeFrom="page">
            <wp:posOffset>278765</wp:posOffset>
          </wp:positionV>
          <wp:extent cx="7019925" cy="752475"/>
          <wp:effectExtent l="0" t="0" r="9525" b="9525"/>
          <wp:wrapNone/>
          <wp:docPr id="284" name="Obraz 284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36DDADBF" wp14:editId="715F45A3">
          <wp:simplePos x="0" y="0"/>
          <wp:positionH relativeFrom="column">
            <wp:posOffset>-304800</wp:posOffset>
          </wp:positionH>
          <wp:positionV relativeFrom="paragraph">
            <wp:posOffset>1009015</wp:posOffset>
          </wp:positionV>
          <wp:extent cx="883920" cy="972185"/>
          <wp:effectExtent l="0" t="0" r="0" b="0"/>
          <wp:wrapSquare wrapText="bothSides"/>
          <wp:docPr id="285" name="Obraz 285" descr="OS_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S_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972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604FCC2" w14:textId="77777777" w:rsidR="00B5512E" w:rsidRDefault="00B5512E">
    <w:pPr>
      <w:pStyle w:val="Nagwek"/>
    </w:pPr>
  </w:p>
  <w:p w14:paraId="186180C9" w14:textId="77777777" w:rsidR="00B5512E" w:rsidRDefault="00B551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0788404">
    <w:abstractNumId w:val="0"/>
  </w:num>
  <w:num w:numId="2" w16cid:durableId="725951300">
    <w:abstractNumId w:val="5"/>
  </w:num>
  <w:num w:numId="3" w16cid:durableId="727414203">
    <w:abstractNumId w:val="4"/>
  </w:num>
  <w:num w:numId="4" w16cid:durableId="332684298">
    <w:abstractNumId w:val="3"/>
  </w:num>
  <w:num w:numId="5" w16cid:durableId="2013296520">
    <w:abstractNumId w:val="2"/>
  </w:num>
  <w:num w:numId="6" w16cid:durableId="11638547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4EE"/>
    <w:rsid w:val="0003176C"/>
    <w:rsid w:val="00040859"/>
    <w:rsid w:val="0005346F"/>
    <w:rsid w:val="00061F20"/>
    <w:rsid w:val="00063A8F"/>
    <w:rsid w:val="0007460B"/>
    <w:rsid w:val="00080D83"/>
    <w:rsid w:val="000C636E"/>
    <w:rsid w:val="000D283E"/>
    <w:rsid w:val="000D6151"/>
    <w:rsid w:val="001230A1"/>
    <w:rsid w:val="00124D4A"/>
    <w:rsid w:val="001304E7"/>
    <w:rsid w:val="00130B23"/>
    <w:rsid w:val="00140A23"/>
    <w:rsid w:val="001619ED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4478"/>
    <w:rsid w:val="00421019"/>
    <w:rsid w:val="00492BD3"/>
    <w:rsid w:val="004A319F"/>
    <w:rsid w:val="004B70BD"/>
    <w:rsid w:val="004F1869"/>
    <w:rsid w:val="004F24C4"/>
    <w:rsid w:val="004F6F5F"/>
    <w:rsid w:val="0052111D"/>
    <w:rsid w:val="00537270"/>
    <w:rsid w:val="00551362"/>
    <w:rsid w:val="005760A9"/>
    <w:rsid w:val="00594464"/>
    <w:rsid w:val="005B2B80"/>
    <w:rsid w:val="005B7BE6"/>
    <w:rsid w:val="005E075B"/>
    <w:rsid w:val="005E1221"/>
    <w:rsid w:val="005E5512"/>
    <w:rsid w:val="00622781"/>
    <w:rsid w:val="00640BFF"/>
    <w:rsid w:val="0069621B"/>
    <w:rsid w:val="006A4083"/>
    <w:rsid w:val="006A75E9"/>
    <w:rsid w:val="006B4267"/>
    <w:rsid w:val="006E6AE8"/>
    <w:rsid w:val="006F209E"/>
    <w:rsid w:val="00712146"/>
    <w:rsid w:val="00722C1A"/>
    <w:rsid w:val="00727F94"/>
    <w:rsid w:val="00731803"/>
    <w:rsid w:val="007337EB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60677"/>
    <w:rsid w:val="00873501"/>
    <w:rsid w:val="00876326"/>
    <w:rsid w:val="008945D9"/>
    <w:rsid w:val="008C5429"/>
    <w:rsid w:val="008D12B4"/>
    <w:rsid w:val="00900F13"/>
    <w:rsid w:val="00902435"/>
    <w:rsid w:val="00936769"/>
    <w:rsid w:val="009502DE"/>
    <w:rsid w:val="00950841"/>
    <w:rsid w:val="00993C0B"/>
    <w:rsid w:val="009A7A90"/>
    <w:rsid w:val="009B1098"/>
    <w:rsid w:val="009C20BC"/>
    <w:rsid w:val="009D71C1"/>
    <w:rsid w:val="009E5BCB"/>
    <w:rsid w:val="009F2CF0"/>
    <w:rsid w:val="00A04690"/>
    <w:rsid w:val="00A40DD3"/>
    <w:rsid w:val="00A51E05"/>
    <w:rsid w:val="00A66CFC"/>
    <w:rsid w:val="00A8311B"/>
    <w:rsid w:val="00AD1EFE"/>
    <w:rsid w:val="00AD2D4F"/>
    <w:rsid w:val="00AD6D3D"/>
    <w:rsid w:val="00B01F08"/>
    <w:rsid w:val="00B070B8"/>
    <w:rsid w:val="00B16E8F"/>
    <w:rsid w:val="00B24F4F"/>
    <w:rsid w:val="00B30401"/>
    <w:rsid w:val="00B33EBF"/>
    <w:rsid w:val="00B41661"/>
    <w:rsid w:val="00B5512E"/>
    <w:rsid w:val="00B55454"/>
    <w:rsid w:val="00B6637D"/>
    <w:rsid w:val="00B83961"/>
    <w:rsid w:val="00BA4E6C"/>
    <w:rsid w:val="00BA5A2E"/>
    <w:rsid w:val="00BB3D73"/>
    <w:rsid w:val="00BB76D0"/>
    <w:rsid w:val="00BC363C"/>
    <w:rsid w:val="00BF24CD"/>
    <w:rsid w:val="00BF3E90"/>
    <w:rsid w:val="00C52B13"/>
    <w:rsid w:val="00C62C24"/>
    <w:rsid w:val="00C635B6"/>
    <w:rsid w:val="00C8234A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87DF3"/>
    <w:rsid w:val="00D95D28"/>
    <w:rsid w:val="00DA2034"/>
    <w:rsid w:val="00DB522B"/>
    <w:rsid w:val="00DB668E"/>
    <w:rsid w:val="00DC733E"/>
    <w:rsid w:val="00DF57BE"/>
    <w:rsid w:val="00E06500"/>
    <w:rsid w:val="00E27ACD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85E0F"/>
    <w:rsid w:val="00FB0F02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B478A-EE5B-4BA0-AC0C-281ABCBFA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0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Matusik Arleta</cp:lastModifiedBy>
  <cp:revision>2</cp:revision>
  <cp:lastPrinted>2021-11-05T10:03:00Z</cp:lastPrinted>
  <dcterms:created xsi:type="dcterms:W3CDTF">2022-11-25T09:03:00Z</dcterms:created>
  <dcterms:modified xsi:type="dcterms:W3CDTF">2022-11-25T09:03:00Z</dcterms:modified>
</cp:coreProperties>
</file>