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06D6B" w14:textId="28FC5B4F" w:rsidR="00A34F68" w:rsidRPr="00A34F68" w:rsidRDefault="00A34F68" w:rsidP="00A34F68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A34F68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1C6CBB">
        <w:rPr>
          <w:rFonts w:ascii="Arial" w:eastAsia="Times New Roman" w:hAnsi="Arial" w:cs="Arial"/>
          <w:iCs/>
          <w:sz w:val="20"/>
          <w:szCs w:val="20"/>
          <w:lang w:eastAsia="pl-PL"/>
        </w:rPr>
        <w:t>32</w:t>
      </w:r>
      <w:r w:rsidRPr="00A34F68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A03848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</w:p>
    <w:p w14:paraId="1F92C14C" w14:textId="15A2994C" w:rsidR="002F7B60" w:rsidRPr="00245EA9" w:rsidRDefault="004F2144" w:rsidP="00245EA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67134CE" w:rsidR="008834A6" w:rsidRPr="008834A6" w:rsidRDefault="00A34F68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</w:t>
      </w:r>
      <w:r w:rsidR="008834A6"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6C6EDBD1" w14:textId="70EA3D3F" w:rsidR="00A34F68" w:rsidRPr="00A34F68" w:rsidRDefault="00A34F68" w:rsidP="00A34F6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POWIAT CHOJNICKI</w:t>
      </w:r>
    </w:p>
    <w:p w14:paraId="73F3D908" w14:textId="5B06F946" w:rsidR="00A34F68" w:rsidRPr="00A34F68" w:rsidRDefault="00A34F68" w:rsidP="00A34F6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31 Stycznia 56 </w:t>
      </w:r>
    </w:p>
    <w:p w14:paraId="6CDA0EB3" w14:textId="688B14B2" w:rsidR="00A34F68" w:rsidRPr="00A34F68" w:rsidRDefault="00A34F68" w:rsidP="00A34F6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89-600 CHOJNICE</w:t>
      </w:r>
      <w:r w:rsidRPr="00A34F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E5AA3ED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C49DDC6" w14:textId="77777777" w:rsidR="00A34F68" w:rsidRDefault="00A34F68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86CEF81" w14:textId="00ADFE54" w:rsidR="00DE78CB" w:rsidRPr="008834A6" w:rsidRDefault="008834A6" w:rsidP="00245EA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  <w:r w:rsidR="00245EA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FFB231F" w14:textId="262CE335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153CB3" w14:textId="77777777" w:rsidR="00DE78CB" w:rsidRDefault="00DE78CB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B1C8CE3" w14:textId="77777777" w:rsidR="001C6CBB" w:rsidRPr="007D423B" w:rsidRDefault="008834A6" w:rsidP="001C6CBB">
      <w:pPr>
        <w:spacing w:after="0"/>
        <w:jc w:val="both"/>
        <w:rPr>
          <w:rFonts w:ascii="Arial" w:hAnsi="Arial" w:cs="Arial"/>
          <w:b/>
          <w:bCs/>
          <w:lang w:val="x-none"/>
        </w:rPr>
      </w:pPr>
      <w:r w:rsidRPr="00A03848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A03848">
        <w:rPr>
          <w:rFonts w:ascii="Arial" w:eastAsia="Times New Roman" w:hAnsi="Arial" w:cs="Arial"/>
          <w:b/>
          <w:lang w:eastAsia="pl-PL"/>
        </w:rPr>
        <w:t xml:space="preserve"> </w:t>
      </w:r>
      <w:bookmarkStart w:id="0" w:name="_Hlk62906715"/>
      <w:bookmarkStart w:id="1" w:name="_Hlk143600981"/>
      <w:bookmarkStart w:id="2" w:name="_Hlk162422374"/>
      <w:bookmarkStart w:id="3" w:name="_Hlk162422540"/>
      <w:r w:rsidR="001C6CBB" w:rsidRPr="007D423B">
        <w:rPr>
          <w:rFonts w:ascii="Arial" w:hAnsi="Arial" w:cs="Arial"/>
          <w:b/>
          <w:bCs/>
          <w:lang w:val="x-none"/>
        </w:rPr>
        <w:t>DOSTAWA SPRZĘTU INFORMATYCZNEGO Z PODZIAŁEM NA CZĘŚCI</w:t>
      </w:r>
      <w:bookmarkEnd w:id="1"/>
      <w:r w:rsidR="001C6CBB" w:rsidRPr="007D423B">
        <w:rPr>
          <w:rFonts w:ascii="Arial" w:hAnsi="Arial" w:cs="Arial"/>
          <w:b/>
          <w:bCs/>
          <w:lang w:val="x-none"/>
        </w:rPr>
        <w:t>:</w:t>
      </w:r>
    </w:p>
    <w:p w14:paraId="1155E7DD" w14:textId="77777777" w:rsidR="001C6CBB" w:rsidRPr="001C6CBB" w:rsidRDefault="001C6CBB" w:rsidP="001C6CBB">
      <w:pPr>
        <w:spacing w:after="0"/>
        <w:jc w:val="both"/>
        <w:rPr>
          <w:rFonts w:ascii="Arial" w:hAnsi="Arial" w:cs="Arial"/>
          <w:b/>
          <w:bCs/>
          <w:lang w:val="x-none"/>
        </w:rPr>
      </w:pPr>
      <w:r w:rsidRPr="001C6CBB">
        <w:rPr>
          <w:rFonts w:ascii="Arial" w:hAnsi="Arial" w:cs="Arial"/>
          <w:b/>
          <w:bCs/>
        </w:rPr>
        <w:t>CZI: ZAKUP ZESTAWÓW KOMPUTEROWYCH I DYSKÓW</w:t>
      </w:r>
    </w:p>
    <w:p w14:paraId="27ACC574" w14:textId="77777777" w:rsidR="001C6CBB" w:rsidRPr="001C6CBB" w:rsidRDefault="001C6CBB" w:rsidP="001C6CBB">
      <w:pPr>
        <w:spacing w:after="0"/>
        <w:jc w:val="both"/>
        <w:rPr>
          <w:rFonts w:ascii="Arial" w:hAnsi="Arial" w:cs="Arial"/>
          <w:b/>
          <w:bCs/>
        </w:rPr>
      </w:pPr>
      <w:r w:rsidRPr="001C6CBB">
        <w:rPr>
          <w:rFonts w:ascii="Arial" w:hAnsi="Arial" w:cs="Arial"/>
          <w:b/>
          <w:bCs/>
          <w:lang w:val="x-none"/>
        </w:rPr>
        <w:t xml:space="preserve">CZII: </w:t>
      </w:r>
      <w:r w:rsidRPr="001C6CBB">
        <w:rPr>
          <w:rFonts w:ascii="Arial" w:hAnsi="Arial" w:cs="Arial"/>
          <w:b/>
          <w:bCs/>
        </w:rPr>
        <w:t>ZAKUP SKANERÓW I URZĄDZEŃ WIELOFUNKCYJNYCH</w:t>
      </w:r>
    </w:p>
    <w:p w14:paraId="2A1FC783" w14:textId="77777777" w:rsidR="001C6CBB" w:rsidRPr="001C6CBB" w:rsidRDefault="001C6CBB" w:rsidP="001C6CBB">
      <w:pPr>
        <w:spacing w:after="0"/>
        <w:jc w:val="both"/>
        <w:rPr>
          <w:rFonts w:ascii="Arial" w:hAnsi="Arial" w:cs="Arial"/>
          <w:b/>
          <w:bCs/>
        </w:rPr>
      </w:pPr>
      <w:r w:rsidRPr="001C6CBB">
        <w:rPr>
          <w:rFonts w:ascii="Arial" w:hAnsi="Arial" w:cs="Arial"/>
          <w:b/>
          <w:bCs/>
          <w:lang w:val="x-none"/>
        </w:rPr>
        <w:t xml:space="preserve">CZIII: </w:t>
      </w:r>
      <w:r w:rsidRPr="001C6CBB">
        <w:rPr>
          <w:rFonts w:ascii="Arial" w:hAnsi="Arial" w:cs="Arial"/>
          <w:b/>
          <w:bCs/>
        </w:rPr>
        <w:t>ZAKUP SZAFY SERWEROWEJ WPOSAŻONEJ W KONSOLĘ KVM</w:t>
      </w:r>
    </w:p>
    <w:p w14:paraId="2035B44C" w14:textId="77777777" w:rsidR="001C6CBB" w:rsidRPr="001C6CBB" w:rsidRDefault="001C6CBB" w:rsidP="001C6CBB">
      <w:pPr>
        <w:spacing w:after="0"/>
        <w:jc w:val="both"/>
        <w:rPr>
          <w:rFonts w:ascii="Arial" w:hAnsi="Arial" w:cs="Arial"/>
          <w:b/>
          <w:bCs/>
        </w:rPr>
      </w:pPr>
      <w:r w:rsidRPr="001C6CBB">
        <w:rPr>
          <w:rFonts w:ascii="Arial" w:hAnsi="Arial" w:cs="Arial"/>
          <w:b/>
          <w:bCs/>
          <w:lang w:val="x-none"/>
        </w:rPr>
        <w:t xml:space="preserve">CZIV: </w:t>
      </w:r>
      <w:r w:rsidRPr="001C6CBB">
        <w:rPr>
          <w:rFonts w:ascii="Arial" w:hAnsi="Arial" w:cs="Arial"/>
          <w:b/>
          <w:bCs/>
        </w:rPr>
        <w:t>ZAKUP PRZEŁĄCZNIKA SIECIOWEGO I ZASILACZA AWARYJNEGO</w:t>
      </w:r>
    </w:p>
    <w:bookmarkEnd w:id="2"/>
    <w:bookmarkEnd w:id="3"/>
    <w:p w14:paraId="5C6023E1" w14:textId="0F8E960F" w:rsidR="00A03848" w:rsidRPr="00A03848" w:rsidRDefault="001C6CBB" w:rsidP="001C6CB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  <w:r w:rsidR="00A03848" w:rsidRPr="00A03848">
        <w:rPr>
          <w:rFonts w:ascii="Arial" w:hAnsi="Arial" w:cs="Arial"/>
          <w:i/>
          <w:iCs/>
          <w:sz w:val="20"/>
          <w:szCs w:val="20"/>
        </w:rPr>
        <w:t>( niepotrzebne skreślić - jeżeli oferta nie jest składana na wszystkie części)</w:t>
      </w:r>
    </w:p>
    <w:bookmarkEnd w:id="0"/>
    <w:p w14:paraId="32F12309" w14:textId="77777777" w:rsidR="00FE6F58" w:rsidRDefault="004F2144" w:rsidP="00FE6F5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0D1C46F" w14:textId="41AA9652" w:rsidR="00FE6F58" w:rsidRPr="00FE6F58" w:rsidRDefault="00FE6F58" w:rsidP="00FE6F5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FE6F58">
        <w:rPr>
          <w:rFonts w:ascii="Arial" w:hAnsi="Arial" w:cs="Arial"/>
          <w:spacing w:val="4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063CEA49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7D92D18" w14:textId="07A8D9EF" w:rsidR="008834A6" w:rsidRPr="00245EA9" w:rsidRDefault="004F2144" w:rsidP="00245EA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417FABB" w14:textId="1006F75F" w:rsidR="00D05878" w:rsidRPr="00FC4548" w:rsidRDefault="00D45F12" w:rsidP="00FC45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sectPr w:rsidR="00D05878" w:rsidRPr="00FC4548" w:rsidSect="008726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8413C" w14:textId="77777777" w:rsidR="00561F02" w:rsidRDefault="00561F02">
      <w:r>
        <w:separator/>
      </w:r>
    </w:p>
  </w:endnote>
  <w:endnote w:type="continuationSeparator" w:id="0">
    <w:p w14:paraId="2F098F60" w14:textId="77777777" w:rsidR="00561F02" w:rsidRDefault="0056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2AD8" w14:textId="3AC74BBB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D4FDF" w14:textId="4F0C7B26" w:rsidR="001B1230" w:rsidRPr="001C6F2F" w:rsidRDefault="001B1230" w:rsidP="00FA34F7">
    <w:pPr>
      <w:pStyle w:val="Stopka"/>
      <w:ind w:right="360"/>
      <w:jc w:val="center"/>
      <w:rPr>
        <w:sz w:val="16"/>
      </w:rPr>
    </w:pPr>
    <w:r>
      <w:tab/>
    </w:r>
  </w:p>
  <w:p w14:paraId="03C48919" w14:textId="05AE21D1" w:rsidR="001B1230" w:rsidRDefault="001B1230" w:rsidP="001B1230">
    <w:pPr>
      <w:pStyle w:val="Stopka"/>
      <w:tabs>
        <w:tab w:val="clear" w:pos="4536"/>
        <w:tab w:val="clear" w:pos="9072"/>
        <w:tab w:val="left" w:pos="15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93D82" w14:textId="77777777" w:rsidR="00561F02" w:rsidRDefault="00561F02">
      <w:r>
        <w:separator/>
      </w:r>
    </w:p>
  </w:footnote>
  <w:footnote w:type="continuationSeparator" w:id="0">
    <w:p w14:paraId="4AFD9F31" w14:textId="77777777" w:rsidR="00561F02" w:rsidRDefault="00561F02">
      <w:r>
        <w:continuationSeparator/>
      </w:r>
    </w:p>
  </w:footnote>
  <w:footnote w:id="1">
    <w:p w14:paraId="7D75B215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49547" w14:textId="2CDD3B78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ACBB" w14:textId="2137D466" w:rsidR="003450F9" w:rsidRDefault="003450F9" w:rsidP="00361518">
    <w:pPr>
      <w:pStyle w:val="Nagwek"/>
    </w:pPr>
  </w:p>
  <w:p w14:paraId="7FE1E430" w14:textId="0F3E7FAF" w:rsidR="00A34F68" w:rsidRDefault="00A34F68" w:rsidP="00361518">
    <w:pPr>
      <w:pStyle w:val="Nagwek"/>
      <w:rPr>
        <w:noProof/>
      </w:rPr>
    </w:pPr>
  </w:p>
  <w:p w14:paraId="45794C27" w14:textId="77777777" w:rsidR="00AD6709" w:rsidRPr="00361518" w:rsidRDefault="00AD6709" w:rsidP="003615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2E558E"/>
    <w:multiLevelType w:val="multilevel"/>
    <w:tmpl w:val="66A400A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195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93614">
    <w:abstractNumId w:val="4"/>
  </w:num>
  <w:num w:numId="2" w16cid:durableId="274874965">
    <w:abstractNumId w:val="2"/>
  </w:num>
  <w:num w:numId="3" w16cid:durableId="1937862657">
    <w:abstractNumId w:val="5"/>
  </w:num>
  <w:num w:numId="4" w16cid:durableId="107432610">
    <w:abstractNumId w:val="0"/>
  </w:num>
  <w:num w:numId="5" w16cid:durableId="1378510435">
    <w:abstractNumId w:val="7"/>
  </w:num>
  <w:num w:numId="6" w16cid:durableId="585191855">
    <w:abstractNumId w:val="8"/>
  </w:num>
  <w:num w:numId="7" w16cid:durableId="1972514236">
    <w:abstractNumId w:val="1"/>
  </w:num>
  <w:num w:numId="8" w16cid:durableId="1467697623">
    <w:abstractNumId w:val="6"/>
  </w:num>
  <w:num w:numId="9" w16cid:durableId="43257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3855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0F0"/>
    <w:rsid w:val="000E7EC7"/>
    <w:rsid w:val="000F276C"/>
    <w:rsid w:val="000F470B"/>
    <w:rsid w:val="000F5850"/>
    <w:rsid w:val="00101958"/>
    <w:rsid w:val="0011177C"/>
    <w:rsid w:val="00126526"/>
    <w:rsid w:val="00140407"/>
    <w:rsid w:val="00143465"/>
    <w:rsid w:val="00146EAB"/>
    <w:rsid w:val="001472BE"/>
    <w:rsid w:val="00175AA9"/>
    <w:rsid w:val="001865D9"/>
    <w:rsid w:val="001A5926"/>
    <w:rsid w:val="001B1230"/>
    <w:rsid w:val="001C3657"/>
    <w:rsid w:val="001C56AA"/>
    <w:rsid w:val="001C6CBB"/>
    <w:rsid w:val="001D215B"/>
    <w:rsid w:val="001E5F8B"/>
    <w:rsid w:val="00213F85"/>
    <w:rsid w:val="0022382F"/>
    <w:rsid w:val="00245EA9"/>
    <w:rsid w:val="0025292B"/>
    <w:rsid w:val="002549CF"/>
    <w:rsid w:val="00266E84"/>
    <w:rsid w:val="002841DF"/>
    <w:rsid w:val="0028741C"/>
    <w:rsid w:val="002E0B5D"/>
    <w:rsid w:val="002F7B60"/>
    <w:rsid w:val="003037CB"/>
    <w:rsid w:val="003067ED"/>
    <w:rsid w:val="00311FDF"/>
    <w:rsid w:val="00344D73"/>
    <w:rsid w:val="003450F9"/>
    <w:rsid w:val="00361518"/>
    <w:rsid w:val="00365771"/>
    <w:rsid w:val="00384C59"/>
    <w:rsid w:val="00395BFD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1FE5"/>
    <w:rsid w:val="00536220"/>
    <w:rsid w:val="0053696F"/>
    <w:rsid w:val="00542442"/>
    <w:rsid w:val="0056123B"/>
    <w:rsid w:val="00561F02"/>
    <w:rsid w:val="005674FA"/>
    <w:rsid w:val="00581694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2F63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839"/>
    <w:rsid w:val="00687BAE"/>
    <w:rsid w:val="006A0CFF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36BF5"/>
    <w:rsid w:val="0074095F"/>
    <w:rsid w:val="0074655C"/>
    <w:rsid w:val="00751378"/>
    <w:rsid w:val="007537BB"/>
    <w:rsid w:val="007841DC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0BA8"/>
    <w:rsid w:val="008149ED"/>
    <w:rsid w:val="00814BDB"/>
    <w:rsid w:val="00815FF0"/>
    <w:rsid w:val="00831173"/>
    <w:rsid w:val="00844D48"/>
    <w:rsid w:val="00855069"/>
    <w:rsid w:val="00867D24"/>
    <w:rsid w:val="00870733"/>
    <w:rsid w:val="008726D5"/>
    <w:rsid w:val="008740F4"/>
    <w:rsid w:val="008834A6"/>
    <w:rsid w:val="0088770C"/>
    <w:rsid w:val="008916BF"/>
    <w:rsid w:val="00891AE5"/>
    <w:rsid w:val="00893CDC"/>
    <w:rsid w:val="00896623"/>
    <w:rsid w:val="008B04A8"/>
    <w:rsid w:val="008C0B23"/>
    <w:rsid w:val="008D2962"/>
    <w:rsid w:val="008D5D73"/>
    <w:rsid w:val="008D6469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FAD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A7C"/>
    <w:rsid w:val="009F1FCD"/>
    <w:rsid w:val="00A00769"/>
    <w:rsid w:val="00A03848"/>
    <w:rsid w:val="00A10153"/>
    <w:rsid w:val="00A34F68"/>
    <w:rsid w:val="00A518DA"/>
    <w:rsid w:val="00A67025"/>
    <w:rsid w:val="00A67E63"/>
    <w:rsid w:val="00A73013"/>
    <w:rsid w:val="00A87E3A"/>
    <w:rsid w:val="00AA31E7"/>
    <w:rsid w:val="00AA7EBA"/>
    <w:rsid w:val="00AB1C98"/>
    <w:rsid w:val="00AB2C0F"/>
    <w:rsid w:val="00AC1A81"/>
    <w:rsid w:val="00AD23A9"/>
    <w:rsid w:val="00AD4D74"/>
    <w:rsid w:val="00AD6709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A509E"/>
    <w:rsid w:val="00BB3BCE"/>
    <w:rsid w:val="00BD2802"/>
    <w:rsid w:val="00BF03DE"/>
    <w:rsid w:val="00C048DF"/>
    <w:rsid w:val="00C057DB"/>
    <w:rsid w:val="00C134C1"/>
    <w:rsid w:val="00C15555"/>
    <w:rsid w:val="00C314D1"/>
    <w:rsid w:val="00C37EE2"/>
    <w:rsid w:val="00C42CB0"/>
    <w:rsid w:val="00C621FE"/>
    <w:rsid w:val="00C7520E"/>
    <w:rsid w:val="00C841AC"/>
    <w:rsid w:val="00C96791"/>
    <w:rsid w:val="00CA1C0E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0EA1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DF5A92"/>
    <w:rsid w:val="00E07FAA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038A"/>
    <w:rsid w:val="00FA34F7"/>
    <w:rsid w:val="00FA3B8A"/>
    <w:rsid w:val="00FB2823"/>
    <w:rsid w:val="00FC0A58"/>
    <w:rsid w:val="00FC0BC1"/>
    <w:rsid w:val="00FC4548"/>
    <w:rsid w:val="00FD40F6"/>
    <w:rsid w:val="00FE6F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14</cp:revision>
  <cp:lastPrinted>2021-02-08T13:18:00Z</cp:lastPrinted>
  <dcterms:created xsi:type="dcterms:W3CDTF">2022-05-25T12:50:00Z</dcterms:created>
  <dcterms:modified xsi:type="dcterms:W3CDTF">2024-08-28T12:00:00Z</dcterms:modified>
</cp:coreProperties>
</file>