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0E741F43" w:rsidR="00BD7DCA" w:rsidRPr="00B54899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B54899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BD7DCA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7F22C810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346A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F71ABEE" w14:textId="77777777" w:rsidR="00250F29" w:rsidRPr="00250F29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46F42608" w:rsidR="00BD7DCA" w:rsidRPr="00BD7DCA" w:rsidRDefault="00B54899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ZP.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A5AB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8A16D6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14:paraId="32F9CBF0" w14:textId="77777777" w:rsidR="005B0849" w:rsidRDefault="005B0849" w:rsidP="008A16D6">
      <w:pPr>
        <w:keepNext/>
        <w:spacing w:after="0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6617927" w14:textId="775FF0F5" w:rsidR="007A5ABE" w:rsidRPr="007A5ABE" w:rsidRDefault="00BD7DCA" w:rsidP="007A5ABE">
      <w:pPr>
        <w:keepNext/>
        <w:spacing w:after="0"/>
        <w:jc w:val="both"/>
        <w:outlineLvl w:val="3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B54899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 xml:space="preserve"> pn</w:t>
      </w:r>
      <w:r w:rsidR="00B54899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A16D6" w:rsidRPr="008A16D6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bookmarkStart w:id="0" w:name="_Hlk3928222"/>
      <w:r w:rsidR="007A5ABE" w:rsidRPr="007A5ABE">
        <w:rPr>
          <w:rFonts w:ascii="Arial" w:eastAsia="Times New Roman" w:hAnsi="Arial" w:cs="Arial"/>
          <w:b/>
          <w:sz w:val="21"/>
          <w:szCs w:val="21"/>
          <w:lang w:eastAsia="pl-PL"/>
        </w:rPr>
        <w:t>Nadzór inwestorski nad robotami budowlanymi pn.: Przebudowa dróg powiatowych nr 2610G Kosobudy–Czersk oraz 2630G Kosobudy–Kinice na odcinku od ul. Św. Nepomucena w Kosobudach do miejscowości Kinice</w:t>
      </w:r>
      <w:bookmarkEnd w:id="0"/>
      <w:r w:rsidR="007A5ABE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. </w:t>
      </w:r>
      <w:r w:rsidR="007A5ABE" w:rsidRPr="007A5ABE">
        <w:rPr>
          <w:rFonts w:ascii="Arial" w:eastAsia="Times New Roman" w:hAnsi="Arial" w:cs="Arial"/>
          <w:b/>
          <w:sz w:val="21"/>
          <w:szCs w:val="21"/>
          <w:lang w:eastAsia="pl-PL"/>
        </w:rPr>
        <w:t>ZADANIE JEST REALIZOWANE PRZY DOFINANSOWANIU W RAMACH RZĄDOWEGO FUNDUSZU ROZWOJU DRÓG (2022).</w:t>
      </w:r>
    </w:p>
    <w:p w14:paraId="030D3A07" w14:textId="64718AE8" w:rsidR="00BD7DCA" w:rsidRDefault="00B54899" w:rsidP="00B54899">
      <w:pPr>
        <w:keepNext/>
        <w:spacing w:after="0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BD7DCA"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BD7DCA"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p w14:paraId="0E22CD84" w14:textId="77777777" w:rsidR="008A16D6" w:rsidRPr="008A16D6" w:rsidRDefault="008A16D6" w:rsidP="002044FB">
      <w:pPr>
        <w:keepNext/>
        <w:spacing w:after="0"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356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842"/>
        <w:gridCol w:w="3685"/>
        <w:gridCol w:w="1560"/>
      </w:tblGrid>
      <w:tr w:rsidR="00367B91" w:rsidRPr="00367B91" w14:paraId="78ABA905" w14:textId="77777777" w:rsidTr="000F7F3A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0F7F3A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0F7F3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8A16D6" w:rsidRPr="00367B91" w14:paraId="4B513FCB" w14:textId="77777777" w:rsidTr="000F7F3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87081E8" w14:textId="18F1865B" w:rsidR="008A16D6" w:rsidRPr="001A28C7" w:rsidRDefault="00B54899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1B52E6B6" w14:textId="697744A7" w:rsidR="000F7F3A" w:rsidRPr="003844CE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Pr="00B54899">
              <w:rPr>
                <w:rFonts w:ascii="Arial" w:hAnsi="Arial" w:cs="Arial"/>
                <w:b/>
                <w:sz w:val="16"/>
                <w:szCs w:val="16"/>
              </w:rPr>
              <w:t xml:space="preserve">inspektora nadzoru robót branży drogowej,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6699FDE" w14:textId="5C2D49B9" w:rsidR="008A16D6" w:rsidRPr="00B430BF" w:rsidRDefault="000F7F3A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0F7F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posiada </w:t>
            </w:r>
            <w:r w:rsidR="00B430BF" w:rsidRPr="00B430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uprawnienia budowlane do kierowania robotami budowlanymi w specjalności inżynieryjnej drogowej bez ograniczeń</w:t>
            </w:r>
            <w:r w:rsidR="00B54899" w:rsidRPr="00B548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</w:t>
            </w:r>
            <w:r w:rsidR="00B548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B54899" w:rsidRPr="00B5489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 rozumieniu ustawy z dnia 7 lipca 1994 r. Prawo budowlane (t. j. - Dz. U. z 2021 r. poz. 2351 ze zm.) oraz Rozporządzenia Ministra Inwestycji i Rozwoju z dn. 29.04.2019 r. w sprawie przygotowania zawodowego do wykonywania samodzielnych funkcji technicznych w budownictwie (Dz.U. z 2019 r. poz. 831).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A16D6" w:rsidRPr="00367B91" w14:paraId="64BDA2EC" w14:textId="77777777" w:rsidTr="000F7F3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23C2184" w14:textId="3BD02FE6" w:rsidR="008A16D6" w:rsidRPr="001A28C7" w:rsidRDefault="00B54899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7DE93ED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40DDD62C" w14:textId="5C9BEABC" w:rsidR="00B54899" w:rsidRPr="007C7FA7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7FA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osoba, która będzie pełnić funkcję inspektora nadzoru branży sanitarnej,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364949A" w14:textId="26AA6E01" w:rsidR="00B54899" w:rsidRPr="00B54899" w:rsidRDefault="007C7FA7" w:rsidP="00B5489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7C7FA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posiadając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a</w:t>
            </w:r>
            <w:r w:rsidRPr="007C7FA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uprawnienia budowlane do kierowania robotami budowlanymi w specjalności instalacyjnej w zakresie sieci, instalacji i urządzeń cieplnych, wentylacyjnych, gazowych, wodociągowych i kanalizacyjnych bez ograniczeń,  </w:t>
            </w:r>
            <w:r w:rsidR="000F7F3A" w:rsidRPr="000F7F3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B54899" w:rsidRPr="00B5489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 rozumieniu ustawy z dnia 7 lipca 1994 r. Prawo budowlane</w:t>
            </w:r>
            <w:r w:rsidR="00B5489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="00B54899" w:rsidRPr="00B5489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(t. j. - Dz. U. z 2021 r. poz. 2351 ze zm.) oraz Rozporządzenia Ministra Inwestycji i Rozwoju z dn. 29.04.2019 r. w sprawie przygotowania zawodowego do wykonywania samodzielnych funkcji technicznych w budownictwie (Dz.U. z 2019 r. poz. 831).</w:t>
            </w:r>
          </w:p>
          <w:p w14:paraId="196E1F1E" w14:textId="54A5B2FB" w:rsidR="000F7F3A" w:rsidRPr="00B74C56" w:rsidRDefault="000F7F3A" w:rsidP="000F7F3A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0AC802A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77777777" w:rsidR="006B1A51" w:rsidRPr="00B54899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SWZ.</w:t>
      </w:r>
    </w:p>
    <w:p w14:paraId="64F30EA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533DDF" w14:textId="77777777" w:rsidR="005B0849" w:rsidRPr="007C7FA7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98417E2" w14:textId="507223A9" w:rsidR="0074095F" w:rsidRPr="007A5ABE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sectPr w:rsidR="0074095F" w:rsidRPr="007A5ABE" w:rsidSect="00B54899">
      <w:headerReference w:type="default" r:id="rId7"/>
      <w:footerReference w:type="default" r:id="rId8"/>
      <w:pgSz w:w="11906" w:h="16838"/>
      <w:pgMar w:top="851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0F710" w14:textId="77777777" w:rsidR="00A164B7" w:rsidRDefault="00A164B7">
      <w:r>
        <w:separator/>
      </w:r>
    </w:p>
  </w:endnote>
  <w:endnote w:type="continuationSeparator" w:id="0">
    <w:p w14:paraId="32733D8A" w14:textId="77777777" w:rsidR="00A164B7" w:rsidRDefault="00A1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87DD7" w14:textId="77777777" w:rsidR="00A164B7" w:rsidRDefault="00A164B7">
      <w:r>
        <w:separator/>
      </w:r>
    </w:p>
  </w:footnote>
  <w:footnote w:type="continuationSeparator" w:id="0">
    <w:p w14:paraId="03B8CC01" w14:textId="77777777" w:rsidR="00A164B7" w:rsidRDefault="00A16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F0F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917C6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0091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5ABE"/>
    <w:rsid w:val="007C7FA7"/>
    <w:rsid w:val="007E144A"/>
    <w:rsid w:val="007E17E6"/>
    <w:rsid w:val="007E31E6"/>
    <w:rsid w:val="007F6381"/>
    <w:rsid w:val="00812A60"/>
    <w:rsid w:val="0081585D"/>
    <w:rsid w:val="00820057"/>
    <w:rsid w:val="008346A2"/>
    <w:rsid w:val="00842DAD"/>
    <w:rsid w:val="00843FE4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24789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65010"/>
    <w:rsid w:val="00A86095"/>
    <w:rsid w:val="00A91C06"/>
    <w:rsid w:val="00AA6D61"/>
    <w:rsid w:val="00AD0B65"/>
    <w:rsid w:val="00AD0B85"/>
    <w:rsid w:val="00AD23A9"/>
    <w:rsid w:val="00AF0C1B"/>
    <w:rsid w:val="00AF651F"/>
    <w:rsid w:val="00B15F55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9319A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7</cp:revision>
  <cp:lastPrinted>2020-12-28T14:00:00Z</cp:lastPrinted>
  <dcterms:created xsi:type="dcterms:W3CDTF">2022-01-18T22:08:00Z</dcterms:created>
  <dcterms:modified xsi:type="dcterms:W3CDTF">2022-05-31T16:19:00Z</dcterms:modified>
</cp:coreProperties>
</file>