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45324" w14:textId="77777777" w:rsidR="00C20887" w:rsidRDefault="00C20887" w:rsidP="002F0A9C">
      <w:pPr>
        <w:spacing w:line="23" w:lineRule="atLeast"/>
        <w:ind w:left="2484" w:hanging="2626"/>
        <w:rPr>
          <w:rFonts w:cs="Arial"/>
          <w:iCs/>
          <w:sz w:val="20"/>
          <w:szCs w:val="20"/>
        </w:rPr>
      </w:pPr>
    </w:p>
    <w:p w14:paraId="16AD3D52" w14:textId="01A74694" w:rsidR="002F0A9C" w:rsidRPr="002F0A9C" w:rsidRDefault="002F0A9C" w:rsidP="002F0A9C">
      <w:pPr>
        <w:spacing w:line="23" w:lineRule="atLeast"/>
        <w:ind w:left="2484" w:hanging="2626"/>
        <w:rPr>
          <w:rFonts w:cs="Arial"/>
          <w:iCs/>
          <w:sz w:val="20"/>
          <w:szCs w:val="20"/>
        </w:rPr>
      </w:pPr>
      <w:r w:rsidRPr="002F0A9C">
        <w:rPr>
          <w:rFonts w:cs="Arial"/>
          <w:iCs/>
          <w:sz w:val="20"/>
          <w:szCs w:val="20"/>
        </w:rPr>
        <w:t>ZP.27</w:t>
      </w:r>
      <w:r w:rsidR="001001D5">
        <w:rPr>
          <w:rFonts w:cs="Arial"/>
          <w:iCs/>
          <w:sz w:val="20"/>
          <w:szCs w:val="20"/>
        </w:rPr>
        <w:t>1</w:t>
      </w:r>
      <w:r w:rsidRPr="002F0A9C">
        <w:rPr>
          <w:rFonts w:cs="Arial"/>
          <w:iCs/>
          <w:sz w:val="20"/>
          <w:szCs w:val="20"/>
        </w:rPr>
        <w:t>.</w:t>
      </w:r>
      <w:r w:rsidR="00925FB4">
        <w:rPr>
          <w:rFonts w:cs="Arial"/>
          <w:iCs/>
          <w:sz w:val="20"/>
          <w:szCs w:val="20"/>
        </w:rPr>
        <w:t>50</w:t>
      </w:r>
      <w:r w:rsidRPr="002F0A9C">
        <w:rPr>
          <w:rFonts w:cs="Arial"/>
          <w:iCs/>
          <w:sz w:val="20"/>
          <w:szCs w:val="20"/>
        </w:rPr>
        <w:t>.202</w:t>
      </w:r>
      <w:r w:rsidR="001B3F20">
        <w:rPr>
          <w:rFonts w:cs="Arial"/>
          <w:iCs/>
          <w:sz w:val="20"/>
          <w:szCs w:val="20"/>
        </w:rPr>
        <w:t>4</w:t>
      </w:r>
    </w:p>
    <w:p w14:paraId="1812C433" w14:textId="77777777" w:rsidR="00E2298C" w:rsidRPr="00671F91" w:rsidRDefault="00FA2C29" w:rsidP="000C2176">
      <w:pPr>
        <w:spacing w:line="23" w:lineRule="atLeast"/>
        <w:ind w:left="2484" w:firstLine="348"/>
        <w:jc w:val="right"/>
        <w:rPr>
          <w:rFonts w:cs="Arial"/>
          <w:iCs/>
          <w:sz w:val="20"/>
          <w:szCs w:val="20"/>
        </w:rPr>
      </w:pPr>
      <w:r w:rsidRPr="00671F91">
        <w:rPr>
          <w:rFonts w:cs="Arial"/>
          <w:iCs/>
          <w:sz w:val="20"/>
          <w:szCs w:val="20"/>
        </w:rPr>
        <w:t>Załącznik nr 1 do S</w:t>
      </w:r>
      <w:r w:rsidR="00E2298C" w:rsidRPr="00671F91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01AD3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05F21F5E" w14:textId="06FF06C5" w:rsidR="002F0A9C" w:rsidRDefault="000C2176" w:rsidP="002F0A9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C20887">
        <w:rPr>
          <w:rFonts w:cs="Arial"/>
          <w:b/>
          <w:bCs/>
          <w:sz w:val="20"/>
          <w:szCs w:val="20"/>
        </w:rPr>
        <w:t>GMINA CZERSK</w:t>
      </w:r>
    </w:p>
    <w:p w14:paraId="7BC15BA3" w14:textId="059C808F" w:rsidR="002F0A9C" w:rsidRDefault="002F0A9C" w:rsidP="002F0A9C">
      <w:pPr>
        <w:jc w:val="right"/>
        <w:rPr>
          <w:rFonts w:cs="Arial"/>
          <w:b/>
          <w:bCs/>
          <w:sz w:val="20"/>
          <w:szCs w:val="20"/>
        </w:rPr>
      </w:pPr>
      <w:r w:rsidRPr="002F0A9C">
        <w:rPr>
          <w:rFonts w:cs="Arial"/>
          <w:b/>
          <w:bCs/>
          <w:sz w:val="20"/>
          <w:szCs w:val="20"/>
        </w:rPr>
        <w:t xml:space="preserve"> ul. </w:t>
      </w:r>
      <w:r w:rsidR="00C20887">
        <w:rPr>
          <w:rFonts w:cs="Arial"/>
          <w:b/>
          <w:bCs/>
          <w:sz w:val="20"/>
          <w:szCs w:val="20"/>
        </w:rPr>
        <w:t>Kościuszki 27</w:t>
      </w:r>
      <w:r w:rsidRPr="002F0A9C">
        <w:rPr>
          <w:rFonts w:cs="Arial"/>
          <w:b/>
          <w:bCs/>
          <w:sz w:val="20"/>
          <w:szCs w:val="20"/>
        </w:rPr>
        <w:t xml:space="preserve"> </w:t>
      </w:r>
    </w:p>
    <w:p w14:paraId="091E6D6F" w14:textId="7B7BD59A" w:rsidR="002F0A9C" w:rsidRDefault="002F0A9C" w:rsidP="002F0A9C">
      <w:pPr>
        <w:jc w:val="right"/>
        <w:rPr>
          <w:rFonts w:cs="Arial"/>
          <w:b/>
          <w:sz w:val="20"/>
          <w:szCs w:val="20"/>
        </w:rPr>
      </w:pPr>
      <w:r w:rsidRPr="002F0A9C">
        <w:rPr>
          <w:rFonts w:cs="Arial"/>
          <w:b/>
          <w:bCs/>
          <w:sz w:val="20"/>
          <w:szCs w:val="20"/>
        </w:rPr>
        <w:t>89-6</w:t>
      </w:r>
      <w:r w:rsidR="00C20887">
        <w:rPr>
          <w:rFonts w:cs="Arial"/>
          <w:b/>
          <w:bCs/>
          <w:sz w:val="20"/>
          <w:szCs w:val="20"/>
        </w:rPr>
        <w:t>5</w:t>
      </w:r>
      <w:r w:rsidRPr="002F0A9C">
        <w:rPr>
          <w:rFonts w:cs="Arial"/>
          <w:b/>
          <w:bCs/>
          <w:sz w:val="20"/>
          <w:szCs w:val="20"/>
        </w:rPr>
        <w:t xml:space="preserve">0 </w:t>
      </w:r>
      <w:r w:rsidR="00C20887">
        <w:rPr>
          <w:rFonts w:cs="Arial"/>
          <w:b/>
          <w:bCs/>
          <w:sz w:val="20"/>
          <w:szCs w:val="20"/>
        </w:rPr>
        <w:t>Czersk</w:t>
      </w:r>
    </w:p>
    <w:p w14:paraId="53452091" w14:textId="77777777" w:rsidR="002F0A9C" w:rsidRDefault="002F0A9C" w:rsidP="00925FB4">
      <w:pPr>
        <w:rPr>
          <w:rFonts w:cs="Arial"/>
          <w:b/>
        </w:rPr>
      </w:pPr>
    </w:p>
    <w:p w14:paraId="2056AA69" w14:textId="2310B6E4" w:rsidR="000C2176" w:rsidRDefault="000C2176" w:rsidP="002F0A9C">
      <w:pPr>
        <w:jc w:val="center"/>
        <w:rPr>
          <w:rFonts w:cs="Arial"/>
          <w:b/>
          <w:i/>
        </w:rPr>
      </w:pPr>
      <w:r>
        <w:rPr>
          <w:rFonts w:cs="Arial"/>
          <w:b/>
        </w:rPr>
        <w:t>FORMULARZ OFERTOWY</w:t>
      </w:r>
    </w:p>
    <w:p w14:paraId="37D4446E" w14:textId="77777777" w:rsidR="000C2176" w:rsidRDefault="000C2176" w:rsidP="000C2176">
      <w:pPr>
        <w:rPr>
          <w:rFonts w:cs="Arial"/>
          <w:sz w:val="20"/>
          <w:szCs w:val="20"/>
        </w:rPr>
      </w:pPr>
    </w:p>
    <w:p w14:paraId="6551F1F9" w14:textId="18F6106F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Nazwa Wykonawcy: </w:t>
      </w:r>
    </w:p>
    <w:p w14:paraId="32E13623" w14:textId="77777777" w:rsidR="00FE1D64" w:rsidRPr="00671F91" w:rsidRDefault="00FE1D64" w:rsidP="000C2176">
      <w:pPr>
        <w:spacing w:line="480" w:lineRule="auto"/>
        <w:rPr>
          <w:rFonts w:cs="Arial"/>
          <w:sz w:val="22"/>
          <w:szCs w:val="22"/>
        </w:rPr>
      </w:pPr>
    </w:p>
    <w:p w14:paraId="13BCB846" w14:textId="04E69EF5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Adres:</w:t>
      </w:r>
    </w:p>
    <w:p w14:paraId="1E6CBFFF" w14:textId="77777777" w:rsidR="00FE1D64" w:rsidRPr="00671F91" w:rsidRDefault="00FE1D64" w:rsidP="000C2176">
      <w:pPr>
        <w:spacing w:line="480" w:lineRule="auto"/>
        <w:rPr>
          <w:rFonts w:cs="Arial"/>
          <w:sz w:val="22"/>
          <w:szCs w:val="22"/>
        </w:rPr>
      </w:pPr>
    </w:p>
    <w:p w14:paraId="66FF5F85" w14:textId="14C18D76" w:rsidR="001534E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Województwo</w:t>
      </w:r>
      <w:r w:rsidR="00FE1D64" w:rsidRPr="00671F91">
        <w:rPr>
          <w:rFonts w:cs="Arial"/>
          <w:sz w:val="22"/>
          <w:szCs w:val="22"/>
        </w:rPr>
        <w:t>:</w:t>
      </w:r>
    </w:p>
    <w:p w14:paraId="1FEAC5B1" w14:textId="605C9D70" w:rsidR="001534E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Tel</w:t>
      </w:r>
      <w:r w:rsidR="00102495">
        <w:rPr>
          <w:rFonts w:cs="Arial"/>
          <w:sz w:val="22"/>
          <w:szCs w:val="22"/>
        </w:rPr>
        <w:t>efon:</w:t>
      </w:r>
    </w:p>
    <w:p w14:paraId="2B916457" w14:textId="5C10CD05" w:rsidR="001534E4" w:rsidRPr="00671F91" w:rsidRDefault="00E8370B" w:rsidP="00E8370B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Numer KRS</w:t>
      </w:r>
      <w:r w:rsidR="000C2176" w:rsidRPr="00671F91">
        <w:rPr>
          <w:rFonts w:cs="Arial"/>
          <w:sz w:val="22"/>
          <w:szCs w:val="22"/>
        </w:rPr>
        <w:t>:</w:t>
      </w:r>
    </w:p>
    <w:p w14:paraId="73891E34" w14:textId="0B9611E9" w:rsidR="001534E4" w:rsidRPr="00671F91" w:rsidRDefault="00E8370B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NIP:</w:t>
      </w:r>
    </w:p>
    <w:p w14:paraId="5A35C6FC" w14:textId="1739CA00" w:rsidR="001534E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e-mail </w:t>
      </w:r>
    </w:p>
    <w:p w14:paraId="6701BA6F" w14:textId="3F5E844D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nr konta Wykonawcy </w:t>
      </w:r>
      <w:r w:rsidR="00FE1D64" w:rsidRPr="00671F91">
        <w:rPr>
          <w:rFonts w:cs="Arial"/>
          <w:sz w:val="22"/>
          <w:szCs w:val="22"/>
        </w:rPr>
        <w:t xml:space="preserve">                                                                                  </w:t>
      </w:r>
      <w:r w:rsidRPr="00671F91">
        <w:rPr>
          <w:rFonts w:cs="Arial"/>
          <w:sz w:val="22"/>
          <w:szCs w:val="22"/>
        </w:rPr>
        <w:t xml:space="preserve"> w banku </w:t>
      </w:r>
    </w:p>
    <w:p w14:paraId="511743DB" w14:textId="77777777" w:rsidR="00FE1D64" w:rsidRDefault="00FE1D64" w:rsidP="00671F91">
      <w:pPr>
        <w:widowControl w:val="0"/>
        <w:autoSpaceDE w:val="0"/>
        <w:autoSpaceDN w:val="0"/>
        <w:adjustRightInd w:val="0"/>
        <w:ind w:right="105"/>
        <w:rPr>
          <w:rFonts w:cs="Arial"/>
          <w:sz w:val="20"/>
          <w:szCs w:val="20"/>
        </w:rPr>
      </w:pPr>
    </w:p>
    <w:p w14:paraId="485A2CBC" w14:textId="280653EB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06F0E503" w14:textId="7865C767" w:rsidR="001534E4" w:rsidRPr="00671F91" w:rsidRDefault="00E8370B" w:rsidP="00671F91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6C4A730" w14:textId="77777777" w:rsidR="002F0A9C" w:rsidRDefault="00240B82" w:rsidP="002F0A9C">
      <w:pPr>
        <w:spacing w:before="120" w:after="120"/>
        <w:rPr>
          <w:rFonts w:cs="Arial"/>
          <w:sz w:val="22"/>
          <w:szCs w:val="22"/>
        </w:rPr>
      </w:pPr>
      <w:bookmarkStart w:id="1" w:name="_Hlk69241942"/>
      <w:r w:rsidRPr="00671F91">
        <w:rPr>
          <w:rFonts w:cs="Arial"/>
          <w:sz w:val="22"/>
          <w:szCs w:val="22"/>
        </w:rPr>
        <w:t>Nawiązując do ogłoszenia</w:t>
      </w:r>
      <w:r w:rsidR="00FB306E" w:rsidRPr="00671F91">
        <w:rPr>
          <w:rFonts w:cs="Arial"/>
          <w:sz w:val="22"/>
          <w:szCs w:val="22"/>
        </w:rPr>
        <w:t xml:space="preserve"> o zamówieniu</w:t>
      </w:r>
      <w:r w:rsidRPr="00671F91">
        <w:rPr>
          <w:rFonts w:cs="Arial"/>
          <w:sz w:val="22"/>
          <w:szCs w:val="22"/>
        </w:rPr>
        <w:t xml:space="preserve"> na </w:t>
      </w:r>
      <w:r w:rsidR="00FB306E" w:rsidRPr="00671F91">
        <w:rPr>
          <w:rFonts w:cs="Arial"/>
          <w:sz w:val="22"/>
          <w:szCs w:val="22"/>
        </w:rPr>
        <w:t xml:space="preserve">dostawy </w:t>
      </w:r>
      <w:r w:rsidRPr="00671F91">
        <w:rPr>
          <w:rFonts w:cs="Arial"/>
          <w:sz w:val="22"/>
          <w:szCs w:val="22"/>
        </w:rPr>
        <w:t>pn.:</w:t>
      </w:r>
    </w:p>
    <w:p w14:paraId="705046F2" w14:textId="77777777" w:rsidR="00C20887" w:rsidRDefault="00C20887" w:rsidP="00102495">
      <w:pPr>
        <w:spacing w:before="120" w:after="120" w:line="276" w:lineRule="auto"/>
        <w:jc w:val="center"/>
        <w:rPr>
          <w:rFonts w:cs="Arial"/>
          <w:b/>
          <w:sz w:val="22"/>
          <w:szCs w:val="22"/>
        </w:rPr>
      </w:pPr>
    </w:p>
    <w:p w14:paraId="33527E6D" w14:textId="1186B599" w:rsidR="00C20887" w:rsidRPr="00925FB4" w:rsidRDefault="00240B82" w:rsidP="00925FB4">
      <w:pPr>
        <w:spacing w:before="120" w:after="120" w:line="276" w:lineRule="auto"/>
        <w:jc w:val="center"/>
        <w:rPr>
          <w:rFonts w:eastAsia="Calibri" w:cs="Arial"/>
          <w:b/>
          <w:sz w:val="28"/>
          <w:szCs w:val="28"/>
        </w:rPr>
      </w:pPr>
      <w:r w:rsidRPr="00671F91">
        <w:rPr>
          <w:rFonts w:cs="Arial"/>
          <w:b/>
          <w:sz w:val="22"/>
          <w:szCs w:val="22"/>
        </w:rPr>
        <w:t xml:space="preserve"> </w:t>
      </w:r>
      <w:r w:rsidR="00C20887" w:rsidRPr="00366DA6">
        <w:rPr>
          <w:rFonts w:eastAsia="Calibri" w:cs="Arial"/>
          <w:b/>
          <w:sz w:val="28"/>
          <w:szCs w:val="28"/>
        </w:rPr>
        <w:t xml:space="preserve">Dostawa </w:t>
      </w:r>
      <w:r w:rsidR="00925FB4">
        <w:rPr>
          <w:rFonts w:eastAsia="Calibri" w:cs="Arial"/>
          <w:b/>
          <w:sz w:val="28"/>
          <w:szCs w:val="28"/>
        </w:rPr>
        <w:t>oprogramowania</w:t>
      </w:r>
      <w:r w:rsidR="00C20887" w:rsidRPr="00366DA6">
        <w:rPr>
          <w:rFonts w:eastAsia="Calibri" w:cs="Arial"/>
          <w:b/>
          <w:sz w:val="28"/>
          <w:szCs w:val="28"/>
        </w:rPr>
        <w:t xml:space="preserve"> w ramach projektu pn.: Cyberbezpieczny samorząd w Gminie Czersk</w:t>
      </w:r>
      <w:bookmarkEnd w:id="1"/>
    </w:p>
    <w:p w14:paraId="4FB2784A" w14:textId="77777777" w:rsidR="009F2FDA" w:rsidRPr="00F44244" w:rsidRDefault="009F2FDA" w:rsidP="009F2FDA">
      <w:pPr>
        <w:jc w:val="both"/>
        <w:rPr>
          <w:b/>
          <w:sz w:val="22"/>
          <w:szCs w:val="22"/>
        </w:rPr>
      </w:pPr>
    </w:p>
    <w:p w14:paraId="0CBD9DEE" w14:textId="1C42C074" w:rsidR="009F2FDA" w:rsidRPr="0083612C" w:rsidRDefault="009F2FDA" w:rsidP="009F2FDA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61606E47" w14:textId="77777777" w:rsidR="009F2FDA" w:rsidRPr="0083612C" w:rsidRDefault="009F2FDA" w:rsidP="009F2FDA">
      <w:pPr>
        <w:spacing w:after="100"/>
        <w:ind w:firstLine="357"/>
        <w:jc w:val="both"/>
        <w:rPr>
          <w:b/>
          <w:sz w:val="20"/>
          <w:szCs w:val="20"/>
        </w:rPr>
      </w:pPr>
    </w:p>
    <w:p w14:paraId="4B738A2F" w14:textId="0730FFE0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2A891899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</w:p>
    <w:p w14:paraId="68817228" w14:textId="483C7E70" w:rsidR="009F2FDA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49055ACC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6408BB90" w14:textId="043D15EF" w:rsidR="002F0A9C" w:rsidRPr="005E231A" w:rsidRDefault="002F0A9C" w:rsidP="002F0A9C">
      <w:pPr>
        <w:numPr>
          <w:ilvl w:val="0"/>
          <w:numId w:val="42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="005B546A">
        <w:rPr>
          <w:b/>
          <w:sz w:val="20"/>
          <w:szCs w:val="20"/>
        </w:rPr>
        <w:t>termin</w:t>
      </w:r>
      <w:r w:rsidR="001B3F20" w:rsidRPr="001B3F20">
        <w:rPr>
          <w:b/>
          <w:sz w:val="20"/>
          <w:szCs w:val="20"/>
        </w:rPr>
        <w:t xml:space="preserve"> </w:t>
      </w:r>
      <w:bookmarkStart w:id="2" w:name="_Hlk163474611"/>
      <w:r w:rsidR="001B3F20" w:rsidRPr="001B3F20">
        <w:rPr>
          <w:b/>
          <w:sz w:val="20"/>
          <w:szCs w:val="20"/>
        </w:rPr>
        <w:t>płatności za fakturę</w:t>
      </w:r>
      <w:r w:rsidR="001B3F20" w:rsidRPr="001B3F20">
        <w:rPr>
          <w:b/>
          <w:i/>
          <w:sz w:val="20"/>
          <w:szCs w:val="20"/>
        </w:rPr>
        <w:t xml:space="preserve"> </w:t>
      </w:r>
      <w:r w:rsidRPr="002F0A9C">
        <w:rPr>
          <w:b/>
          <w:i/>
          <w:sz w:val="20"/>
          <w:szCs w:val="20"/>
        </w:rPr>
        <w:t xml:space="preserve">(zaznaczyć oferowany </w:t>
      </w:r>
      <w:r w:rsidR="005B546A">
        <w:rPr>
          <w:b/>
          <w:i/>
          <w:sz w:val="20"/>
          <w:szCs w:val="20"/>
        </w:rPr>
        <w:t xml:space="preserve">termin </w:t>
      </w:r>
      <w:r w:rsidR="001B3F20">
        <w:rPr>
          <w:b/>
          <w:i/>
          <w:sz w:val="20"/>
          <w:szCs w:val="20"/>
        </w:rPr>
        <w:t xml:space="preserve">płatności </w:t>
      </w:r>
      <w:r w:rsidRPr="002F0A9C">
        <w:rPr>
          <w:b/>
          <w:i/>
          <w:sz w:val="20"/>
          <w:szCs w:val="20"/>
        </w:rPr>
        <w:t>):</w:t>
      </w:r>
    </w:p>
    <w:p w14:paraId="0ADBBD11" w14:textId="77777777" w:rsidR="005E231A" w:rsidRPr="002F0A9C" w:rsidRDefault="005E231A" w:rsidP="005E231A">
      <w:pPr>
        <w:ind w:left="426"/>
        <w:jc w:val="both"/>
        <w:rPr>
          <w:b/>
          <w:sz w:val="20"/>
          <w:szCs w:val="20"/>
        </w:rPr>
      </w:pPr>
    </w:p>
    <w:p w14:paraId="3E106339" w14:textId="78F3EF6D" w:rsidR="002F0A9C" w:rsidRPr="001B3F20" w:rsidRDefault="005B546A" w:rsidP="002F0A9C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001B3F20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 xml:space="preserve">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0444D568" w14:textId="77777777" w:rsidR="001B3F20" w:rsidRPr="002F0A9C" w:rsidRDefault="001B3F20" w:rsidP="001B3F20">
      <w:pPr>
        <w:ind w:left="786"/>
        <w:jc w:val="both"/>
        <w:rPr>
          <w:b/>
          <w:bCs/>
          <w:sz w:val="20"/>
          <w:szCs w:val="20"/>
        </w:rPr>
      </w:pPr>
    </w:p>
    <w:p w14:paraId="15BB485E" w14:textId="2D6B693E" w:rsidR="002F0A9C" w:rsidRPr="002F0A9C" w:rsidRDefault="005B546A" w:rsidP="002F0A9C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001B3F20">
        <w:rPr>
          <w:b/>
          <w:bCs/>
          <w:sz w:val="20"/>
          <w:szCs w:val="20"/>
        </w:rPr>
        <w:t xml:space="preserve">30 </w:t>
      </w:r>
      <w:r>
        <w:rPr>
          <w:b/>
          <w:bCs/>
          <w:sz w:val="20"/>
          <w:szCs w:val="20"/>
        </w:rPr>
        <w:t xml:space="preserve">dni </w:t>
      </w:r>
    </w:p>
    <w:bookmarkEnd w:id="2"/>
    <w:p w14:paraId="3E817494" w14:textId="17885A11" w:rsidR="00FA60DA" w:rsidRPr="00792C76" w:rsidRDefault="00792C76" w:rsidP="00792C76">
      <w:pPr>
        <w:jc w:val="both"/>
        <w:rPr>
          <w:rFonts w:cs="Arial"/>
          <w:bCs/>
          <w:i/>
          <w:iCs/>
          <w:sz w:val="20"/>
          <w:szCs w:val="20"/>
        </w:rPr>
      </w:pP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 w:rsidR="00FA60DA">
        <w:rPr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6512E6F5" w14:textId="77777777" w:rsidR="00E534EC" w:rsidRDefault="00E534EC" w:rsidP="000C2176">
      <w:pPr>
        <w:jc w:val="both"/>
        <w:rPr>
          <w:rFonts w:cs="Arial"/>
          <w:bCs/>
          <w:sz w:val="20"/>
          <w:szCs w:val="20"/>
        </w:rPr>
      </w:pPr>
    </w:p>
    <w:p w14:paraId="0D1100F9" w14:textId="0DF683FA" w:rsidR="00A43EF9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lastRenderedPageBreak/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63EB8A06" w14:textId="153E2B54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C2BAF2F" w14:textId="77777777" w:rsidR="00734C83" w:rsidRPr="005A7E1F" w:rsidRDefault="00734C83" w:rsidP="000C2176">
      <w:pPr>
        <w:jc w:val="both"/>
        <w:rPr>
          <w:rFonts w:cs="Arial"/>
          <w:bCs/>
          <w:sz w:val="20"/>
          <w:szCs w:val="20"/>
        </w:rPr>
      </w:pPr>
    </w:p>
    <w:p w14:paraId="62EDBADC" w14:textId="2313184A" w:rsidR="00734C83" w:rsidRPr="00D46848" w:rsidRDefault="003934F9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EF4FA9">
        <w:rPr>
          <w:rFonts w:cs="Arial"/>
          <w:sz w:val="20"/>
          <w:szCs w:val="20"/>
        </w:rPr>
        <w:t xml:space="preserve"> opisem przedmiotu zamówienia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="00EF4FA9">
        <w:rPr>
          <w:rFonts w:cs="Arial"/>
          <w:sz w:val="20"/>
          <w:szCs w:val="20"/>
        </w:rPr>
        <w:t>.</w:t>
      </w:r>
    </w:p>
    <w:p w14:paraId="285E57F4" w14:textId="308698D6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1CBC07D" w14:textId="1B0ADD75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C1BD6F2" w14:textId="6B9ECF6D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A2C694F" w14:textId="75AA488A" w:rsidR="00D46848" w:rsidRPr="008B01DF" w:rsidRDefault="000C2176" w:rsidP="008B01D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0ACED47" w14:textId="32682DC8" w:rsidR="00602CFD" w:rsidRDefault="000C2176" w:rsidP="00602CFD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9B852D2" w14:textId="77777777" w:rsidR="000C2176" w:rsidRDefault="000C2176" w:rsidP="00602CFD">
      <w:pPr>
        <w:numPr>
          <w:ilvl w:val="3"/>
          <w:numId w:val="25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bookmarkStart w:id="3" w:name="_Hlk104381177"/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86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3"/>
        <w:gridCol w:w="1985"/>
        <w:gridCol w:w="2933"/>
      </w:tblGrid>
      <w:tr w:rsidR="00925FB4" w:rsidRPr="007B1C9D" w14:paraId="14141CB8" w14:textId="77777777" w:rsidTr="00925FB4">
        <w:trPr>
          <w:trHeight w:val="557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2046150" w14:textId="467926CF" w:rsidR="00925FB4" w:rsidRPr="007B1C9D" w:rsidRDefault="00925FB4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1623F0" w14:textId="77777777" w:rsidR="00925FB4" w:rsidRPr="007B1C9D" w:rsidRDefault="00925FB4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D7AFD" w14:textId="77777777" w:rsidR="00925FB4" w:rsidRPr="007B1C9D" w:rsidRDefault="00925FB4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925FB4" w:rsidRPr="007B1C9D" w14:paraId="099645EE" w14:textId="77777777" w:rsidTr="00925FB4">
        <w:trPr>
          <w:trHeight w:val="118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7CD874" w14:textId="14612DBA" w:rsidR="00925FB4" w:rsidRPr="000C2176" w:rsidRDefault="00925FB4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88CB36" w14:textId="4F8DE0C1" w:rsidR="00925FB4" w:rsidRPr="000C2176" w:rsidRDefault="00925FB4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E88DD8" w14:textId="04B3AD09" w:rsidR="00925FB4" w:rsidRPr="000C2176" w:rsidRDefault="00925FB4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</w:tr>
      <w:tr w:rsidR="00925FB4" w:rsidRPr="007B1C9D" w14:paraId="0C418C51" w14:textId="77777777" w:rsidTr="00925FB4">
        <w:trPr>
          <w:trHeight w:val="444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5836" w14:textId="703F24AA" w:rsidR="00925FB4" w:rsidRPr="007B1C9D" w:rsidRDefault="00925FB4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C4BE" w14:textId="77777777" w:rsidR="00925FB4" w:rsidRPr="007B1C9D" w:rsidRDefault="00925FB4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E8C" w14:textId="77777777" w:rsidR="00925FB4" w:rsidRPr="007B1C9D" w:rsidRDefault="00925FB4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925FB4" w:rsidRPr="007B1C9D" w14:paraId="2FAB72AF" w14:textId="77777777" w:rsidTr="00925FB4">
        <w:trPr>
          <w:trHeight w:val="423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BF69" w14:textId="46BC6565" w:rsidR="00925FB4" w:rsidRPr="007B1C9D" w:rsidRDefault="00925FB4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DF22A" w14:textId="77777777" w:rsidR="00925FB4" w:rsidRPr="007B1C9D" w:rsidRDefault="00925FB4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18FE" w14:textId="77777777" w:rsidR="00925FB4" w:rsidRPr="007B1C9D" w:rsidRDefault="00925FB4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5B761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A08AC03" w14:textId="4E6FAE96" w:rsidR="005144B6" w:rsidRPr="00D46848" w:rsidRDefault="000C2176" w:rsidP="00602CFD">
      <w:pPr>
        <w:numPr>
          <w:ilvl w:val="3"/>
          <w:numId w:val="25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3"/>
    <w:p w14:paraId="2D62BDD1" w14:textId="706F9632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7BF94B0" w14:textId="77777777" w:rsidR="00602CFD" w:rsidRDefault="00602CFD" w:rsidP="000C2176">
      <w:pPr>
        <w:suppressAutoHyphens/>
        <w:jc w:val="both"/>
        <w:rPr>
          <w:rFonts w:cs="Arial"/>
          <w:sz w:val="20"/>
          <w:szCs w:val="20"/>
        </w:rPr>
      </w:pPr>
    </w:p>
    <w:p w14:paraId="1228E614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60F4B4E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3C8D876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B24FAA3" w14:textId="2FDC9160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497F1A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641F9852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B236226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77915EA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4A57C5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52F67367" w14:textId="77777777" w:rsidR="002F3FDF" w:rsidRPr="001572B0" w:rsidRDefault="002F3FDF" w:rsidP="001572B0">
      <w:pPr>
        <w:rPr>
          <w:rFonts w:cs="Arial"/>
          <w:sz w:val="20"/>
          <w:szCs w:val="20"/>
        </w:rPr>
      </w:pPr>
    </w:p>
    <w:p w14:paraId="2F59153E" w14:textId="6D82E6E4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</w:t>
      </w:r>
    </w:p>
    <w:p w14:paraId="2CBACC05" w14:textId="7A563A66" w:rsidR="00410401" w:rsidRPr="00A43EF9" w:rsidRDefault="00E8370B" w:rsidP="00A43EF9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D46848">
        <w:rPr>
          <w:rFonts w:cs="Arial"/>
          <w:sz w:val="20"/>
          <w:szCs w:val="20"/>
        </w:rPr>
        <w:t xml:space="preserve">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E4C68A1" w14:textId="2C3E7E04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74752296" w14:textId="77777777" w:rsidR="00792C76" w:rsidRDefault="00792C76" w:rsidP="00E8370B">
      <w:pPr>
        <w:pStyle w:val="Akapitzlist"/>
        <w:rPr>
          <w:rFonts w:cs="Arial"/>
          <w:b/>
          <w:sz w:val="20"/>
          <w:szCs w:val="20"/>
        </w:rPr>
      </w:pPr>
    </w:p>
    <w:p w14:paraId="3E4A4F03" w14:textId="490EE0E9" w:rsidR="00D56745" w:rsidRDefault="000C2176" w:rsidP="00102495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528C183C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A9075" w14:textId="2FD0F803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3B596F06" w14:textId="77777777" w:rsidR="002414C2" w:rsidRDefault="002414C2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BCD050B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5D4D0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04E37A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3B9D40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B0768D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64D82E0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6A2C0F0" w14:textId="77777777" w:rsidR="00704485" w:rsidRPr="00930251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6CD090C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184FEB9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3A707800" w14:textId="380EBFF5" w:rsidR="000C2176" w:rsidRPr="00D46848" w:rsidRDefault="000C2176" w:rsidP="00D46848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7B86A3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8CEE3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40C78D6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D84781E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4E00F096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51A9498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7C3467D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973F6E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0D3354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458B9A65" w14:textId="136C9726" w:rsidR="000C2176" w:rsidRDefault="000C2176" w:rsidP="000A0685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568C0C60" w14:textId="77777777" w:rsidR="00AF43BC" w:rsidRPr="000A0685" w:rsidRDefault="00AF43BC" w:rsidP="000A0685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7AEE611" w14:textId="7C14E91F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41040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B37BB4">
      <w:headerReference w:type="first" r:id="rId7"/>
      <w:footerReference w:type="first" r:id="rId8"/>
      <w:pgSz w:w="11906" w:h="16838" w:code="9"/>
      <w:pgMar w:top="1430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FCAD3" w14:textId="77777777" w:rsidR="00205797" w:rsidRDefault="00205797">
      <w:r>
        <w:separator/>
      </w:r>
    </w:p>
  </w:endnote>
  <w:endnote w:type="continuationSeparator" w:id="0">
    <w:p w14:paraId="5584B3FD" w14:textId="77777777" w:rsidR="00205797" w:rsidRDefault="0020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E94E6" w14:textId="02E30091" w:rsidR="00C20887" w:rsidRDefault="00C20887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9997951" wp14:editId="073554ED">
          <wp:simplePos x="0" y="0"/>
          <wp:positionH relativeFrom="margin">
            <wp:posOffset>2711395</wp:posOffset>
          </wp:positionH>
          <wp:positionV relativeFrom="page">
            <wp:posOffset>10151248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C3A96" w14:textId="77777777" w:rsidR="00205797" w:rsidRDefault="00205797">
      <w:bookmarkStart w:id="0" w:name="_Hlk136513104"/>
      <w:bookmarkEnd w:id="0"/>
      <w:r>
        <w:separator/>
      </w:r>
    </w:p>
  </w:footnote>
  <w:footnote w:type="continuationSeparator" w:id="0">
    <w:p w14:paraId="3B42A0E1" w14:textId="77777777" w:rsidR="00205797" w:rsidRDefault="00205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6AC61" w14:textId="34AB3D4D" w:rsidR="00FB306E" w:rsidRPr="00C20887" w:rsidRDefault="00C20887" w:rsidP="00C2088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5B8D57" wp14:editId="7D926948">
          <wp:simplePos x="0" y="0"/>
          <wp:positionH relativeFrom="page">
            <wp:posOffset>41275</wp:posOffset>
          </wp:positionH>
          <wp:positionV relativeFrom="paragraph">
            <wp:posOffset>-167722</wp:posOffset>
          </wp:positionV>
          <wp:extent cx="2124075" cy="872490"/>
          <wp:effectExtent l="0" t="0" r="9525" b="3810"/>
          <wp:wrapSquare wrapText="bothSides"/>
          <wp:docPr id="95625047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9E3"/>
    <w:multiLevelType w:val="hybridMultilevel"/>
    <w:tmpl w:val="9F5ABE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72BAE"/>
    <w:multiLevelType w:val="hybridMultilevel"/>
    <w:tmpl w:val="D6D07F58"/>
    <w:lvl w:ilvl="0" w:tplc="B5B8C66C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7781A"/>
    <w:multiLevelType w:val="hybridMultilevel"/>
    <w:tmpl w:val="58808F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36C1D"/>
    <w:multiLevelType w:val="hybridMultilevel"/>
    <w:tmpl w:val="3F7AA2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71A70"/>
    <w:multiLevelType w:val="hybridMultilevel"/>
    <w:tmpl w:val="9D64B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10CE62BB"/>
    <w:multiLevelType w:val="hybridMultilevel"/>
    <w:tmpl w:val="4D0C418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674D0"/>
    <w:multiLevelType w:val="hybridMultilevel"/>
    <w:tmpl w:val="210C291E"/>
    <w:lvl w:ilvl="0" w:tplc="45123B9C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21027"/>
    <w:multiLevelType w:val="hybridMultilevel"/>
    <w:tmpl w:val="4D0C41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907E6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0C25D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237914CE"/>
    <w:multiLevelType w:val="hybridMultilevel"/>
    <w:tmpl w:val="D0700C12"/>
    <w:lvl w:ilvl="0" w:tplc="48F078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37A0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CF0CD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272E558E"/>
    <w:multiLevelType w:val="multilevel"/>
    <w:tmpl w:val="66A400A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666C8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490C08"/>
    <w:multiLevelType w:val="hybridMultilevel"/>
    <w:tmpl w:val="560C8D7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D23A2"/>
    <w:multiLevelType w:val="hybridMultilevel"/>
    <w:tmpl w:val="5B74D5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A80389"/>
    <w:multiLevelType w:val="hybridMultilevel"/>
    <w:tmpl w:val="155A795E"/>
    <w:lvl w:ilvl="0" w:tplc="8EAA972A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6" w15:restartNumberingAfterBreak="0">
    <w:nsid w:val="331747EF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416ABC"/>
    <w:multiLevelType w:val="hybridMultilevel"/>
    <w:tmpl w:val="4D0C418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4B5B46"/>
    <w:multiLevelType w:val="hybridMultilevel"/>
    <w:tmpl w:val="46883A16"/>
    <w:lvl w:ilvl="0" w:tplc="371216B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3DD84738"/>
    <w:multiLevelType w:val="hybridMultilevel"/>
    <w:tmpl w:val="34E6B96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F2DE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152A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620B3B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7E6C94"/>
    <w:multiLevelType w:val="hybridMultilevel"/>
    <w:tmpl w:val="5B2AC7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7C01CF"/>
    <w:multiLevelType w:val="hybridMultilevel"/>
    <w:tmpl w:val="24BCA4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A3133E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B48BF"/>
    <w:multiLevelType w:val="hybridMultilevel"/>
    <w:tmpl w:val="DE02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773082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A924E9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575A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3" w15:restartNumberingAfterBreak="0">
    <w:nsid w:val="583D697B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E75789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6F3924"/>
    <w:multiLevelType w:val="hybridMultilevel"/>
    <w:tmpl w:val="C6AC5872"/>
    <w:lvl w:ilvl="0" w:tplc="85D6E9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E77DCF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7" w15:restartNumberingAfterBreak="0">
    <w:nsid w:val="60586C74"/>
    <w:multiLevelType w:val="hybridMultilevel"/>
    <w:tmpl w:val="DA4AD8D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9" w15:restartNumberingAfterBreak="0">
    <w:nsid w:val="64316BC5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1" w15:restartNumberingAfterBreak="0">
    <w:nsid w:val="6A5F02BD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3" w15:restartNumberingAfterBreak="0">
    <w:nsid w:val="6EE34100"/>
    <w:multiLevelType w:val="hybridMultilevel"/>
    <w:tmpl w:val="46883A16"/>
    <w:lvl w:ilvl="0" w:tplc="FFFFFFFF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7F3191"/>
    <w:multiLevelType w:val="hybridMultilevel"/>
    <w:tmpl w:val="8382BA72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FD524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4B62BE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526F5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3445DA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450032">
    <w:abstractNumId w:val="15"/>
  </w:num>
  <w:num w:numId="2" w16cid:durableId="1676574314">
    <w:abstractNumId w:val="11"/>
  </w:num>
  <w:num w:numId="3" w16cid:durableId="246161166">
    <w:abstractNumId w:val="5"/>
  </w:num>
  <w:num w:numId="4" w16cid:durableId="1345523088">
    <w:abstractNumId w:val="3"/>
  </w:num>
  <w:num w:numId="5" w16cid:durableId="221331394">
    <w:abstractNumId w:val="29"/>
  </w:num>
  <w:num w:numId="6" w16cid:durableId="890847029">
    <w:abstractNumId w:val="50"/>
  </w:num>
  <w:num w:numId="7" w16cid:durableId="1031999541">
    <w:abstractNumId w:val="1"/>
  </w:num>
  <w:num w:numId="8" w16cid:durableId="266233431">
    <w:abstractNumId w:val="31"/>
  </w:num>
  <w:num w:numId="9" w16cid:durableId="131018149">
    <w:abstractNumId w:val="10"/>
  </w:num>
  <w:num w:numId="10" w16cid:durableId="437528325">
    <w:abstractNumId w:val="2"/>
  </w:num>
  <w:num w:numId="11" w16cid:durableId="1076318351">
    <w:abstractNumId w:val="41"/>
  </w:num>
  <w:num w:numId="12" w16cid:durableId="214321936">
    <w:abstractNumId w:val="48"/>
  </w:num>
  <w:num w:numId="13" w16cid:durableId="1860389388">
    <w:abstractNumId w:val="39"/>
  </w:num>
  <w:num w:numId="14" w16cid:durableId="944271125">
    <w:abstractNumId w:val="34"/>
  </w:num>
  <w:num w:numId="15" w16cid:durableId="47191652">
    <w:abstractNumId w:val="40"/>
  </w:num>
  <w:num w:numId="16" w16cid:durableId="1471292081">
    <w:abstractNumId w:val="42"/>
  </w:num>
  <w:num w:numId="17" w16cid:durableId="990519570">
    <w:abstractNumId w:val="52"/>
  </w:num>
  <w:num w:numId="18" w16cid:durableId="1246963079">
    <w:abstractNumId w:val="20"/>
  </w:num>
  <w:num w:numId="19" w16cid:durableId="862784664">
    <w:abstractNumId w:val="18"/>
  </w:num>
  <w:num w:numId="20" w16cid:durableId="1776827820">
    <w:abstractNumId w:val="25"/>
  </w:num>
  <w:num w:numId="21" w16cid:durableId="491260302">
    <w:abstractNumId w:val="45"/>
  </w:num>
  <w:num w:numId="22" w16cid:durableId="1654095734">
    <w:abstractNumId w:val="38"/>
  </w:num>
  <w:num w:numId="23" w16cid:durableId="1349605154">
    <w:abstractNumId w:val="54"/>
  </w:num>
  <w:num w:numId="24" w16cid:durableId="916943490">
    <w:abstractNumId w:val="17"/>
  </w:num>
  <w:num w:numId="25" w16cid:durableId="1145272405">
    <w:abstractNumId w:val="46"/>
  </w:num>
  <w:num w:numId="26" w16cid:durableId="1683193722">
    <w:abstractNumId w:val="19"/>
  </w:num>
  <w:num w:numId="27" w16cid:durableId="1854218920">
    <w:abstractNumId w:val="44"/>
  </w:num>
  <w:num w:numId="28" w16cid:durableId="901135349">
    <w:abstractNumId w:val="49"/>
  </w:num>
  <w:num w:numId="29" w16cid:durableId="861212368">
    <w:abstractNumId w:val="51"/>
  </w:num>
  <w:num w:numId="30" w16cid:durableId="1386949667">
    <w:abstractNumId w:val="22"/>
  </w:num>
  <w:num w:numId="31" w16cid:durableId="725568571">
    <w:abstractNumId w:val="33"/>
  </w:num>
  <w:num w:numId="32" w16cid:durableId="2121872791">
    <w:abstractNumId w:val="32"/>
  </w:num>
  <w:num w:numId="33" w16cid:durableId="670764706">
    <w:abstractNumId w:val="16"/>
  </w:num>
  <w:num w:numId="34" w16cid:durableId="2042631111">
    <w:abstractNumId w:val="58"/>
  </w:num>
  <w:num w:numId="35" w16cid:durableId="44913027">
    <w:abstractNumId w:val="55"/>
  </w:num>
  <w:num w:numId="36" w16cid:durableId="1911648501">
    <w:abstractNumId w:val="43"/>
  </w:num>
  <w:num w:numId="37" w16cid:durableId="1652831515">
    <w:abstractNumId w:val="37"/>
  </w:num>
  <w:num w:numId="38" w16cid:durableId="1706327696">
    <w:abstractNumId w:val="28"/>
  </w:num>
  <w:num w:numId="39" w16cid:durableId="1297220674">
    <w:abstractNumId w:val="53"/>
  </w:num>
  <w:num w:numId="40" w16cid:durableId="1826240486">
    <w:abstractNumId w:val="56"/>
  </w:num>
  <w:num w:numId="41" w16cid:durableId="1552692301">
    <w:abstractNumId w:val="26"/>
  </w:num>
  <w:num w:numId="42" w16cid:durableId="211498516">
    <w:abstractNumId w:val="4"/>
  </w:num>
  <w:num w:numId="43" w16cid:durableId="1085493398">
    <w:abstractNumId w:val="57"/>
  </w:num>
  <w:num w:numId="44" w16cid:durableId="24255972">
    <w:abstractNumId w:val="21"/>
  </w:num>
  <w:num w:numId="45" w16cid:durableId="754739837">
    <w:abstractNumId w:val="13"/>
  </w:num>
  <w:num w:numId="46" w16cid:durableId="1425109199">
    <w:abstractNumId w:val="6"/>
  </w:num>
  <w:num w:numId="47" w16cid:durableId="1250845080">
    <w:abstractNumId w:val="36"/>
  </w:num>
  <w:num w:numId="48" w16cid:durableId="1244797100">
    <w:abstractNumId w:val="24"/>
  </w:num>
  <w:num w:numId="49" w16cid:durableId="900678490">
    <w:abstractNumId w:val="14"/>
  </w:num>
  <w:num w:numId="50" w16cid:durableId="1549993275">
    <w:abstractNumId w:val="0"/>
  </w:num>
  <w:num w:numId="51" w16cid:durableId="616838556">
    <w:abstractNumId w:val="9"/>
  </w:num>
  <w:num w:numId="52" w16cid:durableId="21135169">
    <w:abstractNumId w:val="30"/>
  </w:num>
  <w:num w:numId="53" w16cid:durableId="1462724912">
    <w:abstractNumId w:val="7"/>
  </w:num>
  <w:num w:numId="54" w16cid:durableId="1687946475">
    <w:abstractNumId w:val="47"/>
  </w:num>
  <w:num w:numId="55" w16cid:durableId="1117874320">
    <w:abstractNumId w:val="35"/>
  </w:num>
  <w:num w:numId="56" w16cid:durableId="812404747">
    <w:abstractNumId w:val="23"/>
  </w:num>
  <w:num w:numId="57" w16cid:durableId="1924485959">
    <w:abstractNumId w:val="8"/>
  </w:num>
  <w:num w:numId="58" w16cid:durableId="171182964">
    <w:abstractNumId w:val="27"/>
  </w:num>
  <w:num w:numId="59" w16cid:durableId="20243616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5BB2"/>
    <w:rsid w:val="00061F20"/>
    <w:rsid w:val="00080D83"/>
    <w:rsid w:val="000A0685"/>
    <w:rsid w:val="000B4ACF"/>
    <w:rsid w:val="000C1746"/>
    <w:rsid w:val="000C2176"/>
    <w:rsid w:val="000C6417"/>
    <w:rsid w:val="000D283C"/>
    <w:rsid w:val="000D283E"/>
    <w:rsid w:val="001001D5"/>
    <w:rsid w:val="00100DBB"/>
    <w:rsid w:val="00101AD3"/>
    <w:rsid w:val="00102495"/>
    <w:rsid w:val="00112B3D"/>
    <w:rsid w:val="00124D4A"/>
    <w:rsid w:val="00130B23"/>
    <w:rsid w:val="001413F0"/>
    <w:rsid w:val="001467B2"/>
    <w:rsid w:val="001534E4"/>
    <w:rsid w:val="001572B0"/>
    <w:rsid w:val="00184D66"/>
    <w:rsid w:val="001B210F"/>
    <w:rsid w:val="001B3F20"/>
    <w:rsid w:val="001B77FC"/>
    <w:rsid w:val="001C7ACF"/>
    <w:rsid w:val="00205797"/>
    <w:rsid w:val="00240B82"/>
    <w:rsid w:val="002414C2"/>
    <w:rsid w:val="00241C1F"/>
    <w:rsid w:val="002425AE"/>
    <w:rsid w:val="00260693"/>
    <w:rsid w:val="002729C6"/>
    <w:rsid w:val="002A5DC7"/>
    <w:rsid w:val="002A6B66"/>
    <w:rsid w:val="002C6347"/>
    <w:rsid w:val="002F0A9C"/>
    <w:rsid w:val="002F3FDF"/>
    <w:rsid w:val="00313244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268CB"/>
    <w:rsid w:val="00447E95"/>
    <w:rsid w:val="004718FE"/>
    <w:rsid w:val="004861BD"/>
    <w:rsid w:val="00492BD3"/>
    <w:rsid w:val="00497D76"/>
    <w:rsid w:val="004B70BD"/>
    <w:rsid w:val="004E0261"/>
    <w:rsid w:val="004E377B"/>
    <w:rsid w:val="00502EAF"/>
    <w:rsid w:val="005144B6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2040"/>
    <w:rsid w:val="005B5249"/>
    <w:rsid w:val="005B546A"/>
    <w:rsid w:val="005C6D87"/>
    <w:rsid w:val="005E1CE6"/>
    <w:rsid w:val="005E231A"/>
    <w:rsid w:val="005F39D5"/>
    <w:rsid w:val="005F636A"/>
    <w:rsid w:val="00602CFD"/>
    <w:rsid w:val="00605E80"/>
    <w:rsid w:val="00622781"/>
    <w:rsid w:val="006379C4"/>
    <w:rsid w:val="00640BFF"/>
    <w:rsid w:val="00671F91"/>
    <w:rsid w:val="0069621B"/>
    <w:rsid w:val="006D3D8E"/>
    <w:rsid w:val="006F209E"/>
    <w:rsid w:val="00704485"/>
    <w:rsid w:val="00727F94"/>
    <w:rsid w:val="007337EB"/>
    <w:rsid w:val="00734C83"/>
    <w:rsid w:val="00745D18"/>
    <w:rsid w:val="007662AA"/>
    <w:rsid w:val="007706DF"/>
    <w:rsid w:val="00776530"/>
    <w:rsid w:val="00786160"/>
    <w:rsid w:val="00791E8E"/>
    <w:rsid w:val="00792C76"/>
    <w:rsid w:val="007A0109"/>
    <w:rsid w:val="007B2500"/>
    <w:rsid w:val="007B7E0B"/>
    <w:rsid w:val="007C4CF7"/>
    <w:rsid w:val="007D61D6"/>
    <w:rsid w:val="007E16C2"/>
    <w:rsid w:val="007E1B19"/>
    <w:rsid w:val="007F00A6"/>
    <w:rsid w:val="007F3623"/>
    <w:rsid w:val="00827311"/>
    <w:rsid w:val="00834BB4"/>
    <w:rsid w:val="00835187"/>
    <w:rsid w:val="0083612C"/>
    <w:rsid w:val="00856E3A"/>
    <w:rsid w:val="008945D9"/>
    <w:rsid w:val="008A2728"/>
    <w:rsid w:val="008B01DF"/>
    <w:rsid w:val="008B7A20"/>
    <w:rsid w:val="008C0260"/>
    <w:rsid w:val="009248B3"/>
    <w:rsid w:val="00925FB4"/>
    <w:rsid w:val="009523F9"/>
    <w:rsid w:val="00964610"/>
    <w:rsid w:val="00986808"/>
    <w:rsid w:val="009A1C2E"/>
    <w:rsid w:val="009B5F2A"/>
    <w:rsid w:val="009D71C1"/>
    <w:rsid w:val="009E6376"/>
    <w:rsid w:val="009F2CF0"/>
    <w:rsid w:val="009F2FDA"/>
    <w:rsid w:val="009F71F0"/>
    <w:rsid w:val="00A04690"/>
    <w:rsid w:val="00A05831"/>
    <w:rsid w:val="00A40DD3"/>
    <w:rsid w:val="00A43EF9"/>
    <w:rsid w:val="00A82B09"/>
    <w:rsid w:val="00A8311B"/>
    <w:rsid w:val="00AC2755"/>
    <w:rsid w:val="00AE7209"/>
    <w:rsid w:val="00AF43BC"/>
    <w:rsid w:val="00B01F08"/>
    <w:rsid w:val="00B16E8F"/>
    <w:rsid w:val="00B30401"/>
    <w:rsid w:val="00B37BB4"/>
    <w:rsid w:val="00B432D9"/>
    <w:rsid w:val="00B6637D"/>
    <w:rsid w:val="00B81819"/>
    <w:rsid w:val="00BB10EA"/>
    <w:rsid w:val="00BB76D0"/>
    <w:rsid w:val="00BC363C"/>
    <w:rsid w:val="00BF1314"/>
    <w:rsid w:val="00C20887"/>
    <w:rsid w:val="00C615ED"/>
    <w:rsid w:val="00C62C24"/>
    <w:rsid w:val="00C635B6"/>
    <w:rsid w:val="00C74491"/>
    <w:rsid w:val="00C74595"/>
    <w:rsid w:val="00C909B9"/>
    <w:rsid w:val="00C97F8E"/>
    <w:rsid w:val="00CA20F9"/>
    <w:rsid w:val="00CB7883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6745"/>
    <w:rsid w:val="00D63A7D"/>
    <w:rsid w:val="00D82F3D"/>
    <w:rsid w:val="00D979E1"/>
    <w:rsid w:val="00DC733E"/>
    <w:rsid w:val="00DF57BE"/>
    <w:rsid w:val="00E06500"/>
    <w:rsid w:val="00E07AA9"/>
    <w:rsid w:val="00E2298C"/>
    <w:rsid w:val="00E353C1"/>
    <w:rsid w:val="00E534EC"/>
    <w:rsid w:val="00E57060"/>
    <w:rsid w:val="00E6064B"/>
    <w:rsid w:val="00E8370B"/>
    <w:rsid w:val="00E87616"/>
    <w:rsid w:val="00E92047"/>
    <w:rsid w:val="00EA5C16"/>
    <w:rsid w:val="00EB2748"/>
    <w:rsid w:val="00EE10DE"/>
    <w:rsid w:val="00EE5E35"/>
    <w:rsid w:val="00EF000D"/>
    <w:rsid w:val="00EF4FA9"/>
    <w:rsid w:val="00F545A3"/>
    <w:rsid w:val="00F74332"/>
    <w:rsid w:val="00F75DF3"/>
    <w:rsid w:val="00F8277C"/>
    <w:rsid w:val="00F907EF"/>
    <w:rsid w:val="00F91BD5"/>
    <w:rsid w:val="00FA2C29"/>
    <w:rsid w:val="00FA60DA"/>
    <w:rsid w:val="00FB306E"/>
    <w:rsid w:val="00FB5706"/>
    <w:rsid w:val="00FC368A"/>
    <w:rsid w:val="00FE0F9C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2CF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97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20</cp:revision>
  <cp:lastPrinted>2021-04-07T10:36:00Z</cp:lastPrinted>
  <dcterms:created xsi:type="dcterms:W3CDTF">2022-05-25T12:31:00Z</dcterms:created>
  <dcterms:modified xsi:type="dcterms:W3CDTF">2024-12-05T12:00:00Z</dcterms:modified>
</cp:coreProperties>
</file>