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FB12" w14:textId="7DF68BDF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533744">
        <w:rPr>
          <w:rFonts w:cs="Arial"/>
          <w:sz w:val="20"/>
          <w:szCs w:val="20"/>
        </w:rPr>
        <w:t>34</w:t>
      </w:r>
      <w:r w:rsidR="00313244" w:rsidRPr="008E30F8">
        <w:rPr>
          <w:rFonts w:cs="Arial"/>
          <w:sz w:val="20"/>
          <w:szCs w:val="20"/>
        </w:rPr>
        <w:t>.202</w:t>
      </w:r>
      <w:r w:rsidR="00533744">
        <w:rPr>
          <w:rFonts w:cs="Arial"/>
          <w:sz w:val="20"/>
          <w:szCs w:val="20"/>
        </w:rPr>
        <w:t>3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1C26ED7C" w:rsidR="000C2176" w:rsidRDefault="000C2176" w:rsidP="00B77D4C">
      <w:pPr>
        <w:jc w:val="center"/>
        <w:rPr>
          <w:rFonts w:cs="Arial"/>
          <w:b/>
        </w:rPr>
      </w:pPr>
      <w:r>
        <w:rPr>
          <w:rFonts w:cs="Arial"/>
          <w:b/>
        </w:rPr>
        <w:t>FORMULARZ OFERTOWY</w:t>
      </w:r>
    </w:p>
    <w:p w14:paraId="1C7180B2" w14:textId="77777777" w:rsidR="009377E4" w:rsidRPr="004071A2" w:rsidRDefault="009377E4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57246A32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2B0AD476" w14:textId="77777777" w:rsidR="009377E4" w:rsidRPr="00EB76C0" w:rsidRDefault="009377E4" w:rsidP="000C2176">
      <w:pPr>
        <w:spacing w:line="480" w:lineRule="auto"/>
        <w:rPr>
          <w:rFonts w:cs="Arial"/>
          <w:sz w:val="20"/>
          <w:szCs w:val="20"/>
        </w:rPr>
      </w:pPr>
    </w:p>
    <w:p w14:paraId="2F6F7667" w14:textId="6A26577C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5BF71A38" w14:textId="77777777" w:rsidR="009377E4" w:rsidRPr="00EB76C0" w:rsidRDefault="009377E4" w:rsidP="000C2176">
      <w:pPr>
        <w:spacing w:line="480" w:lineRule="auto"/>
        <w:rPr>
          <w:rFonts w:cs="Arial"/>
          <w:sz w:val="20"/>
          <w:szCs w:val="20"/>
        </w:rPr>
      </w:pPr>
    </w:p>
    <w:p w14:paraId="621E0D68" w14:textId="60C913FB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9377E4">
        <w:rPr>
          <w:rFonts w:cs="Arial"/>
          <w:sz w:val="20"/>
          <w:szCs w:val="20"/>
        </w:rPr>
        <w:t>:</w:t>
      </w:r>
    </w:p>
    <w:p w14:paraId="1D107A0C" w14:textId="77777777" w:rsidR="009377E4" w:rsidRPr="00EB76C0" w:rsidRDefault="009377E4" w:rsidP="000C2176">
      <w:pPr>
        <w:spacing w:line="480" w:lineRule="auto"/>
        <w:rPr>
          <w:rFonts w:cs="Arial"/>
          <w:sz w:val="20"/>
          <w:szCs w:val="20"/>
        </w:rPr>
      </w:pPr>
    </w:p>
    <w:p w14:paraId="35F52D44" w14:textId="73D0A8CF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</w:t>
      </w:r>
    </w:p>
    <w:p w14:paraId="26E8FEB8" w14:textId="77777777" w:rsidR="009377E4" w:rsidRPr="00DC05CF" w:rsidRDefault="009377E4" w:rsidP="000C2176">
      <w:pPr>
        <w:spacing w:line="480" w:lineRule="auto"/>
        <w:rPr>
          <w:rFonts w:cs="Arial"/>
          <w:sz w:val="20"/>
          <w:szCs w:val="20"/>
        </w:rPr>
      </w:pPr>
    </w:p>
    <w:p w14:paraId="19D6656B" w14:textId="1458CC81" w:rsidR="00E8370B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</w:t>
      </w:r>
    </w:p>
    <w:p w14:paraId="2DAA2816" w14:textId="77777777" w:rsidR="009377E4" w:rsidRPr="00DC05CF" w:rsidRDefault="009377E4" w:rsidP="00E8370B">
      <w:pPr>
        <w:spacing w:line="480" w:lineRule="auto"/>
        <w:rPr>
          <w:rFonts w:cs="Arial"/>
          <w:sz w:val="20"/>
          <w:szCs w:val="20"/>
        </w:rPr>
      </w:pPr>
    </w:p>
    <w:p w14:paraId="50FD79EF" w14:textId="6112A27F" w:rsidR="000C2176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</w:t>
      </w:r>
    </w:p>
    <w:p w14:paraId="22F0CAE3" w14:textId="77777777" w:rsidR="009377E4" w:rsidRPr="00DC05CF" w:rsidRDefault="009377E4" w:rsidP="000C2176">
      <w:pPr>
        <w:spacing w:line="480" w:lineRule="auto"/>
        <w:rPr>
          <w:rFonts w:cs="Arial"/>
          <w:sz w:val="20"/>
          <w:szCs w:val="20"/>
        </w:rPr>
      </w:pPr>
    </w:p>
    <w:p w14:paraId="273BAB47" w14:textId="23DFF04E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0AA43DC3" w:rsid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9E20667" w14:textId="77777777" w:rsidR="009377E4" w:rsidRPr="00E8370B" w:rsidRDefault="009377E4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</w:p>
    <w:p w14:paraId="308F155C" w14:textId="5BDF11FC" w:rsidR="00867405" w:rsidRDefault="007425EB" w:rsidP="00867405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bookmarkStart w:id="0" w:name="_Hlk62906715"/>
      <w:bookmarkStart w:id="1" w:name="_Hlk66370529"/>
      <w:r w:rsidR="00867405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9377E4">
        <w:rPr>
          <w:rFonts w:ascii="Arial" w:hAnsi="Arial" w:cs="Arial"/>
          <w:b w:val="0"/>
          <w:bCs w:val="0"/>
          <w:sz w:val="20"/>
          <w:szCs w:val="20"/>
        </w:rPr>
        <w:t xml:space="preserve">dostawy </w:t>
      </w:r>
      <w:r w:rsidR="00867405" w:rsidRPr="00867405">
        <w:rPr>
          <w:rFonts w:ascii="Arial" w:hAnsi="Arial" w:cs="Arial"/>
          <w:b w:val="0"/>
          <w:bCs w:val="0"/>
          <w:sz w:val="20"/>
          <w:szCs w:val="20"/>
        </w:rPr>
        <w:t>pn.:</w:t>
      </w:r>
    </w:p>
    <w:bookmarkEnd w:id="0"/>
    <w:bookmarkEnd w:id="1"/>
    <w:p w14:paraId="381ACB10" w14:textId="3BEE5354" w:rsidR="009377E4" w:rsidRPr="009377E4" w:rsidRDefault="009377E4" w:rsidP="009377E4">
      <w:pPr>
        <w:tabs>
          <w:tab w:val="left" w:pos="426"/>
        </w:tabs>
        <w:jc w:val="both"/>
        <w:rPr>
          <w:rFonts w:eastAsia="Calibri" w:cs="Arial"/>
          <w:b/>
          <w:bCs/>
          <w:sz w:val="20"/>
          <w:szCs w:val="20"/>
          <w:lang w:val="x-none" w:eastAsia="en-US"/>
        </w:rPr>
      </w:pPr>
      <w:r w:rsidRPr="009377E4">
        <w:rPr>
          <w:rFonts w:eastAsia="Calibri" w:cs="Arial"/>
          <w:b/>
          <w:bCs/>
          <w:sz w:val="20"/>
          <w:szCs w:val="20"/>
          <w:lang w:val="x-none" w:eastAsia="en-US"/>
        </w:rPr>
        <w:t>DOSTAWA TABLIC REJESTRACYJNYCH DLA POJAZDÓW REJESTROWANYCH W POWIECIE CHOJNICKIM</w:t>
      </w:r>
    </w:p>
    <w:p w14:paraId="40FF7EA1" w14:textId="77777777" w:rsidR="009377E4" w:rsidRDefault="009377E4" w:rsidP="009377E4">
      <w:pPr>
        <w:pStyle w:val="Akapitzlist"/>
        <w:tabs>
          <w:tab w:val="left" w:pos="426"/>
        </w:tabs>
        <w:jc w:val="both"/>
        <w:rPr>
          <w:rFonts w:eastAsia="Calibri" w:cs="Arial"/>
          <w:b/>
          <w:bCs/>
          <w:sz w:val="20"/>
          <w:szCs w:val="20"/>
          <w:lang w:val="x-none" w:eastAsia="en-US"/>
        </w:rPr>
      </w:pPr>
    </w:p>
    <w:p w14:paraId="51194769" w14:textId="7C984230" w:rsidR="00867405" w:rsidRPr="009377E4" w:rsidRDefault="009377E4" w:rsidP="009377E4">
      <w:pPr>
        <w:tabs>
          <w:tab w:val="left" w:pos="426"/>
        </w:tabs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A. </w:t>
      </w:r>
      <w:r w:rsidR="00867405" w:rsidRPr="009377E4">
        <w:rPr>
          <w:rFonts w:cs="Arial"/>
          <w:b/>
          <w:sz w:val="20"/>
          <w:szCs w:val="20"/>
        </w:rPr>
        <w:t xml:space="preserve">Oferujemy wykonanie w/w przedmiotu zamówienia za cenę </w:t>
      </w:r>
      <w:r>
        <w:rPr>
          <w:rFonts w:cs="Arial"/>
          <w:b/>
          <w:sz w:val="20"/>
          <w:szCs w:val="20"/>
        </w:rPr>
        <w:t>ofertową</w:t>
      </w:r>
      <w:r w:rsidR="00867405" w:rsidRPr="009377E4">
        <w:rPr>
          <w:rFonts w:cs="Arial"/>
          <w:b/>
          <w:sz w:val="20"/>
          <w:szCs w:val="20"/>
        </w:rPr>
        <w:t xml:space="preserve"> brutto</w:t>
      </w:r>
      <w:r>
        <w:rPr>
          <w:rFonts w:cs="Arial"/>
          <w:b/>
          <w:sz w:val="20"/>
          <w:szCs w:val="20"/>
        </w:rPr>
        <w:t xml:space="preserve"> ( zgodnie  </w:t>
      </w:r>
      <w:r>
        <w:rPr>
          <w:rFonts w:cs="Arial"/>
          <w:b/>
          <w:sz w:val="20"/>
          <w:szCs w:val="20"/>
        </w:rPr>
        <w:br/>
        <w:t>z załączonym do oferty Formularzem cenowym)</w:t>
      </w:r>
      <w:r w:rsidR="00867405" w:rsidRPr="009377E4">
        <w:rPr>
          <w:rFonts w:cs="Arial"/>
          <w:b/>
          <w:sz w:val="20"/>
          <w:szCs w:val="20"/>
        </w:rPr>
        <w:t xml:space="preserve">: </w:t>
      </w:r>
    </w:p>
    <w:p w14:paraId="51D575D0" w14:textId="77777777" w:rsidR="00867405" w:rsidRPr="00DC05CF" w:rsidRDefault="00867405" w:rsidP="00867405">
      <w:pPr>
        <w:rPr>
          <w:rFonts w:cs="Arial"/>
          <w:b/>
          <w:sz w:val="20"/>
          <w:szCs w:val="20"/>
        </w:rPr>
      </w:pPr>
    </w:p>
    <w:p w14:paraId="05159145" w14:textId="77777777" w:rsidR="00867405" w:rsidRDefault="00867405" w:rsidP="00867405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2772BC57" w14:textId="77777777" w:rsidR="00867405" w:rsidRPr="00DC05CF" w:rsidRDefault="00867405" w:rsidP="00867405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77B018E3" w14:textId="1BD8B194" w:rsidR="00867405" w:rsidRDefault="00867405" w:rsidP="00867405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BRUTTO: słownie: …………………………………………………………………………………………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………….………………..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br/>
        <w:t>………...…………………………………………………………………………………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63213CED" w14:textId="77777777" w:rsidR="009377E4" w:rsidRPr="009C70C7" w:rsidRDefault="009377E4" w:rsidP="00867405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</w:p>
    <w:p w14:paraId="735B56D4" w14:textId="4E30B41F" w:rsidR="009377E4" w:rsidRDefault="00867405" w:rsidP="009377E4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Cs/>
          <w:i/>
          <w:iCs/>
          <w:sz w:val="20"/>
          <w:szCs w:val="20"/>
        </w:rPr>
      </w:pPr>
      <w:r w:rsidRPr="009377E4">
        <w:rPr>
          <w:rFonts w:cs="Arial"/>
          <w:b/>
          <w:sz w:val="20"/>
          <w:szCs w:val="20"/>
        </w:rPr>
        <w:lastRenderedPageBreak/>
        <w:t xml:space="preserve">B. </w:t>
      </w:r>
      <w:r w:rsidR="009377E4" w:rsidRPr="009377E4">
        <w:rPr>
          <w:b/>
          <w:sz w:val="20"/>
          <w:szCs w:val="20"/>
        </w:rPr>
        <w:t>Oferujemy termin dostawy tablic indywidualnych i wtórników liczony od dnia złożenia zamówienia</w:t>
      </w:r>
      <w:r w:rsidR="009377E4">
        <w:rPr>
          <w:b/>
          <w:sz w:val="20"/>
          <w:szCs w:val="20"/>
        </w:rPr>
        <w:t xml:space="preserve">: </w:t>
      </w:r>
      <w:r w:rsidR="009377E4" w:rsidRPr="009377E4">
        <w:rPr>
          <w:bCs/>
          <w:i/>
          <w:iCs/>
          <w:sz w:val="20"/>
          <w:szCs w:val="20"/>
        </w:rPr>
        <w:t>(zaznaczyć i wpisać słownie)</w:t>
      </w:r>
      <w:r w:rsidR="009377E4">
        <w:rPr>
          <w:bCs/>
          <w:i/>
          <w:iCs/>
          <w:sz w:val="20"/>
          <w:szCs w:val="20"/>
        </w:rPr>
        <w:t>:</w:t>
      </w:r>
    </w:p>
    <w:p w14:paraId="3D7AFA8E" w14:textId="77777777" w:rsidR="009377E4" w:rsidRPr="009377E4" w:rsidRDefault="009377E4" w:rsidP="009377E4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rFonts w:cs="Arial"/>
          <w:b/>
          <w:sz w:val="20"/>
          <w:szCs w:val="20"/>
        </w:rPr>
      </w:pPr>
    </w:p>
    <w:p w14:paraId="121EEAA5" w14:textId="31EAE5A4" w:rsidR="009377E4" w:rsidRDefault="009377E4" w:rsidP="009377E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9377E4">
        <w:rPr>
          <w:b/>
          <w:bCs/>
          <w:sz w:val="20"/>
          <w:szCs w:val="20"/>
        </w:rPr>
        <w:t>do 7 dni</w:t>
      </w:r>
    </w:p>
    <w:p w14:paraId="1B788611" w14:textId="77777777" w:rsidR="009377E4" w:rsidRDefault="009377E4" w:rsidP="009377E4">
      <w:pPr>
        <w:widowControl w:val="0"/>
        <w:autoSpaceDE w:val="0"/>
        <w:autoSpaceDN w:val="0"/>
        <w:adjustRightInd w:val="0"/>
        <w:ind w:left="720"/>
        <w:jc w:val="both"/>
        <w:rPr>
          <w:b/>
          <w:bCs/>
          <w:sz w:val="20"/>
          <w:szCs w:val="20"/>
        </w:rPr>
      </w:pPr>
    </w:p>
    <w:p w14:paraId="003AFA5B" w14:textId="77777777" w:rsidR="009377E4" w:rsidRPr="009377E4" w:rsidRDefault="009377E4" w:rsidP="009377E4">
      <w:pPr>
        <w:widowControl w:val="0"/>
        <w:autoSpaceDE w:val="0"/>
        <w:autoSpaceDN w:val="0"/>
        <w:adjustRightInd w:val="0"/>
        <w:ind w:left="720"/>
        <w:jc w:val="both"/>
        <w:rPr>
          <w:b/>
          <w:bCs/>
          <w:sz w:val="20"/>
          <w:szCs w:val="20"/>
        </w:rPr>
      </w:pPr>
    </w:p>
    <w:p w14:paraId="471C7782" w14:textId="77777777" w:rsidR="009377E4" w:rsidRPr="009377E4" w:rsidRDefault="009377E4" w:rsidP="009377E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9377E4">
        <w:rPr>
          <w:b/>
          <w:bCs/>
          <w:sz w:val="20"/>
          <w:szCs w:val="20"/>
        </w:rPr>
        <w:t xml:space="preserve">do 12 dni </w:t>
      </w:r>
    </w:p>
    <w:p w14:paraId="50093341" w14:textId="77777777" w:rsidR="00867405" w:rsidRPr="00B77D4C" w:rsidRDefault="00867405" w:rsidP="00867405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0C0030D0" w14:textId="1FF0604F" w:rsidR="00867405" w:rsidRPr="004C5019" w:rsidRDefault="00867405" w:rsidP="00867405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</w:t>
      </w:r>
      <w:r w:rsidR="009377E4">
        <w:rPr>
          <w:rFonts w:cs="Arial"/>
          <w:b/>
          <w:sz w:val="20"/>
          <w:szCs w:val="20"/>
        </w:rPr>
        <w:t>do                                                           dni</w:t>
      </w:r>
      <w:r w:rsidRPr="00B77D4C">
        <w:rPr>
          <w:rFonts w:cs="Arial"/>
          <w:b/>
          <w:sz w:val="20"/>
          <w:szCs w:val="20"/>
        </w:rPr>
        <w:t>)</w:t>
      </w:r>
    </w:p>
    <w:p w14:paraId="08A50E28" w14:textId="58A94276" w:rsidR="00867405" w:rsidRPr="00867405" w:rsidRDefault="00867405" w:rsidP="000C2176">
      <w:pPr>
        <w:jc w:val="both"/>
        <w:rPr>
          <w:rFonts w:cs="Arial"/>
          <w:bCs/>
          <w:sz w:val="20"/>
          <w:szCs w:val="20"/>
          <w:lang w:val="x-none"/>
        </w:rPr>
      </w:pPr>
    </w:p>
    <w:p w14:paraId="237D82F5" w14:textId="77777777" w:rsidR="00867405" w:rsidRDefault="00867405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0CD2C018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 xml:space="preserve">wana cena jest ceną </w:t>
      </w:r>
      <w:r w:rsidR="009377E4">
        <w:rPr>
          <w:rFonts w:cs="Arial"/>
          <w:sz w:val="20"/>
          <w:szCs w:val="20"/>
        </w:rPr>
        <w:t>ofertowa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2" w:name="_Hlk66722486"/>
    </w:p>
    <w:p w14:paraId="4B80B1D2" w14:textId="77777777" w:rsidR="00867405" w:rsidRPr="009C70C7" w:rsidRDefault="00867405" w:rsidP="00867405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23329B75" w14:textId="77777777" w:rsidR="00867405" w:rsidRPr="002E60E0" w:rsidRDefault="00867405" w:rsidP="00867405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867405" w:rsidRPr="007B1C9D" w14:paraId="57B267E2" w14:textId="77777777" w:rsidTr="00531AA2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782ACFF" w14:textId="77777777" w:rsidR="00867405" w:rsidRPr="007B1C9D" w:rsidRDefault="00867405" w:rsidP="00531AA2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1B339625" w14:textId="77777777" w:rsidR="00867405" w:rsidRPr="007B1C9D" w:rsidRDefault="00867405" w:rsidP="00531AA2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513C550" w14:textId="77777777" w:rsidR="00867405" w:rsidRPr="007B1C9D" w:rsidRDefault="00867405" w:rsidP="00531AA2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2854690" w14:textId="77777777" w:rsidR="00867405" w:rsidRPr="007B1C9D" w:rsidRDefault="00867405" w:rsidP="00531AA2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DF0B424" w14:textId="77777777" w:rsidR="00867405" w:rsidRPr="007B1C9D" w:rsidRDefault="00867405" w:rsidP="00531AA2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63B9AE7" w14:textId="77777777" w:rsidR="00867405" w:rsidRPr="007B1C9D" w:rsidRDefault="00867405" w:rsidP="00531AA2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867405" w:rsidRPr="007B1C9D" w14:paraId="2511CCF2" w14:textId="77777777" w:rsidTr="00531AA2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2482C61" w14:textId="77777777" w:rsidR="00867405" w:rsidRPr="000C2176" w:rsidRDefault="00867405" w:rsidP="00531AA2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5DB78ED" w14:textId="77777777" w:rsidR="00867405" w:rsidRPr="000C2176" w:rsidRDefault="00867405" w:rsidP="00531AA2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FBB0752" w14:textId="77777777" w:rsidR="00867405" w:rsidRPr="000C2176" w:rsidRDefault="00867405" w:rsidP="00531AA2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514ABDC" w14:textId="77777777" w:rsidR="00867405" w:rsidRPr="000C2176" w:rsidRDefault="00867405" w:rsidP="00531AA2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867405" w:rsidRPr="007B1C9D" w14:paraId="54602054" w14:textId="77777777" w:rsidTr="00531AA2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F03855" w14:textId="77777777" w:rsidR="00867405" w:rsidRPr="007B1C9D" w:rsidRDefault="00867405" w:rsidP="00531AA2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ADD53E" w14:textId="77777777" w:rsidR="00867405" w:rsidRPr="007B1C9D" w:rsidRDefault="00867405" w:rsidP="00531AA2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DA867C" w14:textId="77777777" w:rsidR="00867405" w:rsidRPr="007B1C9D" w:rsidRDefault="00867405" w:rsidP="00531AA2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63084" w14:textId="77777777" w:rsidR="00867405" w:rsidRPr="007B1C9D" w:rsidRDefault="00867405" w:rsidP="00531AA2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867405" w:rsidRPr="007B1C9D" w14:paraId="0E770D29" w14:textId="77777777" w:rsidTr="00531AA2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C51168" w14:textId="77777777" w:rsidR="00867405" w:rsidRPr="007B1C9D" w:rsidRDefault="00867405" w:rsidP="00531AA2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3982EB" w14:textId="77777777" w:rsidR="00867405" w:rsidRPr="007B1C9D" w:rsidRDefault="00867405" w:rsidP="00531AA2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605DCB" w14:textId="77777777" w:rsidR="00867405" w:rsidRPr="007B1C9D" w:rsidRDefault="00867405" w:rsidP="00531AA2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B0837" w14:textId="77777777" w:rsidR="00867405" w:rsidRPr="007B1C9D" w:rsidRDefault="00867405" w:rsidP="00531AA2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084095F2" w14:textId="77777777" w:rsidR="00867405" w:rsidRPr="0022624E" w:rsidRDefault="00867405" w:rsidP="00867405">
      <w:pPr>
        <w:suppressAutoHyphens/>
        <w:jc w:val="both"/>
        <w:rPr>
          <w:rFonts w:cs="Arial"/>
          <w:sz w:val="20"/>
          <w:szCs w:val="20"/>
        </w:rPr>
      </w:pPr>
    </w:p>
    <w:p w14:paraId="30C5134C" w14:textId="77777777" w:rsidR="00867405" w:rsidRPr="003E0E15" w:rsidRDefault="00867405" w:rsidP="00867405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3B7DA980" w14:textId="77777777" w:rsidR="00867405" w:rsidRPr="00007DE3" w:rsidRDefault="00867405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2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46CCC403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</w:t>
      </w:r>
      <w:r w:rsidR="003A3901">
        <w:rPr>
          <w:rFonts w:cs="Arial"/>
          <w:sz w:val="20"/>
          <w:szCs w:val="20"/>
        </w:rPr>
        <w:t>……………………..</w:t>
      </w:r>
      <w:r>
        <w:rPr>
          <w:rFonts w:cs="Arial"/>
          <w:sz w:val="20"/>
          <w:szCs w:val="20"/>
        </w:rPr>
        <w:t>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7610267" w14:textId="77777777" w:rsidR="00867405" w:rsidRDefault="00867405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6C42ACA6" w14:textId="77777777" w:rsidR="00867405" w:rsidRPr="004B1992" w:rsidRDefault="00867405" w:rsidP="00867405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54E65E14" w14:textId="77777777" w:rsidR="00867405" w:rsidRPr="004B1992" w:rsidRDefault="00867405" w:rsidP="00867405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24B4162F" w14:textId="77777777" w:rsidR="00867405" w:rsidRPr="004B1992" w:rsidRDefault="00867405" w:rsidP="00867405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2BC3D8A6" w14:textId="77777777" w:rsidR="00867405" w:rsidRPr="004B1992" w:rsidRDefault="00867405" w:rsidP="00867405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35B2E66" w14:textId="77777777" w:rsidR="00867405" w:rsidRPr="00930251" w:rsidRDefault="00867405" w:rsidP="00867405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2C0FCD95" w14:textId="77777777" w:rsidR="00867405" w:rsidRPr="004B1992" w:rsidRDefault="00867405" w:rsidP="00867405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754E8E63" w14:textId="77777777" w:rsidR="00867405" w:rsidRPr="004B1992" w:rsidRDefault="00867405" w:rsidP="00867405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1B9742F" w14:textId="77777777" w:rsidR="00867405" w:rsidRPr="004B1992" w:rsidRDefault="00867405" w:rsidP="00867405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2AB119B" w14:textId="77777777" w:rsidR="00867405" w:rsidRPr="004B1992" w:rsidRDefault="00867405" w:rsidP="00867405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17CF3BAE" w14:textId="77777777" w:rsidR="00867405" w:rsidRPr="004B1992" w:rsidRDefault="00867405" w:rsidP="00867405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43149EC" w14:textId="77777777" w:rsidR="00867405" w:rsidRPr="004B1992" w:rsidRDefault="00867405" w:rsidP="00867405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71ED8FB0" w14:textId="77777777" w:rsidR="00867405" w:rsidRPr="00912B61" w:rsidRDefault="00867405" w:rsidP="00867405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41AE528A" w14:textId="77777777" w:rsidR="00867405" w:rsidRDefault="00867405" w:rsidP="00867405">
      <w:pPr>
        <w:rPr>
          <w:rFonts w:cs="Arial"/>
          <w:b/>
          <w:color w:val="FF0000"/>
          <w:sz w:val="16"/>
          <w:szCs w:val="16"/>
        </w:rPr>
      </w:pPr>
    </w:p>
    <w:p w14:paraId="57A15EDC" w14:textId="77777777" w:rsidR="00867405" w:rsidRPr="003B72CA" w:rsidRDefault="00867405" w:rsidP="00867405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4C0F8E2" w14:textId="77777777" w:rsidR="00867405" w:rsidRPr="004B1992" w:rsidRDefault="00867405" w:rsidP="00867405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A18E392" w14:textId="77777777" w:rsidR="00867405" w:rsidRPr="004B1992" w:rsidRDefault="00867405" w:rsidP="00867405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07DF4058" w14:textId="77777777" w:rsidR="00867405" w:rsidRPr="00FB5006" w:rsidRDefault="00867405" w:rsidP="00867405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AB41D74" w14:textId="77777777" w:rsidR="00867405" w:rsidRDefault="00867405" w:rsidP="00867405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0ADAA86F" w14:textId="77777777" w:rsidR="00867405" w:rsidRDefault="00867405" w:rsidP="00867405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9523F9"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20709" w14:textId="77777777" w:rsidR="00CA4DE5" w:rsidRDefault="00CA4DE5">
      <w:r>
        <w:separator/>
      </w:r>
    </w:p>
  </w:endnote>
  <w:endnote w:type="continuationSeparator" w:id="0">
    <w:p w14:paraId="2E8FB0A5" w14:textId="77777777" w:rsidR="00CA4DE5" w:rsidRDefault="00CA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ABE11" w14:textId="77777777" w:rsidR="00CA4DE5" w:rsidRDefault="00CA4DE5">
      <w:r>
        <w:separator/>
      </w:r>
    </w:p>
  </w:footnote>
  <w:footnote w:type="continuationSeparator" w:id="0">
    <w:p w14:paraId="09DFDBF3" w14:textId="77777777" w:rsidR="00CA4DE5" w:rsidRDefault="00CA4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12FFB"/>
    <w:multiLevelType w:val="hybridMultilevel"/>
    <w:tmpl w:val="F8AA2E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3DCA2908"/>
    <w:multiLevelType w:val="hybridMultilevel"/>
    <w:tmpl w:val="91866F20"/>
    <w:lvl w:ilvl="0" w:tplc="1BCCA7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A381AD8"/>
    <w:multiLevelType w:val="hybridMultilevel"/>
    <w:tmpl w:val="1432395E"/>
    <w:lvl w:ilvl="0" w:tplc="18DE74EC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767181">
    <w:abstractNumId w:val="4"/>
  </w:num>
  <w:num w:numId="2" w16cid:durableId="839931307">
    <w:abstractNumId w:val="3"/>
  </w:num>
  <w:num w:numId="3" w16cid:durableId="1094592581">
    <w:abstractNumId w:val="0"/>
  </w:num>
  <w:num w:numId="4" w16cid:durableId="505249120">
    <w:abstractNumId w:val="6"/>
  </w:num>
  <w:num w:numId="5" w16cid:durableId="1850370894">
    <w:abstractNumId w:val="2"/>
  </w:num>
  <w:num w:numId="6" w16cid:durableId="1174875953">
    <w:abstractNumId w:val="5"/>
  </w:num>
  <w:num w:numId="7" w16cid:durableId="979071313">
    <w:abstractNumId w:val="8"/>
  </w:num>
  <w:num w:numId="8" w16cid:durableId="1438795342">
    <w:abstractNumId w:val="1"/>
  </w:num>
  <w:num w:numId="9" w16cid:durableId="531648392">
    <w:abstractNumId w:val="7"/>
  </w:num>
  <w:num w:numId="10" w16cid:durableId="599920489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ACF"/>
    <w:rsid w:val="00241C1F"/>
    <w:rsid w:val="002425AE"/>
    <w:rsid w:val="002A5DC7"/>
    <w:rsid w:val="002A6B66"/>
    <w:rsid w:val="002C6347"/>
    <w:rsid w:val="002E60E0"/>
    <w:rsid w:val="00313244"/>
    <w:rsid w:val="00320AAC"/>
    <w:rsid w:val="00325198"/>
    <w:rsid w:val="0035482A"/>
    <w:rsid w:val="003619F2"/>
    <w:rsid w:val="00365820"/>
    <w:rsid w:val="003865BB"/>
    <w:rsid w:val="003934F9"/>
    <w:rsid w:val="003A3901"/>
    <w:rsid w:val="003A482E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4C5019"/>
    <w:rsid w:val="0052111D"/>
    <w:rsid w:val="00531810"/>
    <w:rsid w:val="00533744"/>
    <w:rsid w:val="00537F26"/>
    <w:rsid w:val="00552AB8"/>
    <w:rsid w:val="005561C4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9621B"/>
    <w:rsid w:val="006F209E"/>
    <w:rsid w:val="00727F94"/>
    <w:rsid w:val="007337EB"/>
    <w:rsid w:val="007425EB"/>
    <w:rsid w:val="00745D18"/>
    <w:rsid w:val="00776530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67405"/>
    <w:rsid w:val="008945D9"/>
    <w:rsid w:val="008A2728"/>
    <w:rsid w:val="008C0260"/>
    <w:rsid w:val="008E2694"/>
    <w:rsid w:val="008E30F8"/>
    <w:rsid w:val="009377E4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03BC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62C24"/>
    <w:rsid w:val="00C635B6"/>
    <w:rsid w:val="00C67DA9"/>
    <w:rsid w:val="00C74595"/>
    <w:rsid w:val="00C909B9"/>
    <w:rsid w:val="00CA20F9"/>
    <w:rsid w:val="00CA4DE5"/>
    <w:rsid w:val="00CB7F6F"/>
    <w:rsid w:val="00CC263D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5C16"/>
    <w:rsid w:val="00EC3632"/>
    <w:rsid w:val="00EE10DE"/>
    <w:rsid w:val="00EE5D4A"/>
    <w:rsid w:val="00EE5E35"/>
    <w:rsid w:val="00EF000D"/>
    <w:rsid w:val="00F31A3A"/>
    <w:rsid w:val="00F54543"/>
    <w:rsid w:val="00F545A3"/>
    <w:rsid w:val="00F65BC1"/>
    <w:rsid w:val="00F74332"/>
    <w:rsid w:val="00F75DF3"/>
    <w:rsid w:val="00F76113"/>
    <w:rsid w:val="00FA2C29"/>
    <w:rsid w:val="00FB5706"/>
    <w:rsid w:val="00FC368A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0</TotalTime>
  <Pages>3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 Matusik</cp:lastModifiedBy>
  <cp:revision>2</cp:revision>
  <cp:lastPrinted>2012-08-24T11:01:00Z</cp:lastPrinted>
  <dcterms:created xsi:type="dcterms:W3CDTF">2023-11-07T10:03:00Z</dcterms:created>
  <dcterms:modified xsi:type="dcterms:W3CDTF">2023-11-07T10:03:00Z</dcterms:modified>
</cp:coreProperties>
</file>