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90D54" w14:textId="43AEB286" w:rsidR="00FF337A" w:rsidRPr="007A081A" w:rsidRDefault="00FF337A" w:rsidP="00FF337A">
      <w:pPr>
        <w:pStyle w:val="Nagwek"/>
        <w:rPr>
          <w:rFonts w:ascii="Cambria" w:hAnsi="Cambria" w:cstheme="minorHAnsi"/>
          <w:color w:val="000000"/>
          <w:sz w:val="20"/>
          <w:szCs w:val="20"/>
        </w:rPr>
      </w:pPr>
      <w:r w:rsidRPr="004E06EE">
        <w:rPr>
          <w:rFonts w:ascii="Cambria" w:hAnsi="Cambria" w:cstheme="minorHAnsi"/>
          <w:color w:val="FF0000"/>
          <w:sz w:val="20"/>
          <w:szCs w:val="20"/>
        </w:rPr>
        <w:t xml:space="preserve">Znak sprawy </w:t>
      </w:r>
      <w:r w:rsidR="00E52518">
        <w:rPr>
          <w:rFonts w:ascii="Cambria" w:hAnsi="Cambria" w:cstheme="minorHAnsi"/>
          <w:color w:val="FF0000"/>
          <w:sz w:val="20"/>
          <w:szCs w:val="20"/>
        </w:rPr>
        <w:t>O.G.331-14/KR/24</w:t>
      </w:r>
      <w:bookmarkStart w:id="0" w:name="_GoBack"/>
      <w:bookmarkEnd w:id="0"/>
      <w:r w:rsidRPr="004E06EE">
        <w:rPr>
          <w:rFonts w:ascii="Cambria" w:hAnsi="Cambria" w:cstheme="minorHAnsi"/>
          <w:color w:val="FF0000"/>
          <w:sz w:val="20"/>
          <w:szCs w:val="20"/>
        </w:rPr>
        <w:t xml:space="preserve"> </w:t>
      </w:r>
      <w:r>
        <w:rPr>
          <w:rFonts w:ascii="Cambria" w:hAnsi="Cambria" w:cstheme="minorHAnsi"/>
          <w:color w:val="000000"/>
          <w:sz w:val="20"/>
          <w:szCs w:val="20"/>
        </w:rPr>
        <w:tab/>
      </w:r>
      <w:r w:rsidRPr="003C2FAA">
        <w:rPr>
          <w:rFonts w:ascii="Cambria" w:hAnsi="Cambria" w:cstheme="minorHAnsi"/>
          <w:color w:val="000000"/>
          <w:sz w:val="20"/>
          <w:szCs w:val="20"/>
        </w:rPr>
        <w:tab/>
      </w:r>
      <w:r w:rsidRPr="007A081A">
        <w:rPr>
          <w:rFonts w:ascii="Cambria" w:hAnsi="Cambria" w:cstheme="minorHAnsi"/>
          <w:color w:val="000000"/>
          <w:sz w:val="20"/>
          <w:szCs w:val="20"/>
        </w:rPr>
        <w:t xml:space="preserve">Załącznik nr </w:t>
      </w:r>
      <w:r>
        <w:rPr>
          <w:rFonts w:ascii="Cambria" w:hAnsi="Cambria" w:cstheme="minorHAnsi"/>
          <w:color w:val="000000"/>
          <w:sz w:val="20"/>
          <w:szCs w:val="20"/>
        </w:rPr>
        <w:t xml:space="preserve">3a </w:t>
      </w:r>
      <w:r w:rsidRPr="007A081A">
        <w:rPr>
          <w:rFonts w:ascii="Cambria" w:hAnsi="Cambria" w:cstheme="minorHAnsi"/>
          <w:color w:val="000000"/>
          <w:sz w:val="20"/>
          <w:szCs w:val="20"/>
        </w:rPr>
        <w:t>do SWZ</w:t>
      </w:r>
    </w:p>
    <w:p w14:paraId="7220B906" w14:textId="2C60FFFF" w:rsidR="007A081A" w:rsidRPr="00FF337A" w:rsidRDefault="007A081A" w:rsidP="007A081A">
      <w:pPr>
        <w:tabs>
          <w:tab w:val="left" w:pos="6521"/>
        </w:tabs>
        <w:jc w:val="right"/>
        <w:rPr>
          <w:b/>
          <w:sz w:val="22"/>
          <w:szCs w:val="22"/>
        </w:rPr>
      </w:pPr>
    </w:p>
    <w:p w14:paraId="2049A11F" w14:textId="2F256CAF" w:rsidR="00FF337A" w:rsidRDefault="00FF337A" w:rsidP="007A081A">
      <w:pPr>
        <w:tabs>
          <w:tab w:val="left" w:pos="6521"/>
        </w:tabs>
        <w:jc w:val="right"/>
        <w:rPr>
          <w:b/>
        </w:rPr>
      </w:pPr>
    </w:p>
    <w:p w14:paraId="49C730D8" w14:textId="77777777" w:rsidR="00FF337A" w:rsidRPr="00FF337A" w:rsidRDefault="00FF337A" w:rsidP="007A081A">
      <w:pPr>
        <w:tabs>
          <w:tab w:val="left" w:pos="6521"/>
        </w:tabs>
        <w:jc w:val="right"/>
        <w:rPr>
          <w:b/>
          <w:sz w:val="2"/>
          <w:szCs w:val="2"/>
        </w:rPr>
      </w:pPr>
    </w:p>
    <w:tbl>
      <w:tblPr>
        <w:tblW w:w="9131" w:type="dxa"/>
        <w:tblInd w:w="-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92"/>
        <w:gridCol w:w="5139"/>
      </w:tblGrid>
      <w:tr w:rsidR="007A081A" w:rsidRPr="000C1986" w14:paraId="7074645C" w14:textId="77777777" w:rsidTr="004E06EE">
        <w:trPr>
          <w:trHeight w:val="307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6C670B1F" w14:textId="77777777" w:rsidR="007A081A" w:rsidRPr="000C1986" w:rsidRDefault="007A081A" w:rsidP="004E06EE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Pełna nazwa Wykonawcy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28C7D" w14:textId="77777777" w:rsidR="007A081A" w:rsidRPr="000C1986" w:rsidRDefault="007A081A" w:rsidP="004E06EE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74C6ABAA" w14:textId="77777777" w:rsidTr="004E06EE">
        <w:trPr>
          <w:trHeight w:val="817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D9D9D9"/>
            <w:vAlign w:val="center"/>
          </w:tcPr>
          <w:p w14:paraId="3C3B0C2B" w14:textId="77777777" w:rsidR="007A081A" w:rsidRPr="000C1986" w:rsidRDefault="007A081A" w:rsidP="004E06EE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Adres siedziby Wykonawcy:</w:t>
            </w:r>
          </w:p>
          <w:p w14:paraId="404E9314" w14:textId="77777777" w:rsidR="007A081A" w:rsidRPr="000C1986" w:rsidRDefault="007A081A" w:rsidP="004E06EE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ulica</w:t>
            </w:r>
          </w:p>
          <w:p w14:paraId="216D4EB8" w14:textId="77777777" w:rsidR="007A081A" w:rsidRPr="000C1986" w:rsidRDefault="007A081A" w:rsidP="004E06EE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miejscowość, kod pocztowy</w:t>
            </w:r>
          </w:p>
          <w:p w14:paraId="7971A442" w14:textId="77777777" w:rsidR="007A081A" w:rsidRPr="000C1986" w:rsidRDefault="007A081A" w:rsidP="004E06EE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województwo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B779C1" w14:textId="77777777" w:rsidR="007A081A" w:rsidRPr="000C1986" w:rsidRDefault="007A081A" w:rsidP="004E06EE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149E194E" w14:textId="77777777" w:rsidTr="004E06EE">
        <w:trPr>
          <w:trHeight w:val="183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4B48EB3" w14:textId="77777777" w:rsidR="007A081A" w:rsidRPr="000C1986" w:rsidRDefault="007A081A" w:rsidP="004E06EE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 xml:space="preserve">Adres do korespondencji </w:t>
            </w:r>
            <w:r w:rsidRPr="000C1986">
              <w:rPr>
                <w:rFonts w:ascii="Times New Roman" w:hAnsi="Times New Roman" w:cs="Times New Roman"/>
                <w:i/>
                <w:iCs/>
                <w:sz w:val="20"/>
              </w:rPr>
              <w:t>(jeżeli jest inny niż adres siedziby Wykonawcy)</w:t>
            </w:r>
            <w:r w:rsidRPr="000C1986">
              <w:rPr>
                <w:rFonts w:ascii="Times New Roman" w:hAnsi="Times New Roman" w:cs="Times New Roman"/>
                <w:sz w:val="20"/>
              </w:rPr>
              <w:t>:</w:t>
            </w:r>
          </w:p>
          <w:p w14:paraId="1DD318E9" w14:textId="77777777" w:rsidR="007A081A" w:rsidRPr="000C1986" w:rsidRDefault="007A081A" w:rsidP="004E06EE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ulica</w:t>
            </w:r>
          </w:p>
          <w:p w14:paraId="466F58BE" w14:textId="77777777" w:rsidR="007A081A" w:rsidRPr="000C1986" w:rsidRDefault="007A081A" w:rsidP="004E06EE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miejscowość, kod pocztowy</w:t>
            </w:r>
          </w:p>
          <w:p w14:paraId="38AC5068" w14:textId="77777777" w:rsidR="007A081A" w:rsidRPr="000C1986" w:rsidRDefault="007A081A" w:rsidP="004E06EE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województwo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8863" w14:textId="77777777" w:rsidR="007A081A" w:rsidRPr="000C1986" w:rsidRDefault="007A081A" w:rsidP="004E06EE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489CE6AE" w14:textId="77777777" w:rsidTr="004E06EE">
        <w:trPr>
          <w:trHeight w:val="196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03D88ED" w14:textId="77777777" w:rsidR="007A081A" w:rsidRPr="000C1986" w:rsidRDefault="007A081A" w:rsidP="004E06EE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NIP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A996E" w14:textId="77777777" w:rsidR="007A081A" w:rsidRPr="000C1986" w:rsidRDefault="007A081A" w:rsidP="004E06EE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463FBE74" w14:textId="77777777" w:rsidTr="004E06EE">
        <w:trPr>
          <w:trHeight w:val="189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464A7342" w14:textId="77777777" w:rsidR="007A081A" w:rsidRPr="000C1986" w:rsidRDefault="007A081A" w:rsidP="004E06EE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REGON / KRS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480D8" w14:textId="77777777" w:rsidR="007A081A" w:rsidRPr="000C1986" w:rsidRDefault="007A081A" w:rsidP="004E06EE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28F83DC6" w14:textId="77777777" w:rsidTr="004E06EE">
        <w:trPr>
          <w:trHeight w:val="192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67A35C5" w14:textId="77777777" w:rsidR="007A081A" w:rsidRPr="000C1986" w:rsidRDefault="007A081A" w:rsidP="004E06EE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Nr telefonu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D80EF" w14:textId="77777777" w:rsidR="007A081A" w:rsidRPr="000C1986" w:rsidRDefault="007A081A" w:rsidP="004E06EE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6F7CC4A0" w14:textId="77777777" w:rsidTr="004E06EE">
        <w:trPr>
          <w:trHeight w:val="195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6668C73" w14:textId="77777777" w:rsidR="007A081A" w:rsidRPr="000C1986" w:rsidRDefault="007A081A" w:rsidP="004E06EE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Nr faksu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70878" w14:textId="77777777" w:rsidR="007A081A" w:rsidRPr="000C1986" w:rsidRDefault="007A081A" w:rsidP="004E06EE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0ABC79FB" w14:textId="77777777" w:rsidTr="004E06EE">
        <w:trPr>
          <w:trHeight w:val="148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20901095" w14:textId="77777777" w:rsidR="007A081A" w:rsidRPr="000C1986" w:rsidRDefault="007A081A" w:rsidP="004E06EE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Adres e-mail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8F1AE" w14:textId="77777777" w:rsidR="007A081A" w:rsidRPr="000C1986" w:rsidRDefault="007A081A" w:rsidP="004E06EE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7CA075A6" w14:textId="77777777" w:rsidTr="004E06EE">
        <w:trPr>
          <w:trHeight w:val="452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7BA03685" w14:textId="77777777" w:rsidR="007A081A" w:rsidRPr="000C1986" w:rsidRDefault="007A081A" w:rsidP="004E06EE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Imię i nazwisko osoby upoważnionej do kontaktowania się z Zamawiającym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9031" w14:textId="77777777" w:rsidR="007A081A" w:rsidRPr="000C1986" w:rsidRDefault="007A081A" w:rsidP="004E06EE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32CE56F1" w14:textId="235EE769" w:rsidR="007A081A" w:rsidRDefault="007A081A" w:rsidP="007A081A">
      <w:pPr>
        <w:jc w:val="center"/>
        <w:rPr>
          <w:b/>
          <w:bCs/>
        </w:rPr>
      </w:pPr>
    </w:p>
    <w:p w14:paraId="0AE0681C" w14:textId="77777777" w:rsidR="00C37321" w:rsidRPr="000C1986" w:rsidRDefault="00C37321" w:rsidP="007A081A">
      <w:pPr>
        <w:jc w:val="center"/>
        <w:rPr>
          <w:b/>
          <w:bCs/>
        </w:rPr>
      </w:pPr>
    </w:p>
    <w:p w14:paraId="30EA3C49" w14:textId="79AEDAF5" w:rsidR="007A081A" w:rsidRPr="000C1986" w:rsidRDefault="007A081A" w:rsidP="007A081A">
      <w:pPr>
        <w:jc w:val="center"/>
        <w:rPr>
          <w:b/>
          <w:sz w:val="28"/>
          <w:szCs w:val="28"/>
        </w:rPr>
      </w:pPr>
      <w:r w:rsidRPr="000C1986">
        <w:rPr>
          <w:b/>
          <w:sz w:val="28"/>
          <w:szCs w:val="28"/>
        </w:rPr>
        <w:t>Formularz ofertowy</w:t>
      </w:r>
    </w:p>
    <w:p w14:paraId="3B92C827" w14:textId="77777777" w:rsidR="00275AE0" w:rsidRPr="003C2FAA" w:rsidRDefault="00275AE0" w:rsidP="00275AE0">
      <w:pPr>
        <w:pStyle w:val="Akapitzlist"/>
        <w:spacing w:line="276" w:lineRule="auto"/>
        <w:ind w:left="6379"/>
        <w:jc w:val="both"/>
        <w:rPr>
          <w:rFonts w:ascii="Cambria" w:hAnsi="Cambria"/>
          <w:sz w:val="22"/>
          <w:szCs w:val="22"/>
        </w:rPr>
      </w:pPr>
    </w:p>
    <w:p w14:paraId="6D425834" w14:textId="10CF2493" w:rsidR="007A081A" w:rsidRPr="004E06EE" w:rsidRDefault="007A081A" w:rsidP="004E06EE">
      <w:pPr>
        <w:jc w:val="both"/>
        <w:rPr>
          <w:sz w:val="22"/>
          <w:szCs w:val="22"/>
        </w:rPr>
      </w:pPr>
      <w:r w:rsidRPr="00122B38">
        <w:rPr>
          <w:sz w:val="22"/>
          <w:szCs w:val="22"/>
        </w:rPr>
        <w:t>Nawiązując do ogłoszenia o zamówieniu publicznym, gdzie Zamawiający</w:t>
      </w:r>
      <w:r w:rsidR="004E06EE">
        <w:rPr>
          <w:sz w:val="22"/>
          <w:szCs w:val="22"/>
        </w:rPr>
        <w:t>:</w:t>
      </w:r>
      <w:r w:rsidR="007536EA">
        <w:rPr>
          <w:sz w:val="22"/>
          <w:szCs w:val="22"/>
        </w:rPr>
        <w:t xml:space="preserve"> Powiat Świecki</w:t>
      </w:r>
      <w:r w:rsidR="004E06EE">
        <w:rPr>
          <w:sz w:val="22"/>
          <w:szCs w:val="22"/>
        </w:rPr>
        <w:t xml:space="preserve"> </w:t>
      </w:r>
      <w:r w:rsidR="007536EA">
        <w:rPr>
          <w:sz w:val="22"/>
          <w:szCs w:val="22"/>
        </w:rPr>
        <w:t xml:space="preserve">- </w:t>
      </w:r>
      <w:r w:rsidR="004E06EE">
        <w:rPr>
          <w:sz w:val="22"/>
          <w:szCs w:val="22"/>
        </w:rPr>
        <w:t>Powiatowy Urząd Pracy w Świeciu, ul. Wojska Polskiego 195a</w:t>
      </w:r>
      <w:r w:rsidRPr="00122B38">
        <w:rPr>
          <w:sz w:val="22"/>
          <w:szCs w:val="22"/>
        </w:rPr>
        <w:t>, 86 – 100 Świecie,</w:t>
      </w:r>
      <w:r w:rsidRPr="00122B38">
        <w:rPr>
          <w:bCs/>
          <w:sz w:val="22"/>
          <w:szCs w:val="22"/>
        </w:rPr>
        <w:t xml:space="preserve"> zamawia wykonanie zadania pn</w:t>
      </w:r>
      <w:r w:rsidRPr="00122B38">
        <w:rPr>
          <w:b/>
          <w:sz w:val="22"/>
          <w:szCs w:val="22"/>
        </w:rPr>
        <w:t>.:</w:t>
      </w:r>
      <w:bookmarkStart w:id="1" w:name="_Hlk66357479"/>
      <w:r w:rsidRPr="00122B38">
        <w:rPr>
          <w:b/>
          <w:sz w:val="22"/>
          <w:szCs w:val="22"/>
        </w:rPr>
        <w:t xml:space="preserve"> </w:t>
      </w:r>
      <w:r w:rsidRPr="00122B38">
        <w:rPr>
          <w:b/>
          <w:bCs/>
          <w:sz w:val="22"/>
          <w:szCs w:val="22"/>
        </w:rPr>
        <w:t>Świadczenie usług pocztowych w obrocie krajowym i zagranicznym, w zakresie przyjmowania, przemieszczania i doręczania przesyłek pocztowych oraz ich ewentualnych zwrotów w razie wykorzystania możliwości ich dostarczenia lub wydania odbiorcy</w:t>
      </w:r>
      <w:r w:rsidR="004E06EE">
        <w:rPr>
          <w:b/>
          <w:bCs/>
          <w:sz w:val="22"/>
          <w:szCs w:val="22"/>
        </w:rPr>
        <w:t>.</w:t>
      </w:r>
    </w:p>
    <w:p w14:paraId="7CB6B32E" w14:textId="77777777" w:rsidR="00122B38" w:rsidRPr="00122B38" w:rsidRDefault="00122B38" w:rsidP="007A081A">
      <w:pPr>
        <w:spacing w:after="240"/>
        <w:jc w:val="both"/>
        <w:rPr>
          <w:rFonts w:ascii="Calibri" w:hAnsi="Calibri" w:cs="Calibri"/>
          <w:b/>
          <w:bCs/>
          <w:sz w:val="22"/>
          <w:szCs w:val="22"/>
        </w:rPr>
      </w:pPr>
    </w:p>
    <w:bookmarkEnd w:id="1"/>
    <w:p w14:paraId="5DDC0771" w14:textId="77777777" w:rsidR="007A081A" w:rsidRPr="00122B38" w:rsidRDefault="007A081A" w:rsidP="00122B38">
      <w:pPr>
        <w:numPr>
          <w:ilvl w:val="0"/>
          <w:numId w:val="15"/>
        </w:numPr>
        <w:tabs>
          <w:tab w:val="clear" w:pos="1080"/>
          <w:tab w:val="num" w:pos="284"/>
        </w:tabs>
        <w:spacing w:after="240"/>
        <w:ind w:left="284" w:hanging="284"/>
        <w:jc w:val="both"/>
        <w:rPr>
          <w:sz w:val="22"/>
          <w:szCs w:val="22"/>
        </w:rPr>
      </w:pPr>
      <w:r w:rsidRPr="00122B38">
        <w:rPr>
          <w:sz w:val="22"/>
          <w:szCs w:val="22"/>
        </w:rPr>
        <w:t>Oświadczam/my, że zapoznałem/zapoznaliśmy się z warunkami zamówienia i zdobyłem/zdobyliśmy niezbędną wiedzę do prawidłowego sporządzenia oferty oraz że zrealizuję/zrealizujemy zamówienie w terminie określonym w SWZ.</w:t>
      </w:r>
    </w:p>
    <w:p w14:paraId="5D165BC1" w14:textId="77777777" w:rsidR="007A081A" w:rsidRPr="00454847" w:rsidRDefault="007A081A" w:rsidP="00EA5DCB">
      <w:pPr>
        <w:numPr>
          <w:ilvl w:val="0"/>
          <w:numId w:val="15"/>
        </w:numPr>
        <w:tabs>
          <w:tab w:val="clear" w:pos="1080"/>
          <w:tab w:val="num" w:pos="284"/>
        </w:tabs>
        <w:spacing w:line="360" w:lineRule="auto"/>
        <w:ind w:left="284" w:hanging="284"/>
        <w:jc w:val="both"/>
        <w:rPr>
          <w:b/>
          <w:bCs/>
          <w:sz w:val="22"/>
          <w:szCs w:val="22"/>
        </w:rPr>
      </w:pPr>
      <w:r w:rsidRPr="00454847">
        <w:rPr>
          <w:b/>
          <w:bCs/>
          <w:sz w:val="22"/>
          <w:szCs w:val="22"/>
        </w:rPr>
        <w:t>Oferuję/my wykonanie przedmiotu zamówienia za cenę ofertową:</w:t>
      </w:r>
    </w:p>
    <w:p w14:paraId="5A7C56A1" w14:textId="4A2578AF" w:rsidR="007A081A" w:rsidRPr="00454847" w:rsidRDefault="007A081A" w:rsidP="00AC41B1">
      <w:pPr>
        <w:snapToGrid w:val="0"/>
        <w:spacing w:line="360" w:lineRule="auto"/>
        <w:ind w:left="284"/>
        <w:jc w:val="both"/>
        <w:rPr>
          <w:b/>
          <w:bCs/>
          <w:sz w:val="22"/>
          <w:szCs w:val="22"/>
        </w:rPr>
      </w:pPr>
      <w:r w:rsidRPr="00454847">
        <w:rPr>
          <w:b/>
          <w:bCs/>
          <w:sz w:val="22"/>
          <w:szCs w:val="22"/>
        </w:rPr>
        <w:t xml:space="preserve"> …………….zł brutto w tym należny podatek …………. zł wyliczony według stawki … % </w:t>
      </w:r>
    </w:p>
    <w:p w14:paraId="31D8CF87" w14:textId="77777777" w:rsidR="00454847" w:rsidRPr="00454847" w:rsidRDefault="00454847" w:rsidP="00454847">
      <w:pPr>
        <w:tabs>
          <w:tab w:val="left" w:pos="360"/>
          <w:tab w:val="num" w:pos="928"/>
        </w:tabs>
        <w:jc w:val="both"/>
        <w:rPr>
          <w:rFonts w:ascii="Tahoma" w:hAnsi="Tahoma" w:cs="Tahoma"/>
          <w:b/>
          <w:color w:val="FF0000"/>
          <w:sz w:val="20"/>
          <w:szCs w:val="20"/>
        </w:rPr>
      </w:pPr>
      <w:r w:rsidRPr="00454847">
        <w:rPr>
          <w:rFonts w:ascii="Tahoma" w:hAnsi="Tahoma" w:cs="Tahoma"/>
          <w:bCs/>
          <w:i/>
          <w:iCs/>
          <w:color w:val="FF0000"/>
          <w:sz w:val="16"/>
          <w:szCs w:val="16"/>
        </w:rPr>
        <w:t>Uwaga! W cenie łącznej nie należy uwzględniać wartości opcji.</w:t>
      </w:r>
      <w:r w:rsidRPr="00454847">
        <w:rPr>
          <w:rFonts w:ascii="Tahoma" w:hAnsi="Tahoma" w:cs="Tahoma"/>
          <w:b/>
          <w:color w:val="FF0000"/>
          <w:sz w:val="20"/>
          <w:szCs w:val="20"/>
        </w:rPr>
        <w:tab/>
      </w:r>
      <w:r w:rsidRPr="00454847">
        <w:rPr>
          <w:rFonts w:ascii="Tahoma" w:hAnsi="Tahoma" w:cs="Tahoma"/>
          <w:b/>
          <w:color w:val="FF0000"/>
          <w:sz w:val="20"/>
          <w:szCs w:val="20"/>
        </w:rPr>
        <w:tab/>
      </w:r>
    </w:p>
    <w:p w14:paraId="3D8BAA98" w14:textId="77777777" w:rsidR="005E419E" w:rsidRDefault="005E419E" w:rsidP="005E419E">
      <w:pPr>
        <w:pStyle w:val="Akapitzlist5"/>
        <w:spacing w:line="276" w:lineRule="auto"/>
        <w:ind w:left="0"/>
        <w:jc w:val="both"/>
        <w:rPr>
          <w:rFonts w:ascii="Cambria" w:hAnsi="Cambria"/>
          <w:b/>
          <w:sz w:val="22"/>
          <w:szCs w:val="22"/>
        </w:rPr>
      </w:pPr>
    </w:p>
    <w:p w14:paraId="3FD1C3CC" w14:textId="77777777" w:rsidR="00454847" w:rsidRPr="00122B38" w:rsidRDefault="00454847" w:rsidP="005E419E">
      <w:pPr>
        <w:pStyle w:val="Akapitzlist5"/>
        <w:spacing w:line="276" w:lineRule="auto"/>
        <w:ind w:left="0"/>
        <w:jc w:val="both"/>
        <w:rPr>
          <w:rFonts w:ascii="Cambria" w:hAnsi="Cambria"/>
          <w:b/>
          <w:sz w:val="22"/>
          <w:szCs w:val="22"/>
        </w:rPr>
      </w:pPr>
    </w:p>
    <w:p w14:paraId="1AA4BE15" w14:textId="3BC255DA" w:rsidR="00275AE0" w:rsidRPr="00122B38" w:rsidRDefault="00275AE0" w:rsidP="00454847">
      <w:pPr>
        <w:pStyle w:val="Akapitzlist5"/>
        <w:spacing w:line="276" w:lineRule="auto"/>
        <w:ind w:left="0"/>
        <w:jc w:val="both"/>
        <w:rPr>
          <w:rFonts w:ascii="Cambria" w:hAnsi="Cambria" w:cs="Arial"/>
          <w:sz w:val="22"/>
          <w:szCs w:val="22"/>
        </w:rPr>
      </w:pPr>
      <w:r w:rsidRPr="00122B38">
        <w:rPr>
          <w:rFonts w:ascii="Cambria" w:hAnsi="Cambria"/>
          <w:b/>
          <w:sz w:val="22"/>
          <w:szCs w:val="22"/>
        </w:rPr>
        <w:t xml:space="preserve">KRYTERIUM </w:t>
      </w:r>
      <w:r w:rsidR="00EA34A4" w:rsidRPr="00122B38">
        <w:rPr>
          <w:rFonts w:ascii="Cambria" w:hAnsi="Cambria"/>
          <w:b/>
          <w:sz w:val="22"/>
          <w:szCs w:val="22"/>
        </w:rPr>
        <w:t xml:space="preserve">możliwość śledzenia przez </w:t>
      </w:r>
      <w:r w:rsidR="00750531" w:rsidRPr="00122B38">
        <w:rPr>
          <w:rFonts w:ascii="Cambria" w:hAnsi="Cambria"/>
          <w:b/>
          <w:sz w:val="22"/>
          <w:szCs w:val="22"/>
        </w:rPr>
        <w:t>Internet</w:t>
      </w:r>
      <w:r w:rsidR="00580639" w:rsidRPr="00122B38">
        <w:rPr>
          <w:rFonts w:ascii="Cambria" w:hAnsi="Cambria"/>
          <w:b/>
          <w:sz w:val="22"/>
          <w:szCs w:val="22"/>
        </w:rPr>
        <w:t xml:space="preserve"> rejestrowanych przesyłek</w:t>
      </w:r>
      <w:r w:rsidR="007A081A" w:rsidRPr="00122B38">
        <w:rPr>
          <w:rFonts w:ascii="Cambria" w:hAnsi="Cambria"/>
          <w:b/>
          <w:sz w:val="22"/>
          <w:szCs w:val="22"/>
        </w:rPr>
        <w:t>*</w:t>
      </w:r>
    </w:p>
    <w:p w14:paraId="21A3767B" w14:textId="2808A932" w:rsidR="00EA34A4" w:rsidRPr="00122B38" w:rsidRDefault="00E52518" w:rsidP="00EA34A4">
      <w:pPr>
        <w:pStyle w:val="Akapitzlist5"/>
        <w:spacing w:line="276" w:lineRule="auto"/>
        <w:ind w:left="426"/>
        <w:jc w:val="both"/>
        <w:rPr>
          <w:rFonts w:ascii="Cambria" w:hAnsi="Cambria" w:cstheme="minorHAnsi"/>
          <w:sz w:val="22"/>
          <w:szCs w:val="22"/>
        </w:rPr>
      </w:pPr>
      <w:sdt>
        <w:sdtPr>
          <w:rPr>
            <w:rFonts w:ascii="Cambria" w:hAnsi="Cambria" w:cstheme="minorHAnsi"/>
            <w:sz w:val="22"/>
            <w:szCs w:val="22"/>
          </w:rPr>
          <w:id w:val="-177656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41B1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EA34A4" w:rsidRPr="00122B38">
        <w:rPr>
          <w:rFonts w:ascii="Cambria" w:hAnsi="Cambria" w:cstheme="minorHAnsi"/>
          <w:sz w:val="22"/>
          <w:szCs w:val="22"/>
        </w:rPr>
        <w:t xml:space="preserve"> TAK</w:t>
      </w:r>
    </w:p>
    <w:p w14:paraId="6336C016" w14:textId="677DD487" w:rsidR="007A081A" w:rsidRPr="00122B38" w:rsidRDefault="00E52518" w:rsidP="00C37321">
      <w:pPr>
        <w:pStyle w:val="Akapitzlist5"/>
        <w:spacing w:line="276" w:lineRule="auto"/>
        <w:ind w:left="426"/>
        <w:jc w:val="both"/>
        <w:rPr>
          <w:rFonts w:ascii="Cambria" w:hAnsi="Cambria" w:cstheme="minorHAnsi"/>
          <w:sz w:val="22"/>
          <w:szCs w:val="22"/>
        </w:rPr>
      </w:pPr>
      <w:sdt>
        <w:sdtPr>
          <w:rPr>
            <w:rFonts w:ascii="Cambria" w:hAnsi="Cambria" w:cstheme="minorHAnsi"/>
            <w:sz w:val="22"/>
            <w:szCs w:val="22"/>
          </w:rPr>
          <w:id w:val="-1409067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34A4" w:rsidRPr="00122B38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EA34A4" w:rsidRPr="00122B38">
        <w:rPr>
          <w:rFonts w:ascii="Cambria" w:hAnsi="Cambria" w:cstheme="minorHAnsi"/>
          <w:sz w:val="22"/>
          <w:szCs w:val="22"/>
        </w:rPr>
        <w:t xml:space="preserve"> NIE</w:t>
      </w:r>
    </w:p>
    <w:p w14:paraId="08F3983E" w14:textId="107EAF01" w:rsidR="007A081A" w:rsidRPr="00122B38" w:rsidRDefault="007A081A" w:rsidP="00EA34A4">
      <w:pPr>
        <w:pStyle w:val="Akapitzlist5"/>
        <w:spacing w:line="276" w:lineRule="auto"/>
        <w:ind w:left="426"/>
        <w:jc w:val="both"/>
        <w:rPr>
          <w:rFonts w:ascii="Cambria" w:hAnsi="Cambria" w:cstheme="minorHAnsi"/>
          <w:sz w:val="16"/>
          <w:szCs w:val="16"/>
        </w:rPr>
      </w:pPr>
      <w:r w:rsidRPr="00122B38">
        <w:rPr>
          <w:rFonts w:ascii="Cambria" w:hAnsi="Cambria" w:cstheme="minorHAnsi"/>
          <w:sz w:val="16"/>
          <w:szCs w:val="16"/>
        </w:rPr>
        <w:t>*właściwą odpowiedź zaznaczyć „x”</w:t>
      </w:r>
    </w:p>
    <w:p w14:paraId="4BB57A33" w14:textId="5C8B4FB6" w:rsidR="00275AE0" w:rsidRPr="00122B38" w:rsidRDefault="00275AE0" w:rsidP="00275AE0">
      <w:pPr>
        <w:pStyle w:val="Akapitzlist5"/>
        <w:spacing w:line="276" w:lineRule="auto"/>
        <w:ind w:left="0"/>
        <w:jc w:val="both"/>
        <w:rPr>
          <w:rFonts w:ascii="Cambria" w:hAnsi="Cambria" w:cs="Arial"/>
          <w:sz w:val="22"/>
          <w:szCs w:val="22"/>
        </w:rPr>
      </w:pPr>
    </w:p>
    <w:p w14:paraId="0C1DD684" w14:textId="11E415A9" w:rsidR="00275AE0" w:rsidRPr="000C58ED" w:rsidRDefault="00C37321" w:rsidP="00122B38">
      <w:pPr>
        <w:pStyle w:val="Akapitzlist5"/>
        <w:numPr>
          <w:ilvl w:val="0"/>
          <w:numId w:val="15"/>
        </w:numPr>
        <w:tabs>
          <w:tab w:val="clear" w:pos="1080"/>
          <w:tab w:val="num" w:pos="426"/>
        </w:tabs>
        <w:spacing w:after="240" w:line="276" w:lineRule="auto"/>
        <w:ind w:left="426" w:hanging="426"/>
        <w:jc w:val="both"/>
        <w:rPr>
          <w:rFonts w:eastAsia="Batang"/>
          <w:sz w:val="22"/>
          <w:szCs w:val="22"/>
        </w:rPr>
      </w:pPr>
      <w:r w:rsidRPr="00122B38">
        <w:rPr>
          <w:rFonts w:eastAsia="Batang"/>
          <w:sz w:val="22"/>
          <w:szCs w:val="22"/>
        </w:rPr>
        <w:t>Oświadczamy, że p</w:t>
      </w:r>
      <w:r w:rsidR="00275AE0" w:rsidRPr="00122B38">
        <w:rPr>
          <w:rFonts w:eastAsia="Batang"/>
          <w:sz w:val="22"/>
          <w:szCs w:val="22"/>
        </w:rPr>
        <w:t xml:space="preserve">rzedmiot zamówienia wykonamy w terminie od </w:t>
      </w:r>
      <w:r w:rsidR="00122B38" w:rsidRPr="000C58ED">
        <w:rPr>
          <w:rFonts w:eastAsia="Batang"/>
          <w:sz w:val="22"/>
          <w:szCs w:val="22"/>
        </w:rPr>
        <w:t>1</w:t>
      </w:r>
      <w:r w:rsidR="00275AE0" w:rsidRPr="000C58ED">
        <w:rPr>
          <w:rFonts w:eastAsia="Batang"/>
          <w:sz w:val="22"/>
          <w:szCs w:val="22"/>
        </w:rPr>
        <w:t xml:space="preserve"> stycznia 202</w:t>
      </w:r>
      <w:r w:rsidR="004E06EE" w:rsidRPr="000C58ED">
        <w:rPr>
          <w:rFonts w:eastAsia="Batang"/>
          <w:sz w:val="22"/>
          <w:szCs w:val="22"/>
        </w:rPr>
        <w:t>5</w:t>
      </w:r>
      <w:r w:rsidR="00275AE0" w:rsidRPr="000C58ED">
        <w:rPr>
          <w:rFonts w:eastAsia="Batang"/>
          <w:sz w:val="22"/>
          <w:szCs w:val="22"/>
        </w:rPr>
        <w:t xml:space="preserve"> roku</w:t>
      </w:r>
      <w:r w:rsidR="000525B9" w:rsidRPr="000C58ED">
        <w:rPr>
          <w:rFonts w:eastAsia="Batang"/>
          <w:sz w:val="22"/>
          <w:szCs w:val="22"/>
        </w:rPr>
        <w:t xml:space="preserve"> do 31 grudnia 202</w:t>
      </w:r>
      <w:r w:rsidR="004E06EE" w:rsidRPr="000C58ED">
        <w:rPr>
          <w:rFonts w:eastAsia="Batang"/>
          <w:sz w:val="22"/>
          <w:szCs w:val="22"/>
        </w:rPr>
        <w:t>5</w:t>
      </w:r>
      <w:r w:rsidR="000525B9" w:rsidRPr="000C58ED">
        <w:rPr>
          <w:rFonts w:eastAsia="Batang"/>
          <w:sz w:val="22"/>
          <w:szCs w:val="22"/>
        </w:rPr>
        <w:t xml:space="preserve"> roku.</w:t>
      </w:r>
    </w:p>
    <w:p w14:paraId="5301FE54" w14:textId="54331753" w:rsidR="00C37321" w:rsidRPr="00122B38" w:rsidRDefault="00C37321" w:rsidP="00122B38">
      <w:pPr>
        <w:numPr>
          <w:ilvl w:val="0"/>
          <w:numId w:val="15"/>
        </w:numPr>
        <w:tabs>
          <w:tab w:val="clear" w:pos="1080"/>
          <w:tab w:val="num" w:pos="426"/>
        </w:tabs>
        <w:snapToGrid w:val="0"/>
        <w:spacing w:after="240"/>
        <w:ind w:left="426" w:hanging="426"/>
        <w:rPr>
          <w:sz w:val="22"/>
          <w:szCs w:val="22"/>
        </w:rPr>
      </w:pPr>
      <w:r w:rsidRPr="00122B38">
        <w:rPr>
          <w:sz w:val="22"/>
          <w:szCs w:val="22"/>
        </w:rPr>
        <w:t xml:space="preserve">Oświadczam/my, że uważamy się za związanych ofertą w okresie wskazanym </w:t>
      </w:r>
      <w:r w:rsidRPr="00DF16E4">
        <w:rPr>
          <w:sz w:val="22"/>
          <w:szCs w:val="22"/>
        </w:rPr>
        <w:t>w</w:t>
      </w:r>
      <w:r w:rsidR="00122B38" w:rsidRPr="00DF16E4">
        <w:rPr>
          <w:sz w:val="22"/>
          <w:szCs w:val="22"/>
        </w:rPr>
        <w:t xml:space="preserve"> Dziale</w:t>
      </w:r>
      <w:r w:rsidR="00AC41B1" w:rsidRPr="00DF16E4">
        <w:rPr>
          <w:sz w:val="22"/>
          <w:szCs w:val="22"/>
        </w:rPr>
        <w:t xml:space="preserve"> 16</w:t>
      </w:r>
      <w:r w:rsidRPr="00DF16E4">
        <w:rPr>
          <w:sz w:val="22"/>
          <w:szCs w:val="22"/>
        </w:rPr>
        <w:t xml:space="preserve"> SWZ.</w:t>
      </w:r>
    </w:p>
    <w:p w14:paraId="0E86C81E" w14:textId="77777777" w:rsidR="00C37321" w:rsidRPr="00122B38" w:rsidRDefault="00C37321" w:rsidP="00122B38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spacing w:after="240"/>
        <w:ind w:left="426" w:hanging="426"/>
        <w:rPr>
          <w:sz w:val="22"/>
          <w:szCs w:val="22"/>
        </w:rPr>
      </w:pPr>
      <w:r w:rsidRPr="00122B38">
        <w:rPr>
          <w:sz w:val="22"/>
          <w:szCs w:val="22"/>
        </w:rPr>
        <w:t>Akceptuję/Akceptujemy wzór umowy, jaka zostanie zawarta w wyniku przeprowadzonego postępowania.</w:t>
      </w:r>
    </w:p>
    <w:p w14:paraId="63B7D414" w14:textId="77777777" w:rsidR="00C37321" w:rsidRPr="00122B38" w:rsidRDefault="00C37321" w:rsidP="00C37321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spacing w:after="200"/>
        <w:ind w:left="426" w:hanging="426"/>
        <w:jc w:val="both"/>
        <w:rPr>
          <w:sz w:val="22"/>
          <w:szCs w:val="22"/>
        </w:rPr>
      </w:pPr>
      <w:r w:rsidRPr="00122B38">
        <w:rPr>
          <w:sz w:val="22"/>
          <w:szCs w:val="22"/>
        </w:rPr>
        <w:t>Jestem/Jesteśmy mikro/małym/średnim* przedsiębiorstwem.</w:t>
      </w:r>
    </w:p>
    <w:p w14:paraId="1E4FF16A" w14:textId="77777777" w:rsidR="00C37321" w:rsidRPr="00122B38" w:rsidRDefault="00C37321" w:rsidP="00C37321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spacing w:after="200"/>
        <w:ind w:left="426" w:hanging="426"/>
        <w:jc w:val="both"/>
        <w:rPr>
          <w:sz w:val="22"/>
          <w:szCs w:val="22"/>
        </w:rPr>
      </w:pPr>
      <w:r w:rsidRPr="00122B38">
        <w:rPr>
          <w:sz w:val="22"/>
          <w:szCs w:val="22"/>
        </w:rPr>
        <w:t xml:space="preserve">Jestem wykonawcą z siedzibą w państwa EOG innych niż Polska – TAK/NIE*. </w:t>
      </w:r>
    </w:p>
    <w:p w14:paraId="7BED236E" w14:textId="77777777" w:rsidR="00C37321" w:rsidRPr="00122B38" w:rsidRDefault="00C37321" w:rsidP="00C37321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ind w:left="426" w:hanging="426"/>
        <w:jc w:val="both"/>
        <w:rPr>
          <w:sz w:val="22"/>
          <w:szCs w:val="22"/>
        </w:rPr>
      </w:pPr>
      <w:r w:rsidRPr="00122B38">
        <w:rPr>
          <w:sz w:val="22"/>
          <w:szCs w:val="22"/>
        </w:rPr>
        <w:lastRenderedPageBreak/>
        <w:t xml:space="preserve">Jestem Wykonawcą z siedzibą w państwie spoza EOG– TAK/NIE*..   </w:t>
      </w:r>
    </w:p>
    <w:p w14:paraId="53752E71" w14:textId="77777777" w:rsidR="00C37321" w:rsidRPr="00122B38" w:rsidRDefault="00C37321" w:rsidP="00C37321">
      <w:pPr>
        <w:tabs>
          <w:tab w:val="num" w:pos="426"/>
        </w:tabs>
        <w:snapToGrid w:val="0"/>
        <w:ind w:left="426"/>
        <w:jc w:val="both"/>
        <w:rPr>
          <w:sz w:val="22"/>
          <w:szCs w:val="22"/>
        </w:rPr>
      </w:pPr>
      <w:r w:rsidRPr="00122B38">
        <w:rPr>
          <w:i/>
          <w:iCs/>
          <w:color w:val="000000"/>
          <w:sz w:val="22"/>
          <w:szCs w:val="22"/>
        </w:rPr>
        <w:t>(i</w:t>
      </w:r>
      <w:r w:rsidRPr="00122B38">
        <w:rPr>
          <w:i/>
          <w:iCs/>
          <w:color w:val="00000A"/>
          <w:sz w:val="22"/>
          <w:szCs w:val="22"/>
        </w:rPr>
        <w:t>nformacja</w:t>
      </w:r>
      <w:r w:rsidRPr="00122B38">
        <w:rPr>
          <w:i/>
          <w:color w:val="00000A"/>
          <w:sz w:val="22"/>
          <w:szCs w:val="22"/>
        </w:rPr>
        <w:t xml:space="preserve"> wymagana jedynie do celów statystycznych w celu prawidłowego wypełnienia ogłoszenia o udzieleniu zamówienia</w:t>
      </w:r>
      <w:r w:rsidRPr="00122B38">
        <w:rPr>
          <w:color w:val="00000A"/>
          <w:sz w:val="22"/>
          <w:szCs w:val="22"/>
        </w:rPr>
        <w:t>.)</w:t>
      </w:r>
    </w:p>
    <w:p w14:paraId="51838C14" w14:textId="77777777" w:rsidR="00C37321" w:rsidRPr="00122B38" w:rsidRDefault="00C37321" w:rsidP="00122B38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spacing w:before="240" w:after="200"/>
        <w:ind w:left="426" w:hanging="426"/>
        <w:jc w:val="both"/>
        <w:rPr>
          <w:sz w:val="22"/>
          <w:szCs w:val="22"/>
        </w:rPr>
      </w:pPr>
      <w:r w:rsidRPr="00122B38">
        <w:rPr>
          <w:color w:val="00000A"/>
          <w:sz w:val="22"/>
          <w:szCs w:val="22"/>
        </w:rPr>
        <w:t xml:space="preserve">Niżej wskazane dokumenty/ich część stanowią tajemnicę przedsiębiorstwa i zastrzegam/zastrzegamy, że nie mogą być one udostępniane </w:t>
      </w:r>
      <w:r w:rsidRPr="00122B38">
        <w:rPr>
          <w:i/>
          <w:iCs/>
          <w:color w:val="00000A"/>
          <w:sz w:val="22"/>
          <w:szCs w:val="22"/>
        </w:rPr>
        <w:t>(proszę podać stronę, na której znajdują się wymienione dokumenty. Wskazane dokumenty warto spiąć w oddzielny komplet)**</w:t>
      </w:r>
      <w:r w:rsidRPr="00122B38">
        <w:rPr>
          <w:color w:val="00000A"/>
          <w:sz w:val="22"/>
          <w:szCs w:val="22"/>
        </w:rPr>
        <w:t>:…………………………………………………………………………..……………</w:t>
      </w:r>
    </w:p>
    <w:p w14:paraId="3EA1ABBD" w14:textId="77777777" w:rsidR="00C37321" w:rsidRPr="00122B38" w:rsidRDefault="00C37321" w:rsidP="00C37321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ind w:left="426" w:hanging="426"/>
        <w:jc w:val="both"/>
        <w:rPr>
          <w:i/>
          <w:iCs/>
          <w:sz w:val="22"/>
          <w:szCs w:val="22"/>
        </w:rPr>
      </w:pPr>
      <w:r w:rsidRPr="00122B38">
        <w:rPr>
          <w:color w:val="00000A"/>
          <w:sz w:val="22"/>
          <w:szCs w:val="22"/>
        </w:rPr>
        <w:t xml:space="preserve">Oświadczam/Oświadczamy, że nasz sposób reprezentacji dla potrzeb niniejszego zamówienia jest następujący **…………………………………………………………………………………………. </w:t>
      </w:r>
    </w:p>
    <w:p w14:paraId="5B464EA5" w14:textId="77777777" w:rsidR="00C37321" w:rsidRPr="00122B38" w:rsidRDefault="00C37321" w:rsidP="00C37321">
      <w:pPr>
        <w:tabs>
          <w:tab w:val="num" w:pos="426"/>
        </w:tabs>
        <w:snapToGrid w:val="0"/>
        <w:ind w:left="426" w:hanging="426"/>
        <w:jc w:val="both"/>
        <w:rPr>
          <w:i/>
          <w:iCs/>
          <w:sz w:val="22"/>
          <w:szCs w:val="22"/>
        </w:rPr>
      </w:pPr>
      <w:r w:rsidRPr="00122B38">
        <w:rPr>
          <w:i/>
          <w:iCs/>
          <w:color w:val="00000A"/>
          <w:sz w:val="22"/>
          <w:szCs w:val="22"/>
        </w:rPr>
        <w:tab/>
        <w:t>(w przypadku reprezentacji wynikającej z pełnomocnictwa, do oferty prosimy załączyć pełnomocnictwo).</w:t>
      </w:r>
    </w:p>
    <w:p w14:paraId="3343F9BE" w14:textId="51D97E13" w:rsidR="00C37321" w:rsidRPr="00122B38" w:rsidRDefault="00C37321" w:rsidP="00122B38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spacing w:before="240" w:after="200"/>
        <w:ind w:left="426" w:hanging="426"/>
        <w:jc w:val="both"/>
        <w:rPr>
          <w:i/>
          <w:iCs/>
          <w:sz w:val="22"/>
          <w:szCs w:val="22"/>
        </w:rPr>
      </w:pPr>
      <w:r w:rsidRPr="00122B38">
        <w:rPr>
          <w:i/>
          <w:iCs/>
          <w:color w:val="00000A"/>
          <w:sz w:val="22"/>
          <w:szCs w:val="22"/>
        </w:rPr>
        <w:t xml:space="preserve"> </w:t>
      </w:r>
      <w:r w:rsidRPr="00122B38">
        <w:rPr>
          <w:sz w:val="22"/>
          <w:szCs w:val="22"/>
        </w:rPr>
        <w:t xml:space="preserve">ZAMIERZAM / NIE ZAMIERZAM** powierzyć część zamówienia Podwykonawcy/ Podwykonawcom </w:t>
      </w:r>
      <w:r w:rsidRPr="00122B38">
        <w:rPr>
          <w:i/>
          <w:iCs/>
          <w:sz w:val="22"/>
          <w:szCs w:val="22"/>
        </w:rPr>
        <w:t>(proszę podać firmę Podwykonawcy/Podwykonawców, jeśli na etapie składania oferty jest znana)</w:t>
      </w:r>
      <w:r w:rsidRPr="00122B38">
        <w:rPr>
          <w:sz w:val="22"/>
          <w:szCs w:val="22"/>
        </w:rPr>
        <w:t xml:space="preserve"> …………………………………………………………………. Zamierzam powierzyć Podwykonawcy/Podwykonawcom </w:t>
      </w:r>
      <w:r w:rsidRPr="00122B38">
        <w:rPr>
          <w:i/>
          <w:iCs/>
          <w:sz w:val="22"/>
          <w:szCs w:val="22"/>
        </w:rPr>
        <w:t>(proszę wpisać jaką część zamówienia)</w:t>
      </w:r>
      <w:r w:rsidRPr="00122B38">
        <w:rPr>
          <w:sz w:val="22"/>
          <w:szCs w:val="22"/>
        </w:rPr>
        <w:t xml:space="preserve"> ……………………………………………………………………………………………… </w:t>
      </w:r>
    </w:p>
    <w:p w14:paraId="51D0B3C8" w14:textId="77777777" w:rsidR="00C37321" w:rsidRPr="00122B38" w:rsidRDefault="00C37321" w:rsidP="00C37321">
      <w:pPr>
        <w:tabs>
          <w:tab w:val="num" w:pos="426"/>
        </w:tabs>
        <w:snapToGrid w:val="0"/>
        <w:ind w:left="426" w:hanging="426"/>
        <w:jc w:val="both"/>
        <w:rPr>
          <w:sz w:val="22"/>
          <w:szCs w:val="22"/>
        </w:rPr>
      </w:pPr>
      <w:r w:rsidRPr="00122B38">
        <w:rPr>
          <w:sz w:val="22"/>
          <w:szCs w:val="22"/>
        </w:rPr>
        <w:tab/>
        <w:t>Wartość części zamówienia powierzona Podwykonawcy/Podwykonawcom to ……………….zł /…………% zamówienia **.</w:t>
      </w:r>
    </w:p>
    <w:p w14:paraId="4E8DDD9E" w14:textId="29CD612E" w:rsidR="00C37321" w:rsidRPr="00122B38" w:rsidRDefault="00C37321" w:rsidP="00C37321">
      <w:pPr>
        <w:numPr>
          <w:ilvl w:val="0"/>
          <w:numId w:val="15"/>
        </w:numPr>
        <w:tabs>
          <w:tab w:val="clear" w:pos="1080"/>
          <w:tab w:val="num" w:pos="426"/>
        </w:tabs>
        <w:snapToGrid w:val="0"/>
        <w:spacing w:after="200"/>
        <w:ind w:left="426" w:hanging="426"/>
        <w:jc w:val="both"/>
        <w:rPr>
          <w:sz w:val="22"/>
          <w:szCs w:val="22"/>
          <w:shd w:val="clear" w:color="auto" w:fill="FFFF00"/>
        </w:rPr>
      </w:pPr>
      <w:r w:rsidRPr="00122B38">
        <w:rPr>
          <w:sz w:val="22"/>
          <w:szCs w:val="22"/>
        </w:rPr>
        <w:t xml:space="preserve">Jeżeli wybór oferty będzie prowadził do powstania </w:t>
      </w:r>
      <w:bookmarkStart w:id="2" w:name="__DdeLink__6544_1655231290"/>
      <w:r w:rsidRPr="00122B38">
        <w:rPr>
          <w:sz w:val="22"/>
          <w:szCs w:val="22"/>
        </w:rPr>
        <w:t xml:space="preserve">u Zamawiającego obowiązku </w:t>
      </w:r>
      <w:bookmarkEnd w:id="2"/>
      <w:r w:rsidRPr="00122B38">
        <w:rPr>
          <w:sz w:val="22"/>
          <w:szCs w:val="22"/>
        </w:rPr>
        <w:t>podatkowego zgodnie z ustawą z 11 marca 2004 r. o podatku o</w:t>
      </w:r>
      <w:r w:rsidR="00DC6EFD">
        <w:rPr>
          <w:sz w:val="22"/>
          <w:szCs w:val="22"/>
        </w:rPr>
        <w:t>d towarów i usług (Dz. U. z 2024 r. poz. 36</w:t>
      </w:r>
      <w:r w:rsidRPr="00122B38">
        <w:rPr>
          <w:sz w:val="22"/>
          <w:szCs w:val="22"/>
        </w:rPr>
        <w:t>1, z </w:t>
      </w:r>
      <w:proofErr w:type="spellStart"/>
      <w:r w:rsidRPr="00122B38">
        <w:rPr>
          <w:sz w:val="22"/>
          <w:szCs w:val="22"/>
        </w:rPr>
        <w:t>późn</w:t>
      </w:r>
      <w:proofErr w:type="spellEnd"/>
      <w:r w:rsidRPr="00122B38">
        <w:rPr>
          <w:sz w:val="22"/>
          <w:szCs w:val="22"/>
        </w:rPr>
        <w:t>. zm.), prosimy o wskazanie:</w:t>
      </w:r>
    </w:p>
    <w:p w14:paraId="337BC7B2" w14:textId="77777777" w:rsidR="00C37321" w:rsidRPr="00122B38" w:rsidRDefault="00C37321" w:rsidP="00C37321">
      <w:pPr>
        <w:numPr>
          <w:ilvl w:val="0"/>
          <w:numId w:val="17"/>
        </w:numPr>
        <w:tabs>
          <w:tab w:val="left" w:pos="851"/>
        </w:tabs>
        <w:snapToGrid w:val="0"/>
        <w:spacing w:after="200"/>
        <w:ind w:left="851" w:hanging="425"/>
        <w:rPr>
          <w:sz w:val="22"/>
          <w:szCs w:val="22"/>
        </w:rPr>
      </w:pPr>
      <w:r w:rsidRPr="00122B38">
        <w:rPr>
          <w:sz w:val="22"/>
          <w:szCs w:val="22"/>
        </w:rPr>
        <w:t>nazwy ( rodzaju)towaru, którego dostawa lub świadczenie będzie prowadzić do powstania u Zamawiającego obowiązku podatkowego:…..........................................................................................................................</w:t>
      </w:r>
    </w:p>
    <w:p w14:paraId="2EA8D494" w14:textId="77777777" w:rsidR="00C37321" w:rsidRPr="00122B38" w:rsidRDefault="00C37321" w:rsidP="00C37321">
      <w:pPr>
        <w:numPr>
          <w:ilvl w:val="0"/>
          <w:numId w:val="17"/>
        </w:numPr>
        <w:tabs>
          <w:tab w:val="left" w:pos="426"/>
          <w:tab w:val="left" w:pos="851"/>
        </w:tabs>
        <w:snapToGrid w:val="0"/>
        <w:spacing w:after="200"/>
        <w:ind w:left="851" w:hanging="425"/>
        <w:rPr>
          <w:sz w:val="22"/>
          <w:szCs w:val="22"/>
          <w:shd w:val="clear" w:color="auto" w:fill="FFFF00"/>
        </w:rPr>
      </w:pPr>
      <w:r w:rsidRPr="00122B38">
        <w:rPr>
          <w:sz w:val="22"/>
          <w:szCs w:val="22"/>
        </w:rPr>
        <w:t xml:space="preserve"> wskazania wartości towaru lub usługi objętego obowiązkiem podatkowym Zamawiającego, bez kwoty podatku: …………………………………………………………………………….</w:t>
      </w:r>
    </w:p>
    <w:p w14:paraId="1DEFEE3C" w14:textId="77777777" w:rsidR="00C37321" w:rsidRPr="00122B38" w:rsidRDefault="00C37321" w:rsidP="00C37321">
      <w:pPr>
        <w:numPr>
          <w:ilvl w:val="0"/>
          <w:numId w:val="17"/>
        </w:numPr>
        <w:tabs>
          <w:tab w:val="left" w:pos="426"/>
          <w:tab w:val="left" w:pos="851"/>
        </w:tabs>
        <w:snapToGrid w:val="0"/>
        <w:spacing w:after="200"/>
        <w:ind w:left="851" w:hanging="425"/>
        <w:rPr>
          <w:sz w:val="22"/>
          <w:szCs w:val="22"/>
          <w:shd w:val="clear" w:color="auto" w:fill="FFFF00"/>
        </w:rPr>
      </w:pPr>
      <w:r w:rsidRPr="00122B38">
        <w:rPr>
          <w:sz w:val="22"/>
          <w:szCs w:val="22"/>
        </w:rPr>
        <w:t>Wskazania stawki podatku od towarów i usług, która zgodnie z wiedzą Wykonawcy, będzie miała zastosowanie …………………………………………………………………………….</w:t>
      </w:r>
    </w:p>
    <w:p w14:paraId="18933DAE" w14:textId="77777777" w:rsidR="00C37321" w:rsidRPr="00122B38" w:rsidRDefault="00C37321" w:rsidP="00C37321">
      <w:pPr>
        <w:pStyle w:val="Tekstpodstawowywcity"/>
        <w:jc w:val="both"/>
        <w:rPr>
          <w:sz w:val="22"/>
          <w:szCs w:val="22"/>
        </w:rPr>
      </w:pPr>
    </w:p>
    <w:p w14:paraId="63B1F36E" w14:textId="77777777" w:rsidR="00C37321" w:rsidRPr="00122B38" w:rsidRDefault="00C37321" w:rsidP="00C37321">
      <w:pPr>
        <w:pStyle w:val="Tekstpodstawowywcity"/>
        <w:jc w:val="both"/>
        <w:rPr>
          <w:sz w:val="22"/>
          <w:szCs w:val="22"/>
        </w:rPr>
      </w:pPr>
      <w:bookmarkStart w:id="3" w:name="_Hlk120528706"/>
    </w:p>
    <w:p w14:paraId="3CD4BE25" w14:textId="77777777" w:rsidR="00C37321" w:rsidRPr="00122B38" w:rsidRDefault="00C37321" w:rsidP="00C37321">
      <w:pPr>
        <w:spacing w:line="360" w:lineRule="auto"/>
        <w:jc w:val="right"/>
        <w:rPr>
          <w:sz w:val="22"/>
          <w:szCs w:val="22"/>
        </w:rPr>
      </w:pP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bookmarkStart w:id="4" w:name="_Hlk52258158"/>
      <w:r w:rsidRPr="00122B38">
        <w:rPr>
          <w:sz w:val="22"/>
          <w:szCs w:val="22"/>
        </w:rPr>
        <w:t>…………………………………………</w:t>
      </w:r>
    </w:p>
    <w:bookmarkEnd w:id="4"/>
    <w:p w14:paraId="488F5C98" w14:textId="77777777" w:rsidR="00C37321" w:rsidRPr="00AC41B1" w:rsidRDefault="00C37321" w:rsidP="00C37321">
      <w:pPr>
        <w:pStyle w:val="Tekstpodstawowywcity"/>
        <w:spacing w:line="240" w:lineRule="auto"/>
        <w:jc w:val="right"/>
        <w:rPr>
          <w:i/>
          <w:iCs/>
          <w:color w:val="FF0000"/>
          <w:sz w:val="18"/>
          <w:szCs w:val="18"/>
        </w:rPr>
      </w:pPr>
      <w:r w:rsidRPr="00AC41B1">
        <w:rPr>
          <w:i/>
          <w:iCs/>
          <w:color w:val="FF0000"/>
          <w:sz w:val="18"/>
          <w:szCs w:val="18"/>
        </w:rPr>
        <w:t>plik wypełniony musi zostać podpisany:</w:t>
      </w:r>
    </w:p>
    <w:p w14:paraId="3EE0142D" w14:textId="77777777" w:rsidR="00C37321" w:rsidRPr="00AC41B1" w:rsidRDefault="00C37321" w:rsidP="00C37321">
      <w:pPr>
        <w:pStyle w:val="Tekstpodstawowywcity"/>
        <w:spacing w:line="240" w:lineRule="auto"/>
        <w:jc w:val="right"/>
        <w:rPr>
          <w:i/>
          <w:iCs/>
          <w:color w:val="FF0000"/>
          <w:sz w:val="18"/>
          <w:szCs w:val="18"/>
        </w:rPr>
      </w:pPr>
      <w:r w:rsidRPr="00AC41B1">
        <w:rPr>
          <w:i/>
          <w:iCs/>
          <w:color w:val="FF0000"/>
          <w:sz w:val="18"/>
          <w:szCs w:val="18"/>
        </w:rPr>
        <w:t xml:space="preserve">kwalifikowanym podpisem elektronicznym / podpisem zaufanym (gov.pl) / </w:t>
      </w:r>
    </w:p>
    <w:p w14:paraId="3572DDD6" w14:textId="77777777" w:rsidR="00C37321" w:rsidRPr="00AC41B1" w:rsidRDefault="00C37321" w:rsidP="00C37321">
      <w:pPr>
        <w:pStyle w:val="Tekstpodstawowywcity"/>
        <w:spacing w:line="240" w:lineRule="auto"/>
        <w:jc w:val="right"/>
        <w:rPr>
          <w:i/>
          <w:iCs/>
          <w:color w:val="FF0000"/>
          <w:sz w:val="18"/>
          <w:szCs w:val="18"/>
        </w:rPr>
      </w:pPr>
      <w:r w:rsidRPr="00AC41B1">
        <w:rPr>
          <w:i/>
          <w:iCs/>
          <w:color w:val="FF0000"/>
          <w:sz w:val="18"/>
          <w:szCs w:val="18"/>
        </w:rPr>
        <w:t>podpisem osobistym (e-Dowód)</w:t>
      </w:r>
    </w:p>
    <w:p w14:paraId="12B52C44" w14:textId="77777777" w:rsidR="00C37321" w:rsidRPr="00AC41B1" w:rsidRDefault="00C37321" w:rsidP="00C37321">
      <w:pPr>
        <w:pStyle w:val="Tekstpodstawowywcity"/>
        <w:spacing w:line="240" w:lineRule="auto"/>
        <w:ind w:firstLine="0"/>
        <w:jc w:val="right"/>
        <w:rPr>
          <w:i/>
          <w:iCs/>
          <w:color w:val="FF0000"/>
          <w:sz w:val="18"/>
          <w:szCs w:val="18"/>
        </w:rPr>
      </w:pPr>
      <w:r w:rsidRPr="00AC41B1">
        <w:rPr>
          <w:i/>
          <w:iCs/>
          <w:color w:val="FF0000"/>
          <w:sz w:val="18"/>
          <w:szCs w:val="18"/>
        </w:rPr>
        <w:t>- przez osobę (osoby) do tego upoważnioną (upoważnione).</w:t>
      </w:r>
    </w:p>
    <w:p w14:paraId="4B6FF828" w14:textId="77777777" w:rsidR="00C37321" w:rsidRPr="00122B38" w:rsidRDefault="00C37321" w:rsidP="00C37321">
      <w:pPr>
        <w:pStyle w:val="Tekstpodstawowywcity"/>
        <w:ind w:firstLine="0"/>
        <w:rPr>
          <w:i/>
          <w:iCs/>
          <w:sz w:val="18"/>
          <w:szCs w:val="18"/>
        </w:rPr>
      </w:pPr>
    </w:p>
    <w:p w14:paraId="218FED00" w14:textId="77777777" w:rsidR="00C37321" w:rsidRPr="00122B38" w:rsidRDefault="00C37321" w:rsidP="00C37321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</w:p>
    <w:p w14:paraId="2983E401" w14:textId="77777777" w:rsidR="00C37321" w:rsidRPr="00122B38" w:rsidRDefault="00C37321" w:rsidP="00C37321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>* Niewłaściwe skreślić</w:t>
      </w:r>
    </w:p>
    <w:p w14:paraId="43CECD62" w14:textId="77777777" w:rsidR="00C37321" w:rsidRPr="00122B38" w:rsidRDefault="00C37321" w:rsidP="00C37321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>** Zaznaczyć/wpisać w odpowiednim miejscu</w:t>
      </w:r>
    </w:p>
    <w:p w14:paraId="6FAA0C54" w14:textId="77777777" w:rsidR="00C37321" w:rsidRPr="00122B38" w:rsidRDefault="00C37321" w:rsidP="00C37321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 xml:space="preserve">EOG – Europejski Obszar Gospodarczy. </w:t>
      </w:r>
      <w:bookmarkEnd w:id="3"/>
    </w:p>
    <w:p w14:paraId="789AC299" w14:textId="642855F3" w:rsidR="00B31C18" w:rsidRDefault="00B31C18" w:rsidP="00275AE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DF905F6" w14:textId="2D2472A7" w:rsidR="0003636D" w:rsidRPr="00DC6EFD" w:rsidRDefault="0003636D" w:rsidP="00DC6EFD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25667447" w14:textId="77777777" w:rsidR="0003636D" w:rsidRPr="000C1986" w:rsidRDefault="0003636D" w:rsidP="0003636D">
      <w:pPr>
        <w:jc w:val="center"/>
        <w:rPr>
          <w:b/>
          <w:bCs/>
        </w:rPr>
      </w:pPr>
    </w:p>
    <w:p w14:paraId="7AF33901" w14:textId="77777777" w:rsidR="00EC0B4B" w:rsidRDefault="00EC0B4B"/>
    <w:sectPr w:rsidR="00EC0B4B" w:rsidSect="009A5008">
      <w:headerReference w:type="default" r:id="rId8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75F138" w14:textId="77777777" w:rsidR="004E06EE" w:rsidRDefault="004E06EE" w:rsidP="00275AE0">
      <w:r>
        <w:separator/>
      </w:r>
    </w:p>
  </w:endnote>
  <w:endnote w:type="continuationSeparator" w:id="0">
    <w:p w14:paraId="73377B72" w14:textId="77777777" w:rsidR="004E06EE" w:rsidRDefault="004E06EE" w:rsidP="00275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5D8BA8" w14:textId="77777777" w:rsidR="004E06EE" w:rsidRDefault="004E06EE" w:rsidP="00275AE0">
      <w:r>
        <w:separator/>
      </w:r>
    </w:p>
  </w:footnote>
  <w:footnote w:type="continuationSeparator" w:id="0">
    <w:p w14:paraId="303B4A68" w14:textId="77777777" w:rsidR="004E06EE" w:rsidRDefault="004E06EE" w:rsidP="00275A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3393B" w14:textId="7D89ADBA" w:rsidR="004E06EE" w:rsidRPr="003C2FAA" w:rsidRDefault="004E06EE" w:rsidP="004E06EE">
    <w:pPr>
      <w:pStyle w:val="Nagwek"/>
      <w:jc w:val="right"/>
      <w:rPr>
        <w:rFonts w:ascii="Cambria" w:hAnsi="Cambria"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multilevel"/>
    <w:tmpl w:val="1B5AD340"/>
    <w:name w:val="WW8Num2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702E7E"/>
    <w:multiLevelType w:val="multilevel"/>
    <w:tmpl w:val="5572624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>
    <w:nsid w:val="1D491DDB"/>
    <w:multiLevelType w:val="hybridMultilevel"/>
    <w:tmpl w:val="0BE22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23CF8"/>
    <w:multiLevelType w:val="hybridMultilevel"/>
    <w:tmpl w:val="959885BA"/>
    <w:lvl w:ilvl="0" w:tplc="B09A943E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4200E61"/>
    <w:multiLevelType w:val="hybridMultilevel"/>
    <w:tmpl w:val="6FEC23D6"/>
    <w:lvl w:ilvl="0" w:tplc="47F03D1C">
      <w:start w:val="1"/>
      <w:numFmt w:val="decimal"/>
      <w:lvlText w:val="%1."/>
      <w:lvlJc w:val="left"/>
      <w:pPr>
        <w:ind w:left="786" w:hanging="360"/>
      </w:pPr>
      <w:rPr>
        <w:rFonts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8755D10"/>
    <w:multiLevelType w:val="multilevel"/>
    <w:tmpl w:val="1B5AD3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8EA44C1"/>
    <w:multiLevelType w:val="multilevel"/>
    <w:tmpl w:val="73D08398"/>
    <w:name w:val="WW8Num513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 Unicode MS" w:hint="default"/>
        <w:b w:val="0"/>
        <w:color w:val="auto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">
    <w:nsid w:val="2A7D29E1"/>
    <w:multiLevelType w:val="hybridMultilevel"/>
    <w:tmpl w:val="959885BA"/>
    <w:name w:val="WW8Num542"/>
    <w:lvl w:ilvl="0" w:tplc="B09A943E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BA34B8E"/>
    <w:multiLevelType w:val="multilevel"/>
    <w:tmpl w:val="43C2BC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>
    <w:nsid w:val="30CA7453"/>
    <w:multiLevelType w:val="hybridMultilevel"/>
    <w:tmpl w:val="0BE22B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0E032F"/>
    <w:multiLevelType w:val="multilevel"/>
    <w:tmpl w:val="E8CEDD08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">
    <w:nsid w:val="48E0716B"/>
    <w:multiLevelType w:val="hybridMultilevel"/>
    <w:tmpl w:val="9EE06F28"/>
    <w:lvl w:ilvl="0" w:tplc="E93AEC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AAA1B9F"/>
    <w:multiLevelType w:val="multilevel"/>
    <w:tmpl w:val="E10C11B0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">
    <w:nsid w:val="62F2248D"/>
    <w:multiLevelType w:val="hybridMultilevel"/>
    <w:tmpl w:val="EC425CA0"/>
    <w:lvl w:ilvl="0" w:tplc="0018E8C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25772E"/>
    <w:multiLevelType w:val="hybridMultilevel"/>
    <w:tmpl w:val="0DC6B772"/>
    <w:lvl w:ilvl="0" w:tplc="FFFFFFFF">
      <w:start w:val="1"/>
      <w:numFmt w:val="upperRoman"/>
      <w:lvlText w:val="%1."/>
      <w:lvlJc w:val="left"/>
      <w:pPr>
        <w:ind w:left="786" w:hanging="360"/>
      </w:pPr>
      <w:rPr>
        <w:rFonts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87A4BAF"/>
    <w:multiLevelType w:val="hybridMultilevel"/>
    <w:tmpl w:val="959885BA"/>
    <w:lvl w:ilvl="0" w:tplc="FFFFFFFF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5093D03"/>
    <w:multiLevelType w:val="hybridMultilevel"/>
    <w:tmpl w:val="6FEC23D6"/>
    <w:lvl w:ilvl="0" w:tplc="47F03D1C">
      <w:start w:val="1"/>
      <w:numFmt w:val="decimal"/>
      <w:lvlText w:val="%1."/>
      <w:lvlJc w:val="left"/>
      <w:pPr>
        <w:ind w:left="786" w:hanging="360"/>
      </w:pPr>
      <w:rPr>
        <w:rFonts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8146A30"/>
    <w:multiLevelType w:val="multilevel"/>
    <w:tmpl w:val="73D0839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 Unicode MS" w:hint="default"/>
        <w:b w:val="0"/>
        <w:color w:val="auto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>
    <w:nsid w:val="7ADA4897"/>
    <w:multiLevelType w:val="hybridMultilevel"/>
    <w:tmpl w:val="0DC6B772"/>
    <w:lvl w:ilvl="0" w:tplc="10784E88">
      <w:start w:val="1"/>
      <w:numFmt w:val="upperRoman"/>
      <w:lvlText w:val="%1."/>
      <w:lvlJc w:val="left"/>
      <w:pPr>
        <w:ind w:left="786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B427878"/>
    <w:multiLevelType w:val="hybridMultilevel"/>
    <w:tmpl w:val="43269BC0"/>
    <w:lvl w:ilvl="0" w:tplc="80F6CC2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6"/>
  </w:num>
  <w:num w:numId="3">
    <w:abstractNumId w:val="18"/>
  </w:num>
  <w:num w:numId="4">
    <w:abstractNumId w:val="1"/>
  </w:num>
  <w:num w:numId="5">
    <w:abstractNumId w:val="16"/>
  </w:num>
  <w:num w:numId="6">
    <w:abstractNumId w:val="13"/>
  </w:num>
  <w:num w:numId="7">
    <w:abstractNumId w:val="8"/>
  </w:num>
  <w:num w:numId="8">
    <w:abstractNumId w:val="4"/>
  </w:num>
  <w:num w:numId="9">
    <w:abstractNumId w:val="3"/>
  </w:num>
  <w:num w:numId="10">
    <w:abstractNumId w:val="19"/>
  </w:num>
  <w:num w:numId="11">
    <w:abstractNumId w:val="12"/>
  </w:num>
  <w:num w:numId="12">
    <w:abstractNumId w:val="10"/>
  </w:num>
  <w:num w:numId="13">
    <w:abstractNumId w:val="15"/>
  </w:num>
  <w:num w:numId="14">
    <w:abstractNumId w:val="17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1"/>
  </w:num>
  <w:num w:numId="18">
    <w:abstractNumId w:val="5"/>
  </w:num>
  <w:num w:numId="19">
    <w:abstractNumId w:val="1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E0"/>
    <w:rsid w:val="00001EE3"/>
    <w:rsid w:val="0003636D"/>
    <w:rsid w:val="00043C1F"/>
    <w:rsid w:val="000525B9"/>
    <w:rsid w:val="00053896"/>
    <w:rsid w:val="000C58ED"/>
    <w:rsid w:val="00122B38"/>
    <w:rsid w:val="00142445"/>
    <w:rsid w:val="001D6827"/>
    <w:rsid w:val="00233664"/>
    <w:rsid w:val="00267452"/>
    <w:rsid w:val="00275AE0"/>
    <w:rsid w:val="002C22BA"/>
    <w:rsid w:val="002D39CF"/>
    <w:rsid w:val="00325917"/>
    <w:rsid w:val="00361138"/>
    <w:rsid w:val="003700B9"/>
    <w:rsid w:val="003D4B27"/>
    <w:rsid w:val="00424779"/>
    <w:rsid w:val="004333C5"/>
    <w:rsid w:val="00454847"/>
    <w:rsid w:val="00470EE7"/>
    <w:rsid w:val="004E06EE"/>
    <w:rsid w:val="00580639"/>
    <w:rsid w:val="005849D0"/>
    <w:rsid w:val="005E419E"/>
    <w:rsid w:val="00656234"/>
    <w:rsid w:val="006A4D72"/>
    <w:rsid w:val="00750531"/>
    <w:rsid w:val="007536EA"/>
    <w:rsid w:val="007A081A"/>
    <w:rsid w:val="00883CDD"/>
    <w:rsid w:val="008B15D5"/>
    <w:rsid w:val="008B3CDA"/>
    <w:rsid w:val="008C00F5"/>
    <w:rsid w:val="009A5008"/>
    <w:rsid w:val="009B15CF"/>
    <w:rsid w:val="00A83196"/>
    <w:rsid w:val="00AC0E31"/>
    <w:rsid w:val="00AC41B1"/>
    <w:rsid w:val="00B31C18"/>
    <w:rsid w:val="00B34D64"/>
    <w:rsid w:val="00BD5A8D"/>
    <w:rsid w:val="00C37321"/>
    <w:rsid w:val="00CE2310"/>
    <w:rsid w:val="00D6465A"/>
    <w:rsid w:val="00DC6EFD"/>
    <w:rsid w:val="00DF16E4"/>
    <w:rsid w:val="00E46B41"/>
    <w:rsid w:val="00E52518"/>
    <w:rsid w:val="00EA34A4"/>
    <w:rsid w:val="00EA5DCB"/>
    <w:rsid w:val="00EC0B4B"/>
    <w:rsid w:val="00FC6675"/>
    <w:rsid w:val="00FE152F"/>
    <w:rsid w:val="00FE3594"/>
    <w:rsid w:val="00FF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21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EE3"/>
    <w:pPr>
      <w:suppressAutoHyphens/>
      <w:spacing w:after="0" w:line="240" w:lineRule="auto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275AE0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5AE0"/>
    <w:rPr>
      <w:rFonts w:ascii="Times New Roman" w:eastAsia="Batang" w:hAnsi="Times New Roman" w:cs="Mangal"/>
      <w:kern w:val="1"/>
      <w:sz w:val="20"/>
      <w:szCs w:val="20"/>
      <w:lang w:eastAsia="hi-IN" w:bidi="hi-IN"/>
    </w:rPr>
  </w:style>
  <w:style w:type="paragraph" w:styleId="Akapitzlist">
    <w:name w:val="List Paragraph"/>
    <w:basedOn w:val="Normalny"/>
    <w:uiPriority w:val="34"/>
    <w:qFormat/>
    <w:rsid w:val="00275AE0"/>
    <w:pPr>
      <w:ind w:left="720"/>
      <w:contextualSpacing/>
    </w:pPr>
    <w:rPr>
      <w:szCs w:val="21"/>
    </w:rPr>
  </w:style>
  <w:style w:type="paragraph" w:customStyle="1" w:styleId="Akapitzlist5">
    <w:name w:val="Akapit z listą5"/>
    <w:basedOn w:val="Normalny"/>
    <w:rsid w:val="00275AE0"/>
    <w:pPr>
      <w:ind w:left="720"/>
    </w:pPr>
    <w:rPr>
      <w:rFonts w:eastAsia="SimSun"/>
      <w:szCs w:val="21"/>
    </w:rPr>
  </w:style>
  <w:style w:type="paragraph" w:customStyle="1" w:styleId="zacznik">
    <w:name w:val="załącznik"/>
    <w:basedOn w:val="Normalny"/>
    <w:rsid w:val="00275AE0"/>
    <w:rPr>
      <w:rFonts w:eastAsia="SimSun" w:cs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275AE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75AE0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5AE0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75AE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75AE0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39"/>
    <w:rsid w:val="00B34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zory">
    <w:name w:val="wzory"/>
    <w:basedOn w:val="Normalny"/>
    <w:rsid w:val="007A081A"/>
    <w:pPr>
      <w:tabs>
        <w:tab w:val="center" w:pos="993"/>
        <w:tab w:val="left" w:pos="1418"/>
        <w:tab w:val="left" w:pos="1701"/>
        <w:tab w:val="left" w:leader="dot" w:pos="9356"/>
      </w:tabs>
      <w:spacing w:before="120" w:line="100" w:lineRule="atLeast"/>
    </w:pPr>
    <w:rPr>
      <w:rFonts w:ascii="Arial" w:eastAsia="Times New Roman" w:hAnsi="Arial" w:cs="Arial"/>
      <w:szCs w:val="20"/>
    </w:rPr>
  </w:style>
  <w:style w:type="paragraph" w:styleId="Tekstpodstawowywcity">
    <w:name w:val="Body Text Indent"/>
    <w:basedOn w:val="Normalny"/>
    <w:link w:val="TekstpodstawowywcityZnak1"/>
    <w:uiPriority w:val="99"/>
    <w:rsid w:val="00C37321"/>
    <w:pPr>
      <w:snapToGrid w:val="0"/>
      <w:spacing w:line="360" w:lineRule="auto"/>
      <w:ind w:firstLine="567"/>
    </w:pPr>
    <w:rPr>
      <w:rFonts w:eastAsia="Times New Roman" w:cs="Times New Roman"/>
      <w:kern w:val="0"/>
      <w:sz w:val="20"/>
      <w:szCs w:val="20"/>
      <w:lang w:val="x-none" w:eastAsia="zh-CN" w:bidi="ar-SA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C37321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character" w:customStyle="1" w:styleId="TekstpodstawowywcityZnak1">
    <w:name w:val="Tekst podstawowy wcięty Znak1"/>
    <w:link w:val="Tekstpodstawowywcity"/>
    <w:uiPriority w:val="99"/>
    <w:locked/>
    <w:rsid w:val="00C37321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0EE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EE7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6EE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6EE"/>
    <w:rPr>
      <w:rFonts w:ascii="Times New Roman" w:eastAsia="Batang" w:hAnsi="Times New Roman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6E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EE3"/>
    <w:pPr>
      <w:suppressAutoHyphens/>
      <w:spacing w:after="0" w:line="240" w:lineRule="auto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275AE0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5AE0"/>
    <w:rPr>
      <w:rFonts w:ascii="Times New Roman" w:eastAsia="Batang" w:hAnsi="Times New Roman" w:cs="Mangal"/>
      <w:kern w:val="1"/>
      <w:sz w:val="20"/>
      <w:szCs w:val="20"/>
      <w:lang w:eastAsia="hi-IN" w:bidi="hi-IN"/>
    </w:rPr>
  </w:style>
  <w:style w:type="paragraph" w:styleId="Akapitzlist">
    <w:name w:val="List Paragraph"/>
    <w:basedOn w:val="Normalny"/>
    <w:uiPriority w:val="34"/>
    <w:qFormat/>
    <w:rsid w:val="00275AE0"/>
    <w:pPr>
      <w:ind w:left="720"/>
      <w:contextualSpacing/>
    </w:pPr>
    <w:rPr>
      <w:szCs w:val="21"/>
    </w:rPr>
  </w:style>
  <w:style w:type="paragraph" w:customStyle="1" w:styleId="Akapitzlist5">
    <w:name w:val="Akapit z listą5"/>
    <w:basedOn w:val="Normalny"/>
    <w:rsid w:val="00275AE0"/>
    <w:pPr>
      <w:ind w:left="720"/>
    </w:pPr>
    <w:rPr>
      <w:rFonts w:eastAsia="SimSun"/>
      <w:szCs w:val="21"/>
    </w:rPr>
  </w:style>
  <w:style w:type="paragraph" w:customStyle="1" w:styleId="zacznik">
    <w:name w:val="załącznik"/>
    <w:basedOn w:val="Normalny"/>
    <w:rsid w:val="00275AE0"/>
    <w:rPr>
      <w:rFonts w:eastAsia="SimSun" w:cs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275AE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75AE0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5AE0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75AE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75AE0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39"/>
    <w:rsid w:val="00B34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zory">
    <w:name w:val="wzory"/>
    <w:basedOn w:val="Normalny"/>
    <w:rsid w:val="007A081A"/>
    <w:pPr>
      <w:tabs>
        <w:tab w:val="center" w:pos="993"/>
        <w:tab w:val="left" w:pos="1418"/>
        <w:tab w:val="left" w:pos="1701"/>
        <w:tab w:val="left" w:leader="dot" w:pos="9356"/>
      </w:tabs>
      <w:spacing w:before="120" w:line="100" w:lineRule="atLeast"/>
    </w:pPr>
    <w:rPr>
      <w:rFonts w:ascii="Arial" w:eastAsia="Times New Roman" w:hAnsi="Arial" w:cs="Arial"/>
      <w:szCs w:val="20"/>
    </w:rPr>
  </w:style>
  <w:style w:type="paragraph" w:styleId="Tekstpodstawowywcity">
    <w:name w:val="Body Text Indent"/>
    <w:basedOn w:val="Normalny"/>
    <w:link w:val="TekstpodstawowywcityZnak1"/>
    <w:uiPriority w:val="99"/>
    <w:rsid w:val="00C37321"/>
    <w:pPr>
      <w:snapToGrid w:val="0"/>
      <w:spacing w:line="360" w:lineRule="auto"/>
      <w:ind w:firstLine="567"/>
    </w:pPr>
    <w:rPr>
      <w:rFonts w:eastAsia="Times New Roman" w:cs="Times New Roman"/>
      <w:kern w:val="0"/>
      <w:sz w:val="20"/>
      <w:szCs w:val="20"/>
      <w:lang w:val="x-none" w:eastAsia="zh-CN" w:bidi="ar-SA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C37321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character" w:customStyle="1" w:styleId="TekstpodstawowywcityZnak1">
    <w:name w:val="Tekst podstawowy wcięty Znak1"/>
    <w:link w:val="Tekstpodstawowywcity"/>
    <w:uiPriority w:val="99"/>
    <w:locked/>
    <w:rsid w:val="00C37321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0EE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EE7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6EE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6EE"/>
    <w:rPr>
      <w:rFonts w:ascii="Times New Roman" w:eastAsia="Batang" w:hAnsi="Times New Roman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6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837812C1</Template>
  <TotalTime>6</TotalTime>
  <Pages>2</Pages>
  <Words>581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Borzemska</dc:creator>
  <cp:lastModifiedBy>Agata Wojnarowska</cp:lastModifiedBy>
  <cp:revision>6</cp:revision>
  <cp:lastPrinted>2024-12-10T09:05:00Z</cp:lastPrinted>
  <dcterms:created xsi:type="dcterms:W3CDTF">2024-11-12T11:02:00Z</dcterms:created>
  <dcterms:modified xsi:type="dcterms:W3CDTF">2024-12-10T09:05:00Z</dcterms:modified>
</cp:coreProperties>
</file>