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1A" w:rsidRDefault="007B691A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B691A" w:rsidRDefault="007B691A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B691A" w:rsidRPr="00AA03CF" w:rsidRDefault="007B691A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7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:rsidR="007B691A" w:rsidRPr="00AA03CF" w:rsidRDefault="007B691A" w:rsidP="00293A13">
      <w:pPr>
        <w:overflowPunct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7B691A" w:rsidRPr="00AA03CF" w:rsidRDefault="007B691A" w:rsidP="00293A13">
      <w:pPr>
        <w:rPr>
          <w:rFonts w:ascii="Calibri" w:hAnsi="Calibri" w:cs="Calibri"/>
          <w:b/>
          <w:sz w:val="22"/>
          <w:szCs w:val="22"/>
        </w:rPr>
      </w:pPr>
      <w:r w:rsidRPr="00AA03CF">
        <w:rPr>
          <w:rFonts w:ascii="Calibri" w:hAnsi="Calibri" w:cs="Calibri"/>
          <w:b/>
          <w:sz w:val="22"/>
          <w:szCs w:val="22"/>
        </w:rPr>
        <w:t>Wykonawca:</w:t>
      </w:r>
    </w:p>
    <w:p w:rsidR="007B691A" w:rsidRPr="00AA03CF" w:rsidRDefault="007B691A" w:rsidP="00293A13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:rsidR="007B691A" w:rsidRPr="00AA03CF" w:rsidRDefault="007B691A" w:rsidP="00293A13">
      <w:pPr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:rsidR="007B691A" w:rsidRPr="00AA03CF" w:rsidRDefault="007B691A" w:rsidP="00293A13">
      <w:pPr>
        <w:ind w:right="5953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:rsidR="007B691A" w:rsidRPr="00AA03CF" w:rsidRDefault="007B691A" w:rsidP="00293A13">
      <w:pPr>
        <w:rPr>
          <w:rFonts w:ascii="Calibri" w:hAnsi="Calibri" w:cs="Calibri"/>
          <w:sz w:val="22"/>
          <w:szCs w:val="22"/>
          <w:u w:val="single"/>
        </w:rPr>
      </w:pPr>
    </w:p>
    <w:p w:rsidR="007B691A" w:rsidRPr="00AA03CF" w:rsidRDefault="007B691A" w:rsidP="00293A13">
      <w:pPr>
        <w:rPr>
          <w:rFonts w:ascii="Calibri" w:hAnsi="Calibri" w:cs="Calibri"/>
          <w:sz w:val="22"/>
          <w:szCs w:val="22"/>
          <w:u w:val="single"/>
        </w:rPr>
      </w:pPr>
      <w:r w:rsidRPr="00AA03CF"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7B691A" w:rsidRPr="00AA03CF" w:rsidRDefault="007B691A" w:rsidP="00293A13">
      <w:pPr>
        <w:rPr>
          <w:rFonts w:ascii="Calibri" w:hAnsi="Calibri" w:cs="Calibri"/>
          <w:sz w:val="22"/>
          <w:szCs w:val="22"/>
          <w:u w:val="single"/>
        </w:rPr>
      </w:pPr>
    </w:p>
    <w:p w:rsidR="007B691A" w:rsidRPr="00AA03CF" w:rsidRDefault="007B691A" w:rsidP="00293A13">
      <w:pPr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:rsidR="007B691A" w:rsidRPr="00AA03CF" w:rsidRDefault="007B691A" w:rsidP="00293A13">
      <w:pPr>
        <w:ind w:right="5954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:rsidR="007B691A" w:rsidRPr="00AA03CF" w:rsidRDefault="007B691A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B691A" w:rsidRPr="00AA03CF" w:rsidRDefault="007B691A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7B691A" w:rsidRPr="00AA03CF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7B691A" w:rsidRPr="00AA03CF" w:rsidRDefault="007B691A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AA03CF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:rsidR="007B691A" w:rsidRPr="00AA03CF" w:rsidRDefault="007B691A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AA03C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wykonawców wspólnie ubiegających się o udzielenie zamówienia</w:t>
            </w:r>
          </w:p>
        </w:tc>
      </w:tr>
    </w:tbl>
    <w:p w:rsidR="007B691A" w:rsidRPr="00AA03CF" w:rsidRDefault="007B691A">
      <w:pPr>
        <w:rPr>
          <w:rFonts w:ascii="Calibri" w:hAnsi="Calibri" w:cs="Calibri"/>
          <w:i/>
          <w:sz w:val="22"/>
          <w:szCs w:val="22"/>
        </w:rPr>
      </w:pPr>
    </w:p>
    <w:p w:rsidR="007B691A" w:rsidRPr="00AA03CF" w:rsidRDefault="007B691A" w:rsidP="00293A13">
      <w:pPr>
        <w:ind w:left="425" w:hanging="448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7B691A" w:rsidRPr="00FA228E" w:rsidRDefault="007B691A" w:rsidP="00FA228E">
      <w:pPr>
        <w:rPr>
          <w:rFonts w:ascii="Calibri" w:hAnsi="Calibri" w:cs="Calibri"/>
          <w:b/>
          <w:bCs/>
          <w:sz w:val="22"/>
          <w:szCs w:val="22"/>
        </w:rPr>
      </w:pPr>
      <w:r w:rsidRPr="00FA228E">
        <w:rPr>
          <w:rFonts w:ascii="Calibri" w:hAnsi="Calibri" w:cs="Calibri"/>
          <w:b/>
          <w:bCs/>
          <w:sz w:val="22"/>
          <w:szCs w:val="22"/>
        </w:rPr>
        <w:t xml:space="preserve">Dostawa oleju opałowego dla Szkoły Podstawowej w </w:t>
      </w:r>
      <w:r>
        <w:rPr>
          <w:rFonts w:ascii="Calibri" w:hAnsi="Calibri" w:cs="Calibri"/>
          <w:b/>
          <w:bCs/>
          <w:sz w:val="22"/>
          <w:szCs w:val="22"/>
        </w:rPr>
        <w:t>Pamiątkowie</w:t>
      </w:r>
    </w:p>
    <w:p w:rsidR="007B691A" w:rsidRPr="00AA03CF" w:rsidRDefault="007B691A" w:rsidP="00663A8E">
      <w:pPr>
        <w:rPr>
          <w:rFonts w:ascii="Calibri" w:hAnsi="Calibri" w:cs="Calibri"/>
          <w:sz w:val="22"/>
          <w:szCs w:val="22"/>
        </w:rPr>
      </w:pPr>
    </w:p>
    <w:p w:rsidR="007B691A" w:rsidRPr="00AA03CF" w:rsidRDefault="007B691A" w:rsidP="00A115D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Oświadczamy, że poniższe 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>dostawy</w:t>
      </w: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 wykonają poszczególni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0"/>
        <w:gridCol w:w="3743"/>
        <w:gridCol w:w="4177"/>
      </w:tblGrid>
      <w:tr w:rsidR="007B691A" w:rsidRPr="00AA03CF" w:rsidTr="00B00A6E">
        <w:trPr>
          <w:jc w:val="center"/>
        </w:trPr>
        <w:tc>
          <w:tcPr>
            <w:tcW w:w="1380" w:type="dxa"/>
            <w:vAlign w:val="center"/>
          </w:tcPr>
          <w:p w:rsidR="007B691A" w:rsidRPr="00AA03CF" w:rsidRDefault="007B691A" w:rsidP="009039E9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3743" w:type="dxa"/>
            <w:vAlign w:val="center"/>
          </w:tcPr>
          <w:p w:rsidR="007B691A" w:rsidRPr="00AA03CF" w:rsidRDefault="007B691A" w:rsidP="003667EE">
            <w:pPr>
              <w:jc w:val="center"/>
              <w:rPr>
                <w:rFonts w:ascii="Calibri" w:hAnsi="Calibri" w:cs="Calibri"/>
              </w:rPr>
            </w:pPr>
          </w:p>
          <w:p w:rsidR="007B691A" w:rsidRPr="00AA03CF" w:rsidRDefault="007B691A" w:rsidP="003667E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Nazwa, rodzaj usługi</w:t>
            </w:r>
          </w:p>
          <w:p w:rsidR="007B691A" w:rsidRPr="00AA03CF" w:rsidRDefault="007B691A" w:rsidP="009039E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177" w:type="dxa"/>
            <w:vAlign w:val="center"/>
          </w:tcPr>
          <w:p w:rsidR="007B691A" w:rsidRPr="00AA03CF" w:rsidRDefault="007B691A" w:rsidP="009039E9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Nazwa wykonawcy</w:t>
            </w:r>
          </w:p>
        </w:tc>
      </w:tr>
      <w:tr w:rsidR="007B691A" w:rsidRPr="00AA03CF" w:rsidTr="00845DE9">
        <w:trPr>
          <w:trHeight w:val="702"/>
          <w:jc w:val="center"/>
        </w:trPr>
        <w:tc>
          <w:tcPr>
            <w:tcW w:w="1380" w:type="dxa"/>
            <w:vAlign w:val="center"/>
          </w:tcPr>
          <w:p w:rsidR="007B691A" w:rsidRPr="00AA03CF" w:rsidRDefault="007B691A" w:rsidP="00335B55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743" w:type="dxa"/>
          </w:tcPr>
          <w:p w:rsidR="007B691A" w:rsidRPr="00AA03CF" w:rsidRDefault="007B691A" w:rsidP="00A115D1">
            <w:pPr>
              <w:rPr>
                <w:rFonts w:ascii="Calibri" w:hAnsi="Calibri" w:cs="Calibri"/>
              </w:rPr>
            </w:pPr>
          </w:p>
        </w:tc>
        <w:tc>
          <w:tcPr>
            <w:tcW w:w="4177" w:type="dxa"/>
          </w:tcPr>
          <w:p w:rsidR="007B691A" w:rsidRPr="00AA03CF" w:rsidRDefault="007B691A" w:rsidP="00A115D1">
            <w:pPr>
              <w:rPr>
                <w:rFonts w:ascii="Calibri" w:hAnsi="Calibri" w:cs="Calibri"/>
              </w:rPr>
            </w:pPr>
          </w:p>
        </w:tc>
      </w:tr>
      <w:tr w:rsidR="007B691A" w:rsidRPr="00AA03CF" w:rsidTr="00B00A6E">
        <w:trPr>
          <w:trHeight w:val="1075"/>
          <w:jc w:val="center"/>
        </w:trPr>
        <w:tc>
          <w:tcPr>
            <w:tcW w:w="1380" w:type="dxa"/>
            <w:vAlign w:val="center"/>
          </w:tcPr>
          <w:p w:rsidR="007B691A" w:rsidRPr="00AA03CF" w:rsidRDefault="007B691A" w:rsidP="00335B55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743" w:type="dxa"/>
          </w:tcPr>
          <w:p w:rsidR="007B691A" w:rsidRPr="00AA03CF" w:rsidRDefault="007B691A" w:rsidP="00A115D1">
            <w:pPr>
              <w:rPr>
                <w:rFonts w:ascii="Calibri" w:hAnsi="Calibri" w:cs="Calibri"/>
              </w:rPr>
            </w:pPr>
          </w:p>
        </w:tc>
        <w:tc>
          <w:tcPr>
            <w:tcW w:w="4177" w:type="dxa"/>
          </w:tcPr>
          <w:p w:rsidR="007B691A" w:rsidRPr="00AA03CF" w:rsidRDefault="007B691A" w:rsidP="00A115D1">
            <w:pPr>
              <w:rPr>
                <w:rFonts w:ascii="Calibri" w:hAnsi="Calibri" w:cs="Calibri"/>
              </w:rPr>
            </w:pPr>
          </w:p>
        </w:tc>
      </w:tr>
      <w:tr w:rsidR="007B691A" w:rsidRPr="00AA03CF" w:rsidTr="00845DE9">
        <w:trPr>
          <w:trHeight w:val="516"/>
          <w:jc w:val="center"/>
        </w:trPr>
        <w:tc>
          <w:tcPr>
            <w:tcW w:w="1380" w:type="dxa"/>
            <w:vAlign w:val="center"/>
          </w:tcPr>
          <w:p w:rsidR="007B691A" w:rsidRPr="00AA03CF" w:rsidRDefault="007B691A" w:rsidP="00335B55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..</w:t>
            </w:r>
          </w:p>
        </w:tc>
        <w:tc>
          <w:tcPr>
            <w:tcW w:w="3743" w:type="dxa"/>
          </w:tcPr>
          <w:p w:rsidR="007B691A" w:rsidRPr="00AA03CF" w:rsidRDefault="007B691A" w:rsidP="00A115D1">
            <w:pPr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…….</w:t>
            </w:r>
          </w:p>
        </w:tc>
        <w:tc>
          <w:tcPr>
            <w:tcW w:w="4177" w:type="dxa"/>
          </w:tcPr>
          <w:p w:rsidR="007B691A" w:rsidRPr="00AA03CF" w:rsidRDefault="007B691A" w:rsidP="00A115D1">
            <w:pPr>
              <w:rPr>
                <w:rFonts w:ascii="Calibri" w:hAnsi="Calibri" w:cs="Calibri"/>
              </w:rPr>
            </w:pPr>
          </w:p>
        </w:tc>
      </w:tr>
    </w:tbl>
    <w:p w:rsidR="007B691A" w:rsidRPr="00AA03CF" w:rsidRDefault="007B691A" w:rsidP="00A115D1">
      <w:pPr>
        <w:rPr>
          <w:rFonts w:ascii="Calibri" w:hAnsi="Calibri" w:cs="Calibri"/>
          <w:sz w:val="22"/>
          <w:szCs w:val="22"/>
        </w:rPr>
      </w:pPr>
    </w:p>
    <w:p w:rsidR="007B691A" w:rsidRPr="00AA03CF" w:rsidRDefault="007B691A" w:rsidP="00663A8E">
      <w:pPr>
        <w:jc w:val="center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</w:p>
    <w:p w:rsidR="007B691A" w:rsidRPr="00FA228E" w:rsidRDefault="007B691A" w:rsidP="00640EA1">
      <w:pPr>
        <w:pStyle w:val="Standard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FA228E">
        <w:rPr>
          <w:rFonts w:ascii="Calibri" w:hAnsi="Calibri" w:cs="Calibri"/>
          <w:b/>
          <w:bCs/>
          <w:color w:val="FF0000"/>
          <w:sz w:val="22"/>
          <w:szCs w:val="22"/>
        </w:rPr>
        <w:t>UWAGA: Wykaz należy podpisać kwalifikowanym podpisem elektronicznym, podpisem zaufanym lub podpisem osobistym osoby uprawnionej do zaciągania zobowiązań w imieniu Wykonawcy</w:t>
      </w:r>
      <w:r w:rsidRPr="00FA228E">
        <w:rPr>
          <w:rFonts w:ascii="Calibri" w:hAnsi="Calibri" w:cs="Calibri"/>
          <w:color w:val="FF0000"/>
          <w:sz w:val="22"/>
          <w:szCs w:val="22"/>
        </w:rPr>
        <w:t>.</w:t>
      </w:r>
    </w:p>
    <w:p w:rsidR="007B691A" w:rsidRPr="00AA03CF" w:rsidRDefault="007B691A" w:rsidP="00640EA1">
      <w:pPr>
        <w:rPr>
          <w:rFonts w:ascii="Calibri" w:hAnsi="Calibri" w:cs="Calibri"/>
          <w:i/>
          <w:sz w:val="22"/>
          <w:szCs w:val="22"/>
        </w:rPr>
      </w:pPr>
    </w:p>
    <w:sectPr w:rsidR="007B691A" w:rsidRPr="00AA03CF" w:rsidSect="00AA03CF">
      <w:headerReference w:type="default" r:id="rId7"/>
      <w:pgSz w:w="11906" w:h="16838"/>
      <w:pgMar w:top="-61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91A" w:rsidRDefault="007B691A">
      <w:r>
        <w:separator/>
      </w:r>
    </w:p>
  </w:endnote>
  <w:endnote w:type="continuationSeparator" w:id="0">
    <w:p w:rsidR="007B691A" w:rsidRDefault="007B6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91A" w:rsidRDefault="007B691A">
      <w:r>
        <w:separator/>
      </w:r>
    </w:p>
  </w:footnote>
  <w:footnote w:type="continuationSeparator" w:id="0">
    <w:p w:rsidR="007B691A" w:rsidRDefault="007B6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91A" w:rsidRDefault="007B691A" w:rsidP="00845DE9">
    <w:pPr>
      <w:pStyle w:val="Header"/>
    </w:pPr>
    <w:r>
      <w:tab/>
    </w:r>
    <w:r>
      <w:tab/>
    </w:r>
  </w:p>
  <w:p w:rsidR="007B691A" w:rsidRDefault="007B691A">
    <w:pPr>
      <w:pStyle w:val="Header"/>
    </w:pPr>
  </w:p>
  <w:p w:rsidR="007B691A" w:rsidRDefault="007B691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41807"/>
    <w:rsid w:val="000852CF"/>
    <w:rsid w:val="00094F28"/>
    <w:rsid w:val="00103B46"/>
    <w:rsid w:val="0019141A"/>
    <w:rsid w:val="001A3921"/>
    <w:rsid w:val="001C1CDC"/>
    <w:rsid w:val="001F592E"/>
    <w:rsid w:val="00291FC8"/>
    <w:rsid w:val="00293A13"/>
    <w:rsid w:val="00294973"/>
    <w:rsid w:val="002A1DE1"/>
    <w:rsid w:val="00313B41"/>
    <w:rsid w:val="0033175C"/>
    <w:rsid w:val="00335B55"/>
    <w:rsid w:val="00353221"/>
    <w:rsid w:val="003667EE"/>
    <w:rsid w:val="00396CD8"/>
    <w:rsid w:val="003B7F8C"/>
    <w:rsid w:val="00427CE8"/>
    <w:rsid w:val="005033EA"/>
    <w:rsid w:val="00505947"/>
    <w:rsid w:val="00523206"/>
    <w:rsid w:val="00550240"/>
    <w:rsid w:val="00554B3C"/>
    <w:rsid w:val="00563C44"/>
    <w:rsid w:val="00571F6F"/>
    <w:rsid w:val="005A12D6"/>
    <w:rsid w:val="00640EA1"/>
    <w:rsid w:val="00663A8E"/>
    <w:rsid w:val="0077708B"/>
    <w:rsid w:val="007B691A"/>
    <w:rsid w:val="007E3265"/>
    <w:rsid w:val="00824ED0"/>
    <w:rsid w:val="0083592B"/>
    <w:rsid w:val="00845DE9"/>
    <w:rsid w:val="008A06CC"/>
    <w:rsid w:val="008E4290"/>
    <w:rsid w:val="0090247F"/>
    <w:rsid w:val="009039E9"/>
    <w:rsid w:val="009561F9"/>
    <w:rsid w:val="00984E16"/>
    <w:rsid w:val="00A031B2"/>
    <w:rsid w:val="00A115D1"/>
    <w:rsid w:val="00A1380B"/>
    <w:rsid w:val="00AA03CF"/>
    <w:rsid w:val="00AD56E1"/>
    <w:rsid w:val="00B00A6E"/>
    <w:rsid w:val="00B014A1"/>
    <w:rsid w:val="00B10037"/>
    <w:rsid w:val="00BA3C27"/>
    <w:rsid w:val="00BC1508"/>
    <w:rsid w:val="00BF7402"/>
    <w:rsid w:val="00C105BF"/>
    <w:rsid w:val="00C41CE6"/>
    <w:rsid w:val="00C57E84"/>
    <w:rsid w:val="00C66D8F"/>
    <w:rsid w:val="00D33115"/>
    <w:rsid w:val="00D720CE"/>
    <w:rsid w:val="00D761AD"/>
    <w:rsid w:val="00D82527"/>
    <w:rsid w:val="00E452B4"/>
    <w:rsid w:val="00E8310A"/>
    <w:rsid w:val="00E96EBE"/>
    <w:rsid w:val="00EE54D3"/>
    <w:rsid w:val="00EF17E3"/>
    <w:rsid w:val="00F24EF1"/>
    <w:rsid w:val="00F937FC"/>
    <w:rsid w:val="00FA2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12D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845DE9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123</Words>
  <Characters>740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8</cp:revision>
  <cp:lastPrinted>2004-08-31T07:07:00Z</cp:lastPrinted>
  <dcterms:created xsi:type="dcterms:W3CDTF">2021-12-13T08:27:00Z</dcterms:created>
  <dcterms:modified xsi:type="dcterms:W3CDTF">2022-02-03T12:17:00Z</dcterms:modified>
</cp:coreProperties>
</file>