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FD6247" w14:textId="58410300" w:rsidR="003B1169" w:rsidRPr="008E3AB4" w:rsidRDefault="0093328A" w:rsidP="008E3AB4">
      <w:pPr>
        <w:ind w:left="6372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 </w:t>
      </w:r>
      <w:r w:rsidR="008214D7" w:rsidRPr="00D41E13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D03706" w:rsidRPr="00D41E13">
        <w:rPr>
          <w:rFonts w:asciiTheme="minorHAnsi" w:hAnsiTheme="minorHAnsi" w:cstheme="minorHAnsi"/>
          <w:b/>
          <w:sz w:val="22"/>
          <w:szCs w:val="22"/>
        </w:rPr>
        <w:t>8</w:t>
      </w:r>
      <w:r w:rsidR="008214D7" w:rsidRPr="00D41E13">
        <w:rPr>
          <w:rFonts w:asciiTheme="minorHAnsi" w:hAnsiTheme="minorHAnsi" w:cstheme="minorHAnsi"/>
          <w:b/>
          <w:sz w:val="22"/>
          <w:szCs w:val="22"/>
        </w:rPr>
        <w:t xml:space="preserve"> do SWZ </w:t>
      </w:r>
    </w:p>
    <w:p w14:paraId="539F4EE7" w14:textId="77777777" w:rsidR="0032096B" w:rsidRDefault="0032096B" w:rsidP="0032096B">
      <w:pPr>
        <w:rPr>
          <w:rFonts w:ascii="Calibri" w:eastAsia="Calibri" w:hAnsi="Calibri" w:cs="Aptos"/>
          <w:b/>
          <w:sz w:val="20"/>
          <w:szCs w:val="20"/>
        </w:rPr>
      </w:pPr>
    </w:p>
    <w:p w14:paraId="47B6CB84" w14:textId="18175EDF" w:rsidR="0032096B" w:rsidRPr="00CE39DB" w:rsidRDefault="0032096B" w:rsidP="0032096B">
      <w:pPr>
        <w:rPr>
          <w:rFonts w:ascii="Calibri" w:eastAsia="Calibri" w:hAnsi="Calibri" w:cs="Aptos"/>
          <w:b/>
          <w:sz w:val="20"/>
          <w:szCs w:val="20"/>
        </w:rPr>
      </w:pPr>
      <w:r w:rsidRPr="00CE39DB">
        <w:rPr>
          <w:rFonts w:ascii="Calibri" w:eastAsia="Calibri" w:hAnsi="Calibri" w:cs="Aptos"/>
          <w:b/>
          <w:sz w:val="20"/>
          <w:szCs w:val="20"/>
        </w:rPr>
        <w:t>Znak sprawy: ZZP.260.</w:t>
      </w:r>
      <w:r>
        <w:rPr>
          <w:rFonts w:ascii="Calibri" w:eastAsia="Calibri" w:hAnsi="Calibri" w:cs="Aptos"/>
          <w:b/>
          <w:sz w:val="20"/>
          <w:szCs w:val="20"/>
        </w:rPr>
        <w:t>20</w:t>
      </w:r>
      <w:r w:rsidRPr="00CE39DB">
        <w:rPr>
          <w:rFonts w:ascii="Calibri" w:eastAsia="Calibri" w:hAnsi="Calibri" w:cs="Aptos"/>
          <w:b/>
          <w:sz w:val="20"/>
          <w:szCs w:val="20"/>
        </w:rPr>
        <w:t>.2024</w:t>
      </w:r>
    </w:p>
    <w:p w14:paraId="4AAA5EFE" w14:textId="77777777" w:rsidR="0032096B" w:rsidRDefault="0032096B" w:rsidP="0032096B">
      <w:pPr>
        <w:jc w:val="both"/>
        <w:rPr>
          <w:rFonts w:ascii="Calibri" w:eastAsia="Calibri" w:hAnsi="Calibri" w:cs="Aptos"/>
          <w:b/>
          <w:sz w:val="20"/>
          <w:szCs w:val="20"/>
        </w:rPr>
      </w:pPr>
      <w:r w:rsidRPr="00E946CB">
        <w:rPr>
          <w:rFonts w:ascii="Calibri" w:eastAsia="Calibri" w:hAnsi="Calibri" w:cs="Aptos"/>
          <w:b/>
          <w:sz w:val="20"/>
          <w:szCs w:val="20"/>
        </w:rPr>
        <w:t xml:space="preserve">Przetarg 16/obsługa </w:t>
      </w:r>
      <w:r>
        <w:rPr>
          <w:rFonts w:ascii="Calibri" w:eastAsia="Calibri" w:hAnsi="Calibri" w:cs="Aptos"/>
          <w:b/>
          <w:sz w:val="20"/>
          <w:szCs w:val="20"/>
        </w:rPr>
        <w:t>IT oraz monitoring IT</w:t>
      </w:r>
      <w:r w:rsidRPr="00E946CB">
        <w:rPr>
          <w:rFonts w:ascii="Calibri" w:eastAsia="Calibri" w:hAnsi="Calibri" w:cs="Aptos"/>
          <w:b/>
          <w:sz w:val="20"/>
          <w:szCs w:val="20"/>
        </w:rPr>
        <w:t>/2024/TP</w:t>
      </w:r>
    </w:p>
    <w:p w14:paraId="62BB603E" w14:textId="77777777" w:rsidR="00DC298F" w:rsidRDefault="00DC298F" w:rsidP="00DC298F">
      <w:pPr>
        <w:tabs>
          <w:tab w:val="left" w:pos="3686"/>
        </w:tabs>
        <w:rPr>
          <w:rFonts w:asciiTheme="minorHAnsi" w:hAnsiTheme="minorHAnsi" w:cstheme="minorHAnsi"/>
          <w:b/>
          <w:sz w:val="22"/>
          <w:szCs w:val="22"/>
        </w:rPr>
      </w:pPr>
    </w:p>
    <w:p w14:paraId="7FA95701" w14:textId="77777777" w:rsidR="0032096B" w:rsidRPr="00DC298F" w:rsidRDefault="0032096B" w:rsidP="00DC298F">
      <w:pPr>
        <w:tabs>
          <w:tab w:val="left" w:pos="3686"/>
        </w:tabs>
        <w:rPr>
          <w:rFonts w:asciiTheme="minorHAnsi" w:hAnsiTheme="minorHAnsi" w:cstheme="minorHAnsi"/>
          <w:b/>
          <w:sz w:val="22"/>
          <w:szCs w:val="22"/>
        </w:rPr>
      </w:pPr>
    </w:p>
    <w:p w14:paraId="322E8937" w14:textId="55BF6A67" w:rsidR="00D03706" w:rsidRDefault="000F0094" w:rsidP="0013310C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DF09C9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OŚWIADCZENIE </w:t>
      </w:r>
      <w:r w:rsidR="00DF09C9">
        <w:rPr>
          <w:rFonts w:ascii="Calibri" w:hAnsi="Calibri" w:cs="Calibri"/>
          <w:b/>
          <w:color w:val="000000" w:themeColor="text1"/>
          <w:sz w:val="22"/>
          <w:szCs w:val="22"/>
        </w:rPr>
        <w:t>d</w:t>
      </w:r>
      <w:r w:rsidR="00D03706" w:rsidRPr="00DF09C9">
        <w:rPr>
          <w:rFonts w:ascii="Calibri" w:hAnsi="Calibri" w:cs="Calibri"/>
          <w:b/>
          <w:color w:val="000000" w:themeColor="text1"/>
          <w:sz w:val="22"/>
          <w:szCs w:val="22"/>
        </w:rPr>
        <w:t>otyczy postępowania o udzielenie zamówienia publicznego p</w:t>
      </w:r>
      <w:r w:rsidR="008E3AB4" w:rsidRPr="00DF09C9">
        <w:rPr>
          <w:rFonts w:ascii="Calibri" w:hAnsi="Calibri" w:cs="Calibri"/>
          <w:b/>
          <w:color w:val="000000" w:themeColor="text1"/>
          <w:sz w:val="22"/>
          <w:szCs w:val="22"/>
        </w:rPr>
        <w:t>t.:</w:t>
      </w:r>
      <w:r w:rsidR="00D03706" w:rsidRPr="00DF09C9">
        <w:rPr>
          <w:rFonts w:ascii="Calibri" w:hAnsi="Calibri" w:cs="Calibri"/>
          <w:b/>
          <w:color w:val="000000" w:themeColor="text1"/>
          <w:sz w:val="22"/>
          <w:szCs w:val="22"/>
        </w:rPr>
        <w:t xml:space="preserve"> </w:t>
      </w:r>
      <w:r w:rsidR="0013310C" w:rsidRPr="00DF09C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„Świadczenie  usług w zakresie obsługi informatycznej ZUOP w siedzibie Zamawiającego w Otwocku oraz </w:t>
      </w:r>
      <w:r w:rsidR="00AA00D0">
        <w:rPr>
          <w:rFonts w:asciiTheme="minorHAnsi" w:hAnsiTheme="minorHAnsi" w:cstheme="minorHAnsi"/>
          <w:b/>
          <w:color w:val="000000" w:themeColor="text1"/>
          <w:sz w:val="22"/>
          <w:szCs w:val="22"/>
        </w:rPr>
        <w:br/>
      </w:r>
      <w:r w:rsidR="0013310C" w:rsidRPr="00DF09C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w jednostce zamiejscowej w Różanie w okresie 01/01/2025 – 31/01/2027”</w:t>
      </w:r>
    </w:p>
    <w:p w14:paraId="3C8F04FE" w14:textId="77777777" w:rsidR="00AA00D0" w:rsidRPr="00DF09C9" w:rsidRDefault="00AA00D0" w:rsidP="0013310C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3E52D03B" w14:textId="77777777" w:rsidR="00D03706" w:rsidRPr="00D03706" w:rsidRDefault="00D03706" w:rsidP="00D03706">
      <w:pPr>
        <w:spacing w:line="259" w:lineRule="auto"/>
        <w:rPr>
          <w:rFonts w:asciiTheme="minorHAnsi" w:hAnsiTheme="minorHAnsi" w:cstheme="minorHAnsi"/>
          <w:sz w:val="16"/>
          <w:szCs w:val="16"/>
        </w:rPr>
      </w:pPr>
      <w:r w:rsidRPr="00D03706">
        <w:rPr>
          <w:rFonts w:asciiTheme="minorHAnsi" w:hAnsiTheme="minorHAnsi" w:cstheme="minorHAnsi"/>
          <w:b/>
          <w:iCs/>
          <w:sz w:val="16"/>
          <w:szCs w:val="16"/>
        </w:rPr>
        <w:t xml:space="preserve">Wykonawca: </w:t>
      </w:r>
      <w:r w:rsidRPr="00D03706">
        <w:rPr>
          <w:rFonts w:asciiTheme="minorHAnsi" w:hAnsiTheme="minorHAnsi" w:cstheme="minorHAnsi"/>
          <w:sz w:val="16"/>
          <w:szCs w:val="16"/>
        </w:rPr>
        <w:t>_________________________________________________</w:t>
      </w:r>
    </w:p>
    <w:p w14:paraId="0A0B4BB1" w14:textId="77777777" w:rsidR="00D03706" w:rsidRPr="00D03706" w:rsidRDefault="00D03706" w:rsidP="00D03706">
      <w:pPr>
        <w:spacing w:after="180" w:line="259" w:lineRule="auto"/>
        <w:ind w:left="1418" w:firstLine="709"/>
        <w:rPr>
          <w:rFonts w:asciiTheme="minorHAnsi" w:hAnsiTheme="minorHAnsi" w:cstheme="minorHAnsi"/>
          <w:b/>
          <w:iCs/>
          <w:sz w:val="16"/>
          <w:szCs w:val="16"/>
          <w:u w:val="single"/>
        </w:rPr>
      </w:pPr>
      <w:r w:rsidRPr="00D03706">
        <w:rPr>
          <w:rFonts w:asciiTheme="minorHAnsi" w:hAnsiTheme="minorHAnsi" w:cstheme="minorHAnsi"/>
          <w:i/>
          <w:iCs/>
          <w:sz w:val="16"/>
          <w:szCs w:val="16"/>
        </w:rPr>
        <w:t>(nazwa i adres Wykonawcy)</w:t>
      </w:r>
    </w:p>
    <w:tbl>
      <w:tblPr>
        <w:tblStyle w:val="Tabela-Siatka3"/>
        <w:tblW w:w="0" w:type="auto"/>
        <w:tblInd w:w="137" w:type="dxa"/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8927"/>
      </w:tblGrid>
      <w:tr w:rsidR="00D03706" w:rsidRPr="00D03706" w14:paraId="7950F9A2" w14:textId="77777777" w:rsidTr="00717464">
        <w:tc>
          <w:tcPr>
            <w:tcW w:w="950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</w:tcPr>
          <w:p w14:paraId="6E637A1F" w14:textId="3AA8490B" w:rsidR="00D03706" w:rsidRPr="00D03706" w:rsidRDefault="00D03706" w:rsidP="00D03706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D03706">
              <w:rPr>
                <w:rFonts w:asciiTheme="minorHAnsi" w:hAnsiTheme="minorHAnsi" w:cstheme="minorHAnsi"/>
                <w:b/>
              </w:rPr>
              <w:t xml:space="preserve">WYKAZ </w:t>
            </w:r>
            <w:r w:rsidR="00AA00D0">
              <w:rPr>
                <w:rFonts w:asciiTheme="minorHAnsi" w:hAnsiTheme="minorHAnsi" w:cstheme="minorHAnsi"/>
                <w:b/>
              </w:rPr>
              <w:t>USŁUG</w:t>
            </w:r>
          </w:p>
        </w:tc>
      </w:tr>
    </w:tbl>
    <w:p w14:paraId="20E03BEA" w14:textId="5F99DB28" w:rsidR="00943810" w:rsidRPr="00943810" w:rsidRDefault="00943810" w:rsidP="00943810">
      <w:pPr>
        <w:suppressAutoHyphens/>
        <w:spacing w:after="120"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943810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Zamawiający uzna, że Wykonawca spełnił niniejszy warunek, </w:t>
      </w:r>
      <w:r w:rsidR="00C42F4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gdzie </w:t>
      </w:r>
      <w:r w:rsidR="00F66EE8">
        <w:rPr>
          <w:rFonts w:asciiTheme="minorHAnsi" w:hAnsiTheme="minorHAnsi" w:cstheme="minorHAnsi"/>
          <w:color w:val="000000" w:themeColor="text1"/>
          <w:sz w:val="20"/>
          <w:szCs w:val="20"/>
        </w:rPr>
        <w:t>zgodnie z</w:t>
      </w:r>
      <w:r w:rsidR="005969AB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F66EE8" w:rsidRPr="00F66EE8">
        <w:rPr>
          <w:rFonts w:asciiTheme="minorHAnsi" w:hAnsiTheme="minorHAnsi" w:cstheme="minorHAnsi"/>
          <w:color w:val="000000" w:themeColor="text1"/>
          <w:sz w:val="20"/>
          <w:szCs w:val="20"/>
        </w:rPr>
        <w:t>Rozdział</w:t>
      </w:r>
      <w:r w:rsidR="005969AB">
        <w:rPr>
          <w:rFonts w:asciiTheme="minorHAnsi" w:hAnsiTheme="minorHAnsi" w:cstheme="minorHAnsi"/>
          <w:color w:val="000000" w:themeColor="text1"/>
          <w:sz w:val="20"/>
          <w:szCs w:val="20"/>
        </w:rPr>
        <w:t>em</w:t>
      </w:r>
      <w:r w:rsidR="00F66EE8" w:rsidRPr="00F66EE8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V SWZ ,,Warunki udziału’’ </w:t>
      </w:r>
      <w:r w:rsidRPr="00943810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wykaże, że </w:t>
      </w:r>
      <w:r w:rsidRPr="00F909AC">
        <w:rPr>
          <w:rFonts w:asciiTheme="minorHAnsi" w:eastAsia="Garamond" w:hAnsiTheme="minorHAnsi" w:cstheme="minorHAnsi"/>
          <w:color w:val="000000" w:themeColor="text1"/>
          <w:sz w:val="20"/>
          <w:szCs w:val="20"/>
        </w:rPr>
        <w:t>w</w:t>
      </w:r>
      <w:r w:rsidR="00F909AC" w:rsidRPr="00F909AC">
        <w:rPr>
          <w:rFonts w:asciiTheme="minorHAnsi" w:eastAsia="Garamond" w:hAnsiTheme="minorHAnsi" w:cstheme="minorHAnsi"/>
          <w:color w:val="000000" w:themeColor="text1"/>
          <w:sz w:val="20"/>
          <w:szCs w:val="20"/>
        </w:rPr>
        <w:t xml:space="preserve"> wymaganym</w:t>
      </w:r>
      <w:r w:rsidRPr="00F909AC">
        <w:rPr>
          <w:rFonts w:asciiTheme="minorHAnsi" w:eastAsia="Garamond" w:hAnsiTheme="minorHAnsi" w:cstheme="minorHAnsi"/>
          <w:color w:val="000000" w:themeColor="text1"/>
          <w:sz w:val="20"/>
          <w:szCs w:val="20"/>
        </w:rPr>
        <w:t xml:space="preserve"> </w:t>
      </w:r>
      <w:r w:rsidR="00F909AC" w:rsidRPr="00F909AC">
        <w:rPr>
          <w:rFonts w:asciiTheme="minorHAnsi" w:eastAsia="Garamond" w:hAnsiTheme="minorHAnsi" w:cstheme="minorHAnsi"/>
          <w:color w:val="000000" w:themeColor="text1"/>
          <w:sz w:val="20"/>
          <w:szCs w:val="20"/>
        </w:rPr>
        <w:t xml:space="preserve"> w SWZ </w:t>
      </w:r>
      <w:r w:rsidRPr="00F909AC">
        <w:rPr>
          <w:rFonts w:asciiTheme="minorHAnsi" w:eastAsia="Garamond" w:hAnsiTheme="minorHAnsi" w:cstheme="minorHAnsi"/>
          <w:color w:val="000000" w:themeColor="text1"/>
          <w:sz w:val="20"/>
          <w:szCs w:val="20"/>
        </w:rPr>
        <w:t xml:space="preserve">okresie, </w:t>
      </w:r>
      <w:r w:rsidR="00F909AC" w:rsidRPr="00F909AC">
        <w:rPr>
          <w:rFonts w:asciiTheme="minorHAnsi" w:eastAsia="Garamond" w:hAnsiTheme="minorHAnsi" w:cstheme="minorHAnsi"/>
          <w:color w:val="000000" w:themeColor="text1"/>
          <w:sz w:val="20"/>
          <w:szCs w:val="20"/>
        </w:rPr>
        <w:t xml:space="preserve">wykonał </w:t>
      </w:r>
      <w:r w:rsidRPr="00F909AC">
        <w:rPr>
          <w:rFonts w:asciiTheme="minorHAnsi" w:eastAsia="Garamond" w:hAnsiTheme="minorHAnsi" w:cstheme="minorHAnsi"/>
          <w:sz w:val="20"/>
          <w:szCs w:val="20"/>
        </w:rPr>
        <w:t>usług</w:t>
      </w:r>
      <w:r w:rsidR="00B4702E" w:rsidRPr="00F909AC">
        <w:rPr>
          <w:rFonts w:asciiTheme="minorHAnsi" w:eastAsia="Garamond" w:hAnsiTheme="minorHAnsi" w:cstheme="minorHAnsi"/>
          <w:sz w:val="20"/>
          <w:szCs w:val="20"/>
        </w:rPr>
        <w:t>i</w:t>
      </w:r>
      <w:r w:rsidRPr="00FF5B63">
        <w:rPr>
          <w:rFonts w:asciiTheme="minorHAnsi" w:eastAsia="Garamond" w:hAnsiTheme="minorHAnsi" w:cstheme="minorHAnsi"/>
          <w:sz w:val="20"/>
          <w:szCs w:val="20"/>
        </w:rPr>
        <w:t xml:space="preserve"> </w:t>
      </w:r>
      <w:r w:rsidRPr="00943810">
        <w:rPr>
          <w:rFonts w:asciiTheme="minorHAnsi" w:eastAsia="Garamond" w:hAnsiTheme="minorHAnsi" w:cstheme="minorHAnsi"/>
          <w:sz w:val="20"/>
          <w:szCs w:val="20"/>
        </w:rPr>
        <w:t>ora</w:t>
      </w:r>
      <w:r w:rsidRPr="00943810">
        <w:rPr>
          <w:rFonts w:asciiTheme="minorHAnsi" w:eastAsia="Garamond" w:hAnsiTheme="minorHAnsi" w:cstheme="minorHAnsi"/>
          <w:color w:val="000000" w:themeColor="text1"/>
          <w:sz w:val="20"/>
          <w:szCs w:val="20"/>
        </w:rPr>
        <w:t xml:space="preserve">z załączy dowody określające czy te usługi zostały wykonane należycie, przy czym dowodami, o których mowa, są referencje bądź inne dokumenty wystawione przez podmiot, na rzecz którego usługi były wykonywane, a jeżeli z uzasadnionej przyczyny </w:t>
      </w:r>
      <w:r w:rsidR="00C96340">
        <w:rPr>
          <w:rFonts w:asciiTheme="minorHAnsi" w:eastAsia="Garamond" w:hAnsiTheme="minorHAnsi" w:cstheme="minorHAnsi"/>
          <w:color w:val="000000" w:themeColor="text1"/>
          <w:sz w:val="20"/>
          <w:szCs w:val="20"/>
        </w:rPr>
        <w:br/>
      </w:r>
      <w:r w:rsidRPr="00943810">
        <w:rPr>
          <w:rFonts w:asciiTheme="minorHAnsi" w:eastAsia="Garamond" w:hAnsiTheme="minorHAnsi" w:cstheme="minorHAnsi"/>
          <w:color w:val="000000" w:themeColor="text1"/>
          <w:sz w:val="20"/>
          <w:szCs w:val="20"/>
        </w:rPr>
        <w:t>o obiektywnym charakterze wykonawca nie jest w stanie uzyskać tych dokumentów - inne dokumenty.</w:t>
      </w:r>
    </w:p>
    <w:p w14:paraId="60D3FEAC" w14:textId="77777777" w:rsidR="00D03706" w:rsidRPr="00D03706" w:rsidRDefault="00D03706" w:rsidP="00D03706">
      <w:pPr>
        <w:tabs>
          <w:tab w:val="left" w:pos="1276"/>
        </w:tabs>
        <w:contextualSpacing/>
        <w:jc w:val="both"/>
        <w:rPr>
          <w:rFonts w:asciiTheme="minorHAnsi" w:eastAsia="Times New (W1)" w:hAnsiTheme="minorHAnsi" w:cstheme="minorHAnsi"/>
          <w:bCs/>
          <w:color w:val="000000" w:themeColor="text1"/>
          <w:sz w:val="16"/>
          <w:szCs w:val="16"/>
        </w:rPr>
      </w:pPr>
    </w:p>
    <w:p w14:paraId="43D056AA" w14:textId="3C6A3472" w:rsidR="00D03706" w:rsidRPr="00D03706" w:rsidRDefault="00D03706" w:rsidP="00D03706">
      <w:pPr>
        <w:jc w:val="both"/>
        <w:rPr>
          <w:rFonts w:asciiTheme="minorHAnsi" w:eastAsia="Calibri" w:hAnsiTheme="minorHAnsi" w:cstheme="minorHAnsi"/>
          <w:color w:val="000000" w:themeColor="text1"/>
          <w:sz w:val="16"/>
          <w:szCs w:val="16"/>
        </w:rPr>
      </w:pPr>
      <w:r w:rsidRPr="00D03706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 xml:space="preserve">Przedstawiamy wykaz </w:t>
      </w:r>
      <w:r w:rsidR="007A0F1A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usług</w:t>
      </w:r>
      <w:r w:rsidRPr="00D03706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 xml:space="preserve">, dla wykazania spełnienia warunku udziału w postępowaniu określonego w Rozdziale V SWZ: </w:t>
      </w:r>
    </w:p>
    <w:tbl>
      <w:tblPr>
        <w:tblW w:w="9639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1842"/>
        <w:gridCol w:w="1701"/>
        <w:gridCol w:w="851"/>
        <w:gridCol w:w="709"/>
        <w:gridCol w:w="850"/>
        <w:gridCol w:w="1559"/>
        <w:gridCol w:w="1701"/>
      </w:tblGrid>
      <w:tr w:rsidR="00D03706" w:rsidRPr="00D03706" w14:paraId="20F41005" w14:textId="77777777" w:rsidTr="00D41E13"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A997EB7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ind w:right="-112" w:hanging="10"/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L.p.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D9F0CD8" w14:textId="0E9067D3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ind w:left="-76" w:hanging="10"/>
              <w:jc w:val="center"/>
              <w:rPr>
                <w:rFonts w:asciiTheme="minorHAnsi" w:eastAsia="Calibri" w:hAnsiTheme="minorHAnsi" w:cstheme="minorHAnsi"/>
                <w:i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 xml:space="preserve">Przedmiot wykonanych </w:t>
            </w:r>
            <w:r w:rsidR="001869C8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>usług</w:t>
            </w:r>
            <w:r w:rsidRPr="00D03706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D03706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(</w:t>
            </w:r>
            <w:r w:rsidRPr="00D03706">
              <w:rPr>
                <w:rFonts w:asciiTheme="minorHAnsi" w:eastAsia="Calibri" w:hAnsiTheme="minorHAnsi" w:cstheme="minorHAnsi"/>
                <w:i/>
                <w:color w:val="000000" w:themeColor="text1"/>
                <w:sz w:val="16"/>
                <w:szCs w:val="16"/>
              </w:rPr>
              <w:t xml:space="preserve">opis zakresu </w:t>
            </w:r>
            <w:r w:rsidR="007A0F1A">
              <w:rPr>
                <w:rFonts w:asciiTheme="minorHAnsi" w:eastAsia="Calibri" w:hAnsiTheme="minorHAnsi" w:cstheme="minorHAnsi"/>
                <w:i/>
                <w:color w:val="000000" w:themeColor="text1"/>
                <w:sz w:val="16"/>
                <w:szCs w:val="16"/>
              </w:rPr>
              <w:t>usług</w:t>
            </w:r>
            <w:r w:rsidRPr="00D03706">
              <w:rPr>
                <w:rFonts w:asciiTheme="minorHAnsi" w:eastAsia="Calibri" w:hAnsiTheme="minorHAnsi" w:cstheme="minorHAnsi"/>
                <w:i/>
                <w:color w:val="000000" w:themeColor="text1"/>
                <w:sz w:val="16"/>
                <w:szCs w:val="16"/>
              </w:rPr>
              <w:t xml:space="preserve"> stosownie do wymaganego w treści warunku udziału </w:t>
            </w:r>
          </w:p>
          <w:p w14:paraId="39BC968E" w14:textId="77777777" w:rsidR="00D03706" w:rsidRPr="00D03706" w:rsidRDefault="00D03706" w:rsidP="00D03706">
            <w:pPr>
              <w:tabs>
                <w:tab w:val="left" w:pos="-102"/>
                <w:tab w:val="left" w:leader="dot" w:pos="8460"/>
              </w:tabs>
              <w:ind w:left="-102" w:right="-106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i/>
                <w:color w:val="000000" w:themeColor="text1"/>
                <w:sz w:val="16"/>
                <w:szCs w:val="16"/>
              </w:rPr>
              <w:t>w postępowaniu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8A87F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jc w:val="center"/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 xml:space="preserve">Podmiot </w:t>
            </w:r>
          </w:p>
          <w:p w14:paraId="0294BAA0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jc w:val="center"/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>na rzecz</w:t>
            </w:r>
          </w:p>
          <w:p w14:paraId="1EC83F3A" w14:textId="06A6D62B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 xml:space="preserve">którego wykonano </w:t>
            </w:r>
            <w:r w:rsidR="001869C8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>usług</w:t>
            </w:r>
            <w:r w:rsidR="00301172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>i</w:t>
            </w:r>
            <w:r w:rsidRPr="00D03706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br/>
            </w:r>
            <w:r w:rsidRPr="00D03706">
              <w:rPr>
                <w:rFonts w:asciiTheme="minorHAnsi" w:eastAsia="Calibri" w:hAnsiTheme="minorHAnsi" w:cstheme="minorHAnsi"/>
                <w:i/>
                <w:color w:val="000000" w:themeColor="text1"/>
                <w:sz w:val="16"/>
                <w:szCs w:val="16"/>
              </w:rPr>
              <w:t>(nazwa i adres)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32E6945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>Daty wykonania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6893457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ind w:left="77" w:hanging="181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>Dowody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8A9B0E4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b/>
                <w:i/>
                <w:color w:val="000000" w:themeColor="text1"/>
                <w:sz w:val="16"/>
                <w:szCs w:val="16"/>
              </w:rPr>
              <w:t>Informacje uzupełniające</w:t>
            </w:r>
          </w:p>
        </w:tc>
      </w:tr>
      <w:tr w:rsidR="00D03706" w:rsidRPr="00D03706" w14:paraId="0D8DCEF3" w14:textId="77777777" w:rsidTr="00D41E13">
        <w:trPr>
          <w:trHeight w:val="1192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174697" w14:textId="77777777" w:rsidR="00D03706" w:rsidRPr="00D03706" w:rsidRDefault="00D03706" w:rsidP="00D03706">
            <w:pPr>
              <w:spacing w:after="200" w:line="276" w:lineRule="auto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FBE03A" w14:textId="77777777" w:rsidR="00D03706" w:rsidRPr="00D03706" w:rsidRDefault="00D03706" w:rsidP="00D03706">
            <w:pPr>
              <w:spacing w:after="200" w:line="276" w:lineRule="auto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5F4F2" w14:textId="77777777" w:rsidR="00D03706" w:rsidRPr="00D03706" w:rsidRDefault="00D03706" w:rsidP="00D03706">
            <w:pPr>
              <w:spacing w:after="200" w:line="276" w:lineRule="auto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522ED11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-112" w:hanging="10"/>
              <w:jc w:val="center"/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>od</w:t>
            </w:r>
          </w:p>
          <w:p w14:paraId="77ED501B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-112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>d-m-r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6271F15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-111" w:hanging="10"/>
              <w:jc w:val="center"/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>do</w:t>
            </w:r>
          </w:p>
          <w:p w14:paraId="05E04B77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-111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b/>
                <w:color w:val="000000" w:themeColor="text1"/>
                <w:sz w:val="16"/>
                <w:szCs w:val="16"/>
              </w:rPr>
              <w:t>d-m-r</w:t>
            </w: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8BBB7C0" w14:textId="77777777" w:rsidR="00D03706" w:rsidRPr="00D03706" w:rsidRDefault="00D03706" w:rsidP="00D03706">
            <w:pPr>
              <w:spacing w:after="200" w:line="276" w:lineRule="auto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484F7F9" w14:textId="77777777" w:rsidR="00D03706" w:rsidRPr="00D41E13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-102" w:right="-111" w:hanging="10"/>
              <w:jc w:val="center"/>
              <w:rPr>
                <w:rFonts w:asciiTheme="minorHAnsi" w:eastAsia="Calibri" w:hAnsiTheme="minorHAnsi" w:cstheme="minorHAnsi"/>
                <w:b/>
                <w:sz w:val="16"/>
                <w:szCs w:val="16"/>
              </w:rPr>
            </w:pPr>
            <w:r w:rsidRPr="00D41E13">
              <w:rPr>
                <w:rFonts w:asciiTheme="minorHAnsi" w:eastAsia="Calibri" w:hAnsiTheme="minorHAnsi" w:cstheme="minorHAnsi"/>
                <w:b/>
                <w:i/>
                <w:sz w:val="16"/>
                <w:szCs w:val="16"/>
              </w:rPr>
              <w:t>Zasoby podmiotu udostępniającego zasoby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C29E047" w14:textId="77777777" w:rsidR="00D03706" w:rsidRPr="00D41E13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-103" w:right="-110" w:hanging="10"/>
              <w:jc w:val="center"/>
              <w:rPr>
                <w:rFonts w:asciiTheme="minorHAnsi" w:eastAsia="Calibri" w:hAnsiTheme="minorHAnsi" w:cstheme="minorHAnsi"/>
                <w:b/>
                <w:sz w:val="16"/>
                <w:szCs w:val="16"/>
              </w:rPr>
            </w:pPr>
            <w:r w:rsidRPr="00D41E13">
              <w:rPr>
                <w:rFonts w:asciiTheme="minorHAnsi" w:eastAsia="Calibri" w:hAnsiTheme="minorHAnsi" w:cstheme="minorHAnsi"/>
                <w:b/>
                <w:i/>
                <w:sz w:val="16"/>
                <w:szCs w:val="16"/>
              </w:rPr>
              <w:t>Nazwa podmiotu udostępniającego zasoby</w:t>
            </w:r>
          </w:p>
        </w:tc>
      </w:tr>
      <w:tr w:rsidR="00D03706" w:rsidRPr="00D03706" w14:paraId="536F997D" w14:textId="77777777" w:rsidTr="00D41E13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48FAE0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both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i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CD1880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i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D31B806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6D89A1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045E251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4082ECB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i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F7F4D8" w14:textId="77777777" w:rsidR="00D03706" w:rsidRPr="00D41E13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D41E13">
              <w:rPr>
                <w:rFonts w:asciiTheme="minorHAnsi" w:eastAsia="Calibri" w:hAnsiTheme="minorHAnsi" w:cstheme="minorHAnsi"/>
                <w:sz w:val="16"/>
                <w:szCs w:val="16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2B78C6CE" w14:textId="77777777" w:rsidR="00D03706" w:rsidRPr="00D41E13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D41E13">
              <w:rPr>
                <w:rFonts w:asciiTheme="minorHAnsi" w:eastAsia="Calibri" w:hAnsiTheme="minorHAnsi" w:cstheme="minorHAnsi"/>
                <w:i/>
                <w:sz w:val="16"/>
                <w:szCs w:val="16"/>
              </w:rPr>
              <w:t>8</w:t>
            </w:r>
          </w:p>
        </w:tc>
      </w:tr>
      <w:tr w:rsidR="00AA35E6" w:rsidRPr="00D03706" w14:paraId="09F65407" w14:textId="77777777" w:rsidTr="003F7E98">
        <w:tc>
          <w:tcPr>
            <w:tcW w:w="96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A611884" w14:textId="72CAF5A5" w:rsidR="00AA35E6" w:rsidRPr="00614159" w:rsidRDefault="00AA35E6" w:rsidP="00AA35E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</w:rPr>
            </w:pPr>
            <w:r w:rsidRPr="00614159"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</w:rPr>
              <w:t>Obsługa IT</w:t>
            </w:r>
          </w:p>
        </w:tc>
      </w:tr>
      <w:tr w:rsidR="00D03706" w:rsidRPr="00D03706" w14:paraId="7D5CB782" w14:textId="77777777" w:rsidTr="00D41E13">
        <w:trPr>
          <w:trHeight w:val="29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602347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 xml:space="preserve"> 1.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3656F3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2815D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19CBDE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8AEB985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62101428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1DE23F4A" w14:textId="77777777" w:rsidR="00D03706" w:rsidRPr="001A6948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0BA2BDEC" w14:textId="77777777" w:rsidR="00D03706" w:rsidRPr="001A6948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FF0000"/>
                <w:sz w:val="16"/>
                <w:szCs w:val="16"/>
              </w:rPr>
            </w:pPr>
          </w:p>
        </w:tc>
      </w:tr>
      <w:tr w:rsidR="00D03706" w:rsidRPr="00D03706" w14:paraId="2CFDE9C7" w14:textId="77777777" w:rsidTr="00D41E13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F8FFF1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 w:rsidRPr="00D03706"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37FBB5C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77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38719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7A29948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DF38C6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591C0B2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039A526C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52589FF9" w14:textId="77777777" w:rsidR="00D03706" w:rsidRPr="00D03706" w:rsidRDefault="00D0370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</w:tr>
      <w:tr w:rsidR="00362725" w:rsidRPr="00D03706" w14:paraId="3E747769" w14:textId="77777777" w:rsidTr="000C6DE5">
        <w:tc>
          <w:tcPr>
            <w:tcW w:w="96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4AAA50" w14:textId="15284082" w:rsidR="00362725" w:rsidRPr="00362725" w:rsidRDefault="00362725" w:rsidP="00362725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362725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6"/>
                <w:szCs w:val="16"/>
              </w:rPr>
              <w:t>Monitoring IT</w:t>
            </w:r>
          </w:p>
        </w:tc>
      </w:tr>
      <w:tr w:rsidR="00AA35E6" w:rsidRPr="00D03706" w14:paraId="6AD7217B" w14:textId="77777777" w:rsidTr="00D41E13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E5C9C2" w14:textId="510DDAFC" w:rsidR="00AA35E6" w:rsidRPr="00D03706" w:rsidRDefault="00362725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D79ED32" w14:textId="77777777" w:rsidR="00AA35E6" w:rsidRPr="00D03706" w:rsidRDefault="00AA35E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77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D6935" w14:textId="77777777" w:rsidR="00AA35E6" w:rsidRPr="00D03706" w:rsidRDefault="00AA35E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0A127B" w14:textId="77777777" w:rsidR="00AA35E6" w:rsidRPr="00D03706" w:rsidRDefault="00AA35E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A73FF08" w14:textId="77777777" w:rsidR="00AA35E6" w:rsidRPr="00D03706" w:rsidRDefault="00AA35E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3F0BA39B" w14:textId="77777777" w:rsidR="00AA35E6" w:rsidRPr="00D03706" w:rsidRDefault="00AA35E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3C905903" w14:textId="77777777" w:rsidR="00AA35E6" w:rsidRPr="00D03706" w:rsidRDefault="00AA35E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08B38A8E" w14:textId="77777777" w:rsidR="00AA35E6" w:rsidRPr="00D03706" w:rsidRDefault="00AA35E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</w:tr>
      <w:tr w:rsidR="00AA35E6" w:rsidRPr="00D03706" w14:paraId="61890E48" w14:textId="77777777" w:rsidTr="00D41E13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71A9D4" w14:textId="0345BEA6" w:rsidR="00AA35E6" w:rsidRPr="00D03706" w:rsidRDefault="00362725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8D1276" w14:textId="77777777" w:rsidR="00AA35E6" w:rsidRPr="00D03706" w:rsidRDefault="00AA35E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77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A4104" w14:textId="77777777" w:rsidR="00AA35E6" w:rsidRPr="00D03706" w:rsidRDefault="00AA35E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6CEB94" w14:textId="77777777" w:rsidR="00AA35E6" w:rsidRPr="00D03706" w:rsidRDefault="00AA35E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965E49" w14:textId="77777777" w:rsidR="00AA35E6" w:rsidRPr="00D03706" w:rsidRDefault="00AA35E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55AC0856" w14:textId="77777777" w:rsidR="00AA35E6" w:rsidRPr="00D03706" w:rsidRDefault="00AA35E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3C8A1B6" w14:textId="77777777" w:rsidR="00AA35E6" w:rsidRPr="00D03706" w:rsidRDefault="00AA35E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02F08E20" w14:textId="77777777" w:rsidR="00AA35E6" w:rsidRPr="00D03706" w:rsidRDefault="00AA35E6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</w:tr>
      <w:tr w:rsidR="00A05F69" w:rsidRPr="00D03706" w14:paraId="0DEAD132" w14:textId="77777777" w:rsidTr="00D41E13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AE3105" w14:textId="291BCEDF" w:rsidR="00A05F69" w:rsidRDefault="00A05F69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  <w:r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9B7259" w14:textId="77777777" w:rsidR="00A05F69" w:rsidRPr="00D03706" w:rsidRDefault="00A05F69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77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E7888" w14:textId="77777777" w:rsidR="00A05F69" w:rsidRPr="00D03706" w:rsidRDefault="00A05F69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9E2B5BA" w14:textId="77777777" w:rsidR="00A05F69" w:rsidRPr="00D03706" w:rsidRDefault="00A05F69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625C84" w14:textId="77777777" w:rsidR="00A05F69" w:rsidRPr="00D03706" w:rsidRDefault="00A05F69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3D83F36B" w14:textId="77777777" w:rsidR="00A05F69" w:rsidRPr="00D03706" w:rsidRDefault="00A05F69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0A1E23F2" w14:textId="77777777" w:rsidR="00A05F69" w:rsidRPr="00D03706" w:rsidRDefault="00A05F69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155A6BF" w14:textId="77777777" w:rsidR="00A05F69" w:rsidRPr="00D03706" w:rsidRDefault="00A05F69" w:rsidP="00D03706">
            <w:pPr>
              <w:tabs>
                <w:tab w:val="left" w:pos="3060"/>
                <w:tab w:val="left" w:leader="dot" w:pos="8460"/>
              </w:tabs>
              <w:spacing w:line="280" w:lineRule="auto"/>
              <w:ind w:left="87" w:hanging="10"/>
              <w:jc w:val="center"/>
              <w:rPr>
                <w:rFonts w:asciiTheme="minorHAnsi" w:eastAsia="Calibri" w:hAnsiTheme="minorHAnsi" w:cstheme="minorHAnsi"/>
                <w:color w:val="000000" w:themeColor="text1"/>
                <w:sz w:val="16"/>
                <w:szCs w:val="16"/>
              </w:rPr>
            </w:pPr>
          </w:p>
        </w:tc>
      </w:tr>
    </w:tbl>
    <w:p w14:paraId="23FE345D" w14:textId="77777777" w:rsidR="00D03706" w:rsidRPr="008E3AB4" w:rsidRDefault="00D03706" w:rsidP="00D03706">
      <w:pPr>
        <w:ind w:left="87" w:right="-599" w:hanging="87"/>
        <w:jc w:val="both"/>
        <w:rPr>
          <w:rFonts w:asciiTheme="minorHAnsi" w:eastAsia="Calibri" w:hAnsiTheme="minorHAnsi" w:cstheme="minorHAnsi"/>
          <w:b/>
          <w:color w:val="000000" w:themeColor="text1"/>
          <w:sz w:val="16"/>
          <w:szCs w:val="16"/>
        </w:rPr>
      </w:pPr>
      <w:r w:rsidRPr="008E3AB4">
        <w:rPr>
          <w:rFonts w:asciiTheme="minorHAnsi" w:eastAsia="Calibri" w:hAnsiTheme="minorHAnsi" w:cstheme="minorHAnsi"/>
          <w:b/>
          <w:color w:val="000000" w:themeColor="text1"/>
          <w:sz w:val="16"/>
          <w:szCs w:val="16"/>
        </w:rPr>
        <w:t>Uwaga do kol. 2</w:t>
      </w:r>
    </w:p>
    <w:p w14:paraId="6A2B88AF" w14:textId="77777777" w:rsidR="00D03706" w:rsidRPr="00C965AD" w:rsidRDefault="00D03706" w:rsidP="00D03706">
      <w:pPr>
        <w:ind w:right="-599"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</w:rPr>
      </w:pPr>
      <w:r w:rsidRPr="00C965AD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 xml:space="preserve">Należy wskazać zamówienia (umowy) obejmujące wymagany zakres. </w:t>
      </w:r>
    </w:p>
    <w:p w14:paraId="2327848E" w14:textId="77777777" w:rsidR="00D03706" w:rsidRPr="008E3AB4" w:rsidRDefault="00D03706" w:rsidP="00D03706">
      <w:pPr>
        <w:ind w:left="87" w:right="-599" w:hanging="87"/>
        <w:jc w:val="both"/>
        <w:rPr>
          <w:rFonts w:asciiTheme="minorHAnsi" w:eastAsia="Calibri" w:hAnsiTheme="minorHAnsi" w:cstheme="minorHAnsi"/>
          <w:i/>
          <w:color w:val="000000" w:themeColor="text1"/>
          <w:sz w:val="16"/>
          <w:szCs w:val="16"/>
        </w:rPr>
      </w:pPr>
      <w:r w:rsidRPr="008E3AB4">
        <w:rPr>
          <w:rFonts w:asciiTheme="minorHAnsi" w:eastAsia="Calibri" w:hAnsiTheme="minorHAnsi" w:cstheme="minorHAnsi"/>
          <w:b/>
          <w:color w:val="000000" w:themeColor="text1"/>
          <w:sz w:val="16"/>
          <w:szCs w:val="16"/>
        </w:rPr>
        <w:t>Uwaga do kol. 6</w:t>
      </w:r>
      <w:r w:rsidRPr="008E3AB4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.</w:t>
      </w:r>
    </w:p>
    <w:p w14:paraId="3E151367" w14:textId="5D4E7F82" w:rsidR="00D03706" w:rsidRPr="00C965AD" w:rsidRDefault="00D03706" w:rsidP="00A16120">
      <w:pPr>
        <w:numPr>
          <w:ilvl w:val="0"/>
          <w:numId w:val="24"/>
        </w:numPr>
        <w:spacing w:line="259" w:lineRule="auto"/>
        <w:ind w:left="284" w:right="-599" w:hanging="284"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</w:rPr>
      </w:pPr>
      <w:r w:rsidRPr="00C965AD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 xml:space="preserve">Wpisać  nazwę dowodu (dokumentu) określającego czy te </w:t>
      </w:r>
      <w:r w:rsidR="00301172" w:rsidRPr="00C965AD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>usługi</w:t>
      </w:r>
      <w:r w:rsidRPr="00C965AD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 xml:space="preserve"> zostały wykonane należycie oraz załączyć go do wykazu.</w:t>
      </w:r>
    </w:p>
    <w:p w14:paraId="49962BC3" w14:textId="77777777" w:rsidR="00D03706" w:rsidRPr="00C965AD" w:rsidRDefault="00D03706" w:rsidP="00D41E13">
      <w:pPr>
        <w:numPr>
          <w:ilvl w:val="0"/>
          <w:numId w:val="24"/>
        </w:numPr>
        <w:spacing w:line="259" w:lineRule="auto"/>
        <w:ind w:left="284" w:right="-599" w:hanging="284"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  <w:u w:val="single"/>
        </w:rPr>
      </w:pPr>
      <w:r w:rsidRPr="00C965AD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>Dowodem, o którym mowa w punkcie 1 są:</w:t>
      </w:r>
    </w:p>
    <w:p w14:paraId="2119AD69" w14:textId="385671A2" w:rsidR="00D03706" w:rsidRPr="00C965AD" w:rsidRDefault="00D03706" w:rsidP="00D41E13">
      <w:pPr>
        <w:numPr>
          <w:ilvl w:val="0"/>
          <w:numId w:val="25"/>
        </w:numPr>
        <w:spacing w:line="259" w:lineRule="auto"/>
        <w:ind w:left="567" w:right="-1449" w:hanging="283"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</w:rPr>
      </w:pPr>
      <w:r w:rsidRPr="00C965AD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 xml:space="preserve">referencje bądź inne dokumenty sporządzone przez podmiot, na rzecz którego </w:t>
      </w:r>
      <w:r w:rsidR="00301172" w:rsidRPr="00C965AD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>usługi</w:t>
      </w:r>
      <w:r w:rsidRPr="00C965AD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 xml:space="preserve"> były wykonane;</w:t>
      </w:r>
    </w:p>
    <w:p w14:paraId="711E5940" w14:textId="77777777" w:rsidR="00D03706" w:rsidRPr="00C965AD" w:rsidRDefault="00D03706" w:rsidP="006C4239">
      <w:pPr>
        <w:numPr>
          <w:ilvl w:val="0"/>
          <w:numId w:val="25"/>
        </w:numPr>
        <w:spacing w:line="259" w:lineRule="auto"/>
        <w:ind w:left="567" w:right="-1" w:hanging="283"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</w:rPr>
      </w:pPr>
      <w:r w:rsidRPr="00C965AD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>inne odpowiednie dokumenty – jeżeli Wykonawca z przyczyn niezależnych od niego nie jest w stanie uzyskać  dokumentów, o którym mowa wyżej pod lit. a).</w:t>
      </w:r>
    </w:p>
    <w:p w14:paraId="3452F0B9" w14:textId="77777777" w:rsidR="00D03706" w:rsidRPr="008E3AB4" w:rsidRDefault="00D03706" w:rsidP="00D03706">
      <w:pPr>
        <w:ind w:left="1985" w:right="-599" w:hanging="1985"/>
        <w:jc w:val="both"/>
        <w:rPr>
          <w:rFonts w:asciiTheme="minorHAnsi" w:eastAsia="Calibri" w:hAnsiTheme="minorHAnsi" w:cstheme="minorHAnsi"/>
          <w:color w:val="000000" w:themeColor="text1"/>
          <w:sz w:val="16"/>
          <w:szCs w:val="16"/>
        </w:rPr>
      </w:pPr>
      <w:r w:rsidRPr="008E3AB4">
        <w:rPr>
          <w:rFonts w:asciiTheme="minorHAnsi" w:eastAsia="Calibri" w:hAnsiTheme="minorHAnsi" w:cstheme="minorHAnsi"/>
          <w:b/>
          <w:color w:val="000000" w:themeColor="text1"/>
          <w:sz w:val="16"/>
          <w:szCs w:val="16"/>
        </w:rPr>
        <w:t>Uwaga do kol.7:</w:t>
      </w:r>
    </w:p>
    <w:p w14:paraId="6CE9C870" w14:textId="675225D2" w:rsidR="00D03706" w:rsidRPr="00C965AD" w:rsidRDefault="00D03706" w:rsidP="00D03706">
      <w:pPr>
        <w:ind w:right="-599"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</w:rPr>
      </w:pPr>
      <w:r w:rsidRPr="00C965AD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 xml:space="preserve">Zaznaczyć znakiem „X”, tylko w przypadku, gdy Wykonawca polega na zasobach podmiotów udostępniających zasoby </w:t>
      </w:r>
      <w:r w:rsidR="00C965AD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br/>
      </w:r>
      <w:r w:rsidRPr="00C965AD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>w celu potwierdzenia spełniania warunku udziału w postępowaniu.</w:t>
      </w:r>
    </w:p>
    <w:p w14:paraId="5FBB6BB8" w14:textId="77777777" w:rsidR="00D03706" w:rsidRPr="008E3AB4" w:rsidRDefault="00D03706" w:rsidP="00D03706">
      <w:pPr>
        <w:ind w:right="397"/>
        <w:jc w:val="both"/>
        <w:rPr>
          <w:rFonts w:asciiTheme="minorHAnsi" w:eastAsia="Calibri" w:hAnsiTheme="minorHAnsi" w:cstheme="minorHAnsi"/>
          <w:color w:val="000000" w:themeColor="text1"/>
          <w:sz w:val="16"/>
          <w:szCs w:val="16"/>
        </w:rPr>
      </w:pPr>
      <w:r w:rsidRPr="008E3AB4">
        <w:rPr>
          <w:rFonts w:asciiTheme="minorHAnsi" w:eastAsia="Calibri" w:hAnsiTheme="minorHAnsi" w:cstheme="minorHAnsi"/>
          <w:b/>
          <w:color w:val="000000" w:themeColor="text1"/>
          <w:sz w:val="16"/>
          <w:szCs w:val="16"/>
        </w:rPr>
        <w:t>Uwaga do kol. 8</w:t>
      </w:r>
      <w:r w:rsidRPr="008E3AB4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 xml:space="preserve">  </w:t>
      </w:r>
    </w:p>
    <w:p w14:paraId="577FB92D" w14:textId="10EE3983" w:rsidR="00D03706" w:rsidRPr="008E3AB4" w:rsidRDefault="00D03706" w:rsidP="00D03706">
      <w:pPr>
        <w:jc w:val="both"/>
        <w:rPr>
          <w:rFonts w:asciiTheme="minorHAnsi" w:eastAsia="Calibri" w:hAnsiTheme="minorHAnsi" w:cstheme="minorHAnsi"/>
          <w:b/>
          <w:color w:val="000000" w:themeColor="text1"/>
          <w:sz w:val="20"/>
          <w:szCs w:val="20"/>
        </w:rPr>
      </w:pPr>
      <w:r w:rsidRPr="00C965AD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>Wpisać nazwę podmiotu udostępniającego zasoby, na zasobach którego Wykonawca polega.</w:t>
      </w:r>
    </w:p>
    <w:p w14:paraId="59EFC5D8" w14:textId="5577C6A9" w:rsidR="00D03706" w:rsidRPr="00C965AD" w:rsidRDefault="00D03706" w:rsidP="00D03706">
      <w:pPr>
        <w:jc w:val="both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C965AD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Do wykazu należy dołączyć dowody </w:t>
      </w:r>
      <w:r w:rsidRPr="00C965A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określające czy te </w:t>
      </w:r>
      <w:r w:rsidR="0091709B" w:rsidRPr="00C965A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usługi </w:t>
      </w:r>
      <w:r w:rsidRPr="00C965AD">
        <w:rPr>
          <w:rFonts w:asciiTheme="minorHAnsi" w:hAnsiTheme="minorHAnsi" w:cstheme="minorHAnsi"/>
          <w:color w:val="000000" w:themeColor="text1"/>
          <w:sz w:val="20"/>
          <w:szCs w:val="20"/>
        </w:rPr>
        <w:t>zostały wykonane należycie.</w:t>
      </w:r>
      <w:r w:rsidRPr="00C965AD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 Z wykazu i dołączonych dokumentów powinno wynikać </w:t>
      </w:r>
      <w:r w:rsidRPr="00C965AD">
        <w:rPr>
          <w:rFonts w:asciiTheme="minorHAnsi" w:hAnsiTheme="minorHAnsi" w:cstheme="minorHAnsi"/>
          <w:b/>
          <w:bCs/>
          <w:iCs/>
          <w:color w:val="000000" w:themeColor="text1"/>
          <w:sz w:val="20"/>
          <w:szCs w:val="20"/>
        </w:rPr>
        <w:t>spełnienie przez Wykonawcę warunku udziału w postępowaniu w zakresie określonym w Części V SWZ.</w:t>
      </w:r>
    </w:p>
    <w:p w14:paraId="5E85C8C8" w14:textId="77777777" w:rsidR="00D03706" w:rsidRPr="00C965AD" w:rsidRDefault="00D03706" w:rsidP="00D03706">
      <w:pPr>
        <w:jc w:val="both"/>
        <w:rPr>
          <w:rFonts w:asciiTheme="minorHAnsi" w:hAnsiTheme="minorHAnsi" w:cstheme="minorHAnsi"/>
          <w:iCs/>
          <w:color w:val="000000" w:themeColor="text1"/>
          <w:sz w:val="20"/>
          <w:szCs w:val="20"/>
          <w:u w:val="single"/>
        </w:rPr>
      </w:pPr>
      <w:r w:rsidRPr="00C965AD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lastRenderedPageBreak/>
        <w:t>UWAGA:</w:t>
      </w:r>
    </w:p>
    <w:p w14:paraId="4D748E47" w14:textId="77777777" w:rsidR="00D03706" w:rsidRPr="00C965AD" w:rsidRDefault="00D03706" w:rsidP="00D03706">
      <w:pPr>
        <w:jc w:val="both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C965AD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w przypadku Wykonawców wspólnie ubiegających się o zamówienie podpisuje Pełnomocnik lub wszyscy Wykonawcy.</w:t>
      </w:r>
    </w:p>
    <w:p w14:paraId="0B8309AC" w14:textId="77777777" w:rsidR="00D03706" w:rsidRPr="00D03706" w:rsidRDefault="00D03706" w:rsidP="00D03706">
      <w:pPr>
        <w:autoSpaceDE w:val="0"/>
        <w:autoSpaceDN w:val="0"/>
        <w:adjustRightInd w:val="0"/>
        <w:spacing w:after="120"/>
        <w:ind w:left="4248" w:firstLine="147"/>
        <w:jc w:val="center"/>
        <w:rPr>
          <w:rFonts w:asciiTheme="minorHAnsi" w:eastAsia="Calibri" w:hAnsiTheme="minorHAnsi" w:cstheme="minorHAnsi"/>
          <w:bCs/>
          <w:color w:val="000000" w:themeColor="text1"/>
          <w:sz w:val="16"/>
          <w:szCs w:val="16"/>
        </w:rPr>
      </w:pPr>
    </w:p>
    <w:p w14:paraId="3D16B0B9" w14:textId="77777777" w:rsidR="00D03706" w:rsidRPr="00D03706" w:rsidRDefault="00D03706" w:rsidP="00D03706">
      <w:pPr>
        <w:autoSpaceDE w:val="0"/>
        <w:autoSpaceDN w:val="0"/>
        <w:adjustRightInd w:val="0"/>
        <w:spacing w:after="120"/>
        <w:ind w:left="4248" w:firstLine="147"/>
        <w:jc w:val="center"/>
        <w:rPr>
          <w:rFonts w:asciiTheme="minorHAnsi" w:hAnsiTheme="minorHAnsi" w:cstheme="minorHAnsi"/>
          <w:b/>
          <w:color w:val="000000" w:themeColor="text1"/>
          <w:sz w:val="16"/>
          <w:szCs w:val="16"/>
        </w:rPr>
      </w:pPr>
      <w:r w:rsidRPr="00D03706">
        <w:rPr>
          <w:rFonts w:asciiTheme="minorHAnsi" w:eastAsia="Calibri" w:hAnsiTheme="minorHAnsi" w:cstheme="minorHAnsi"/>
          <w:bCs/>
          <w:color w:val="000000" w:themeColor="text1"/>
          <w:sz w:val="16"/>
          <w:szCs w:val="16"/>
        </w:rPr>
        <w:t>&lt;dokument należy sporządzić w formie elektronicznej i podpisać kwalifikowanym podpisem elektronicznym, podpisem zaufanym bądź podpisem osobistym osoby/osób uprawnionej/-ych do reprezentacji Wykonawcy&gt;</w:t>
      </w:r>
    </w:p>
    <w:sectPr w:rsidR="00D03706" w:rsidRPr="00D03706" w:rsidSect="00D41E13">
      <w:headerReference w:type="default" r:id="rId11"/>
      <w:footerReference w:type="default" r:id="rId12"/>
      <w:footerReference w:type="first" r:id="rId13"/>
      <w:pgSz w:w="11900" w:h="16840"/>
      <w:pgMar w:top="1049" w:right="1418" w:bottom="284" w:left="1418" w:header="704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4C17F0" w14:textId="77777777" w:rsidR="00330B2A" w:rsidRDefault="00330B2A" w:rsidP="007D03BC">
      <w:r>
        <w:separator/>
      </w:r>
    </w:p>
  </w:endnote>
  <w:endnote w:type="continuationSeparator" w:id="0">
    <w:p w14:paraId="7E97BC18" w14:textId="77777777" w:rsidR="00330B2A" w:rsidRDefault="00330B2A" w:rsidP="007D0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utura">
    <w:altName w:val="Century Gothic"/>
    <w:charset w:val="00"/>
    <w:family w:val="swiss"/>
    <w:pitch w:val="variable"/>
    <w:sig w:usb0="A0000AEF" w:usb1="5000214A" w:usb2="00000000" w:usb3="00000000" w:csb0="000001FF" w:csb1="00000000"/>
  </w:font>
  <w:font w:name="Times New Roman (Tekst podstawo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(W1)"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A1656" w14:textId="713D7732" w:rsidR="004B5810" w:rsidRDefault="004B5810" w:rsidP="004B5810">
    <w:pPr>
      <w:pStyle w:val="Stopka"/>
      <w:tabs>
        <w:tab w:val="clear" w:pos="4536"/>
        <w:tab w:val="clear" w:pos="9072"/>
        <w:tab w:val="left" w:pos="2235"/>
      </w:tabs>
    </w:pPr>
    <w:r>
      <w:tab/>
    </w:r>
    <w:r>
      <w:rPr>
        <w:noProof/>
      </w:rPr>
      <w:drawing>
        <wp:inline distT="0" distB="0" distL="0" distR="0" wp14:anchorId="5E12BF5C" wp14:editId="1B42D4E6">
          <wp:extent cx="5751750" cy="759643"/>
          <wp:effectExtent l="0" t="0" r="1905" b="2540"/>
          <wp:docPr id="999657340" name="Obraz 999657340" descr="Obraz zawierający tekst, zrzut ekranu, Czcion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725591" name="Obraz 1597725591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9620" cy="7633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9CB1E" w14:textId="77777777" w:rsidR="004B3A00" w:rsidRDefault="004B3A00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F023003" wp14:editId="11F8D56F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88800" cy="1404000"/>
          <wp:effectExtent l="0" t="0" r="0" b="5715"/>
          <wp:wrapTopAndBottom/>
          <wp:docPr id="201254234" name="Obraz 2012542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800" cy="140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62B70B" w14:textId="77777777" w:rsidR="00330B2A" w:rsidRDefault="00330B2A" w:rsidP="007D03BC">
      <w:r>
        <w:separator/>
      </w:r>
    </w:p>
  </w:footnote>
  <w:footnote w:type="continuationSeparator" w:id="0">
    <w:p w14:paraId="49B75A24" w14:textId="77777777" w:rsidR="00330B2A" w:rsidRDefault="00330B2A" w:rsidP="007D0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B32C4" w14:textId="48EB378B" w:rsidR="004B5810" w:rsidRDefault="004B5810">
    <w:pPr>
      <w:pStyle w:val="Nagwek"/>
    </w:pPr>
    <w:r>
      <w:rPr>
        <w:noProof/>
      </w:rPr>
      <w:drawing>
        <wp:inline distT="0" distB="0" distL="0" distR="0" wp14:anchorId="02BEB7F3" wp14:editId="6229292E">
          <wp:extent cx="5753100" cy="771690"/>
          <wp:effectExtent l="0" t="0" r="0" b="0"/>
          <wp:docPr id="676642987" name="Obraz 676642987" descr="Obraz zawierający tekst, zrzut ekranu, Czcionka, Grafi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2025010" name="Obraz 1512025010" descr="Obraz zawierający tekst, zrzut ekranu, Czcionka, Grafi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0108" cy="7766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6368E"/>
    <w:multiLevelType w:val="hybridMultilevel"/>
    <w:tmpl w:val="2012C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47739"/>
    <w:multiLevelType w:val="hybridMultilevel"/>
    <w:tmpl w:val="3CACF030"/>
    <w:lvl w:ilvl="0" w:tplc="1324917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67066"/>
    <w:multiLevelType w:val="multilevel"/>
    <w:tmpl w:val="1124E09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alibri" w:hAnsi="Calibri" w:cs="Times New Roman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bullet"/>
      <w:lvlText w:val=""/>
      <w:lvlJc w:val="left"/>
      <w:pPr>
        <w:ind w:left="1636" w:hanging="360"/>
      </w:pPr>
      <w:rPr>
        <w:rFonts w:ascii="Wingdings" w:hAnsi="Wingdings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3" w15:restartNumberingAfterBreak="0">
    <w:nsid w:val="1BA41E55"/>
    <w:multiLevelType w:val="hybridMultilevel"/>
    <w:tmpl w:val="A9C44AA6"/>
    <w:styleLink w:val="Styl2211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2769A9"/>
    <w:multiLevelType w:val="multilevel"/>
    <w:tmpl w:val="90348CCA"/>
    <w:lvl w:ilvl="0">
      <w:start w:val="1"/>
      <w:numFmt w:val="lowerLetter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50389A"/>
    <w:multiLevelType w:val="hybridMultilevel"/>
    <w:tmpl w:val="459A90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C4530"/>
    <w:multiLevelType w:val="multilevel"/>
    <w:tmpl w:val="281400D8"/>
    <w:lvl w:ilvl="0">
      <w:start w:val="1"/>
      <w:numFmt w:val="decimal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FF771E"/>
    <w:multiLevelType w:val="hybridMultilevel"/>
    <w:tmpl w:val="30F8F220"/>
    <w:lvl w:ilvl="0" w:tplc="E07EF742">
      <w:numFmt w:val="bullet"/>
      <w:lvlText w:val=""/>
      <w:lvlJc w:val="left"/>
      <w:pPr>
        <w:ind w:left="644" w:hanging="360"/>
      </w:pPr>
      <w:rPr>
        <w:rFonts w:ascii="Symbol" w:eastAsia="Times New Roman" w:hAnsi="Symbol" w:cs="TimesNew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2A3567B3"/>
    <w:multiLevelType w:val="multilevel"/>
    <w:tmpl w:val="35B85D00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3E767B6"/>
    <w:multiLevelType w:val="hybridMultilevel"/>
    <w:tmpl w:val="1C60D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2A2DDD"/>
    <w:multiLevelType w:val="hybridMultilevel"/>
    <w:tmpl w:val="1F2425F8"/>
    <w:lvl w:ilvl="0" w:tplc="A614E5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246D49"/>
    <w:multiLevelType w:val="hybridMultilevel"/>
    <w:tmpl w:val="74AA360A"/>
    <w:lvl w:ilvl="0" w:tplc="D05E48B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35F0AD96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67D25"/>
    <w:multiLevelType w:val="hybridMultilevel"/>
    <w:tmpl w:val="8AFEA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370D8C"/>
    <w:multiLevelType w:val="multilevel"/>
    <w:tmpl w:val="EF565A9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/>
        <w:sz w:val="16"/>
        <w:szCs w:val="16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E1D7CE1"/>
    <w:multiLevelType w:val="multilevel"/>
    <w:tmpl w:val="5308EC8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bullet"/>
      <w:lvlText w:val=""/>
      <w:lvlJc w:val="left"/>
      <w:pPr>
        <w:ind w:left="2149" w:hanging="360"/>
      </w:pPr>
      <w:rPr>
        <w:rFonts w:ascii="Symbol" w:hAnsi="Symbol" w:cs="Symbol" w:hint="default"/>
      </w:rPr>
    </w:lvl>
    <w:lvl w:ilvl="2">
      <w:start w:val="1"/>
      <w:numFmt w:val="lowerLetter"/>
      <w:lvlText w:val="%3)"/>
      <w:lvlJc w:val="left"/>
      <w:pPr>
        <w:ind w:left="2869" w:hanging="360"/>
      </w:p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33134F9"/>
    <w:multiLevelType w:val="hybridMultilevel"/>
    <w:tmpl w:val="47A890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672F2B"/>
    <w:multiLevelType w:val="hybridMultilevel"/>
    <w:tmpl w:val="17B6E6D4"/>
    <w:lvl w:ilvl="0" w:tplc="04150005">
      <w:start w:val="1"/>
      <w:numFmt w:val="bullet"/>
      <w:lvlText w:val=""/>
      <w:lvlJc w:val="left"/>
      <w:pPr>
        <w:ind w:left="15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8" w15:restartNumberingAfterBreak="0">
    <w:nsid w:val="656C35CF"/>
    <w:multiLevelType w:val="hybridMultilevel"/>
    <w:tmpl w:val="F66AF0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65C3270A"/>
    <w:multiLevelType w:val="hybridMultilevel"/>
    <w:tmpl w:val="1194A73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6A4F2F7D"/>
    <w:multiLevelType w:val="multilevel"/>
    <w:tmpl w:val="9D241396"/>
    <w:lvl w:ilvl="0">
      <w:start w:val="1"/>
      <w:numFmt w:val="lowerLetter"/>
      <w:lvlText w:val="%1)"/>
      <w:lvlJc w:val="left"/>
      <w:pPr>
        <w:ind w:left="10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BF02F81"/>
    <w:multiLevelType w:val="multilevel"/>
    <w:tmpl w:val="D8C24A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037D3B"/>
    <w:multiLevelType w:val="hybridMultilevel"/>
    <w:tmpl w:val="2B049B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4B3FC1"/>
    <w:multiLevelType w:val="hybridMultilevel"/>
    <w:tmpl w:val="9878CF16"/>
    <w:lvl w:ilvl="0" w:tplc="A3C071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D949FA"/>
    <w:multiLevelType w:val="hybridMultilevel"/>
    <w:tmpl w:val="F15CF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8501647">
    <w:abstractNumId w:val="12"/>
  </w:num>
  <w:num w:numId="2" w16cid:durableId="1668946010">
    <w:abstractNumId w:val="10"/>
  </w:num>
  <w:num w:numId="3" w16cid:durableId="234050510">
    <w:abstractNumId w:val="18"/>
  </w:num>
  <w:num w:numId="4" w16cid:durableId="1581984425">
    <w:abstractNumId w:val="15"/>
  </w:num>
  <w:num w:numId="5" w16cid:durableId="1248199193">
    <w:abstractNumId w:val="21"/>
  </w:num>
  <w:num w:numId="6" w16cid:durableId="873811806">
    <w:abstractNumId w:val="14"/>
  </w:num>
  <w:num w:numId="7" w16cid:durableId="1900902105">
    <w:abstractNumId w:val="20"/>
  </w:num>
  <w:num w:numId="8" w16cid:durableId="1984460261">
    <w:abstractNumId w:val="6"/>
  </w:num>
  <w:num w:numId="9" w16cid:durableId="725222072">
    <w:abstractNumId w:val="22"/>
  </w:num>
  <w:num w:numId="10" w16cid:durableId="1672220716">
    <w:abstractNumId w:val="13"/>
  </w:num>
  <w:num w:numId="11" w16cid:durableId="1415006026">
    <w:abstractNumId w:val="5"/>
  </w:num>
  <w:num w:numId="12" w16cid:durableId="1883135357">
    <w:abstractNumId w:val="16"/>
  </w:num>
  <w:num w:numId="13" w16cid:durableId="1224292575">
    <w:abstractNumId w:val="17"/>
  </w:num>
  <w:num w:numId="14" w16cid:durableId="1903634245">
    <w:abstractNumId w:val="3"/>
  </w:num>
  <w:num w:numId="15" w16cid:durableId="1022628561">
    <w:abstractNumId w:val="2"/>
  </w:num>
  <w:num w:numId="16" w16cid:durableId="29259887">
    <w:abstractNumId w:val="8"/>
  </w:num>
  <w:num w:numId="17" w16cid:durableId="724180512">
    <w:abstractNumId w:val="0"/>
  </w:num>
  <w:num w:numId="18" w16cid:durableId="2035842451">
    <w:abstractNumId w:val="23"/>
  </w:num>
  <w:num w:numId="19" w16cid:durableId="790393008">
    <w:abstractNumId w:val="11"/>
  </w:num>
  <w:num w:numId="20" w16cid:durableId="1723285672">
    <w:abstractNumId w:val="1"/>
  </w:num>
  <w:num w:numId="21" w16cid:durableId="655837254">
    <w:abstractNumId w:val="7"/>
  </w:num>
  <w:num w:numId="22" w16cid:durableId="1615094843">
    <w:abstractNumId w:val="19"/>
  </w:num>
  <w:num w:numId="23" w16cid:durableId="942803905">
    <w:abstractNumId w:val="24"/>
  </w:num>
  <w:num w:numId="24" w16cid:durableId="701856322">
    <w:abstractNumId w:val="9"/>
  </w:num>
  <w:num w:numId="25" w16cid:durableId="7355950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376"/>
    <w:rsid w:val="00005642"/>
    <w:rsid w:val="0002722F"/>
    <w:rsid w:val="0004068B"/>
    <w:rsid w:val="00043990"/>
    <w:rsid w:val="000447CC"/>
    <w:rsid w:val="00045D49"/>
    <w:rsid w:val="000612CF"/>
    <w:rsid w:val="00065775"/>
    <w:rsid w:val="00072EC1"/>
    <w:rsid w:val="000837C5"/>
    <w:rsid w:val="000A0711"/>
    <w:rsid w:val="000A230D"/>
    <w:rsid w:val="000B5F63"/>
    <w:rsid w:val="000B6137"/>
    <w:rsid w:val="000F0094"/>
    <w:rsid w:val="000F08C4"/>
    <w:rsid w:val="000F0ACC"/>
    <w:rsid w:val="00104CDD"/>
    <w:rsid w:val="00115AF0"/>
    <w:rsid w:val="00133047"/>
    <w:rsid w:val="0013310C"/>
    <w:rsid w:val="00134CA7"/>
    <w:rsid w:val="00141CF4"/>
    <w:rsid w:val="00144063"/>
    <w:rsid w:val="00151ABD"/>
    <w:rsid w:val="00164655"/>
    <w:rsid w:val="0016757A"/>
    <w:rsid w:val="00167729"/>
    <w:rsid w:val="00167C36"/>
    <w:rsid w:val="00173CB7"/>
    <w:rsid w:val="00175B90"/>
    <w:rsid w:val="00184AAB"/>
    <w:rsid w:val="001868FE"/>
    <w:rsid w:val="001869C8"/>
    <w:rsid w:val="001968FE"/>
    <w:rsid w:val="00196AE9"/>
    <w:rsid w:val="001A6948"/>
    <w:rsid w:val="001A7DF8"/>
    <w:rsid w:val="001C1A63"/>
    <w:rsid w:val="001C1B4A"/>
    <w:rsid w:val="001D5562"/>
    <w:rsid w:val="001D6A24"/>
    <w:rsid w:val="001E0836"/>
    <w:rsid w:val="0021661D"/>
    <w:rsid w:val="00226493"/>
    <w:rsid w:val="00232BD7"/>
    <w:rsid w:val="00246C9C"/>
    <w:rsid w:val="002472B1"/>
    <w:rsid w:val="00262B1D"/>
    <w:rsid w:val="00277BA3"/>
    <w:rsid w:val="00291773"/>
    <w:rsid w:val="002A4A26"/>
    <w:rsid w:val="002B3853"/>
    <w:rsid w:val="002D1060"/>
    <w:rsid w:val="002D291D"/>
    <w:rsid w:val="002E6856"/>
    <w:rsid w:val="00301172"/>
    <w:rsid w:val="003100DE"/>
    <w:rsid w:val="0032096B"/>
    <w:rsid w:val="003258B2"/>
    <w:rsid w:val="00327DD1"/>
    <w:rsid w:val="00330B2A"/>
    <w:rsid w:val="00333651"/>
    <w:rsid w:val="00334733"/>
    <w:rsid w:val="003416EB"/>
    <w:rsid w:val="0034282A"/>
    <w:rsid w:val="00343DE0"/>
    <w:rsid w:val="00344320"/>
    <w:rsid w:val="00351056"/>
    <w:rsid w:val="00353C07"/>
    <w:rsid w:val="00362725"/>
    <w:rsid w:val="0036325D"/>
    <w:rsid w:val="00374AC5"/>
    <w:rsid w:val="0038036D"/>
    <w:rsid w:val="00384E78"/>
    <w:rsid w:val="00397093"/>
    <w:rsid w:val="003A4E0C"/>
    <w:rsid w:val="003A7010"/>
    <w:rsid w:val="003B1169"/>
    <w:rsid w:val="003B3647"/>
    <w:rsid w:val="003B725C"/>
    <w:rsid w:val="003B7D84"/>
    <w:rsid w:val="003D2D03"/>
    <w:rsid w:val="003D2F44"/>
    <w:rsid w:val="003D39BF"/>
    <w:rsid w:val="003D3A33"/>
    <w:rsid w:val="003D6BBF"/>
    <w:rsid w:val="00406559"/>
    <w:rsid w:val="00410A09"/>
    <w:rsid w:val="00457ECC"/>
    <w:rsid w:val="004764A7"/>
    <w:rsid w:val="00476BF5"/>
    <w:rsid w:val="0047732C"/>
    <w:rsid w:val="00481ABD"/>
    <w:rsid w:val="004907F1"/>
    <w:rsid w:val="004911B6"/>
    <w:rsid w:val="00496902"/>
    <w:rsid w:val="004A36D3"/>
    <w:rsid w:val="004B024D"/>
    <w:rsid w:val="004B3A00"/>
    <w:rsid w:val="004B5810"/>
    <w:rsid w:val="004C65B5"/>
    <w:rsid w:val="004D0508"/>
    <w:rsid w:val="004D47AC"/>
    <w:rsid w:val="004E68FF"/>
    <w:rsid w:val="004E7D8C"/>
    <w:rsid w:val="004F18D9"/>
    <w:rsid w:val="00530EAC"/>
    <w:rsid w:val="005337C7"/>
    <w:rsid w:val="0053454F"/>
    <w:rsid w:val="005612DD"/>
    <w:rsid w:val="0057512F"/>
    <w:rsid w:val="005918DE"/>
    <w:rsid w:val="00593E1F"/>
    <w:rsid w:val="00594931"/>
    <w:rsid w:val="0059632C"/>
    <w:rsid w:val="005969AB"/>
    <w:rsid w:val="005A6367"/>
    <w:rsid w:val="005B2931"/>
    <w:rsid w:val="005C5D20"/>
    <w:rsid w:val="005D39BC"/>
    <w:rsid w:val="005D5590"/>
    <w:rsid w:val="005D6633"/>
    <w:rsid w:val="005D6C89"/>
    <w:rsid w:val="005D7A7B"/>
    <w:rsid w:val="005E0C1E"/>
    <w:rsid w:val="005F03AE"/>
    <w:rsid w:val="005F322D"/>
    <w:rsid w:val="005F5D91"/>
    <w:rsid w:val="00602CF8"/>
    <w:rsid w:val="006051A6"/>
    <w:rsid w:val="0060763C"/>
    <w:rsid w:val="006101D2"/>
    <w:rsid w:val="00610C4F"/>
    <w:rsid w:val="00614159"/>
    <w:rsid w:val="00625332"/>
    <w:rsid w:val="00643BB4"/>
    <w:rsid w:val="00653DA6"/>
    <w:rsid w:val="00655518"/>
    <w:rsid w:val="006646A0"/>
    <w:rsid w:val="00666F9A"/>
    <w:rsid w:val="0066773B"/>
    <w:rsid w:val="00667970"/>
    <w:rsid w:val="00684C79"/>
    <w:rsid w:val="00685472"/>
    <w:rsid w:val="006868E0"/>
    <w:rsid w:val="006C16D2"/>
    <w:rsid w:val="006C4239"/>
    <w:rsid w:val="006D6EBF"/>
    <w:rsid w:val="006E1104"/>
    <w:rsid w:val="006E2953"/>
    <w:rsid w:val="006E45CF"/>
    <w:rsid w:val="006E6264"/>
    <w:rsid w:val="006E7F26"/>
    <w:rsid w:val="006F4034"/>
    <w:rsid w:val="006F6634"/>
    <w:rsid w:val="00702CAA"/>
    <w:rsid w:val="00707CCF"/>
    <w:rsid w:val="007174C3"/>
    <w:rsid w:val="00722D59"/>
    <w:rsid w:val="00746798"/>
    <w:rsid w:val="00750AFA"/>
    <w:rsid w:val="00780655"/>
    <w:rsid w:val="00785FBB"/>
    <w:rsid w:val="0078659C"/>
    <w:rsid w:val="007963BC"/>
    <w:rsid w:val="007963F6"/>
    <w:rsid w:val="00797C6C"/>
    <w:rsid w:val="007A0A9C"/>
    <w:rsid w:val="007A0F1A"/>
    <w:rsid w:val="007A2AD9"/>
    <w:rsid w:val="007B7C01"/>
    <w:rsid w:val="007C3971"/>
    <w:rsid w:val="007D03BC"/>
    <w:rsid w:val="007D33F1"/>
    <w:rsid w:val="007D608F"/>
    <w:rsid w:val="007E0F3A"/>
    <w:rsid w:val="008073A4"/>
    <w:rsid w:val="008214D7"/>
    <w:rsid w:val="00825452"/>
    <w:rsid w:val="00826DE7"/>
    <w:rsid w:val="0083766F"/>
    <w:rsid w:val="00837C1D"/>
    <w:rsid w:val="008405AB"/>
    <w:rsid w:val="00843F76"/>
    <w:rsid w:val="008442D7"/>
    <w:rsid w:val="00845CB5"/>
    <w:rsid w:val="00851CF4"/>
    <w:rsid w:val="00864197"/>
    <w:rsid w:val="00875BF9"/>
    <w:rsid w:val="008776B3"/>
    <w:rsid w:val="0088159F"/>
    <w:rsid w:val="008911E7"/>
    <w:rsid w:val="00892E23"/>
    <w:rsid w:val="00897548"/>
    <w:rsid w:val="008A6CF9"/>
    <w:rsid w:val="008B77E6"/>
    <w:rsid w:val="008C5515"/>
    <w:rsid w:val="008E3AB4"/>
    <w:rsid w:val="008E7BE3"/>
    <w:rsid w:val="008F03A3"/>
    <w:rsid w:val="008F2478"/>
    <w:rsid w:val="00904034"/>
    <w:rsid w:val="009045E0"/>
    <w:rsid w:val="0091117E"/>
    <w:rsid w:val="0091709B"/>
    <w:rsid w:val="00922781"/>
    <w:rsid w:val="00923877"/>
    <w:rsid w:val="00927EE9"/>
    <w:rsid w:val="0093328A"/>
    <w:rsid w:val="00943810"/>
    <w:rsid w:val="0094608B"/>
    <w:rsid w:val="00946EAB"/>
    <w:rsid w:val="009473A0"/>
    <w:rsid w:val="009505D1"/>
    <w:rsid w:val="00951E09"/>
    <w:rsid w:val="009524D8"/>
    <w:rsid w:val="0095349B"/>
    <w:rsid w:val="009550CD"/>
    <w:rsid w:val="00955615"/>
    <w:rsid w:val="009656EB"/>
    <w:rsid w:val="009830F6"/>
    <w:rsid w:val="00984CD0"/>
    <w:rsid w:val="009905A7"/>
    <w:rsid w:val="009908D1"/>
    <w:rsid w:val="00996FBD"/>
    <w:rsid w:val="009A009B"/>
    <w:rsid w:val="009A381A"/>
    <w:rsid w:val="009C3345"/>
    <w:rsid w:val="009C43FD"/>
    <w:rsid w:val="009C65DE"/>
    <w:rsid w:val="009C7B78"/>
    <w:rsid w:val="009D0D34"/>
    <w:rsid w:val="009D18A3"/>
    <w:rsid w:val="009D7D71"/>
    <w:rsid w:val="009E12DA"/>
    <w:rsid w:val="009F45D1"/>
    <w:rsid w:val="009F5C05"/>
    <w:rsid w:val="00A00535"/>
    <w:rsid w:val="00A05D7B"/>
    <w:rsid w:val="00A05F69"/>
    <w:rsid w:val="00A10821"/>
    <w:rsid w:val="00A1391C"/>
    <w:rsid w:val="00A16120"/>
    <w:rsid w:val="00A46E4C"/>
    <w:rsid w:val="00A52822"/>
    <w:rsid w:val="00A705EF"/>
    <w:rsid w:val="00A71728"/>
    <w:rsid w:val="00A8096E"/>
    <w:rsid w:val="00A87990"/>
    <w:rsid w:val="00A90A67"/>
    <w:rsid w:val="00A90C2A"/>
    <w:rsid w:val="00A9376A"/>
    <w:rsid w:val="00A948C3"/>
    <w:rsid w:val="00AA00D0"/>
    <w:rsid w:val="00AA1560"/>
    <w:rsid w:val="00AA35E6"/>
    <w:rsid w:val="00AA78AA"/>
    <w:rsid w:val="00AB254F"/>
    <w:rsid w:val="00AB6AAC"/>
    <w:rsid w:val="00AB7BF7"/>
    <w:rsid w:val="00AC4F4D"/>
    <w:rsid w:val="00AD41A4"/>
    <w:rsid w:val="00AE2C06"/>
    <w:rsid w:val="00AE3D2D"/>
    <w:rsid w:val="00AE4C46"/>
    <w:rsid w:val="00AF0344"/>
    <w:rsid w:val="00AF60E7"/>
    <w:rsid w:val="00AF6699"/>
    <w:rsid w:val="00B10659"/>
    <w:rsid w:val="00B11EB3"/>
    <w:rsid w:val="00B318E8"/>
    <w:rsid w:val="00B33680"/>
    <w:rsid w:val="00B4626A"/>
    <w:rsid w:val="00B4702E"/>
    <w:rsid w:val="00B53326"/>
    <w:rsid w:val="00B53CB0"/>
    <w:rsid w:val="00B643AE"/>
    <w:rsid w:val="00B643BB"/>
    <w:rsid w:val="00B70D39"/>
    <w:rsid w:val="00B727E0"/>
    <w:rsid w:val="00B7758F"/>
    <w:rsid w:val="00B85CF9"/>
    <w:rsid w:val="00B94701"/>
    <w:rsid w:val="00B95EB1"/>
    <w:rsid w:val="00B9601B"/>
    <w:rsid w:val="00BC24CE"/>
    <w:rsid w:val="00BD047B"/>
    <w:rsid w:val="00BE53FA"/>
    <w:rsid w:val="00C23B37"/>
    <w:rsid w:val="00C41B79"/>
    <w:rsid w:val="00C42F4D"/>
    <w:rsid w:val="00C65F49"/>
    <w:rsid w:val="00C7056A"/>
    <w:rsid w:val="00C94BFF"/>
    <w:rsid w:val="00C96340"/>
    <w:rsid w:val="00C965AD"/>
    <w:rsid w:val="00C972E1"/>
    <w:rsid w:val="00CA2718"/>
    <w:rsid w:val="00CA315E"/>
    <w:rsid w:val="00CA7473"/>
    <w:rsid w:val="00CB134A"/>
    <w:rsid w:val="00CB7EA8"/>
    <w:rsid w:val="00CC32BD"/>
    <w:rsid w:val="00CD3E33"/>
    <w:rsid w:val="00CD67C4"/>
    <w:rsid w:val="00CE65C5"/>
    <w:rsid w:val="00D03706"/>
    <w:rsid w:val="00D14376"/>
    <w:rsid w:val="00D22EAF"/>
    <w:rsid w:val="00D24855"/>
    <w:rsid w:val="00D24A4C"/>
    <w:rsid w:val="00D25BAB"/>
    <w:rsid w:val="00D41E13"/>
    <w:rsid w:val="00D51538"/>
    <w:rsid w:val="00D628AF"/>
    <w:rsid w:val="00D63D09"/>
    <w:rsid w:val="00D7181E"/>
    <w:rsid w:val="00D7528A"/>
    <w:rsid w:val="00D75EF2"/>
    <w:rsid w:val="00D90145"/>
    <w:rsid w:val="00D90CA6"/>
    <w:rsid w:val="00DA1A61"/>
    <w:rsid w:val="00DA2CD0"/>
    <w:rsid w:val="00DA3B81"/>
    <w:rsid w:val="00DA7DD7"/>
    <w:rsid w:val="00DB07DA"/>
    <w:rsid w:val="00DB355F"/>
    <w:rsid w:val="00DB4384"/>
    <w:rsid w:val="00DC1618"/>
    <w:rsid w:val="00DC298F"/>
    <w:rsid w:val="00DE2E70"/>
    <w:rsid w:val="00DE6CBB"/>
    <w:rsid w:val="00DF09C9"/>
    <w:rsid w:val="00DF2F1F"/>
    <w:rsid w:val="00E00CD1"/>
    <w:rsid w:val="00E01313"/>
    <w:rsid w:val="00E025F3"/>
    <w:rsid w:val="00E029D0"/>
    <w:rsid w:val="00E20AA3"/>
    <w:rsid w:val="00E31D73"/>
    <w:rsid w:val="00E3798E"/>
    <w:rsid w:val="00E43279"/>
    <w:rsid w:val="00E43C7A"/>
    <w:rsid w:val="00E4690D"/>
    <w:rsid w:val="00E529A1"/>
    <w:rsid w:val="00E62FFC"/>
    <w:rsid w:val="00E63BB7"/>
    <w:rsid w:val="00E7527D"/>
    <w:rsid w:val="00E838CA"/>
    <w:rsid w:val="00E942D2"/>
    <w:rsid w:val="00E97B12"/>
    <w:rsid w:val="00EB4CF3"/>
    <w:rsid w:val="00EC377B"/>
    <w:rsid w:val="00EC738E"/>
    <w:rsid w:val="00ED26AD"/>
    <w:rsid w:val="00EE6DA9"/>
    <w:rsid w:val="00F0508A"/>
    <w:rsid w:val="00F141D3"/>
    <w:rsid w:val="00F17CE3"/>
    <w:rsid w:val="00F24878"/>
    <w:rsid w:val="00F2769D"/>
    <w:rsid w:val="00F44319"/>
    <w:rsid w:val="00F45B65"/>
    <w:rsid w:val="00F4722C"/>
    <w:rsid w:val="00F5517E"/>
    <w:rsid w:val="00F619D2"/>
    <w:rsid w:val="00F66EE8"/>
    <w:rsid w:val="00F909AC"/>
    <w:rsid w:val="00F94D86"/>
    <w:rsid w:val="00F965E6"/>
    <w:rsid w:val="00F97455"/>
    <w:rsid w:val="00FA6065"/>
    <w:rsid w:val="00FB19DE"/>
    <w:rsid w:val="00FB37AD"/>
    <w:rsid w:val="00FB4B74"/>
    <w:rsid w:val="00FB5C10"/>
    <w:rsid w:val="00FB6BE2"/>
    <w:rsid w:val="00FC274A"/>
    <w:rsid w:val="00FD1EA7"/>
    <w:rsid w:val="00FE5BC1"/>
    <w:rsid w:val="00FF5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D419A2"/>
  <w15:chartTrackingRefBased/>
  <w15:docId w15:val="{16452F17-B1D5-43E4-A5D8-5DCDB9392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utura" w:eastAsiaTheme="minorHAnsi" w:hAnsi="Futura" w:cs="Times New Roman (Tekst podstawo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0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03BC"/>
  </w:style>
  <w:style w:type="paragraph" w:styleId="Stopka">
    <w:name w:val="footer"/>
    <w:basedOn w:val="Normalny"/>
    <w:link w:val="StopkaZnak"/>
    <w:uiPriority w:val="99"/>
    <w:unhideWhenUsed/>
    <w:rsid w:val="007D03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03BC"/>
  </w:style>
  <w:style w:type="paragraph" w:styleId="Bezodstpw">
    <w:name w:val="No Spacing"/>
    <w:uiPriority w:val="1"/>
    <w:qFormat/>
    <w:rsid w:val="00D14376"/>
    <w:rPr>
      <w:rFonts w:ascii="Calibri" w:eastAsia="Calibri" w:hAnsi="Calibri" w:cs="Times New Roman"/>
      <w:sz w:val="22"/>
      <w:szCs w:val="22"/>
    </w:rPr>
  </w:style>
  <w:style w:type="paragraph" w:styleId="Akapitzlist">
    <w:name w:val="List Paragraph"/>
    <w:aliases w:val="WYPUNKTOWANIE Akapit z listą,Podsis rysunku,Akapit z listą numerowaną,L1,Numerowanie,Akapit z listą5"/>
    <w:basedOn w:val="Normalny"/>
    <w:link w:val="AkapitzlistZnak"/>
    <w:qFormat/>
    <w:rsid w:val="005612DD"/>
    <w:pPr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AkapitzlistZnak">
    <w:name w:val="Akapit z listą Znak"/>
    <w:aliases w:val="WYPUNKTOWANIE Akapit z listą Znak,Podsis rysunku Znak,Akapit z listą numerowaną Znak,L1 Znak,Numerowanie Znak,Akapit z listą5 Znak"/>
    <w:link w:val="Akapitzlist"/>
    <w:qFormat/>
    <w:locked/>
    <w:rsid w:val="005612DD"/>
    <w:rPr>
      <w:rFonts w:ascii="Calibri" w:hAnsi="Calibri" w:cs="Calibri"/>
      <w:sz w:val="22"/>
      <w:szCs w:val="22"/>
    </w:rPr>
  </w:style>
  <w:style w:type="table" w:styleId="Tabela-Siatka">
    <w:name w:val="Table Grid"/>
    <w:basedOn w:val="Standardowy"/>
    <w:uiPriority w:val="39"/>
    <w:rsid w:val="00F17C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77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77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77E6"/>
    <w:rPr>
      <w:vertAlign w:val="superscript"/>
    </w:rPr>
  </w:style>
  <w:style w:type="numbering" w:customStyle="1" w:styleId="Styl2211">
    <w:name w:val="Styl2211"/>
    <w:uiPriority w:val="99"/>
    <w:rsid w:val="009C43FD"/>
    <w:pPr>
      <w:numPr>
        <w:numId w:val="14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9656EB"/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F0094"/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99"/>
    <w:rsid w:val="00D03706"/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26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am%20Krzystanek.WASTE\AppData\Local\Microsoft\Windows\INetCache\Content.Outlook\7WNYXPMX\szablon_4%20(003)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0BEF06EF6D7B4A8CB3ACC0F7A1496B" ma:contentTypeVersion="8" ma:contentTypeDescription="Utwórz nowy dokument." ma:contentTypeScope="" ma:versionID="1c9a9f7bf5bfca9618295345427fd20d">
  <xsd:schema xmlns:xsd="http://www.w3.org/2001/XMLSchema" xmlns:xs="http://www.w3.org/2001/XMLSchema" xmlns:p="http://schemas.microsoft.com/office/2006/metadata/properties" xmlns:ns2="cbb307e4-957d-43a5-a2f6-96640a9b26a5" targetNamespace="http://schemas.microsoft.com/office/2006/metadata/properties" ma:root="true" ma:fieldsID="5aad95d1b366e92d12b7599ac4dfd39b" ns2:_="">
    <xsd:import namespace="cbb307e4-957d-43a5-a2f6-96640a9b26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307e4-957d-43a5-a2f6-96640a9b26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13ADC5-70E4-4FB2-9CC1-B30D1E6EEF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C16F10-67BB-4783-B966-81E33FFD9D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b307e4-957d-43a5-a2f6-96640a9b26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95C372-B097-5740-BEDD-130F7C6AAF0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CA7DA55-5D46-4190-BA43-259C317A11F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szablon_4 (003)</Template>
  <TotalTime>155</TotalTime>
  <Pages>2</Pages>
  <Words>407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A.K.. Adam</dc:creator>
  <cp:keywords/>
  <dc:description/>
  <cp:lastModifiedBy>Edyta Lodowska</cp:lastModifiedBy>
  <cp:revision>141</cp:revision>
  <cp:lastPrinted>2023-02-24T13:08:00Z</cp:lastPrinted>
  <dcterms:created xsi:type="dcterms:W3CDTF">2024-05-27T11:39:00Z</dcterms:created>
  <dcterms:modified xsi:type="dcterms:W3CDTF">2024-11-12T12:56:00Z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0x0101003F0BEF06EF6D7B4A8CB3ACC0F7A1496B</vt:lpwstr>
  </property>
</Properties>
</file>