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FE4F96" w14:textId="661D93D9" w:rsidR="008834A6" w:rsidRPr="008834A6" w:rsidRDefault="00DE0140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E0140">
        <w:rPr>
          <w:rFonts w:ascii="Arial" w:eastAsia="Times New Roman" w:hAnsi="Arial" w:cs="Arial"/>
          <w:bCs/>
          <w:sz w:val="20"/>
          <w:szCs w:val="20"/>
          <w:lang w:eastAsia="pl-PL"/>
        </w:rPr>
        <w:t>Załącznik nr 10 do SWZ składany na wezwanie Zamawiającego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64673D2" w14:textId="2A72AB1A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7D7F913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69CB5D2F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39C2B3FC" w14:textId="217C982D" w:rsidR="00A64806" w:rsidRPr="00A64806" w:rsidRDefault="002A7296" w:rsidP="001D23F5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2A729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271.2.1</w:t>
            </w:r>
            <w:r w:rsidR="001D23F5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7</w:t>
            </w:r>
            <w:bookmarkStart w:id="0" w:name="_GoBack"/>
            <w:bookmarkEnd w:id="0"/>
            <w:r w:rsidRPr="002A729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A64806" w:rsidRPr="00A64806" w14:paraId="16C2D007" w14:textId="77777777" w:rsidTr="003E7B1C">
        <w:tc>
          <w:tcPr>
            <w:tcW w:w="9214" w:type="dxa"/>
            <w:gridSpan w:val="2"/>
            <w:shd w:val="clear" w:color="auto" w:fill="D9D9D9"/>
          </w:tcPr>
          <w:p w14:paraId="21F25CBF" w14:textId="77777777" w:rsidR="00A64806" w:rsidRPr="00A64806" w:rsidRDefault="00A64806" w:rsidP="00A648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806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A6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DCD1B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5767555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3242CDD7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47DF9103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66CB0D1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</w:tbl>
    <w:p w14:paraId="6B090F28" w14:textId="77777777" w:rsidR="00CD0613" w:rsidRDefault="00CD0613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0C1AC02B" w14:textId="71E14B0C" w:rsidR="00A64806" w:rsidRDefault="00CD0613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CD0613">
        <w:rPr>
          <w:rFonts w:ascii="Arial" w:eastAsia="Times New Roman" w:hAnsi="Arial" w:cs="Arial"/>
          <w:sz w:val="21"/>
          <w:szCs w:val="21"/>
          <w:u w:val="single"/>
          <w:lang w:eastAsia="pl-PL"/>
        </w:rPr>
        <w:t>WYKAZ NARZĘDZI, WYPOSAŻENIA ZAKŁADU LUB URZĄDZEŃ TECHNICZNYCH DOSTĘPNYCH WYKONAWCY W CELU WYKONANIA ZAMÓWIENIA PUBLICZNEGO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1DF3D6" w14:textId="4620099D" w:rsidR="00B33751" w:rsidRPr="00CD0613" w:rsidRDefault="00513183" w:rsidP="00B33751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bookmarkStart w:id="1" w:name="_Hlk62906715"/>
      <w:r w:rsidR="00234650" w:rsidRPr="00234650">
        <w:rPr>
          <w:rFonts w:ascii="Arial" w:hAnsi="Arial" w:cs="Arial"/>
          <w:b/>
          <w:bCs/>
          <w:sz w:val="20"/>
          <w:szCs w:val="20"/>
        </w:rPr>
        <w:t>odbiór stałych odpadów komunalnych z terenu Gminy Debrzno z nieruchomości zamieszkałych i niezamieszkałych oraz ich transport do Zakładu Zagospodarowania Odpadów „NOWY DWÓR” SP. Z O. O. w Nowym Dworze w 202</w:t>
      </w:r>
      <w:r w:rsidR="002A7296">
        <w:rPr>
          <w:rFonts w:ascii="Arial" w:hAnsi="Arial" w:cs="Arial"/>
          <w:b/>
          <w:bCs/>
          <w:sz w:val="20"/>
          <w:szCs w:val="20"/>
        </w:rPr>
        <w:t>5</w:t>
      </w:r>
      <w:r w:rsidR="00234650" w:rsidRPr="00234650">
        <w:rPr>
          <w:rFonts w:ascii="Arial" w:hAnsi="Arial" w:cs="Arial"/>
          <w:b/>
          <w:bCs/>
          <w:sz w:val="20"/>
          <w:szCs w:val="20"/>
        </w:rPr>
        <w:t xml:space="preserve"> roku</w:t>
      </w:r>
      <w:r w:rsidR="00B33751" w:rsidRPr="00CD0613">
        <w:rPr>
          <w:rFonts w:ascii="Arial" w:hAnsi="Arial" w:cs="Arial"/>
          <w:sz w:val="20"/>
          <w:szCs w:val="20"/>
        </w:rPr>
        <w:t>,</w:t>
      </w:r>
      <w:bookmarkEnd w:id="1"/>
      <w:r w:rsidR="00DE0140" w:rsidRPr="00CD0613">
        <w:rPr>
          <w:rFonts w:ascii="Arial" w:hAnsi="Arial" w:cs="Arial"/>
          <w:sz w:val="20"/>
          <w:szCs w:val="20"/>
        </w:rPr>
        <w:t xml:space="preserve"> oświadczam, że</w:t>
      </w:r>
      <w:r w:rsidR="00327D2D">
        <w:rPr>
          <w:rFonts w:ascii="Arial" w:hAnsi="Arial" w:cs="Arial"/>
          <w:sz w:val="20"/>
          <w:szCs w:val="20"/>
        </w:rPr>
        <w:t xml:space="preserve"> w </w:t>
      </w:r>
      <w:r w:rsidR="00327D2D" w:rsidRPr="00327D2D">
        <w:rPr>
          <w:rFonts w:ascii="Arial" w:hAnsi="Arial" w:cs="Arial"/>
          <w:sz w:val="20"/>
          <w:szCs w:val="20"/>
        </w:rPr>
        <w:t>celu realizacji zamówienia posługiwać się będziemy następującymi narzędziami:</w:t>
      </w:r>
    </w:p>
    <w:p w14:paraId="019FAB7A" w14:textId="2D1C0D5D" w:rsidR="00DE0140" w:rsidRPr="00CD0613" w:rsidRDefault="00513183" w:rsidP="00CD0613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  <w:bookmarkStart w:id="2" w:name="_Hlk73517829"/>
    </w:p>
    <w:tbl>
      <w:tblPr>
        <w:tblW w:w="9384" w:type="dxa"/>
        <w:tblInd w:w="-4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33" w:type="dxa"/>
        </w:tblCellMar>
        <w:tblLook w:val="0000" w:firstRow="0" w:lastRow="0" w:firstColumn="0" w:lastColumn="0" w:noHBand="0" w:noVBand="0"/>
      </w:tblPr>
      <w:tblGrid>
        <w:gridCol w:w="654"/>
        <w:gridCol w:w="3396"/>
        <w:gridCol w:w="1274"/>
        <w:gridCol w:w="1875"/>
        <w:gridCol w:w="2185"/>
      </w:tblGrid>
      <w:tr w:rsidR="000770D7" w14:paraId="5E1E6102" w14:textId="77777777" w:rsidTr="000770D7">
        <w:trPr>
          <w:trHeight w:val="1120"/>
        </w:trPr>
        <w:tc>
          <w:tcPr>
            <w:tcW w:w="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14:paraId="6582177F" w14:textId="77777777" w:rsidR="000770D7" w:rsidRPr="000B64FC" w:rsidRDefault="000770D7" w:rsidP="00133981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ACC5B79" w14:textId="77777777" w:rsidR="000770D7" w:rsidRPr="000B64FC" w:rsidRDefault="000770D7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3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14:paraId="1CDE0B53" w14:textId="6CCFB101" w:rsidR="000770D7" w:rsidRPr="000B64FC" w:rsidRDefault="000770D7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Rodzaj pojazdu/sprzętu</w:t>
            </w:r>
          </w:p>
          <w:p w14:paraId="0D6524E1" w14:textId="58401EF4" w:rsidR="000770D7" w:rsidRPr="000B64FC" w:rsidRDefault="000770D7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14:paraId="7C448847" w14:textId="27311C64" w:rsidR="000770D7" w:rsidRPr="000B64FC" w:rsidRDefault="000770D7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 xml:space="preserve">Ilość 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2FDADDE" w14:textId="0576C0FD" w:rsidR="000770D7" w:rsidRPr="000B64FC" w:rsidRDefault="000770D7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Poziom emisji spalin </w:t>
            </w:r>
          </w:p>
        </w:tc>
        <w:tc>
          <w:tcPr>
            <w:tcW w:w="2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14:paraId="6C2D0300" w14:textId="138E3E6E" w:rsidR="000770D7" w:rsidRPr="000B64FC" w:rsidRDefault="000770D7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Należy podać podstawę</w:t>
            </w:r>
          </w:p>
          <w:p w14:paraId="15D916E8" w14:textId="77777777" w:rsidR="000770D7" w:rsidRPr="000B64FC" w:rsidRDefault="000770D7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do dysponowania</w:t>
            </w:r>
          </w:p>
          <w:p w14:paraId="44507828" w14:textId="77777777" w:rsidR="000770D7" w:rsidRPr="000B64FC" w:rsidRDefault="000770D7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(np. własność, dzierżawa, wynajem, leasing)</w:t>
            </w:r>
          </w:p>
        </w:tc>
      </w:tr>
      <w:tr w:rsidR="000770D7" w14:paraId="13D2D00B" w14:textId="77777777" w:rsidTr="000770D7">
        <w:tc>
          <w:tcPr>
            <w:tcW w:w="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4E7C78B2" w14:textId="77777777" w:rsidR="000770D7" w:rsidRPr="000B64FC" w:rsidRDefault="000770D7" w:rsidP="00133981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82F1EE1" w14:textId="77777777" w:rsidR="000770D7" w:rsidRPr="000B64FC" w:rsidRDefault="000770D7" w:rsidP="001339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62C06BE3" w14:textId="77777777" w:rsidR="000770D7" w:rsidRPr="000B64FC" w:rsidRDefault="000770D7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5DA2939D" w14:textId="2EF04B29" w:rsidR="000770D7" w:rsidRPr="000B64FC" w:rsidRDefault="000770D7" w:rsidP="0013398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4105DD9B" w14:textId="77777777" w:rsidR="000770D7" w:rsidRPr="000B64FC" w:rsidRDefault="000770D7" w:rsidP="00133981">
            <w:pPr>
              <w:snapToGri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AC3EADA" w14:textId="77777777" w:rsidR="000770D7" w:rsidRPr="000B64FC" w:rsidRDefault="000770D7" w:rsidP="0013398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1913488C" w14:textId="6904086B" w:rsidR="000770D7" w:rsidRPr="000B64FC" w:rsidRDefault="000770D7" w:rsidP="00133981">
            <w:pPr>
              <w:snapToGrid w:val="0"/>
              <w:rPr>
                <w:sz w:val="16"/>
                <w:szCs w:val="16"/>
              </w:rPr>
            </w:pPr>
          </w:p>
        </w:tc>
      </w:tr>
      <w:tr w:rsidR="000770D7" w14:paraId="4EFB8904" w14:textId="77777777" w:rsidTr="000770D7">
        <w:tc>
          <w:tcPr>
            <w:tcW w:w="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1983FDC8" w14:textId="77777777" w:rsidR="000770D7" w:rsidRPr="000B64FC" w:rsidRDefault="000770D7" w:rsidP="00133981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AB9594" w14:textId="77777777" w:rsidR="000770D7" w:rsidRPr="000B64FC" w:rsidRDefault="000770D7" w:rsidP="001339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2.</w:t>
            </w:r>
          </w:p>
          <w:p w14:paraId="0C964A40" w14:textId="77777777" w:rsidR="000770D7" w:rsidRPr="000B64FC" w:rsidRDefault="000770D7" w:rsidP="001339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CAB39E9" w14:textId="77777777" w:rsidR="000770D7" w:rsidRPr="000B64FC" w:rsidRDefault="000770D7" w:rsidP="001339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4FD9967B" w14:textId="77777777" w:rsidR="000770D7" w:rsidRPr="000B64FC" w:rsidRDefault="000770D7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0D095056" w14:textId="53803989" w:rsidR="000770D7" w:rsidRPr="000B64FC" w:rsidRDefault="000770D7" w:rsidP="0013398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395BA6F2" w14:textId="77777777" w:rsidR="000770D7" w:rsidRPr="000B64FC" w:rsidRDefault="000770D7" w:rsidP="0013398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E0086DE" w14:textId="77777777" w:rsidR="000770D7" w:rsidRPr="000B64FC" w:rsidRDefault="000770D7" w:rsidP="0013398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0C205222" w14:textId="2915A24F" w:rsidR="000770D7" w:rsidRPr="000B64FC" w:rsidRDefault="000770D7" w:rsidP="00133981">
            <w:pPr>
              <w:snapToGrid w:val="0"/>
              <w:rPr>
                <w:sz w:val="16"/>
                <w:szCs w:val="16"/>
              </w:rPr>
            </w:pPr>
          </w:p>
        </w:tc>
      </w:tr>
      <w:tr w:rsidR="000770D7" w14:paraId="426728A5" w14:textId="77777777" w:rsidTr="000770D7">
        <w:tc>
          <w:tcPr>
            <w:tcW w:w="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22C42DCE" w14:textId="77777777" w:rsidR="000770D7" w:rsidRPr="000B64FC" w:rsidRDefault="000770D7" w:rsidP="00133981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B1DF906" w14:textId="77777777" w:rsidR="000770D7" w:rsidRPr="000B64FC" w:rsidRDefault="000770D7" w:rsidP="001339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27E73612" w14:textId="77777777" w:rsidR="000770D7" w:rsidRPr="000B64FC" w:rsidRDefault="000770D7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4B9BC937" w14:textId="792C2E35" w:rsidR="000770D7" w:rsidRPr="000B64FC" w:rsidRDefault="000770D7" w:rsidP="0013398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3283181A" w14:textId="77777777" w:rsidR="000770D7" w:rsidRPr="000B64FC" w:rsidRDefault="000770D7" w:rsidP="0013398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E04F095" w14:textId="77777777" w:rsidR="000770D7" w:rsidRPr="000B64FC" w:rsidRDefault="000770D7" w:rsidP="0013398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6A405E1B" w14:textId="3542C825" w:rsidR="000770D7" w:rsidRPr="000B64FC" w:rsidRDefault="000770D7" w:rsidP="00133981">
            <w:pPr>
              <w:snapToGrid w:val="0"/>
              <w:rPr>
                <w:sz w:val="16"/>
                <w:szCs w:val="16"/>
              </w:rPr>
            </w:pPr>
          </w:p>
        </w:tc>
      </w:tr>
      <w:tr w:rsidR="000770D7" w14:paraId="6B8537C6" w14:textId="77777777" w:rsidTr="000770D7">
        <w:tc>
          <w:tcPr>
            <w:tcW w:w="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0A8F1EEE" w14:textId="77777777" w:rsidR="000770D7" w:rsidRPr="000B64FC" w:rsidRDefault="000770D7" w:rsidP="00133981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46F692BC" w14:textId="2EF5A79C" w:rsidR="000770D7" w:rsidRPr="000B64FC" w:rsidRDefault="000770D7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7C680169" w14:textId="77777777" w:rsidR="000770D7" w:rsidRPr="000B64FC" w:rsidRDefault="000770D7" w:rsidP="0013398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7F9B648" w14:textId="77777777" w:rsidR="000770D7" w:rsidRPr="000B64FC" w:rsidRDefault="000770D7" w:rsidP="0013398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3D0B09D6" w14:textId="7E8E665B" w:rsidR="000770D7" w:rsidRPr="000B64FC" w:rsidRDefault="000770D7" w:rsidP="00133981">
            <w:pPr>
              <w:snapToGrid w:val="0"/>
              <w:rPr>
                <w:sz w:val="16"/>
                <w:szCs w:val="16"/>
              </w:rPr>
            </w:pPr>
          </w:p>
        </w:tc>
      </w:tr>
      <w:tr w:rsidR="000770D7" w14:paraId="26FC7B73" w14:textId="77777777" w:rsidTr="000770D7">
        <w:tc>
          <w:tcPr>
            <w:tcW w:w="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0EC5E2B5" w14:textId="2D20D11D" w:rsidR="000770D7" w:rsidRPr="000B64FC" w:rsidRDefault="000770D7" w:rsidP="00DE0140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</w:t>
            </w:r>
          </w:p>
        </w:tc>
        <w:tc>
          <w:tcPr>
            <w:tcW w:w="3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5896F53F" w14:textId="212BC4FF" w:rsidR="000770D7" w:rsidRPr="000B64FC" w:rsidRDefault="000770D7" w:rsidP="00DE0140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324B5445" w14:textId="77777777" w:rsidR="000770D7" w:rsidRPr="000B64FC" w:rsidRDefault="000770D7" w:rsidP="00DE0140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D2FA7E6" w14:textId="77777777" w:rsidR="000770D7" w:rsidRPr="000B64FC" w:rsidRDefault="000770D7" w:rsidP="00DE0140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0EECA181" w14:textId="01D2C080" w:rsidR="000770D7" w:rsidRPr="000B64FC" w:rsidRDefault="000770D7" w:rsidP="00DE0140">
            <w:pPr>
              <w:snapToGrid w:val="0"/>
              <w:rPr>
                <w:sz w:val="16"/>
                <w:szCs w:val="16"/>
              </w:rPr>
            </w:pPr>
          </w:p>
        </w:tc>
      </w:tr>
    </w:tbl>
    <w:p w14:paraId="2DFE4939" w14:textId="77777777" w:rsidR="00327D2D" w:rsidRPr="00327D2D" w:rsidRDefault="00327D2D" w:rsidP="00327D2D">
      <w:pPr>
        <w:rPr>
          <w:bCs/>
        </w:rPr>
      </w:pPr>
    </w:p>
    <w:p w14:paraId="241C69F1" w14:textId="7F07D50C" w:rsidR="00327D2D" w:rsidRDefault="00327D2D" w:rsidP="00327D2D">
      <w:pPr>
        <w:rPr>
          <w:bCs/>
        </w:rPr>
      </w:pPr>
      <w:r w:rsidRPr="00327D2D">
        <w:rPr>
          <w:bCs/>
        </w:rPr>
        <w:t xml:space="preserve">Dysponujemy bazą </w:t>
      </w:r>
      <w:proofErr w:type="spellStart"/>
      <w:r w:rsidRPr="00327D2D">
        <w:rPr>
          <w:bCs/>
        </w:rPr>
        <w:t>magazynowo-transportową</w:t>
      </w:r>
      <w:proofErr w:type="spellEnd"/>
      <w:r w:rsidRPr="00327D2D">
        <w:rPr>
          <w:bCs/>
        </w:rPr>
        <w:t>, spełniającą wymogi opisane w SWZ, znajdującą się w następującej lokalizacji: ___________________________.</w:t>
      </w:r>
    </w:p>
    <w:p w14:paraId="375EBE67" w14:textId="1A41EE61" w:rsidR="000770D7" w:rsidRPr="00327D2D" w:rsidRDefault="000770D7" w:rsidP="00327D2D">
      <w:pPr>
        <w:rPr>
          <w:bCs/>
        </w:rPr>
      </w:pPr>
      <w:r w:rsidRPr="000770D7">
        <w:rPr>
          <w:bCs/>
        </w:rPr>
        <w:t>Spełniam pozostałe wymogi dotyczące pojazdów i sprzętu, które zostały określone w zapisach SWZ w warunkach technicznych stawianych wykonawcom.</w:t>
      </w:r>
    </w:p>
    <w:bookmarkEnd w:id="2"/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33145A5" w14:textId="64E1B550" w:rsidR="00D05878" w:rsidRPr="00327D2D" w:rsidRDefault="00D45F12" w:rsidP="00327D2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sectPr w:rsidR="00D05878" w:rsidRPr="00327D2D" w:rsidSect="000770D7">
      <w:headerReference w:type="default" r:id="rId9"/>
      <w:footerReference w:type="default" r:id="rId10"/>
      <w:pgSz w:w="11906" w:h="16838"/>
      <w:pgMar w:top="426" w:right="1134" w:bottom="993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3B79D1" w14:textId="77777777" w:rsidR="00196180" w:rsidRDefault="00196180">
      <w:r>
        <w:separator/>
      </w:r>
    </w:p>
  </w:endnote>
  <w:endnote w:type="continuationSeparator" w:id="0">
    <w:p w14:paraId="0459D3FC" w14:textId="77777777" w:rsidR="00196180" w:rsidRDefault="00196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0F49C6" w14:textId="77777777" w:rsidR="00196180" w:rsidRDefault="00196180">
      <w:r>
        <w:separator/>
      </w:r>
    </w:p>
  </w:footnote>
  <w:footnote w:type="continuationSeparator" w:id="0">
    <w:p w14:paraId="0D7F8D6B" w14:textId="77777777" w:rsidR="00196180" w:rsidRDefault="001961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BB649E0"/>
    <w:multiLevelType w:val="multilevel"/>
    <w:tmpl w:val="B740BC5C"/>
    <w:lvl w:ilvl="0">
      <w:start w:val="1"/>
      <w:numFmt w:val="bullet"/>
      <w:lvlText w:val=""/>
      <w:lvlJc w:val="left"/>
      <w:pPr>
        <w:ind w:left="2520" w:hanging="360"/>
      </w:pPr>
      <w:rPr>
        <w:rFonts w:ascii="Wingdings" w:hAnsi="Wingdings" w:cs="Wingdings" w:hint="default"/>
        <w:b/>
        <w:sz w:val="22"/>
        <w:szCs w:val="22"/>
      </w:rPr>
    </w:lvl>
    <w:lvl w:ilvl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sz w:val="22"/>
        <w:szCs w:val="22"/>
      </w:rPr>
    </w:lvl>
    <w:lvl w:ilvl="3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68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280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6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770D7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96180"/>
    <w:rsid w:val="001A5926"/>
    <w:rsid w:val="001C3657"/>
    <w:rsid w:val="001D215B"/>
    <w:rsid w:val="001D23F5"/>
    <w:rsid w:val="001E5F8B"/>
    <w:rsid w:val="0022382F"/>
    <w:rsid w:val="00234650"/>
    <w:rsid w:val="0025292B"/>
    <w:rsid w:val="002549CF"/>
    <w:rsid w:val="00266E84"/>
    <w:rsid w:val="002841DF"/>
    <w:rsid w:val="0028741C"/>
    <w:rsid w:val="00293556"/>
    <w:rsid w:val="002A7296"/>
    <w:rsid w:val="002F7B60"/>
    <w:rsid w:val="003037CB"/>
    <w:rsid w:val="00311FDF"/>
    <w:rsid w:val="00327D2D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3183"/>
    <w:rsid w:val="00536220"/>
    <w:rsid w:val="0053696F"/>
    <w:rsid w:val="00552B3C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092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1BE7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D0613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0140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0ED1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C167D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T_SZ_List Paragraph,Akapit z listą 1,Akapit z listą3,Akapit z listą31,Odstavec,Akapit z listą BS,Akapit z listą4,Nagłowek 3,Kolorowa lista — akcent 11,Dot pt,F5 List Paragraph,Recommendation,List Paragraph11,lp1"/>
    <w:basedOn w:val="Normalny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styleId="NormalnyWeb">
    <w:name w:val="Normal (Web)"/>
    <w:basedOn w:val="Normalny"/>
    <w:rsid w:val="00DE0140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rsid w:val="00DE0140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T_SZ_List Paragraph,Akapit z listą 1,Akapit z listą3,Akapit z listą31,Odstavec,Akapit z listą BS,Akapit z listą4,Nagłowek 3,Kolorowa lista — akcent 11,Dot pt,F5 List Paragraph,Recommendation,List Paragraph11,lp1"/>
    <w:basedOn w:val="Normalny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styleId="NormalnyWeb">
    <w:name w:val="Normal (Web)"/>
    <w:basedOn w:val="Normalny"/>
    <w:rsid w:val="00DE0140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rsid w:val="00DE0140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49211-5433-44C9-8201-5157A0F6D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Katarzyna Władyczak</cp:lastModifiedBy>
  <cp:revision>11</cp:revision>
  <cp:lastPrinted>2021-02-08T13:18:00Z</cp:lastPrinted>
  <dcterms:created xsi:type="dcterms:W3CDTF">2021-05-02T20:15:00Z</dcterms:created>
  <dcterms:modified xsi:type="dcterms:W3CDTF">2024-11-05T06:46:00Z</dcterms:modified>
</cp:coreProperties>
</file>