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9FA3" w14:textId="55B83FBE" w:rsidR="008834A6" w:rsidRPr="00933069" w:rsidRDefault="005E0F76" w:rsidP="008834A6">
      <w:pPr>
        <w:suppressAutoHyphens/>
        <w:spacing w:after="0" w:line="240" w:lineRule="auto"/>
        <w:jc w:val="right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Załącznik nr </w:t>
      </w:r>
      <w:r w:rsidR="005C42EE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>6</w:t>
      </w:r>
      <w:r w:rsidR="004F2144" w:rsidRPr="0093306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 do S</w:t>
      </w:r>
      <w:r w:rsidR="008834A6" w:rsidRPr="0093306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WZ </w:t>
      </w:r>
    </w:p>
    <w:p w14:paraId="674F0DB9" w14:textId="77777777" w:rsidR="002F7B60" w:rsidRPr="00933069" w:rsidRDefault="002F7B60" w:rsidP="008834A6">
      <w:pPr>
        <w:spacing w:after="0" w:line="240" w:lineRule="auto"/>
        <w:ind w:left="5246" w:firstLine="708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</w:p>
    <w:tbl>
      <w:tblPr>
        <w:tblpPr w:leftFromText="142" w:rightFromText="142" w:vertAnchor="text" w:horzAnchor="margin" w:tblpY="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5C42EE" w:rsidRPr="00D30A02" w14:paraId="0B9671FB" w14:textId="77777777" w:rsidTr="003B030C">
        <w:tc>
          <w:tcPr>
            <w:tcW w:w="2338" w:type="dxa"/>
            <w:tcBorders>
              <w:bottom w:val="single" w:sz="12" w:space="0" w:color="auto"/>
            </w:tcBorders>
          </w:tcPr>
          <w:p w14:paraId="1C5BC458" w14:textId="77777777" w:rsidR="005C42EE" w:rsidRPr="00D30A02" w:rsidRDefault="005C42EE" w:rsidP="003B030C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7881B92" w14:textId="5A67007C" w:rsidR="005C42EE" w:rsidRPr="00D30A02" w:rsidRDefault="00B811A9" w:rsidP="003B030C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>
              <w:rPr>
                <w:rFonts w:ascii="Book Antiqua" w:hAnsi="Book Antiqua" w:cstheme="minorHAnsi"/>
                <w:b/>
              </w:rPr>
              <w:t>271.2.20.2024</w:t>
            </w:r>
            <w:bookmarkStart w:id="0" w:name="_GoBack"/>
            <w:bookmarkEnd w:id="0"/>
          </w:p>
        </w:tc>
      </w:tr>
      <w:tr w:rsidR="005C42EE" w:rsidRPr="00C72FBB" w14:paraId="0743FC97" w14:textId="77777777" w:rsidTr="003B030C">
        <w:tc>
          <w:tcPr>
            <w:tcW w:w="9214" w:type="dxa"/>
            <w:gridSpan w:val="2"/>
            <w:shd w:val="clear" w:color="auto" w:fill="D9D9D9"/>
          </w:tcPr>
          <w:p w14:paraId="259F57AB" w14:textId="77777777" w:rsidR="005C42EE" w:rsidRPr="00D30A02" w:rsidRDefault="005C42EE" w:rsidP="003B030C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30A02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6CF2F869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4030C450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29E807C2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457E5706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1ADD47D7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3619C199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1524D0CB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406AB6CA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58F34251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5ECE666B" w14:textId="77777777" w:rsidR="002F7B60" w:rsidRPr="005C42EE" w:rsidRDefault="002F7B60" w:rsidP="008834A6">
      <w:pPr>
        <w:spacing w:after="0" w:line="240" w:lineRule="auto"/>
        <w:ind w:left="5246" w:firstLine="708"/>
        <w:rPr>
          <w:rFonts w:asciiTheme="majorHAnsi" w:eastAsia="Times New Roman" w:hAnsiTheme="majorHAnsi" w:cs="Arial"/>
          <w:b/>
          <w:sz w:val="21"/>
          <w:szCs w:val="21"/>
          <w:lang w:val="en-GB" w:eastAsia="pl-PL"/>
        </w:rPr>
      </w:pPr>
    </w:p>
    <w:p w14:paraId="2F3C0C83" w14:textId="77777777" w:rsidR="00B33751" w:rsidRPr="005C42EE" w:rsidRDefault="00B33751" w:rsidP="00B33751">
      <w:pPr>
        <w:spacing w:after="120"/>
        <w:jc w:val="center"/>
        <w:rPr>
          <w:rFonts w:asciiTheme="majorHAnsi" w:eastAsia="Times New Roman" w:hAnsiTheme="majorHAnsi" w:cs="Arial"/>
          <w:b/>
          <w:sz w:val="21"/>
          <w:szCs w:val="21"/>
          <w:lang w:val="en-GB" w:eastAsia="pl-PL"/>
        </w:rPr>
      </w:pPr>
    </w:p>
    <w:p w14:paraId="087C7107" w14:textId="77777777" w:rsidR="00B33751" w:rsidRPr="00933069" w:rsidRDefault="00B33751" w:rsidP="00B33751">
      <w:pPr>
        <w:spacing w:after="120"/>
        <w:jc w:val="center"/>
        <w:rPr>
          <w:rFonts w:asciiTheme="majorHAnsi" w:hAnsiTheme="majorHAnsi" w:cs="Arial"/>
          <w:u w:val="single"/>
        </w:rPr>
      </w:pPr>
      <w:r w:rsidRPr="00933069">
        <w:rPr>
          <w:rFonts w:asciiTheme="majorHAnsi" w:eastAsia="Times New Roman" w:hAnsiTheme="majorHAnsi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 w:rsidRPr="00933069">
        <w:rPr>
          <w:rStyle w:val="Odwoanieprzypisudolnego"/>
          <w:rFonts w:asciiTheme="majorHAnsi" w:eastAsia="Times New Roman" w:hAnsiTheme="majorHAnsi" w:cs="Arial"/>
          <w:b/>
          <w:sz w:val="24"/>
          <w:szCs w:val="24"/>
          <w:u w:val="single"/>
          <w:lang w:eastAsia="pl-PL"/>
        </w:rPr>
        <w:footnoteReference w:id="1"/>
      </w:r>
    </w:p>
    <w:p w14:paraId="2908DABB" w14:textId="77777777" w:rsidR="00B33751" w:rsidRPr="00933069" w:rsidRDefault="00B33751" w:rsidP="00B33751">
      <w:pPr>
        <w:spacing w:after="0"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53BC12D2" w14:textId="77777777" w:rsidR="00B33751" w:rsidRPr="00933069" w:rsidRDefault="00B33751" w:rsidP="00B33751">
      <w:pPr>
        <w:spacing w:after="0"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12AE8CA" w14:textId="77777777" w:rsidR="004F2144" w:rsidRPr="00933069" w:rsidRDefault="004F2144" w:rsidP="004F2144">
      <w:pPr>
        <w:spacing w:after="0"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</w:p>
    <w:p w14:paraId="031AA763" w14:textId="6AE0BDC7" w:rsidR="000134E2" w:rsidRPr="00933069" w:rsidRDefault="00513183" w:rsidP="00C72FBB">
      <w:pPr>
        <w:contextualSpacing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Na potrzeby postępowania o udzielenie zamówienia publicznego pn.</w:t>
      </w:r>
      <w:r w:rsidR="005C42EE" w:rsidRPr="005C42EE">
        <w:rPr>
          <w:rFonts w:ascii="Book Antiqua" w:hAnsi="Book Antiqua"/>
          <w:b/>
          <w:bCs/>
        </w:rPr>
        <w:t xml:space="preserve"> </w:t>
      </w:r>
      <w:r w:rsidR="00C72FBB" w:rsidRPr="00C72FBB">
        <w:rPr>
          <w:rFonts w:ascii="Book Antiqua" w:hAnsi="Book Antiqua"/>
          <w:b/>
          <w:bCs/>
        </w:rPr>
        <w:t xml:space="preserve">dostawę </w:t>
      </w:r>
      <w:r w:rsidR="00C72FBB" w:rsidRPr="00C72FBB">
        <w:rPr>
          <w:rFonts w:ascii="Book Antiqua" w:eastAsia="Book Antiqua" w:hAnsi="Book Antiqua" w:cs="Book Antiqua"/>
          <w:b/>
          <w:bCs/>
          <w:color w:val="000000"/>
        </w:rPr>
        <w:t xml:space="preserve">wyposażenia i mebli, sprzętu i pomocy dydaktycznych niezbędnego do realizacji działań w ramach projektu pn.: „RAZEM w GÓRĘ - projekt edukacyjny dla szkół wiejskich gminy Debrzno” </w:t>
      </w:r>
      <w:r w:rsidR="005C42EE" w:rsidRPr="00C72FBB">
        <w:rPr>
          <w:rFonts w:ascii="Book Antiqua" w:hAnsi="Book Antiqua" w:cs="Arial"/>
          <w:b/>
          <w:bCs/>
        </w:rPr>
        <w:t>Cz. I / Cz. II / Cz. III</w:t>
      </w:r>
      <w:r w:rsidR="00C72FBB" w:rsidRPr="00C72FBB">
        <w:rPr>
          <w:rFonts w:ascii="Book Antiqua" w:hAnsi="Book Antiqua" w:cs="Arial"/>
          <w:b/>
          <w:bCs/>
        </w:rPr>
        <w:t xml:space="preserve"> / Cz. IV / Cz. V</w:t>
      </w:r>
      <w:r w:rsidR="005C42EE" w:rsidRPr="00C72FBB">
        <w:rPr>
          <w:rFonts w:ascii="Book Antiqua" w:hAnsi="Book Antiqua" w:cs="Arial"/>
          <w:b/>
          <w:bCs/>
        </w:rPr>
        <w:t>*</w:t>
      </w:r>
      <w:r w:rsidR="005C42EE" w:rsidRPr="00C72FBB">
        <w:rPr>
          <w:rFonts w:ascii="Book Antiqua" w:eastAsia="Times New Roman" w:hAnsi="Book Antiqua" w:cs="Arial"/>
          <w:bCs/>
          <w:lang w:eastAsia="pl-PL"/>
        </w:rPr>
        <w:t>,</w:t>
      </w:r>
    </w:p>
    <w:p w14:paraId="30942262" w14:textId="77777777" w:rsidR="00F52BD2" w:rsidRPr="00933069" w:rsidRDefault="00F52BD2" w:rsidP="000134E2">
      <w:pPr>
        <w:spacing w:after="0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FC8813C" w14:textId="37E2C22C" w:rsidR="005E0F76" w:rsidRPr="005C42EE" w:rsidRDefault="008834A6" w:rsidP="005C42EE">
      <w:pPr>
        <w:spacing w:after="0"/>
        <w:jc w:val="both"/>
        <w:rPr>
          <w:rFonts w:asciiTheme="majorHAnsi" w:eastAsia="Times New Roman" w:hAnsiTheme="majorHAnsi" w:cs="Arial"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oświadczam</w:t>
      </w:r>
      <w:r w:rsidR="005E0F76"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y</w:t>
      </w:r>
      <w:r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,</w:t>
      </w:r>
      <w:r w:rsidR="005C42EE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 iż </w:t>
      </w:r>
      <w:r w:rsidR="005E0F76" w:rsidRPr="00933069">
        <w:rPr>
          <w:rFonts w:asciiTheme="majorHAnsi" w:eastAsia="Times New Roman" w:hAnsiTheme="majorHAnsi" w:cs="Arial"/>
          <w:sz w:val="20"/>
          <w:szCs w:val="20"/>
          <w:lang w:eastAsia="pl-PL"/>
        </w:rPr>
        <w:t>następujące usługi wykonają poszczególni wykonawcy wspólnie ubiegający się o udzielenie zamówienia:</w:t>
      </w:r>
    </w:p>
    <w:p w14:paraId="4A12D275" w14:textId="77777777" w:rsidR="005E0F76" w:rsidRPr="00933069" w:rsidRDefault="005E0F76" w:rsidP="005E0F76">
      <w:pPr>
        <w:spacing w:after="240" w:line="360" w:lineRule="auto"/>
        <w:ind w:left="36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sz w:val="20"/>
          <w:szCs w:val="20"/>
          <w:lang w:eastAsia="pl-PL"/>
        </w:rPr>
        <w:t>Wykonawca (nazwa): …………………………… wykona: ………………………….</w:t>
      </w:r>
    </w:p>
    <w:p w14:paraId="4F20AF7D" w14:textId="77777777" w:rsidR="005E0F76" w:rsidRPr="00933069" w:rsidRDefault="005E0F76" w:rsidP="005E0F76">
      <w:pPr>
        <w:spacing w:after="240" w:line="360" w:lineRule="auto"/>
        <w:ind w:left="36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sz w:val="20"/>
          <w:szCs w:val="20"/>
          <w:lang w:eastAsia="pl-PL"/>
        </w:rPr>
        <w:t>Wykonawca (nazwa): …………………………….. wykona: …………………………</w:t>
      </w:r>
    </w:p>
    <w:p w14:paraId="33F93836" w14:textId="77777777" w:rsidR="005E0F76" w:rsidRPr="00933069" w:rsidRDefault="005E0F76" w:rsidP="005E0F76">
      <w:pPr>
        <w:spacing w:after="240" w:line="360" w:lineRule="auto"/>
        <w:jc w:val="both"/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sym w:font="Symbol" w:char="F02A"/>
      </w:r>
      <w:r w:rsidRPr="00933069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formularz do liczby wykonawców występujących wspólnie.</w:t>
      </w:r>
    </w:p>
    <w:p w14:paraId="7AEE355F" w14:textId="77777777" w:rsidR="005E0F76" w:rsidRPr="00933069" w:rsidRDefault="005E0F76" w:rsidP="008834A6">
      <w:pPr>
        <w:spacing w:after="0" w:line="360" w:lineRule="auto"/>
        <w:jc w:val="both"/>
        <w:rPr>
          <w:rFonts w:asciiTheme="majorHAnsi" w:eastAsia="Times New Roman" w:hAnsiTheme="majorHAnsi" w:cs="Arial"/>
          <w:sz w:val="21"/>
          <w:szCs w:val="21"/>
          <w:lang w:eastAsia="pl-PL"/>
        </w:rPr>
      </w:pPr>
    </w:p>
    <w:p w14:paraId="1F8281D6" w14:textId="77777777" w:rsidR="00D45F12" w:rsidRPr="005C42EE" w:rsidRDefault="00D45F12" w:rsidP="00D45F12">
      <w:pPr>
        <w:spacing w:after="0" w:line="240" w:lineRule="auto"/>
        <w:jc w:val="both"/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</w:pPr>
      <w:r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</w:t>
      </w:r>
      <w:r w:rsidR="00513183"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 xml:space="preserve">elektronicznym </w:t>
      </w:r>
      <w:r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 xml:space="preserve">podpisem osobistym przez osobę/osoby uprawnioną/-ne do składania oświadczeń woli w imieniu </w:t>
      </w:r>
      <w:r w:rsidR="005E0F76"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>wykonawców wspólnie ubiegających się o udzielenie zamówienia</w:t>
      </w:r>
    </w:p>
    <w:p w14:paraId="6CBBC030" w14:textId="77777777" w:rsidR="008834A6" w:rsidRPr="00933069" w:rsidRDefault="008834A6" w:rsidP="008834A6">
      <w:pPr>
        <w:keepNext/>
        <w:spacing w:after="0" w:line="240" w:lineRule="auto"/>
        <w:jc w:val="both"/>
        <w:outlineLvl w:val="3"/>
        <w:rPr>
          <w:rFonts w:asciiTheme="majorHAnsi" w:eastAsia="Times New Roman" w:hAnsiTheme="majorHAnsi" w:cs="Arial"/>
          <w:i/>
          <w:sz w:val="20"/>
          <w:szCs w:val="20"/>
          <w:lang w:eastAsia="pl-PL"/>
        </w:rPr>
      </w:pPr>
    </w:p>
    <w:p w14:paraId="79C8DC48" w14:textId="77777777" w:rsidR="00867D24" w:rsidRPr="00933069" w:rsidRDefault="00867D24" w:rsidP="00867D24">
      <w:pPr>
        <w:spacing w:after="0" w:line="240" w:lineRule="auto"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29B7B742" w14:textId="77777777" w:rsidR="008834A6" w:rsidRPr="00933069" w:rsidRDefault="008834A6" w:rsidP="00D137DD">
      <w:pPr>
        <w:spacing w:after="0" w:line="360" w:lineRule="auto"/>
        <w:jc w:val="both"/>
        <w:rPr>
          <w:rFonts w:asciiTheme="majorHAnsi" w:eastAsia="Times New Roman" w:hAnsiTheme="majorHAnsi" w:cs="Arial"/>
          <w:i/>
          <w:sz w:val="16"/>
          <w:szCs w:val="16"/>
          <w:lang w:eastAsia="pl-PL"/>
        </w:rPr>
      </w:pPr>
    </w:p>
    <w:p w14:paraId="60E9D7B8" w14:textId="77777777" w:rsidR="00D05878" w:rsidRPr="00933069" w:rsidRDefault="00D05878" w:rsidP="008834A6">
      <w:pPr>
        <w:rPr>
          <w:rFonts w:asciiTheme="majorHAnsi" w:hAnsiTheme="majorHAnsi"/>
        </w:rPr>
      </w:pPr>
    </w:p>
    <w:sectPr w:rsidR="00D05878" w:rsidRPr="00933069" w:rsidSect="00BF2BF8">
      <w:headerReference w:type="default" r:id="rId9"/>
      <w:footerReference w:type="default" r:id="rId10"/>
      <w:footerReference w:type="first" r:id="rId11"/>
      <w:pgSz w:w="11906" w:h="16838"/>
      <w:pgMar w:top="1104" w:right="1134" w:bottom="1418" w:left="1418" w:header="426" w:footer="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8F80F" w14:textId="77777777" w:rsidR="003D2954" w:rsidRDefault="003D2954">
      <w:r>
        <w:separator/>
      </w:r>
    </w:p>
  </w:endnote>
  <w:endnote w:type="continuationSeparator" w:id="0">
    <w:p w14:paraId="649767CA" w14:textId="77777777" w:rsidR="003D2954" w:rsidRDefault="003D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8CC2C" w14:textId="77777777" w:rsidR="00815FF0" w:rsidRDefault="00815FF0">
    <w:pPr>
      <w:pStyle w:val="Stopka"/>
    </w:pPr>
  </w:p>
  <w:p w14:paraId="1D0D9B2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87619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4211FD06" w14:textId="51B02781" w:rsidR="005C42EE" w:rsidRPr="005C42EE" w:rsidRDefault="005C42EE">
        <w:pPr>
          <w:pStyle w:val="Stopka"/>
          <w:jc w:val="right"/>
          <w:rPr>
            <w:rFonts w:ascii="Book Antiqua" w:hAnsi="Book Antiqua"/>
          </w:rPr>
        </w:pPr>
        <w:r w:rsidRPr="005C42EE">
          <w:rPr>
            <w:rFonts w:ascii="Book Antiqua" w:hAnsi="Book Antiqua"/>
          </w:rPr>
          <w:fldChar w:fldCharType="begin"/>
        </w:r>
        <w:r w:rsidRPr="005C42EE">
          <w:rPr>
            <w:rFonts w:ascii="Book Antiqua" w:hAnsi="Book Antiqua"/>
          </w:rPr>
          <w:instrText>PAGE   \* MERGEFORMAT</w:instrText>
        </w:r>
        <w:r w:rsidRPr="005C42EE">
          <w:rPr>
            <w:rFonts w:ascii="Book Antiqua" w:hAnsi="Book Antiqua"/>
          </w:rPr>
          <w:fldChar w:fldCharType="separate"/>
        </w:r>
        <w:r w:rsidRPr="005C42EE">
          <w:rPr>
            <w:rFonts w:ascii="Book Antiqua" w:hAnsi="Book Antiqua"/>
          </w:rPr>
          <w:t>2</w:t>
        </w:r>
        <w:r w:rsidRPr="005C42EE">
          <w:rPr>
            <w:rFonts w:ascii="Book Antiqua" w:hAnsi="Book Antiqua"/>
          </w:rPr>
          <w:fldChar w:fldCharType="end"/>
        </w:r>
      </w:p>
    </w:sdtContent>
  </w:sdt>
  <w:p w14:paraId="5F9A6B44" w14:textId="77777777" w:rsidR="005C42EE" w:rsidRDefault="005C42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4CF96" w14:textId="77777777" w:rsidR="003D2954" w:rsidRDefault="003D2954">
      <w:r>
        <w:separator/>
      </w:r>
    </w:p>
  </w:footnote>
  <w:footnote w:type="continuationSeparator" w:id="0">
    <w:p w14:paraId="558DB9AE" w14:textId="77777777" w:rsidR="003D2954" w:rsidRDefault="003D2954">
      <w:r>
        <w:continuationSeparator/>
      </w:r>
    </w:p>
  </w:footnote>
  <w:footnote w:id="1">
    <w:p w14:paraId="50372907" w14:textId="77777777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 w:rsidRPr="005C42EE">
        <w:rPr>
          <w:rFonts w:ascii="Book Antiqua" w:hAnsi="Book Antiqua" w:cs="Arial"/>
          <w:bCs/>
          <w:sz w:val="18"/>
          <w:szCs w:val="18"/>
        </w:rPr>
        <w:t>Oświadczenie składa TYLKO wykonawca wspólnie ubiegający się o udzielenie zamówienia</w:t>
      </w:r>
    </w:p>
    <w:p w14:paraId="6F2DC649" w14:textId="77777777" w:rsidR="00E43E51" w:rsidRDefault="00E43E51" w:rsidP="00B337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79099" w14:textId="69DB06B9" w:rsidR="00815FF0" w:rsidRDefault="00BF2BF8">
    <w:pPr>
      <w:pStyle w:val="Nagwek"/>
    </w:pPr>
    <w:r w:rsidRPr="00BF2BF8">
      <w:rPr>
        <w:noProof/>
        <w:lang w:eastAsia="pl-PL"/>
      </w:rPr>
      <w:drawing>
        <wp:inline distT="0" distB="0" distL="0" distR="0" wp14:anchorId="129DE517" wp14:editId="077F65FC">
          <wp:extent cx="5939790" cy="551815"/>
          <wp:effectExtent l="0" t="0" r="3810" b="635"/>
          <wp:docPr id="6439550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9550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C2FDB9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0EE4"/>
    <w:rsid w:val="000223F7"/>
    <w:rsid w:val="00031ED0"/>
    <w:rsid w:val="00045D9C"/>
    <w:rsid w:val="00046E57"/>
    <w:rsid w:val="00054DE8"/>
    <w:rsid w:val="00057B1E"/>
    <w:rsid w:val="0007197E"/>
    <w:rsid w:val="00072358"/>
    <w:rsid w:val="000877BF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067C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638"/>
    <w:rsid w:val="001711C4"/>
    <w:rsid w:val="00175AA9"/>
    <w:rsid w:val="00180D26"/>
    <w:rsid w:val="001865D9"/>
    <w:rsid w:val="001A5926"/>
    <w:rsid w:val="001C3657"/>
    <w:rsid w:val="001D215B"/>
    <w:rsid w:val="001E5F8B"/>
    <w:rsid w:val="0022382F"/>
    <w:rsid w:val="0025292B"/>
    <w:rsid w:val="00252CD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2954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51D9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C42EE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37E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6F46"/>
    <w:rsid w:val="007D7512"/>
    <w:rsid w:val="007E358C"/>
    <w:rsid w:val="007F38ED"/>
    <w:rsid w:val="008039E9"/>
    <w:rsid w:val="00806F15"/>
    <w:rsid w:val="00807B08"/>
    <w:rsid w:val="00814BDB"/>
    <w:rsid w:val="00815FF0"/>
    <w:rsid w:val="00831173"/>
    <w:rsid w:val="00842D05"/>
    <w:rsid w:val="00844D48"/>
    <w:rsid w:val="00855069"/>
    <w:rsid w:val="00861392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33069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9633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717DF"/>
    <w:rsid w:val="00B80432"/>
    <w:rsid w:val="00B811A9"/>
    <w:rsid w:val="00B9207D"/>
    <w:rsid w:val="00BA269D"/>
    <w:rsid w:val="00BB3BCE"/>
    <w:rsid w:val="00BD2802"/>
    <w:rsid w:val="00BF03DE"/>
    <w:rsid w:val="00BF2BF8"/>
    <w:rsid w:val="00C048DF"/>
    <w:rsid w:val="00C057DB"/>
    <w:rsid w:val="00C1097C"/>
    <w:rsid w:val="00C15555"/>
    <w:rsid w:val="00C27E35"/>
    <w:rsid w:val="00C314D1"/>
    <w:rsid w:val="00C37EE2"/>
    <w:rsid w:val="00C42CB0"/>
    <w:rsid w:val="00C621FE"/>
    <w:rsid w:val="00C72FBB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743E"/>
    <w:rsid w:val="00DD7E43"/>
    <w:rsid w:val="00DE1E33"/>
    <w:rsid w:val="00DE31E1"/>
    <w:rsid w:val="00DE5127"/>
    <w:rsid w:val="00DE71FA"/>
    <w:rsid w:val="00DF0FC7"/>
    <w:rsid w:val="00E12985"/>
    <w:rsid w:val="00E26721"/>
    <w:rsid w:val="00E43E51"/>
    <w:rsid w:val="00E5472C"/>
    <w:rsid w:val="00E809C3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B2C72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D3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4047B-8135-4C43-B387-EA06C5C5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Katarzyna Władyczak</cp:lastModifiedBy>
  <cp:revision>3</cp:revision>
  <cp:lastPrinted>2021-02-08T13:18:00Z</cp:lastPrinted>
  <dcterms:created xsi:type="dcterms:W3CDTF">2024-12-23T10:17:00Z</dcterms:created>
  <dcterms:modified xsi:type="dcterms:W3CDTF">2024-12-30T09:43:00Z</dcterms:modified>
</cp:coreProperties>
</file>