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6812D" w14:textId="1326F36B" w:rsidR="00AB7D5E" w:rsidRPr="00AA37AB" w:rsidRDefault="003A5CF6" w:rsidP="00835692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cstheme="minorHAnsi"/>
          <w:b/>
          <w:bCs/>
          <w:color w:val="000000" w:themeColor="text1"/>
        </w:rPr>
      </w:pPr>
      <w:r w:rsidRPr="00AA37AB">
        <w:rPr>
          <w:rFonts w:cstheme="minorHAnsi"/>
          <w:b/>
          <w:bCs/>
          <w:color w:val="000000" w:themeColor="text1"/>
        </w:rPr>
        <w:t xml:space="preserve">           </w:t>
      </w:r>
      <w:bookmarkStart w:id="0" w:name="_Hlk107774308"/>
      <w:r w:rsidR="00835692" w:rsidRPr="00AA37AB">
        <w:rPr>
          <w:rFonts w:cstheme="minorHAnsi"/>
          <w:b/>
          <w:bCs/>
          <w:color w:val="000000" w:themeColor="text1"/>
        </w:rPr>
        <w:t xml:space="preserve">Załącznik nr </w:t>
      </w:r>
      <w:r w:rsidR="00DD23CB">
        <w:rPr>
          <w:rFonts w:cstheme="minorHAnsi"/>
          <w:b/>
          <w:bCs/>
          <w:color w:val="000000" w:themeColor="text1"/>
        </w:rPr>
        <w:t>5</w:t>
      </w:r>
      <w:r w:rsidR="00F616CE">
        <w:rPr>
          <w:rFonts w:cstheme="minorHAnsi"/>
          <w:b/>
          <w:bCs/>
          <w:color w:val="000000" w:themeColor="text1"/>
        </w:rPr>
        <w:t xml:space="preserve"> do SWZ </w:t>
      </w:r>
      <w:bookmarkEnd w:id="0"/>
    </w:p>
    <w:p w14:paraId="65A9D3E3" w14:textId="77777777" w:rsidR="0051015A" w:rsidRPr="0051015A" w:rsidRDefault="0051015A" w:rsidP="00D764CF">
      <w:pPr>
        <w:tabs>
          <w:tab w:val="left" w:pos="0"/>
        </w:tabs>
        <w:autoSpaceDN w:val="0"/>
        <w:spacing w:after="0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bookmarkStart w:id="1" w:name="_Hlk106404386"/>
      <w:r w:rsidRPr="0051015A">
        <w:rPr>
          <w:rFonts w:eastAsia="Calibri" w:cstheme="minorHAnsi"/>
          <w:b/>
          <w:color w:val="000000" w:themeColor="text1"/>
          <w:sz w:val="24"/>
          <w:szCs w:val="24"/>
        </w:rPr>
        <w:t xml:space="preserve">Znak sprawy: </w:t>
      </w:r>
      <w:r w:rsidRPr="0051015A">
        <w:rPr>
          <w:rFonts w:eastAsia="Calibri" w:cstheme="minorHAnsi"/>
          <w:b/>
          <w:bCs/>
          <w:color w:val="000000" w:themeColor="text1"/>
          <w:sz w:val="24"/>
          <w:szCs w:val="24"/>
        </w:rPr>
        <w:t>ZZP.260.18.2024</w:t>
      </w:r>
    </w:p>
    <w:p w14:paraId="3F32A66C" w14:textId="77777777" w:rsidR="0051015A" w:rsidRPr="0051015A" w:rsidRDefault="0051015A" w:rsidP="00D764CF">
      <w:pPr>
        <w:tabs>
          <w:tab w:val="left" w:pos="142"/>
        </w:tabs>
        <w:spacing w:after="0"/>
        <w:jc w:val="both"/>
        <w:rPr>
          <w:rFonts w:eastAsia="Calibri" w:cstheme="minorHAnsi"/>
          <w:b/>
          <w:color w:val="000000" w:themeColor="text1"/>
          <w:sz w:val="24"/>
          <w:szCs w:val="24"/>
        </w:rPr>
      </w:pPr>
      <w:r w:rsidRPr="0051015A">
        <w:rPr>
          <w:rFonts w:eastAsia="Calibri" w:cstheme="minorHAnsi"/>
          <w:b/>
          <w:color w:val="000000" w:themeColor="text1"/>
          <w:sz w:val="24"/>
          <w:szCs w:val="24"/>
        </w:rPr>
        <w:t>Przetarg 14/ochrona radiologiczna/2024</w:t>
      </w:r>
    </w:p>
    <w:bookmarkEnd w:id="1"/>
    <w:p w14:paraId="2A0EFBE1" w14:textId="7D295D6F" w:rsidR="00A448CD" w:rsidRDefault="00A448CD" w:rsidP="00022C85">
      <w:pPr>
        <w:spacing w:after="0" w:line="360" w:lineRule="auto"/>
        <w:jc w:val="center"/>
        <w:rPr>
          <w:rFonts w:cstheme="minorHAnsi"/>
          <w:b/>
          <w:color w:val="000000" w:themeColor="text1"/>
        </w:rPr>
      </w:pPr>
    </w:p>
    <w:p w14:paraId="365A87B7" w14:textId="5552CC1A" w:rsidR="008625C2" w:rsidRPr="00E84239" w:rsidRDefault="008625C2" w:rsidP="008625C2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84239">
        <w:rPr>
          <w:rFonts w:cstheme="minorHAnsi"/>
          <w:b/>
          <w:sz w:val="28"/>
          <w:szCs w:val="28"/>
          <w:u w:val="single"/>
        </w:rPr>
        <w:t xml:space="preserve">Oświadczenia wykonawcy/wykonawcy wspólnie ubiegającego się </w:t>
      </w:r>
      <w:r w:rsidR="009A1250">
        <w:rPr>
          <w:rFonts w:cstheme="minorHAnsi"/>
          <w:b/>
          <w:sz w:val="28"/>
          <w:szCs w:val="28"/>
          <w:u w:val="single"/>
        </w:rPr>
        <w:br/>
      </w:r>
      <w:r w:rsidRPr="00E84239">
        <w:rPr>
          <w:rFonts w:cstheme="minorHAnsi"/>
          <w:b/>
          <w:sz w:val="28"/>
          <w:szCs w:val="28"/>
          <w:u w:val="single"/>
        </w:rPr>
        <w:t>o udzielenie zamówienia</w:t>
      </w:r>
    </w:p>
    <w:p w14:paraId="4A154987" w14:textId="77777777" w:rsidR="008625C2" w:rsidRPr="00E84239" w:rsidRDefault="008625C2" w:rsidP="008625C2">
      <w:pPr>
        <w:spacing w:after="120" w:line="360" w:lineRule="auto"/>
        <w:jc w:val="center"/>
        <w:rPr>
          <w:rFonts w:cstheme="minorHAnsi"/>
          <w:b/>
          <w:caps/>
          <w:sz w:val="16"/>
          <w:szCs w:val="16"/>
          <w:u w:val="single"/>
        </w:rPr>
      </w:pPr>
      <w:r w:rsidRPr="00E84239">
        <w:rPr>
          <w:rFonts w:cstheme="minorHAnsi"/>
          <w:b/>
          <w:sz w:val="16"/>
          <w:szCs w:val="16"/>
          <w:u w:val="single"/>
        </w:rPr>
        <w:t xml:space="preserve">UWZGLĘDNIAJĄCE PRZESŁANKI WYKLUCZENIA Z ART. 7 UST. 1 USTAWY </w:t>
      </w:r>
      <w:r w:rsidRPr="00E84239">
        <w:rPr>
          <w:rFonts w:cstheme="minorHAnsi"/>
          <w:b/>
          <w:caps/>
          <w:sz w:val="16"/>
          <w:szCs w:val="16"/>
          <w:u w:val="single"/>
        </w:rPr>
        <w:t>o szczególnych rozwiązaniach w zakresie przeciwdziałania wspieraniu agresji na Ukrainę oraz służących ochronie bezpieczeństwa narodowego</w:t>
      </w:r>
    </w:p>
    <w:p w14:paraId="2DB295EA" w14:textId="77777777" w:rsidR="008625C2" w:rsidRPr="008625C2" w:rsidRDefault="008625C2" w:rsidP="008625C2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8625C2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8625C2">
        <w:rPr>
          <w:rFonts w:cstheme="minorHAnsi"/>
          <w:b/>
          <w:sz w:val="20"/>
          <w:szCs w:val="20"/>
        </w:rPr>
        <w:t>Pzp</w:t>
      </w:r>
      <w:proofErr w:type="spellEnd"/>
      <w:r w:rsidRPr="008625C2">
        <w:rPr>
          <w:rFonts w:cstheme="minorHAnsi"/>
          <w:b/>
          <w:sz w:val="20"/>
          <w:szCs w:val="20"/>
        </w:rPr>
        <w:t xml:space="preserve"> </w:t>
      </w:r>
    </w:p>
    <w:p w14:paraId="5C14A354" w14:textId="6E3355E6" w:rsidR="00022C85" w:rsidRPr="008625C2" w:rsidRDefault="00022C85" w:rsidP="00022C85">
      <w:pPr>
        <w:spacing w:after="0" w:line="36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8625C2">
        <w:rPr>
          <w:rFonts w:cstheme="minorHAnsi"/>
          <w:b/>
          <w:color w:val="000000" w:themeColor="text1"/>
          <w:sz w:val="20"/>
          <w:szCs w:val="20"/>
        </w:rPr>
        <w:t xml:space="preserve">o niepodleganiu wykluczeniu </w:t>
      </w:r>
      <w:r w:rsidR="008D7152">
        <w:rPr>
          <w:rFonts w:cstheme="minorHAnsi"/>
          <w:b/>
          <w:color w:val="000000" w:themeColor="text1"/>
          <w:sz w:val="20"/>
          <w:szCs w:val="20"/>
        </w:rPr>
        <w:t>z</w:t>
      </w:r>
      <w:r w:rsidRPr="008625C2">
        <w:rPr>
          <w:rFonts w:cstheme="minorHAnsi"/>
          <w:b/>
          <w:color w:val="000000" w:themeColor="text1"/>
          <w:sz w:val="20"/>
          <w:szCs w:val="20"/>
        </w:rPr>
        <w:t xml:space="preserve"> postępowaniu</w:t>
      </w:r>
    </w:p>
    <w:p w14:paraId="68A5EC7F" w14:textId="4FF33B6E" w:rsidR="008D7152" w:rsidRPr="008D7152" w:rsidRDefault="00020278" w:rsidP="008C3ACF">
      <w:pPr>
        <w:keepNext/>
        <w:autoSpaceDN w:val="0"/>
        <w:spacing w:after="120" w:line="276" w:lineRule="auto"/>
        <w:jc w:val="both"/>
        <w:outlineLvl w:val="4"/>
        <w:rPr>
          <w:rFonts w:cstheme="minorHAnsi"/>
          <w:b/>
          <w:color w:val="000000" w:themeColor="text1"/>
          <w:sz w:val="20"/>
          <w:szCs w:val="20"/>
        </w:rPr>
      </w:pPr>
      <w:bookmarkStart w:id="2" w:name="_Hlk129590810"/>
      <w:bookmarkStart w:id="3" w:name="_Hlk90639242"/>
      <w:bookmarkStart w:id="4" w:name="_Hlk129588729"/>
      <w:r w:rsidRPr="006B3693">
        <w:rPr>
          <w:rFonts w:cstheme="minorHAnsi"/>
          <w:b/>
          <w:color w:val="000000" w:themeColor="text1"/>
          <w:sz w:val="20"/>
          <w:szCs w:val="20"/>
        </w:rPr>
        <w:t>n</w:t>
      </w:r>
      <w:r w:rsidR="00032CE9" w:rsidRPr="006B3693">
        <w:rPr>
          <w:rFonts w:cstheme="minorHAnsi"/>
          <w:b/>
          <w:color w:val="000000" w:themeColor="text1"/>
          <w:sz w:val="20"/>
          <w:szCs w:val="20"/>
        </w:rPr>
        <w:t>a potrzeby postępowania</w:t>
      </w:r>
      <w:r w:rsidR="008D7152">
        <w:rPr>
          <w:rFonts w:cstheme="minorHAnsi"/>
          <w:b/>
          <w:color w:val="000000" w:themeColor="text1"/>
          <w:sz w:val="20"/>
          <w:szCs w:val="20"/>
        </w:rPr>
        <w:t xml:space="preserve"> </w:t>
      </w:r>
      <w:bookmarkStart w:id="5" w:name="_Hlk130765610"/>
      <w:r w:rsidR="008C3ACF" w:rsidRPr="008C3ACF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>o udzielenie zamówienia publicznego pn.</w:t>
      </w:r>
      <w:r w:rsidR="005A22DA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 xml:space="preserve"> </w:t>
      </w:r>
      <w:r w:rsidR="00FE4C00" w:rsidRPr="00FE4C00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>”</w:t>
      </w:r>
      <w:r w:rsidR="00A41490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>W</w:t>
      </w:r>
      <w:r w:rsidR="00AA6BE6" w:rsidRPr="004F6AE8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ykonanie usług dotyczących bezpieczeństwa jądrowego i ochrony radiologicznej obiektów Zakładu Unieszkodliwiania Odpadów Promieniotwórczych (ZUOP) w Otwocku - Świerku oraz ochrony radiologicznej Krajowego Składowiska Odpadów Promieniotwórczych w Różanie (KSOP)</w:t>
      </w:r>
      <w:r w:rsidR="00AA6BE6" w:rsidRPr="004F6AE8">
        <w:rPr>
          <w:rFonts w:cs="Calibri"/>
          <w:b/>
          <w:i/>
          <w:sz w:val="20"/>
          <w:szCs w:val="20"/>
        </w:rPr>
        <w:t xml:space="preserve">, </w:t>
      </w:r>
      <w:r w:rsidR="00AA6BE6" w:rsidRPr="004F6AE8">
        <w:rPr>
          <w:rFonts w:cs="Calibri"/>
          <w:b/>
          <w:sz w:val="20"/>
          <w:szCs w:val="20"/>
        </w:rPr>
        <w:t>a także prowadzenie pomiarów i ocena narażania personelu ZUOP</w:t>
      </w:r>
      <w:r w:rsidR="00AA6BE6" w:rsidRPr="004F6AE8">
        <w:rPr>
          <w:rFonts w:cs="Calibri"/>
          <w:b/>
          <w:i/>
          <w:sz w:val="20"/>
          <w:szCs w:val="20"/>
        </w:rPr>
        <w:t xml:space="preserve"> </w:t>
      </w:r>
      <w:r w:rsidR="00AA6BE6" w:rsidRPr="004F6AE8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w 202</w:t>
      </w:r>
      <w:r w:rsidR="00D764CF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>5</w:t>
      </w:r>
      <w:r w:rsidR="00AA6BE6" w:rsidRPr="004F6AE8"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roku</w:t>
      </w:r>
    </w:p>
    <w:bookmarkEnd w:id="2"/>
    <w:bookmarkEnd w:id="3"/>
    <w:bookmarkEnd w:id="5"/>
    <w:p w14:paraId="3AB9F443" w14:textId="77777777" w:rsidR="00032CE9" w:rsidRPr="006A7228" w:rsidRDefault="00032CE9" w:rsidP="00032CE9">
      <w:pPr>
        <w:spacing w:after="0" w:line="360" w:lineRule="auto"/>
        <w:jc w:val="both"/>
        <w:rPr>
          <w:rFonts w:cstheme="minorHAnsi"/>
          <w:b/>
          <w:color w:val="000000" w:themeColor="text1"/>
        </w:rPr>
      </w:pPr>
      <w:r w:rsidRPr="006A7228">
        <w:rPr>
          <w:rFonts w:cstheme="minorHAnsi"/>
          <w:b/>
          <w:color w:val="000000" w:themeColor="text1"/>
        </w:rPr>
        <w:t>oświadczam, że</w:t>
      </w:r>
      <w:r w:rsidRPr="006A7228">
        <w:rPr>
          <w:rFonts w:cstheme="minorHAnsi"/>
          <w:color w:val="000000" w:themeColor="text1"/>
        </w:rPr>
        <w:t>:</w:t>
      </w:r>
    </w:p>
    <w:bookmarkEnd w:id="4"/>
    <w:p w14:paraId="31C48140" w14:textId="77777777" w:rsidR="00405092" w:rsidRPr="00405092" w:rsidRDefault="00405092" w:rsidP="00405092">
      <w:pPr>
        <w:numPr>
          <w:ilvl w:val="0"/>
          <w:numId w:val="18"/>
        </w:numPr>
        <w:spacing w:after="60" w:line="276" w:lineRule="auto"/>
        <w:ind w:left="714" w:hanging="357"/>
        <w:jc w:val="both"/>
        <w:rPr>
          <w:rFonts w:eastAsia="Calibri" w:cstheme="minorHAnsi"/>
          <w:b/>
          <w:color w:val="000000"/>
          <w:sz w:val="20"/>
          <w:szCs w:val="20"/>
          <w:lang w:eastAsia="pl-PL"/>
        </w:rPr>
      </w:pPr>
      <w:r w:rsidRPr="00405092">
        <w:rPr>
          <w:rFonts w:eastAsia="Calibri" w:cstheme="minorHAnsi"/>
          <w:b/>
          <w:color w:val="000000"/>
          <w:sz w:val="20"/>
          <w:szCs w:val="20"/>
          <w:lang w:eastAsia="pl-PL"/>
        </w:rPr>
        <w:t>Zamawiający, któremu składane jest Oświadczenie.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5940"/>
      </w:tblGrid>
      <w:tr w:rsidR="00405092" w:rsidRPr="00405092" w14:paraId="0823CACF" w14:textId="77777777" w:rsidTr="004B2A70">
        <w:trPr>
          <w:trHeight w:val="548"/>
        </w:trPr>
        <w:tc>
          <w:tcPr>
            <w:tcW w:w="2977" w:type="dxa"/>
            <w:shd w:val="clear" w:color="auto" w:fill="auto"/>
            <w:vAlign w:val="center"/>
          </w:tcPr>
          <w:p w14:paraId="6B0C90C5" w14:textId="77777777" w:rsidR="00405092" w:rsidRPr="00405092" w:rsidRDefault="00405092" w:rsidP="00405092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 xml:space="preserve">Pełna nazwa Zamawiającego </w:t>
            </w:r>
          </w:p>
        </w:tc>
        <w:tc>
          <w:tcPr>
            <w:tcW w:w="5940" w:type="dxa"/>
            <w:vAlign w:val="center"/>
          </w:tcPr>
          <w:p w14:paraId="5C1AB878" w14:textId="77777777" w:rsidR="00405092" w:rsidRPr="00B00D8F" w:rsidRDefault="00405092" w:rsidP="00405092">
            <w:pPr>
              <w:spacing w:after="0" w:line="240" w:lineRule="auto"/>
              <w:rPr>
                <w:rFonts w:eastAsia="Calibri" w:cstheme="minorHAnsi"/>
                <w:b/>
                <w:bCs/>
                <w:color w:val="FF0000"/>
                <w:sz w:val="16"/>
                <w:szCs w:val="16"/>
              </w:rPr>
            </w:pPr>
            <w:r w:rsidRPr="00B00D8F">
              <w:rPr>
                <w:rFonts w:eastAsia="Calibri" w:cstheme="minorHAnsi"/>
                <w:b/>
                <w:bCs/>
                <w:color w:val="000000" w:themeColor="text1"/>
                <w:sz w:val="16"/>
                <w:szCs w:val="16"/>
              </w:rPr>
              <w:t xml:space="preserve">Zakład Unieszkodliwiania Odpadów Promieniotwórczych - Przedsiębiorstwo Państwowe Użyteczności Publicznej </w:t>
            </w:r>
          </w:p>
        </w:tc>
      </w:tr>
      <w:tr w:rsidR="00405092" w:rsidRPr="00405092" w14:paraId="13E657F8" w14:textId="77777777" w:rsidTr="00405092">
        <w:trPr>
          <w:trHeight w:val="493"/>
        </w:trPr>
        <w:tc>
          <w:tcPr>
            <w:tcW w:w="2977" w:type="dxa"/>
            <w:shd w:val="clear" w:color="auto" w:fill="auto"/>
            <w:vAlign w:val="center"/>
          </w:tcPr>
          <w:p w14:paraId="60281A4C" w14:textId="77777777" w:rsidR="00405092" w:rsidRPr="00405092" w:rsidRDefault="00405092" w:rsidP="00405092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Adres siedziby</w:t>
            </w:r>
          </w:p>
        </w:tc>
        <w:tc>
          <w:tcPr>
            <w:tcW w:w="5940" w:type="dxa"/>
            <w:vAlign w:val="center"/>
          </w:tcPr>
          <w:p w14:paraId="7D85D12A" w14:textId="77777777" w:rsidR="00405092" w:rsidRPr="00405092" w:rsidRDefault="00405092" w:rsidP="00405092">
            <w:pPr>
              <w:spacing w:after="0" w:line="240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ul. Andrzeja </w:t>
            </w:r>
            <w:proofErr w:type="spellStart"/>
            <w:r w:rsidRPr="00405092">
              <w:rPr>
                <w:rFonts w:eastAsia="Calibri" w:cstheme="minorHAnsi"/>
                <w:color w:val="000000" w:themeColor="text1"/>
                <w:sz w:val="16"/>
                <w:szCs w:val="16"/>
              </w:rPr>
              <w:t>Sołtana</w:t>
            </w:r>
            <w:proofErr w:type="spellEnd"/>
            <w:r w:rsidRPr="00405092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 7, 05-400 Otwock, </w:t>
            </w:r>
          </w:p>
          <w:p w14:paraId="11B62641" w14:textId="50E04FB3" w:rsidR="00405092" w:rsidRPr="00405092" w:rsidRDefault="00405092" w:rsidP="00405092">
            <w:pPr>
              <w:spacing w:after="0" w:line="240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color w:val="000000" w:themeColor="text1"/>
                <w:sz w:val="16"/>
                <w:szCs w:val="16"/>
              </w:rPr>
              <w:t xml:space="preserve">woj. </w:t>
            </w:r>
            <w:r w:rsidR="00655823" w:rsidRPr="00405092">
              <w:rPr>
                <w:rFonts w:eastAsia="Calibri" w:cstheme="minorHAnsi"/>
                <w:color w:val="000000" w:themeColor="text1"/>
                <w:sz w:val="16"/>
                <w:szCs w:val="16"/>
              </w:rPr>
              <w:t>M</w:t>
            </w:r>
            <w:r w:rsidRPr="00405092">
              <w:rPr>
                <w:rFonts w:eastAsia="Calibri" w:cstheme="minorHAnsi"/>
                <w:color w:val="000000" w:themeColor="text1"/>
                <w:sz w:val="16"/>
                <w:szCs w:val="16"/>
              </w:rPr>
              <w:t>azowieckie</w:t>
            </w:r>
          </w:p>
        </w:tc>
      </w:tr>
      <w:tr w:rsidR="00405092" w:rsidRPr="00405092" w14:paraId="75E3725D" w14:textId="77777777" w:rsidTr="00405092">
        <w:trPr>
          <w:trHeight w:val="260"/>
        </w:trPr>
        <w:tc>
          <w:tcPr>
            <w:tcW w:w="2977" w:type="dxa"/>
            <w:shd w:val="clear" w:color="auto" w:fill="auto"/>
            <w:vAlign w:val="center"/>
          </w:tcPr>
          <w:p w14:paraId="06C97C18" w14:textId="77777777" w:rsidR="00405092" w:rsidRPr="00405092" w:rsidRDefault="00405092" w:rsidP="00405092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NIP</w:t>
            </w:r>
          </w:p>
        </w:tc>
        <w:tc>
          <w:tcPr>
            <w:tcW w:w="5940" w:type="dxa"/>
            <w:vAlign w:val="center"/>
          </w:tcPr>
          <w:p w14:paraId="7AAA64A1" w14:textId="77777777" w:rsidR="00405092" w:rsidRPr="00405092" w:rsidRDefault="00405092" w:rsidP="00405092">
            <w:pPr>
              <w:spacing w:after="0" w:line="240" w:lineRule="auto"/>
              <w:jc w:val="both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color w:val="000000" w:themeColor="text1"/>
                <w:sz w:val="16"/>
                <w:szCs w:val="16"/>
              </w:rPr>
              <w:t>532-17-93-099</w:t>
            </w:r>
          </w:p>
        </w:tc>
      </w:tr>
      <w:tr w:rsidR="00405092" w:rsidRPr="00405092" w14:paraId="6A70F4A4" w14:textId="77777777" w:rsidTr="00405092">
        <w:trPr>
          <w:trHeight w:val="278"/>
        </w:trPr>
        <w:tc>
          <w:tcPr>
            <w:tcW w:w="2977" w:type="dxa"/>
            <w:shd w:val="clear" w:color="auto" w:fill="auto"/>
            <w:vAlign w:val="center"/>
          </w:tcPr>
          <w:p w14:paraId="31A75FFC" w14:textId="77777777" w:rsidR="00405092" w:rsidRPr="00405092" w:rsidRDefault="00405092" w:rsidP="00405092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REGON</w:t>
            </w:r>
          </w:p>
        </w:tc>
        <w:tc>
          <w:tcPr>
            <w:tcW w:w="5940" w:type="dxa"/>
            <w:vAlign w:val="center"/>
          </w:tcPr>
          <w:p w14:paraId="7D1A064F" w14:textId="77777777" w:rsidR="00405092" w:rsidRPr="00405092" w:rsidRDefault="00405092" w:rsidP="00405092">
            <w:pPr>
              <w:spacing w:after="0" w:line="240" w:lineRule="auto"/>
              <w:jc w:val="both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color w:val="000000" w:themeColor="text1"/>
                <w:sz w:val="16"/>
                <w:szCs w:val="16"/>
              </w:rPr>
              <w:t>017471611</w:t>
            </w:r>
          </w:p>
        </w:tc>
      </w:tr>
      <w:tr w:rsidR="00405092" w:rsidRPr="00405092" w14:paraId="2578A3E5" w14:textId="77777777" w:rsidTr="00405092">
        <w:trPr>
          <w:trHeight w:val="282"/>
        </w:trPr>
        <w:tc>
          <w:tcPr>
            <w:tcW w:w="2977" w:type="dxa"/>
            <w:shd w:val="clear" w:color="auto" w:fill="auto"/>
            <w:vAlign w:val="center"/>
          </w:tcPr>
          <w:p w14:paraId="0A661FCF" w14:textId="77777777" w:rsidR="00405092" w:rsidRPr="00405092" w:rsidRDefault="00405092" w:rsidP="00405092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KRS</w:t>
            </w:r>
          </w:p>
        </w:tc>
        <w:tc>
          <w:tcPr>
            <w:tcW w:w="5940" w:type="dxa"/>
            <w:vAlign w:val="center"/>
          </w:tcPr>
          <w:p w14:paraId="0ADEEEB7" w14:textId="77777777" w:rsidR="00405092" w:rsidRPr="00405092" w:rsidRDefault="00405092" w:rsidP="00405092">
            <w:pPr>
              <w:spacing w:after="0" w:line="240" w:lineRule="auto"/>
              <w:jc w:val="both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color w:val="000000" w:themeColor="text1"/>
                <w:sz w:val="16"/>
                <w:szCs w:val="16"/>
              </w:rPr>
              <w:t>0000089814</w:t>
            </w:r>
          </w:p>
        </w:tc>
      </w:tr>
      <w:tr w:rsidR="00405092" w:rsidRPr="00405092" w14:paraId="4110D71A" w14:textId="77777777" w:rsidTr="00405092">
        <w:trPr>
          <w:trHeight w:val="272"/>
        </w:trPr>
        <w:tc>
          <w:tcPr>
            <w:tcW w:w="2977" w:type="dxa"/>
            <w:shd w:val="clear" w:color="auto" w:fill="auto"/>
            <w:vAlign w:val="center"/>
          </w:tcPr>
          <w:p w14:paraId="203451A0" w14:textId="77777777" w:rsidR="00405092" w:rsidRPr="00405092" w:rsidRDefault="00405092" w:rsidP="00405092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Rodzaj Zamawiającego</w:t>
            </w:r>
          </w:p>
        </w:tc>
        <w:tc>
          <w:tcPr>
            <w:tcW w:w="5940" w:type="dxa"/>
            <w:vAlign w:val="center"/>
          </w:tcPr>
          <w:p w14:paraId="122C1AE7" w14:textId="77777777" w:rsidR="00405092" w:rsidRPr="00405092" w:rsidRDefault="00405092" w:rsidP="00405092">
            <w:pPr>
              <w:spacing w:after="0" w:line="240" w:lineRule="auto"/>
              <w:jc w:val="both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color w:val="000000" w:themeColor="text1"/>
                <w:sz w:val="16"/>
                <w:szCs w:val="16"/>
              </w:rPr>
              <w:t>Przedsiębiorstwo Użyteczności Publicznej</w:t>
            </w:r>
          </w:p>
        </w:tc>
      </w:tr>
      <w:tr w:rsidR="00405092" w:rsidRPr="00405092" w14:paraId="5FCD59E6" w14:textId="77777777" w:rsidTr="00405092">
        <w:trPr>
          <w:trHeight w:val="134"/>
        </w:trPr>
        <w:tc>
          <w:tcPr>
            <w:tcW w:w="2977" w:type="dxa"/>
            <w:shd w:val="clear" w:color="auto" w:fill="auto"/>
            <w:vAlign w:val="center"/>
          </w:tcPr>
          <w:p w14:paraId="3E18C95A" w14:textId="77777777" w:rsidR="00405092" w:rsidRPr="00405092" w:rsidRDefault="00405092" w:rsidP="00405092">
            <w:pPr>
              <w:spacing w:after="0" w:line="240" w:lineRule="auto"/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</w:pPr>
            <w:r w:rsidRPr="00405092">
              <w:rPr>
                <w:rFonts w:eastAsia="Calibri" w:cstheme="minorHAnsi"/>
                <w:b/>
                <w:color w:val="000000" w:themeColor="text1"/>
                <w:sz w:val="16"/>
                <w:szCs w:val="16"/>
              </w:rPr>
              <w:t>Adres strony internetowej</w:t>
            </w:r>
          </w:p>
        </w:tc>
        <w:tc>
          <w:tcPr>
            <w:tcW w:w="5940" w:type="dxa"/>
            <w:vAlign w:val="center"/>
          </w:tcPr>
          <w:p w14:paraId="57F1516B" w14:textId="673ED4AD" w:rsidR="00405092" w:rsidRPr="00405092" w:rsidRDefault="00655823" w:rsidP="00405092">
            <w:pPr>
              <w:spacing w:after="0" w:line="240" w:lineRule="auto"/>
              <w:rPr>
                <w:rFonts w:eastAsia="Calibri" w:cstheme="minorHAnsi"/>
                <w:color w:val="000000" w:themeColor="text1"/>
                <w:sz w:val="16"/>
                <w:szCs w:val="16"/>
              </w:rPr>
            </w:pPr>
            <w:hyperlink r:id="rId8" w:history="1">
              <w:r w:rsidRPr="005D6AB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</w:rPr>
                <w:t>www.zuop.pl</w:t>
              </w:r>
            </w:hyperlink>
          </w:p>
        </w:tc>
      </w:tr>
    </w:tbl>
    <w:p w14:paraId="26F9C614" w14:textId="578E44DC" w:rsidR="0058438A" w:rsidRDefault="0058438A" w:rsidP="00E05744">
      <w:pPr>
        <w:pStyle w:val="Akapitzlist"/>
        <w:tabs>
          <w:tab w:val="left" w:pos="5436"/>
        </w:tabs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  <w:bCs/>
          <w:color w:val="000000" w:themeColor="text1"/>
        </w:rPr>
      </w:pPr>
      <w:bookmarkStart w:id="6" w:name="_Hlk106468478"/>
    </w:p>
    <w:p w14:paraId="774DD66A" w14:textId="22A29EAE" w:rsidR="0008115F" w:rsidRDefault="0008115F" w:rsidP="0008115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Calibri" w:cstheme="minorHAnsi"/>
          <w:b/>
          <w:color w:val="000000"/>
          <w:sz w:val="20"/>
          <w:szCs w:val="20"/>
          <w:lang w:eastAsia="pl-PL"/>
        </w:rPr>
      </w:pPr>
      <w:bookmarkStart w:id="7" w:name="_Hlk107769687"/>
      <w:bookmarkEnd w:id="6"/>
      <w:r w:rsidRPr="0008115F">
        <w:rPr>
          <w:rFonts w:eastAsia="Calibri" w:cstheme="minorHAnsi"/>
          <w:b/>
          <w:color w:val="000000"/>
          <w:sz w:val="20"/>
          <w:szCs w:val="20"/>
          <w:lang w:eastAsia="pl-PL"/>
        </w:rPr>
        <w:t>Dane dotyczące Wykonawcy składającego Oświadczenie</w:t>
      </w:r>
    </w:p>
    <w:p w14:paraId="53AE3E12" w14:textId="5E900F9B" w:rsidR="007118B8" w:rsidRDefault="007118B8" w:rsidP="007118B8">
      <w:pPr>
        <w:pStyle w:val="Akapitzlist"/>
        <w:spacing w:after="0" w:line="240" w:lineRule="auto"/>
        <w:jc w:val="both"/>
        <w:rPr>
          <w:rFonts w:eastAsia="Calibri" w:cstheme="minorHAnsi"/>
          <w:b/>
          <w:color w:val="000000"/>
          <w:sz w:val="20"/>
          <w:szCs w:val="20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4110"/>
        <w:gridCol w:w="3956"/>
      </w:tblGrid>
      <w:tr w:rsidR="0008115F" w:rsidRPr="0008115F" w14:paraId="0EB9D015" w14:textId="77777777" w:rsidTr="007118B8">
        <w:trPr>
          <w:trHeight w:val="206"/>
        </w:trPr>
        <w:tc>
          <w:tcPr>
            <w:tcW w:w="738" w:type="dxa"/>
          </w:tcPr>
          <w:p w14:paraId="00279A58" w14:textId="77777777" w:rsidR="0008115F" w:rsidRPr="0008115F" w:rsidRDefault="0008115F" w:rsidP="0008115F">
            <w:pPr>
              <w:spacing w:after="0" w:line="240" w:lineRule="auto"/>
              <w:ind w:left="87" w:hanging="10"/>
              <w:jc w:val="center"/>
              <w:rPr>
                <w:rFonts w:eastAsia="Calibri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110" w:type="dxa"/>
            <w:shd w:val="clear" w:color="auto" w:fill="auto"/>
          </w:tcPr>
          <w:p w14:paraId="0A58E2EF" w14:textId="77777777" w:rsidR="0008115F" w:rsidRPr="0008115F" w:rsidRDefault="0008115F" w:rsidP="0008115F">
            <w:pPr>
              <w:spacing w:after="0" w:line="240" w:lineRule="auto"/>
              <w:ind w:left="87" w:hanging="10"/>
              <w:jc w:val="center"/>
              <w:rPr>
                <w:rFonts w:eastAsia="Calibri" w:cstheme="minorHAnsi"/>
                <w:b/>
                <w:i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b/>
                <w:color w:val="000000"/>
                <w:sz w:val="16"/>
                <w:szCs w:val="16"/>
                <w:lang w:eastAsia="pl-PL"/>
              </w:rPr>
              <w:t>Dane dotyczące Wykonawcy</w:t>
            </w:r>
          </w:p>
        </w:tc>
        <w:tc>
          <w:tcPr>
            <w:tcW w:w="3956" w:type="dxa"/>
            <w:shd w:val="clear" w:color="auto" w:fill="auto"/>
          </w:tcPr>
          <w:p w14:paraId="0F06B0D0" w14:textId="77777777" w:rsidR="0008115F" w:rsidRPr="0008115F" w:rsidRDefault="0008115F" w:rsidP="0008115F">
            <w:pPr>
              <w:spacing w:after="0" w:line="240" w:lineRule="auto"/>
              <w:ind w:left="87" w:hanging="10"/>
              <w:jc w:val="center"/>
              <w:rPr>
                <w:rFonts w:eastAsia="Calibri" w:cstheme="minorHAnsi"/>
                <w:b/>
                <w:i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b/>
                <w:color w:val="000000"/>
                <w:sz w:val="16"/>
                <w:szCs w:val="16"/>
                <w:lang w:eastAsia="pl-PL"/>
              </w:rPr>
              <w:t xml:space="preserve">Informacje </w:t>
            </w:r>
          </w:p>
        </w:tc>
      </w:tr>
      <w:tr w:rsidR="0008115F" w:rsidRPr="0008115F" w14:paraId="0AF4922C" w14:textId="77777777" w:rsidTr="007118B8">
        <w:trPr>
          <w:trHeight w:val="280"/>
        </w:trPr>
        <w:tc>
          <w:tcPr>
            <w:tcW w:w="738" w:type="dxa"/>
            <w:vAlign w:val="center"/>
          </w:tcPr>
          <w:p w14:paraId="09706686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3.1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819D6F1" w14:textId="77777777" w:rsidR="0008115F" w:rsidRPr="0008115F" w:rsidRDefault="0008115F" w:rsidP="0008115F">
            <w:pPr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5257BCD8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  <w:tr w:rsidR="0008115F" w:rsidRPr="0008115F" w14:paraId="56CBBF75" w14:textId="77777777" w:rsidTr="007118B8">
        <w:trPr>
          <w:trHeight w:val="202"/>
        </w:trPr>
        <w:tc>
          <w:tcPr>
            <w:tcW w:w="738" w:type="dxa"/>
          </w:tcPr>
          <w:p w14:paraId="63986472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3.2</w:t>
            </w:r>
          </w:p>
        </w:tc>
        <w:tc>
          <w:tcPr>
            <w:tcW w:w="4110" w:type="dxa"/>
            <w:shd w:val="clear" w:color="auto" w:fill="auto"/>
          </w:tcPr>
          <w:p w14:paraId="685247AC" w14:textId="77777777" w:rsidR="0008115F" w:rsidRPr="0008115F" w:rsidRDefault="0008115F" w:rsidP="0008115F">
            <w:pPr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Adres do korespondencji</w:t>
            </w:r>
          </w:p>
        </w:tc>
        <w:tc>
          <w:tcPr>
            <w:tcW w:w="3956" w:type="dxa"/>
            <w:shd w:val="clear" w:color="auto" w:fill="auto"/>
          </w:tcPr>
          <w:p w14:paraId="37947EA8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ul. …., ...-…  woj. ….. kraj: ……</w:t>
            </w:r>
          </w:p>
        </w:tc>
      </w:tr>
      <w:tr w:rsidR="0008115F" w:rsidRPr="0008115F" w14:paraId="4D0DB2B5" w14:textId="77777777" w:rsidTr="007118B8">
        <w:trPr>
          <w:trHeight w:val="233"/>
        </w:trPr>
        <w:tc>
          <w:tcPr>
            <w:tcW w:w="738" w:type="dxa"/>
            <w:vAlign w:val="center"/>
          </w:tcPr>
          <w:p w14:paraId="617CCFD5" w14:textId="16BCC20B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3.3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C3E008A" w14:textId="77777777" w:rsidR="0008115F" w:rsidRPr="0008115F" w:rsidRDefault="0008115F" w:rsidP="0008115F">
            <w:pPr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E-mail do korespondencji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41A75FA9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………………..@……………………</w:t>
            </w:r>
          </w:p>
        </w:tc>
      </w:tr>
      <w:tr w:rsidR="0008115F" w:rsidRPr="0008115F" w14:paraId="2AA516DC" w14:textId="77777777" w:rsidTr="007118B8">
        <w:trPr>
          <w:trHeight w:val="266"/>
        </w:trPr>
        <w:tc>
          <w:tcPr>
            <w:tcW w:w="738" w:type="dxa"/>
            <w:vAlign w:val="center"/>
          </w:tcPr>
          <w:p w14:paraId="218D9B34" w14:textId="626CCAB4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3.4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087DE60" w14:textId="77777777" w:rsidR="0008115F" w:rsidRPr="0008115F" w:rsidRDefault="0008115F" w:rsidP="0008115F">
            <w:pPr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Adres strony internetowej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076AE378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……………………..</w:t>
            </w:r>
          </w:p>
        </w:tc>
      </w:tr>
      <w:tr w:rsidR="0008115F" w:rsidRPr="0008115F" w14:paraId="0AC800A7" w14:textId="77777777" w:rsidTr="007118B8">
        <w:trPr>
          <w:trHeight w:val="484"/>
        </w:trPr>
        <w:tc>
          <w:tcPr>
            <w:tcW w:w="738" w:type="dxa"/>
          </w:tcPr>
          <w:p w14:paraId="1A6ACC77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3.5</w:t>
            </w:r>
          </w:p>
        </w:tc>
        <w:tc>
          <w:tcPr>
            <w:tcW w:w="4110" w:type="dxa"/>
            <w:shd w:val="clear" w:color="auto" w:fill="auto"/>
          </w:tcPr>
          <w:p w14:paraId="0E32C335" w14:textId="77777777" w:rsidR="0008115F" w:rsidRPr="0008115F" w:rsidRDefault="0008115F" w:rsidP="0008115F">
            <w:pPr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Czy Wykonawca jest mikroprzedsiębiorstwem albo małym albo średnim przedsiębiorstwem </w:t>
            </w:r>
            <w:r w:rsidRPr="0008115F">
              <w:rPr>
                <w:rFonts w:eastAsia="Palatino Linotype" w:cstheme="minorHAnsi"/>
                <w:b/>
                <w:color w:val="000000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3956" w:type="dxa"/>
            <w:shd w:val="clear" w:color="auto" w:fill="auto"/>
          </w:tcPr>
          <w:p w14:paraId="4C7770CA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Mikroprzedsiębiorstwo – </w:t>
            </w:r>
          </w:p>
          <w:p w14:paraId="1D2ED97D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Małe przedsiębiorstwo – </w:t>
            </w:r>
          </w:p>
          <w:p w14:paraId="295A5DAA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Średnie przedsiębiorstwo – </w:t>
            </w:r>
          </w:p>
        </w:tc>
      </w:tr>
      <w:tr w:rsidR="0008115F" w:rsidRPr="0008115F" w14:paraId="007B69FA" w14:textId="77777777" w:rsidTr="007118B8">
        <w:trPr>
          <w:trHeight w:val="340"/>
        </w:trPr>
        <w:tc>
          <w:tcPr>
            <w:tcW w:w="738" w:type="dxa"/>
            <w:vAlign w:val="center"/>
          </w:tcPr>
          <w:p w14:paraId="35CDBB7E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3.6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309EACC9" w14:textId="7114C365" w:rsidR="0008115F" w:rsidRPr="0008115F" w:rsidRDefault="00070FA3" w:rsidP="0008115F">
            <w:pPr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PESEL/</w:t>
            </w: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NIP</w:t>
            </w:r>
            <w:r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/KRS/CEIDG </w:t>
            </w: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 Wykonawcy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525776F5" w14:textId="77777777" w:rsidR="0008115F" w:rsidRPr="0008115F" w:rsidRDefault="0008115F" w:rsidP="0008115F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 w:rsidRPr="0008115F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………………………………</w:t>
            </w:r>
          </w:p>
        </w:tc>
      </w:tr>
      <w:tr w:rsidR="007118B8" w:rsidRPr="0008115F" w14:paraId="45FA0394" w14:textId="77777777" w:rsidTr="007118B8">
        <w:trPr>
          <w:trHeight w:val="416"/>
        </w:trPr>
        <w:tc>
          <w:tcPr>
            <w:tcW w:w="738" w:type="dxa"/>
            <w:vAlign w:val="center"/>
          </w:tcPr>
          <w:p w14:paraId="40604C50" w14:textId="26C8E03A" w:rsidR="007118B8" w:rsidRPr="0008115F" w:rsidRDefault="007118B8" w:rsidP="007118B8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3.7.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95C7C44" w14:textId="237A5E10" w:rsidR="007118B8" w:rsidRPr="0008115F" w:rsidRDefault="007118B8" w:rsidP="007118B8">
            <w:pPr>
              <w:spacing w:after="0" w:line="240" w:lineRule="auto"/>
              <w:ind w:left="87" w:hanging="10"/>
              <w:jc w:val="center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Reprezentowany przez 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421EEC8C" w14:textId="77777777" w:rsidR="007118B8" w:rsidRDefault="007118B8" w:rsidP="007118B8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</w:p>
          <w:p w14:paraId="7413DE9B" w14:textId="59A5A104" w:rsidR="007118B8" w:rsidRDefault="007118B8" w:rsidP="007118B8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>…………………………………</w:t>
            </w:r>
          </w:p>
          <w:p w14:paraId="7FE22B43" w14:textId="77777777" w:rsidR="007118B8" w:rsidRDefault="007118B8" w:rsidP="007118B8">
            <w:pPr>
              <w:spacing w:after="0" w:line="240" w:lineRule="auto"/>
              <w:ind w:left="87" w:hanging="10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</w:p>
          <w:p w14:paraId="7C18296C" w14:textId="52FFA90E" w:rsidR="007118B8" w:rsidRPr="0008115F" w:rsidRDefault="007118B8" w:rsidP="007118B8">
            <w:pPr>
              <w:spacing w:after="0" w:line="240" w:lineRule="auto"/>
              <w:jc w:val="both"/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Imię i nazwisko – podstawa do reprezentacji </w:t>
            </w:r>
          </w:p>
        </w:tc>
      </w:tr>
    </w:tbl>
    <w:p w14:paraId="61EA514E" w14:textId="77777777" w:rsidR="00070FA3" w:rsidRDefault="00070FA3" w:rsidP="0008115F">
      <w:pPr>
        <w:tabs>
          <w:tab w:val="num" w:pos="709"/>
        </w:tabs>
        <w:spacing w:after="0" w:line="240" w:lineRule="auto"/>
        <w:ind w:left="567" w:hanging="141"/>
        <w:jc w:val="both"/>
        <w:rPr>
          <w:rFonts w:eastAsia="Palatino Linotype" w:cstheme="minorHAnsi"/>
          <w:b/>
          <w:color w:val="000000"/>
          <w:sz w:val="20"/>
          <w:szCs w:val="20"/>
          <w:vertAlign w:val="superscript"/>
          <w:lang w:eastAsia="pl-PL"/>
        </w:rPr>
      </w:pPr>
    </w:p>
    <w:p w14:paraId="199D4E8D" w14:textId="753E0077" w:rsidR="0008115F" w:rsidRPr="00070FA3" w:rsidRDefault="0008115F" w:rsidP="0008115F">
      <w:pPr>
        <w:tabs>
          <w:tab w:val="num" w:pos="709"/>
        </w:tabs>
        <w:spacing w:after="0" w:line="240" w:lineRule="auto"/>
        <w:ind w:left="567" w:hanging="141"/>
        <w:jc w:val="both"/>
        <w:rPr>
          <w:rFonts w:eastAsia="Calibri" w:cstheme="minorHAnsi"/>
          <w:color w:val="000000"/>
          <w:sz w:val="16"/>
          <w:szCs w:val="16"/>
          <w:lang w:eastAsia="en-GB"/>
        </w:rPr>
      </w:pPr>
      <w:r w:rsidRPr="0008115F">
        <w:rPr>
          <w:rFonts w:eastAsia="Palatino Linotype" w:cstheme="minorHAnsi"/>
          <w:b/>
          <w:color w:val="000000"/>
          <w:sz w:val="20"/>
          <w:szCs w:val="20"/>
          <w:vertAlign w:val="superscript"/>
          <w:lang w:eastAsia="pl-PL"/>
        </w:rPr>
        <w:t>1)</w:t>
      </w:r>
      <w:r w:rsidRPr="0008115F">
        <w:rPr>
          <w:rFonts w:eastAsia="Palatino Linotype" w:cstheme="minorHAnsi"/>
          <w:b/>
          <w:color w:val="000000"/>
          <w:sz w:val="20"/>
          <w:szCs w:val="20"/>
          <w:lang w:eastAsia="en-GB"/>
        </w:rPr>
        <w:t xml:space="preserve"> </w:t>
      </w:r>
      <w:r w:rsidRPr="00070FA3">
        <w:rPr>
          <w:rFonts w:eastAsia="Calibri" w:cstheme="minorHAnsi"/>
          <w:b/>
          <w:color w:val="000000"/>
          <w:sz w:val="16"/>
          <w:szCs w:val="16"/>
          <w:lang w:eastAsia="en-GB"/>
        </w:rPr>
        <w:t>Mikroprzedsiębiorstwo</w:t>
      </w:r>
      <w:r w:rsidRPr="00070FA3">
        <w:rPr>
          <w:rFonts w:eastAsia="Calibri" w:cstheme="minorHAnsi"/>
          <w:color w:val="000000"/>
          <w:sz w:val="16"/>
          <w:szCs w:val="16"/>
          <w:lang w:eastAsia="en-GB"/>
        </w:rPr>
        <w:t>: przedsiębiorstwo, które zatrudnia mniej niż 10 osób i którego roczny obrót lub roczna suma bilansowa nie przekracza 2 milionów EUR.</w:t>
      </w:r>
    </w:p>
    <w:p w14:paraId="42DB2993" w14:textId="77777777" w:rsidR="0008115F" w:rsidRPr="00070FA3" w:rsidRDefault="0008115F" w:rsidP="0008115F">
      <w:pPr>
        <w:spacing w:after="0" w:line="240" w:lineRule="auto"/>
        <w:ind w:left="567" w:hanging="10"/>
        <w:jc w:val="both"/>
        <w:rPr>
          <w:rFonts w:eastAsia="Calibri" w:cstheme="minorHAnsi"/>
          <w:color w:val="000000"/>
          <w:sz w:val="16"/>
          <w:szCs w:val="16"/>
          <w:lang w:eastAsia="en-GB"/>
        </w:rPr>
      </w:pPr>
      <w:r w:rsidRPr="00070FA3">
        <w:rPr>
          <w:rFonts w:eastAsia="Calibri" w:cstheme="minorHAnsi"/>
          <w:b/>
          <w:color w:val="000000"/>
          <w:sz w:val="16"/>
          <w:szCs w:val="16"/>
          <w:lang w:eastAsia="en-GB"/>
        </w:rPr>
        <w:t>Małe przedsiębiorstwo</w:t>
      </w:r>
      <w:r w:rsidRPr="00070FA3">
        <w:rPr>
          <w:rFonts w:eastAsia="Calibri" w:cstheme="minorHAnsi"/>
          <w:color w:val="000000"/>
          <w:sz w:val="16"/>
          <w:szCs w:val="16"/>
          <w:lang w:eastAsia="en-GB"/>
        </w:rPr>
        <w:t>: przedsiębiorstwo, które zatrudnia mniej niż 50 osób i którego roczny obrót lub roczna suma bilansowa nie przekracza 10 milionów EUR.</w:t>
      </w:r>
    </w:p>
    <w:p w14:paraId="6CD6D423" w14:textId="77777777" w:rsidR="0008115F" w:rsidRPr="00070FA3" w:rsidRDefault="0008115F" w:rsidP="0008115F">
      <w:pPr>
        <w:spacing w:after="0" w:line="240" w:lineRule="auto"/>
        <w:ind w:left="567" w:hanging="10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  <w:r w:rsidRPr="00070FA3">
        <w:rPr>
          <w:rFonts w:eastAsia="Calibri" w:cstheme="minorHAnsi"/>
          <w:b/>
          <w:color w:val="000000"/>
          <w:sz w:val="16"/>
          <w:szCs w:val="16"/>
          <w:lang w:eastAsia="en-GB"/>
        </w:rPr>
        <w:t>Średnie przedsiębiorstwa</w:t>
      </w:r>
      <w:r w:rsidRPr="00070FA3">
        <w:rPr>
          <w:rFonts w:eastAsia="Calibri" w:cstheme="minorHAnsi"/>
          <w:color w:val="000000"/>
          <w:sz w:val="16"/>
          <w:szCs w:val="16"/>
          <w:lang w:eastAsia="en-GB"/>
        </w:rPr>
        <w:t xml:space="preserve">: przedsiębiorstwa, które nie są mikroprzedsiębiorstwami ani małymi przedsiębiorstwami i które zatrudniają mniej niż 250 osób i których roczny obrót nie przekracza 50 milionów EUR </w:t>
      </w:r>
      <w:r w:rsidRPr="00070FA3">
        <w:rPr>
          <w:rFonts w:eastAsia="Calibri" w:cstheme="minorHAnsi"/>
          <w:i/>
          <w:color w:val="000000"/>
          <w:sz w:val="16"/>
          <w:szCs w:val="16"/>
          <w:lang w:eastAsia="en-GB"/>
        </w:rPr>
        <w:t>lub</w:t>
      </w:r>
      <w:r w:rsidRPr="00070FA3">
        <w:rPr>
          <w:rFonts w:eastAsia="Calibri" w:cstheme="minorHAnsi"/>
          <w:color w:val="000000"/>
          <w:sz w:val="16"/>
          <w:szCs w:val="16"/>
          <w:lang w:eastAsia="en-GB"/>
        </w:rPr>
        <w:t xml:space="preserve"> roczna suma bilansowa nie przekracza 43 milionów EUR.</w:t>
      </w:r>
    </w:p>
    <w:bookmarkEnd w:id="7"/>
    <w:p w14:paraId="1E255AED" w14:textId="52769507" w:rsidR="00405092" w:rsidRDefault="00405092" w:rsidP="00AD22E8">
      <w:pPr>
        <w:spacing w:after="120" w:line="276" w:lineRule="auto"/>
        <w:jc w:val="both"/>
        <w:rPr>
          <w:rFonts w:eastAsia="Calibri" w:cstheme="minorHAnsi"/>
          <w:color w:val="000000" w:themeColor="text1"/>
          <w:lang w:eastAsia="pl-PL"/>
        </w:rPr>
      </w:pPr>
    </w:p>
    <w:p w14:paraId="0E5EF21B" w14:textId="004B48B7" w:rsidR="00AD22E8" w:rsidRPr="008D7152" w:rsidRDefault="00AD22E8" w:rsidP="00AD22E8">
      <w:pPr>
        <w:spacing w:after="120" w:line="276" w:lineRule="auto"/>
        <w:jc w:val="both"/>
        <w:rPr>
          <w:rFonts w:eastAsia="Times New Roman" w:cs="Calibri"/>
          <w:color w:val="000000"/>
          <w:sz w:val="20"/>
          <w:szCs w:val="20"/>
          <w:lang w:eastAsia="pl-PL"/>
        </w:rPr>
      </w:pPr>
      <w:r w:rsidRPr="006B3693">
        <w:rPr>
          <w:rFonts w:eastAsia="Calibri" w:cstheme="minorHAnsi"/>
          <w:color w:val="000000" w:themeColor="text1"/>
          <w:sz w:val="20"/>
          <w:szCs w:val="20"/>
          <w:lang w:eastAsia="pl-PL"/>
        </w:rPr>
        <w:t xml:space="preserve">Działając na podstawie art. 125 ust. 1 </w:t>
      </w:r>
      <w:r w:rsidRPr="006B3693">
        <w:rPr>
          <w:rFonts w:eastAsia="Calibri" w:cstheme="minorHAnsi"/>
          <w:color w:val="000000"/>
          <w:sz w:val="20"/>
          <w:szCs w:val="20"/>
          <w:lang w:eastAsia="pl-PL"/>
        </w:rPr>
        <w:t xml:space="preserve">ustawy z </w:t>
      </w:r>
      <w:r w:rsidRPr="006B3693">
        <w:rPr>
          <w:rFonts w:eastAsia="Calibri" w:cstheme="minorHAnsi"/>
          <w:color w:val="000000" w:themeColor="text1"/>
          <w:sz w:val="20"/>
          <w:szCs w:val="20"/>
          <w:lang w:eastAsia="pl-PL"/>
        </w:rPr>
        <w:t>dnia 11 września 2019 r. – Prawo zamówień publicznych (Dz.U. z 202</w:t>
      </w:r>
      <w:r w:rsidR="00B85701">
        <w:rPr>
          <w:rFonts w:eastAsia="Calibri" w:cstheme="minorHAnsi"/>
          <w:color w:val="000000" w:themeColor="text1"/>
          <w:sz w:val="20"/>
          <w:szCs w:val="20"/>
          <w:lang w:eastAsia="pl-PL"/>
        </w:rPr>
        <w:t>4</w:t>
      </w:r>
      <w:r w:rsidRPr="006B3693">
        <w:rPr>
          <w:rFonts w:eastAsia="Calibri" w:cstheme="minorHAnsi"/>
          <w:color w:val="000000" w:themeColor="text1"/>
          <w:sz w:val="20"/>
          <w:szCs w:val="20"/>
          <w:lang w:eastAsia="pl-PL"/>
        </w:rPr>
        <w:t xml:space="preserve"> r. poz. </w:t>
      </w:r>
      <w:r w:rsidR="00B85701">
        <w:rPr>
          <w:rFonts w:eastAsia="Calibri" w:cstheme="minorHAnsi"/>
          <w:color w:val="000000" w:themeColor="text1"/>
          <w:sz w:val="20"/>
          <w:szCs w:val="20"/>
          <w:lang w:eastAsia="pl-PL"/>
        </w:rPr>
        <w:t>1320</w:t>
      </w:r>
      <w:r w:rsidRPr="006B3693">
        <w:rPr>
          <w:rFonts w:eastAsia="Calibri" w:cstheme="minorHAnsi"/>
          <w:color w:val="000000" w:themeColor="text1"/>
          <w:sz w:val="20"/>
          <w:szCs w:val="20"/>
          <w:lang w:eastAsia="pl-PL"/>
        </w:rPr>
        <w:t>) składam oświadczenie w zakresie wskazanym</w:t>
      </w:r>
      <w:r w:rsidRPr="006B3693">
        <w:rPr>
          <w:rFonts w:eastAsia="Calibri" w:cstheme="minorHAnsi"/>
          <w:color w:val="000000"/>
          <w:sz w:val="20"/>
          <w:szCs w:val="20"/>
          <w:lang w:eastAsia="pl-PL"/>
        </w:rPr>
        <w:t xml:space="preserve"> przez Zamawiającego w SWZ, stanowiące dowód brak podstaw wykluczenia</w:t>
      </w:r>
      <w:r w:rsidR="00660698">
        <w:rPr>
          <w:rFonts w:eastAsia="Calibri" w:cstheme="minorHAnsi"/>
          <w:color w:val="000000"/>
          <w:sz w:val="20"/>
          <w:szCs w:val="20"/>
          <w:lang w:eastAsia="pl-PL"/>
        </w:rPr>
        <w:t xml:space="preserve"> oraz</w:t>
      </w:r>
      <w:r w:rsidR="00660698" w:rsidRPr="00660698">
        <w:rPr>
          <w:rFonts w:eastAsia="Calibri" w:cstheme="minorHAnsi"/>
          <w:color w:val="000000"/>
          <w:sz w:val="20"/>
          <w:szCs w:val="20"/>
          <w:lang w:eastAsia="pl-PL"/>
        </w:rPr>
        <w:t xml:space="preserve"> </w:t>
      </w:r>
      <w:r w:rsidR="00660698">
        <w:rPr>
          <w:rFonts w:eastAsia="Calibri" w:cstheme="minorHAnsi"/>
          <w:color w:val="000000"/>
          <w:sz w:val="20"/>
          <w:szCs w:val="20"/>
          <w:lang w:eastAsia="pl-PL"/>
        </w:rPr>
        <w:t>spełnienia warunków udziału w postępowaniu</w:t>
      </w:r>
      <w:r w:rsidRPr="006B3693">
        <w:rPr>
          <w:rFonts w:eastAsia="Calibri" w:cstheme="minorHAnsi"/>
          <w:color w:val="000000"/>
          <w:sz w:val="20"/>
          <w:szCs w:val="20"/>
          <w:lang w:eastAsia="pl-PL"/>
        </w:rPr>
        <w:t xml:space="preserve">. </w:t>
      </w:r>
      <w:r w:rsidR="00022C85" w:rsidRPr="006B3693">
        <w:rPr>
          <w:rFonts w:cstheme="minorHAnsi"/>
          <w:color w:val="000000" w:themeColor="text1"/>
          <w:sz w:val="20"/>
          <w:szCs w:val="20"/>
        </w:rPr>
        <w:t>Na potrzeby</w:t>
      </w:r>
      <w:r w:rsidR="00A748D3">
        <w:rPr>
          <w:rFonts w:cstheme="minorHAnsi"/>
          <w:color w:val="000000" w:themeColor="text1"/>
          <w:sz w:val="20"/>
          <w:szCs w:val="20"/>
        </w:rPr>
        <w:t xml:space="preserve"> przedmiotowego</w:t>
      </w:r>
      <w:r w:rsidR="00022C85" w:rsidRPr="006B3693">
        <w:rPr>
          <w:rFonts w:cstheme="minorHAnsi"/>
          <w:color w:val="000000" w:themeColor="text1"/>
          <w:sz w:val="20"/>
          <w:szCs w:val="20"/>
        </w:rPr>
        <w:t xml:space="preserve"> postępowania o udzielenie zamówienia publicznego</w:t>
      </w:r>
      <w:r w:rsidR="006B3693" w:rsidRPr="006B3693">
        <w:rPr>
          <w:rFonts w:cstheme="minorHAnsi"/>
          <w:color w:val="000000" w:themeColor="text1"/>
          <w:sz w:val="20"/>
          <w:szCs w:val="20"/>
        </w:rPr>
        <w:t xml:space="preserve"> </w:t>
      </w:r>
      <w:r w:rsidRPr="006B3693">
        <w:rPr>
          <w:rFonts w:cstheme="minorHAnsi"/>
          <w:color w:val="000000" w:themeColor="text1"/>
          <w:sz w:val="20"/>
          <w:szCs w:val="20"/>
        </w:rPr>
        <w:t xml:space="preserve">oświadczam, że </w:t>
      </w:r>
    </w:p>
    <w:p w14:paraId="6FCC2A79" w14:textId="52364336" w:rsidR="008859D8" w:rsidRPr="008859D8" w:rsidRDefault="008859D8" w:rsidP="002315C7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8859D8">
        <w:rPr>
          <w:rFonts w:cstheme="minorHAnsi"/>
          <w:color w:val="000000" w:themeColor="text1"/>
        </w:rPr>
        <w:t>spełniam warunki udziału w postępowaniu określone w SWZ</w:t>
      </w:r>
      <w:r w:rsidR="000B0EE4">
        <w:rPr>
          <w:rFonts w:cstheme="minorHAnsi"/>
          <w:color w:val="000000" w:themeColor="text1"/>
        </w:rPr>
        <w:t>,</w:t>
      </w:r>
    </w:p>
    <w:p w14:paraId="7CDD7463" w14:textId="6CC8D625" w:rsidR="00FB0CDB" w:rsidRPr="0058438A" w:rsidRDefault="00022C85" w:rsidP="00FB0CDB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AA37AB">
        <w:rPr>
          <w:rFonts w:cstheme="minorHAnsi"/>
          <w:color w:val="000000" w:themeColor="text1"/>
        </w:rPr>
        <w:t>nie podlegam wykluczen</w:t>
      </w:r>
      <w:bookmarkStart w:id="8" w:name="_Hlk61304340"/>
      <w:r w:rsidR="00FB0CDB" w:rsidRPr="00AA37AB">
        <w:rPr>
          <w:rFonts w:cstheme="minorHAnsi"/>
          <w:color w:val="000000" w:themeColor="text1"/>
        </w:rPr>
        <w:t xml:space="preserve">iu z postępowania na podstawie art. 108 ust. 1 oraz </w:t>
      </w:r>
      <w:r w:rsidRPr="00AA37AB">
        <w:rPr>
          <w:rFonts w:cstheme="minorHAnsi"/>
          <w:color w:val="000000" w:themeColor="text1"/>
        </w:rPr>
        <w:t xml:space="preserve">art.  109 ust. 1 </w:t>
      </w:r>
      <w:r w:rsidR="00FB0CDB" w:rsidRPr="00AA37AB">
        <w:rPr>
          <w:rFonts w:cstheme="minorHAnsi"/>
          <w:color w:val="000000" w:themeColor="text1"/>
        </w:rPr>
        <w:t xml:space="preserve">pkt 4, </w:t>
      </w:r>
      <w:r w:rsidR="00FB0CDB" w:rsidRPr="0058438A">
        <w:rPr>
          <w:rFonts w:cstheme="minorHAnsi"/>
          <w:color w:val="000000" w:themeColor="text1"/>
        </w:rPr>
        <w:t xml:space="preserve">5, 7, 8, 9 </w:t>
      </w:r>
      <w:r w:rsidR="00032CE9" w:rsidRPr="0058438A">
        <w:rPr>
          <w:rFonts w:cstheme="minorHAnsi"/>
          <w:color w:val="000000" w:themeColor="text1"/>
        </w:rPr>
        <w:t xml:space="preserve">oraz 10 </w:t>
      </w:r>
      <w:r w:rsidR="00FB0CDB" w:rsidRPr="0058438A">
        <w:rPr>
          <w:rFonts w:cstheme="minorHAnsi"/>
          <w:color w:val="000000" w:themeColor="text1"/>
        </w:rPr>
        <w:t xml:space="preserve">  </w:t>
      </w:r>
      <w:r w:rsidRPr="0058438A">
        <w:rPr>
          <w:rFonts w:cstheme="minorHAnsi"/>
          <w:color w:val="000000" w:themeColor="text1"/>
        </w:rPr>
        <w:t>ustawy</w:t>
      </w:r>
      <w:bookmarkEnd w:id="8"/>
      <w:r w:rsidRPr="0058438A">
        <w:rPr>
          <w:rFonts w:cstheme="minorHAnsi"/>
          <w:color w:val="000000" w:themeColor="text1"/>
        </w:rPr>
        <w:t xml:space="preserve"> </w:t>
      </w:r>
      <w:proofErr w:type="spellStart"/>
      <w:r w:rsidR="00FB0CDB" w:rsidRPr="0058438A">
        <w:rPr>
          <w:rFonts w:cstheme="minorHAnsi"/>
          <w:color w:val="000000" w:themeColor="text1"/>
        </w:rPr>
        <w:t>pzp</w:t>
      </w:r>
      <w:proofErr w:type="spellEnd"/>
      <w:r w:rsidR="00FB0CDB" w:rsidRPr="0058438A">
        <w:rPr>
          <w:rFonts w:cstheme="minorHAnsi"/>
          <w:color w:val="000000" w:themeColor="text1"/>
        </w:rPr>
        <w:t xml:space="preserve"> </w:t>
      </w:r>
      <w:r w:rsidRPr="0058438A">
        <w:rPr>
          <w:rFonts w:cstheme="minorHAnsi"/>
          <w:color w:val="000000" w:themeColor="text1"/>
        </w:rPr>
        <w:t>oraz</w:t>
      </w:r>
      <w:r w:rsidR="00FB0CDB" w:rsidRPr="0058438A">
        <w:rPr>
          <w:rFonts w:cstheme="minorHAnsi"/>
          <w:color w:val="000000" w:themeColor="text1"/>
        </w:rPr>
        <w:t>,</w:t>
      </w:r>
    </w:p>
    <w:p w14:paraId="56C6FE36" w14:textId="482CD770" w:rsidR="00A448CD" w:rsidRPr="00AA37AB" w:rsidRDefault="00EC6ED4" w:rsidP="00EC6ED4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AA37AB">
        <w:rPr>
          <w:color w:val="000000" w:themeColor="text1"/>
        </w:rPr>
        <w:t xml:space="preserve">zachodzą w stosunku do mnie podstawy wykluczenia z postępowania na podstawie art. ………………. ustawy </w:t>
      </w:r>
      <w:proofErr w:type="spellStart"/>
      <w:r w:rsidRPr="00AA37AB">
        <w:rPr>
          <w:color w:val="000000" w:themeColor="text1"/>
        </w:rPr>
        <w:t>Pzp</w:t>
      </w:r>
      <w:proofErr w:type="spellEnd"/>
      <w:r w:rsidRPr="00AA37AB">
        <w:rPr>
          <w:color w:val="000000" w:themeColor="text1"/>
        </w:rPr>
        <w:t xml:space="preserve"> </w:t>
      </w:r>
      <w:r w:rsidRPr="00AA37AB">
        <w:rPr>
          <w:i/>
          <w:color w:val="000000" w:themeColor="text1"/>
        </w:rPr>
        <w:t>(podać mającą zastosowanie podstawę wykluczenia spośród wymienionych w art. 108 ust. 1 i art. 109 ust. 1 pkt</w:t>
      </w:r>
      <w:r w:rsidR="00A448CD" w:rsidRPr="00AA37AB">
        <w:rPr>
          <w:i/>
          <w:color w:val="000000" w:themeColor="text1"/>
        </w:rPr>
        <w:t xml:space="preserve">. </w:t>
      </w:r>
      <w:r w:rsidRPr="00AA37AB">
        <w:rPr>
          <w:i/>
          <w:color w:val="000000" w:themeColor="text1"/>
        </w:rPr>
        <w:t xml:space="preserve"> </w:t>
      </w:r>
      <w:r w:rsidR="00A448CD" w:rsidRPr="00AA37AB">
        <w:rPr>
          <w:i/>
          <w:color w:val="000000" w:themeColor="text1"/>
        </w:rPr>
        <w:t>4, 5, 7, 8, 9</w:t>
      </w:r>
      <w:r w:rsidR="0058438A">
        <w:rPr>
          <w:i/>
          <w:color w:val="000000" w:themeColor="text1"/>
        </w:rPr>
        <w:t>,10</w:t>
      </w:r>
      <w:r w:rsidR="00A448CD" w:rsidRPr="00AA37AB">
        <w:rPr>
          <w:i/>
          <w:color w:val="000000" w:themeColor="text1"/>
        </w:rPr>
        <w:t xml:space="preserve"> </w:t>
      </w:r>
      <w:r w:rsidRPr="00AA37AB">
        <w:rPr>
          <w:i/>
          <w:color w:val="000000" w:themeColor="text1"/>
        </w:rPr>
        <w:t xml:space="preserve">ustawy </w:t>
      </w:r>
      <w:proofErr w:type="spellStart"/>
      <w:r w:rsidRPr="00AA37AB">
        <w:rPr>
          <w:i/>
          <w:color w:val="000000" w:themeColor="text1"/>
        </w:rPr>
        <w:t>Pzp</w:t>
      </w:r>
      <w:proofErr w:type="spellEnd"/>
      <w:r w:rsidRPr="00AA37AB">
        <w:rPr>
          <w:i/>
          <w:color w:val="000000" w:themeColor="text1"/>
        </w:rPr>
        <w:t>).</w:t>
      </w:r>
      <w:r w:rsidRPr="00AA37AB">
        <w:rPr>
          <w:color w:val="000000" w:themeColor="text1"/>
        </w:rPr>
        <w:t xml:space="preserve"> </w:t>
      </w:r>
    </w:p>
    <w:p w14:paraId="2B134E63" w14:textId="77777777" w:rsidR="00EC6ED4" w:rsidRPr="00AA37AB" w:rsidRDefault="00EC6ED4" w:rsidP="00A448CD">
      <w:pPr>
        <w:pStyle w:val="Akapitzlist"/>
        <w:spacing w:after="0" w:line="360" w:lineRule="auto"/>
        <w:ind w:left="284"/>
        <w:jc w:val="both"/>
        <w:rPr>
          <w:color w:val="000000" w:themeColor="text1"/>
        </w:rPr>
      </w:pPr>
      <w:r w:rsidRPr="00AA37AB">
        <w:rPr>
          <w:color w:val="000000" w:themeColor="text1"/>
        </w:rPr>
        <w:t xml:space="preserve">Jednocześnie oświadczam, że w związku z ww. okolicznością, na podstawie art. 110 ust. 2 ustawy </w:t>
      </w:r>
      <w:proofErr w:type="spellStart"/>
      <w:r w:rsidRPr="00AA37AB">
        <w:rPr>
          <w:color w:val="000000" w:themeColor="text1"/>
        </w:rPr>
        <w:t>Pzp</w:t>
      </w:r>
      <w:proofErr w:type="spellEnd"/>
      <w:r w:rsidRPr="00AA37AB">
        <w:rPr>
          <w:color w:val="000000" w:themeColor="text1"/>
        </w:rPr>
        <w:t xml:space="preserve">, podjąłem następujące czynności, które potwierdzają moją rzetelność:  </w:t>
      </w:r>
    </w:p>
    <w:p w14:paraId="1EB2ED9B" w14:textId="77777777" w:rsidR="00A448CD" w:rsidRPr="00AA37AB" w:rsidRDefault="00A448CD" w:rsidP="00A448CD">
      <w:pPr>
        <w:pStyle w:val="Akapitzlist"/>
        <w:spacing w:after="0" w:line="360" w:lineRule="auto"/>
        <w:ind w:left="284"/>
        <w:jc w:val="both"/>
        <w:rPr>
          <w:color w:val="000000" w:themeColor="text1"/>
        </w:rPr>
      </w:pPr>
      <w:r w:rsidRPr="00AA37AB">
        <w:rPr>
          <w:color w:val="000000" w:themeColor="text1"/>
        </w:rPr>
        <w:t>………………………………..</w:t>
      </w:r>
    </w:p>
    <w:p w14:paraId="5BE48A28" w14:textId="3CE867C5" w:rsidR="00E22913" w:rsidRPr="00B65C03" w:rsidRDefault="000E6B3C" w:rsidP="00B65C03">
      <w:pPr>
        <w:pStyle w:val="Akapitzlist"/>
        <w:spacing w:after="0" w:line="360" w:lineRule="auto"/>
        <w:ind w:left="284"/>
        <w:jc w:val="both"/>
        <w:rPr>
          <w:rFonts w:cstheme="minorHAnsi"/>
          <w:b/>
          <w:bCs/>
          <w:i/>
          <w:color w:val="FF0000"/>
        </w:rPr>
      </w:pPr>
      <w:r>
        <w:rPr>
          <w:rFonts w:cstheme="minorHAnsi"/>
          <w:b/>
          <w:bCs/>
          <w:i/>
          <w:color w:val="FF0000"/>
        </w:rPr>
        <w:t xml:space="preserve">Uwaga!   </w:t>
      </w:r>
      <w:r w:rsidR="00A448CD" w:rsidRPr="00E5596B">
        <w:rPr>
          <w:rFonts w:cstheme="minorHAnsi"/>
          <w:b/>
          <w:bCs/>
          <w:i/>
          <w:color w:val="FF0000"/>
        </w:rPr>
        <w:t>lit. b należy wypełnić jeśli dotyczy</w:t>
      </w:r>
    </w:p>
    <w:p w14:paraId="68D22A26" w14:textId="3AE1C191" w:rsidR="00D40D14" w:rsidRPr="00D40D14" w:rsidRDefault="00E5596B" w:rsidP="00E5596B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theme="minorHAnsi"/>
          <w:color w:val="000000" w:themeColor="text1"/>
        </w:rPr>
      </w:pPr>
      <w:r w:rsidRPr="00E44A7A">
        <w:rPr>
          <w:rFonts w:cstheme="minorHAnsi"/>
        </w:rPr>
        <w:t>nie zachodzą w stosunku do mnie przesłanki wykluczenia z postępowania na podstawie</w:t>
      </w:r>
      <w:r w:rsidR="00D40D14">
        <w:rPr>
          <w:rFonts w:cstheme="minorHAnsi"/>
        </w:rPr>
        <w:t>:</w:t>
      </w:r>
    </w:p>
    <w:p w14:paraId="61670F7E" w14:textId="0F25DCEC" w:rsidR="00E5596B" w:rsidRPr="00E44A7A" w:rsidRDefault="00E5596B" w:rsidP="00D40D14">
      <w:pPr>
        <w:pStyle w:val="Akapitzlist"/>
        <w:numPr>
          <w:ilvl w:val="0"/>
          <w:numId w:val="23"/>
        </w:numPr>
        <w:spacing w:after="0" w:line="360" w:lineRule="auto"/>
        <w:ind w:left="567" w:hanging="283"/>
        <w:jc w:val="both"/>
        <w:rPr>
          <w:rFonts w:cstheme="minorHAnsi"/>
          <w:color w:val="000000" w:themeColor="text1"/>
        </w:rPr>
      </w:pPr>
      <w:r w:rsidRPr="00E44A7A">
        <w:rPr>
          <w:rFonts w:cstheme="minorHAnsi"/>
        </w:rPr>
        <w:t xml:space="preserve">art. </w:t>
      </w:r>
      <w:r w:rsidRPr="00E44A7A">
        <w:rPr>
          <w:rFonts w:eastAsia="Times New Roman" w:cstheme="minorHAnsi"/>
          <w:lang w:eastAsia="pl-PL"/>
        </w:rPr>
        <w:t xml:space="preserve">7 ust. 1 ustawy </w:t>
      </w:r>
      <w:r w:rsidRPr="00E44A7A">
        <w:rPr>
          <w:rFonts w:cstheme="minorHAnsi"/>
        </w:rPr>
        <w:t>z dnia 13 kwietnia 2022 r.</w:t>
      </w:r>
      <w:r w:rsidRPr="00E44A7A">
        <w:rPr>
          <w:rFonts w:cstheme="minorHAnsi"/>
          <w:i/>
          <w:iCs/>
        </w:rPr>
        <w:t xml:space="preserve"> </w:t>
      </w:r>
      <w:r w:rsidRPr="00E44A7A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44A7A">
        <w:rPr>
          <w:rFonts w:cstheme="minorHAnsi"/>
          <w:iCs/>
          <w:color w:val="222222"/>
        </w:rPr>
        <w:t>(Dz. U. poz. 835)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054"/>
      </w:tblGrid>
      <w:tr w:rsidR="00E44A7A" w14:paraId="5D9CCD7F" w14:textId="77777777" w:rsidTr="00E44A7A">
        <w:tc>
          <w:tcPr>
            <w:tcW w:w="9054" w:type="dxa"/>
          </w:tcPr>
          <w:p w14:paraId="0A7C35BE" w14:textId="77777777" w:rsidR="00E44A7A" w:rsidRPr="00411202" w:rsidRDefault="00E44A7A" w:rsidP="00D40D14">
            <w:pPr>
              <w:spacing w:after="0" w:line="240" w:lineRule="auto"/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 xml:space="preserve">Zgodnie z treścią art. 7 ust. 1 ustawy z dnia 13 kwietnia 2022 r. </w:t>
            </w:r>
            <w:r w:rsidRPr="00411202">
              <w:rPr>
                <w:rFonts w:ascii="Arial" w:hAnsi="Arial" w:cs="Arial"/>
                <w:i/>
                <w:iCs/>
                <w:color w:val="222222"/>
                <w:sz w:val="10"/>
                <w:szCs w:val="10"/>
              </w:rPr>
              <w:t xml:space="preserve">o szczególnych rozwiązaniach w zakresie przeciwdziałania wspieraniu agresji na Ukrainę oraz służących ochronie bezpieczeństwa narodowego, zwanej dalej „ustawą”, </w:t>
            </w:r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 xml:space="preserve">z postępowania o udzielenie zamówienia publicznego lub konkursu prowadzonego na podstawie ustawy </w:t>
            </w:r>
            <w:proofErr w:type="spellStart"/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>Pzp</w:t>
            </w:r>
            <w:proofErr w:type="spellEnd"/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 xml:space="preserve"> wyklucza się:</w:t>
            </w:r>
          </w:p>
          <w:p w14:paraId="5A266601" w14:textId="77777777" w:rsidR="00E44A7A" w:rsidRPr="00411202" w:rsidRDefault="00E44A7A" w:rsidP="00D40D14">
            <w:pPr>
              <w:spacing w:after="0" w:line="240" w:lineRule="auto"/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14:paraId="0E24261C" w14:textId="77777777" w:rsidR="00E44A7A" w:rsidRPr="00411202" w:rsidRDefault="00E44A7A" w:rsidP="00D40D14">
            <w:pPr>
              <w:spacing w:after="0" w:line="240" w:lineRule="auto"/>
              <w:ind w:left="567" w:hanging="283"/>
              <w:jc w:val="both"/>
              <w:rPr>
                <w:rFonts w:ascii="Arial" w:hAnsi="Arial" w:cs="Arial"/>
                <w:color w:val="222222"/>
                <w:sz w:val="10"/>
                <w:szCs w:val="10"/>
              </w:rPr>
            </w:pPr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14:paraId="3DA427EF" w14:textId="215CFDF1" w:rsidR="00E44A7A" w:rsidRDefault="00E44A7A" w:rsidP="00D40D14">
            <w:pPr>
              <w:pStyle w:val="Akapitzlist"/>
              <w:spacing w:after="0" w:line="360" w:lineRule="auto"/>
              <w:ind w:left="567" w:hanging="283"/>
              <w:jc w:val="both"/>
              <w:rPr>
                <w:rFonts w:cstheme="minorHAnsi"/>
                <w:color w:val="000000" w:themeColor="text1"/>
              </w:rPr>
            </w:pPr>
            <w:r w:rsidRPr="00411202">
              <w:rPr>
                <w:rFonts w:ascii="Arial" w:hAnsi="Arial" w:cs="Arial"/>
                <w:color w:val="222222"/>
                <w:sz w:val="10"/>
                <w:szCs w:val="10"/>
              </w:rPr>
      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</w:tr>
    </w:tbl>
    <w:p w14:paraId="34D08401" w14:textId="5BC40F27" w:rsidR="004E2D5A" w:rsidRPr="008D7152" w:rsidRDefault="004E2D5A" w:rsidP="008D7152">
      <w:pPr>
        <w:tabs>
          <w:tab w:val="left" w:pos="0"/>
          <w:tab w:val="left" w:pos="5319"/>
        </w:tabs>
        <w:autoSpaceDN w:val="0"/>
        <w:spacing w:after="120" w:line="240" w:lineRule="auto"/>
        <w:rPr>
          <w:rFonts w:eastAsia="Times New Roman" w:cstheme="minorHAnsi"/>
          <w:b/>
          <w:color w:val="000000" w:themeColor="text1"/>
          <w:lang w:eastAsia="pl-PL"/>
        </w:rPr>
      </w:pPr>
    </w:p>
    <w:p w14:paraId="322BDD66" w14:textId="77777777" w:rsidR="00F4155E" w:rsidRPr="008D7152" w:rsidRDefault="00F4155E" w:rsidP="008D7152">
      <w:pPr>
        <w:shd w:val="clear" w:color="auto" w:fill="BFBFBF"/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8D7152">
        <w:rPr>
          <w:rFonts w:eastAsia="Times New Roman" w:cstheme="minorHAnsi"/>
          <w:b/>
          <w:lang w:eastAsia="pl-PL"/>
        </w:rPr>
        <w:t>OŚWIADCZENIE O DOSTĘPNOŚCI PODMIOTOWEGO ŚRODKA DOWODOWEGO (ART. 274 UST 4 USTAWY):</w:t>
      </w:r>
    </w:p>
    <w:p w14:paraId="57D963A7" w14:textId="77777777" w:rsidR="00F4155E" w:rsidRPr="008D7152" w:rsidRDefault="00F4155E" w:rsidP="008D7152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8D7152">
        <w:rPr>
          <w:rFonts w:eastAsia="Times New Roman" w:cstheme="minorHAnsi"/>
          <w:lang w:eastAsia="pl-PL"/>
        </w:rPr>
        <w:t>Oświadczam, że następujące podmiotowe środki dowodowe można uzyskać za pomocą bezpłatnych i ogólnodostępnych baz danych, w szczególności rejestrów publicznych w rozumieniu ustawy z dnia 17 lutego 2005 r. o informatyzacji działalności podmiotów realizujących zadania publiczne:</w:t>
      </w:r>
    </w:p>
    <w:p w14:paraId="2CDAED1E" w14:textId="77777777" w:rsidR="004C5F92" w:rsidRPr="004C5F92" w:rsidRDefault="00F4155E" w:rsidP="008D7152">
      <w:pPr>
        <w:numPr>
          <w:ilvl w:val="0"/>
          <w:numId w:val="26"/>
        </w:numPr>
        <w:suppressAutoHyphens/>
        <w:spacing w:after="12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8D7152">
        <w:rPr>
          <w:rFonts w:eastAsia="Times New Roman" w:cstheme="minorHAnsi"/>
          <w:lang w:eastAsia="pl-PL"/>
        </w:rPr>
        <w:t xml:space="preserve">odpis lub informację z Krajowego Rejestru Sądowego lub z Centralnej Ewidencji i Informacji o Działalności Gospodarczej - </w:t>
      </w:r>
      <w:r w:rsidRPr="008D7152">
        <w:rPr>
          <w:rFonts w:eastAsia="Times New Roman" w:cstheme="minorHAnsi"/>
          <w:b/>
          <w:lang w:eastAsia="pl-PL"/>
        </w:rPr>
        <w:t xml:space="preserve">nazwa bazy*: </w:t>
      </w:r>
    </w:p>
    <w:p w14:paraId="49D0D017" w14:textId="0505DDE3" w:rsidR="00F4155E" w:rsidRPr="008D7152" w:rsidRDefault="00F911E5" w:rsidP="004C5F92">
      <w:pPr>
        <w:suppressAutoHyphens/>
        <w:spacing w:after="12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hyperlink r:id="rId9" w:history="1">
        <w:r w:rsidRPr="00DA457C">
          <w:rPr>
            <w:rStyle w:val="Hipercze"/>
            <w:rFonts w:asciiTheme="minorHAnsi" w:eastAsia="Times New Roman" w:hAnsiTheme="minorHAnsi" w:cstheme="minorHAnsi"/>
            <w:b/>
            <w:lang w:eastAsia="pl-PL"/>
          </w:rPr>
          <w:t>https://prod.ceidg.gov.pl/CEIDG/CEIDG.Public.UI/Search.aspx</w:t>
        </w:r>
      </w:hyperlink>
      <w:r w:rsidR="00F4155E" w:rsidRPr="008D7152">
        <w:rPr>
          <w:rFonts w:eastAsia="Times New Roman" w:cstheme="minorHAnsi"/>
          <w:b/>
          <w:lang w:eastAsia="pl-PL"/>
        </w:rPr>
        <w:t xml:space="preserve"> </w:t>
      </w:r>
    </w:p>
    <w:p w14:paraId="6ACBD4B3" w14:textId="77777777" w:rsidR="00F4155E" w:rsidRPr="008D7152" w:rsidRDefault="00F4155E" w:rsidP="008D7152">
      <w:pPr>
        <w:spacing w:after="120" w:line="240" w:lineRule="auto"/>
        <w:ind w:firstLine="426"/>
        <w:jc w:val="both"/>
        <w:rPr>
          <w:rFonts w:eastAsia="Times New Roman" w:cstheme="minorHAnsi"/>
          <w:b/>
          <w:lang w:eastAsia="pl-PL"/>
        </w:rPr>
      </w:pPr>
      <w:hyperlink r:id="rId10">
        <w:r w:rsidRPr="008D7152">
          <w:rPr>
            <w:rFonts w:eastAsia="Times New Roman" w:cstheme="minorHAnsi"/>
            <w:b/>
            <w:u w:val="single"/>
            <w:lang w:eastAsia="pl-PL"/>
          </w:rPr>
          <w:t>https://ekrs.ms.gov.pl/web/wyszukiwarka-krs/strona-glowna/</w:t>
        </w:r>
      </w:hyperlink>
    </w:p>
    <w:p w14:paraId="28ABC8C5" w14:textId="77777777" w:rsidR="00F4155E" w:rsidRPr="008D7152" w:rsidRDefault="00F4155E" w:rsidP="008D7152">
      <w:pPr>
        <w:spacing w:after="120" w:line="240" w:lineRule="auto"/>
        <w:ind w:left="708"/>
        <w:jc w:val="both"/>
        <w:rPr>
          <w:rFonts w:eastAsia="Times New Roman" w:cstheme="minorHAnsi"/>
          <w:i/>
          <w:lang w:eastAsia="pl-PL"/>
        </w:rPr>
      </w:pPr>
      <w:r w:rsidRPr="008D7152">
        <w:rPr>
          <w:rFonts w:eastAsia="Times New Roman" w:cstheme="minorHAnsi"/>
          <w:i/>
          <w:lang w:eastAsia="pl-PL"/>
        </w:rPr>
        <w:t>* - pozostawić w przypadku wykonawców mających siedzibę bądź mających miejsce zamieszkania na terytorium Rzeczypospolitej Polskiej</w:t>
      </w:r>
    </w:p>
    <w:p w14:paraId="6141FD37" w14:textId="77777777" w:rsidR="00F4155E" w:rsidRPr="008D7152" w:rsidRDefault="00F4155E" w:rsidP="008D7152">
      <w:pPr>
        <w:numPr>
          <w:ilvl w:val="0"/>
          <w:numId w:val="26"/>
        </w:numPr>
        <w:suppressAutoHyphens/>
        <w:spacing w:after="12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8D7152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………………………………………………………………………………………………………………………………………………………………………………………………………**</w:t>
      </w:r>
    </w:p>
    <w:p w14:paraId="3B9C040B" w14:textId="77777777" w:rsidR="00F4155E" w:rsidRPr="008D7152" w:rsidRDefault="00F4155E" w:rsidP="008D7152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8D7152">
        <w:rPr>
          <w:rFonts w:eastAsia="Times New Roman" w:cstheme="minorHAnsi"/>
          <w:lang w:eastAsia="pl-PL"/>
        </w:rPr>
        <w:t>** - w razie potrzeby dodać liczbę pozycji</w:t>
      </w:r>
    </w:p>
    <w:p w14:paraId="6B53E466" w14:textId="77777777" w:rsidR="00F4155E" w:rsidRDefault="00F4155E" w:rsidP="00F4155E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53D16E01" w14:textId="77777777" w:rsidR="0000494B" w:rsidRPr="00E47CBF" w:rsidRDefault="0000494B" w:rsidP="00F4155E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2E06028D" w14:textId="77777777" w:rsidR="004E2D5A" w:rsidRPr="00B10147" w:rsidRDefault="004E2D5A" w:rsidP="004E2D5A">
      <w:pPr>
        <w:tabs>
          <w:tab w:val="left" w:pos="0"/>
          <w:tab w:val="left" w:pos="5319"/>
        </w:tabs>
        <w:autoSpaceDN w:val="0"/>
        <w:spacing w:after="0" w:line="240" w:lineRule="auto"/>
        <w:rPr>
          <w:rFonts w:eastAsia="Times New Roman" w:cstheme="minorHAnsi"/>
          <w:b/>
          <w:color w:val="000000" w:themeColor="text1"/>
          <w:lang w:eastAsia="pl-PL"/>
        </w:rPr>
      </w:pPr>
    </w:p>
    <w:p w14:paraId="3E4D697E" w14:textId="3A496DCC" w:rsidR="0052227F" w:rsidRPr="00B10147" w:rsidRDefault="0052227F" w:rsidP="004E2D5A">
      <w:pPr>
        <w:tabs>
          <w:tab w:val="left" w:pos="0"/>
          <w:tab w:val="left" w:pos="5319"/>
        </w:tabs>
        <w:autoSpaceDN w:val="0"/>
        <w:spacing w:after="0" w:line="240" w:lineRule="auto"/>
        <w:ind w:hanging="142"/>
        <w:rPr>
          <w:rFonts w:eastAsia="Times New Roman" w:cstheme="minorHAnsi"/>
          <w:b/>
          <w:color w:val="000000" w:themeColor="text1"/>
          <w:lang w:eastAsia="pl-PL"/>
        </w:rPr>
      </w:pPr>
      <w:bookmarkStart w:id="9" w:name="_Hlk107770501"/>
      <w:r w:rsidRPr="00B10147">
        <w:rPr>
          <w:b/>
          <w:bCs/>
          <w:color w:val="000000" w:themeColor="text1"/>
        </w:rPr>
        <w:t>OŚWIADCZENIE DOTYCZĄCE PODANYCH INFORMACJI</w:t>
      </w:r>
    </w:p>
    <w:p w14:paraId="5EA0603F" w14:textId="77777777" w:rsidR="004E2D5A" w:rsidRPr="00B10147" w:rsidRDefault="0052227F" w:rsidP="004E2D5A">
      <w:pPr>
        <w:ind w:left="-142"/>
        <w:jc w:val="both"/>
        <w:rPr>
          <w:color w:val="000000" w:themeColor="text1"/>
        </w:rPr>
      </w:pPr>
      <w:r w:rsidRPr="00B10147">
        <w:rPr>
          <w:color w:val="000000" w:themeColor="text1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9"/>
    <w:p w14:paraId="36D69019" w14:textId="77777777" w:rsidR="00A448CD" w:rsidRPr="00AA37AB" w:rsidRDefault="00A448CD" w:rsidP="0094194B">
      <w:pPr>
        <w:jc w:val="both"/>
        <w:rPr>
          <w:b/>
          <w:color w:val="000000" w:themeColor="text1"/>
        </w:rPr>
      </w:pPr>
    </w:p>
    <w:p w14:paraId="35E3015D" w14:textId="77777777" w:rsidR="008D7152" w:rsidRPr="00AA37AB" w:rsidRDefault="008D7152" w:rsidP="00307EE3">
      <w:pPr>
        <w:spacing w:after="0" w:line="276" w:lineRule="auto"/>
        <w:ind w:left="4956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AA37AB">
        <w:rPr>
          <w:rFonts w:ascii="Times New Roman" w:hAnsi="Times New Roman" w:cs="Times New Roman"/>
          <w:color w:val="000000" w:themeColor="text1"/>
          <w:sz w:val="18"/>
          <w:szCs w:val="18"/>
        </w:rPr>
        <w:t>&lt;dokument należy sporządzić w formie elektronicznej i podpisać kwalifikowanym podpisem elektronicznym, podpisem zaufanym bądź podpisem osobistym osoby/osób uprawnionej/-</w:t>
      </w:r>
      <w:proofErr w:type="spellStart"/>
      <w:r w:rsidRPr="00AA37AB">
        <w:rPr>
          <w:rFonts w:ascii="Times New Roman" w:hAnsi="Times New Roman" w:cs="Times New Roman"/>
          <w:color w:val="000000" w:themeColor="text1"/>
          <w:sz w:val="18"/>
          <w:szCs w:val="18"/>
        </w:rPr>
        <w:t>ych</w:t>
      </w:r>
      <w:proofErr w:type="spellEnd"/>
      <w:r w:rsidRPr="00AA37A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do reprezentacji Wykonawcy&gt;</w:t>
      </w:r>
    </w:p>
    <w:p w14:paraId="60B80B6C" w14:textId="77777777" w:rsidR="008D7152" w:rsidRPr="00AA37AB" w:rsidRDefault="008D7152" w:rsidP="008D715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F9B28BF" w14:textId="77777777" w:rsidR="008D7152" w:rsidRPr="00AA37AB" w:rsidRDefault="008D7152" w:rsidP="008D715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E76DA30" w14:textId="77777777" w:rsidR="008D7152" w:rsidRPr="00AA37AB" w:rsidRDefault="008D7152" w:rsidP="008D7152">
      <w:pPr>
        <w:spacing w:after="0" w:line="240" w:lineRule="auto"/>
        <w:jc w:val="both"/>
        <w:rPr>
          <w:rFonts w:cstheme="minorHAnsi"/>
          <w:i/>
          <w:color w:val="000000" w:themeColor="text1"/>
          <w:sz w:val="16"/>
          <w:szCs w:val="16"/>
        </w:rPr>
      </w:pPr>
      <w:r w:rsidRPr="00AA37AB">
        <w:rPr>
          <w:rFonts w:cstheme="minorHAnsi"/>
          <w:i/>
          <w:color w:val="000000" w:themeColor="text1"/>
          <w:sz w:val="16"/>
          <w:szCs w:val="16"/>
        </w:rPr>
        <w:t>Oświadczenie składa:</w:t>
      </w:r>
    </w:p>
    <w:p w14:paraId="409D431F" w14:textId="77777777" w:rsidR="008D7152" w:rsidRPr="00AA37AB" w:rsidRDefault="008D7152" w:rsidP="008D715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i/>
          <w:color w:val="000000" w:themeColor="text1"/>
          <w:sz w:val="16"/>
          <w:szCs w:val="16"/>
        </w:rPr>
      </w:pPr>
      <w:r w:rsidRPr="00AA37AB">
        <w:rPr>
          <w:rFonts w:cstheme="minorHAnsi"/>
          <w:i/>
          <w:color w:val="000000" w:themeColor="text1"/>
          <w:sz w:val="16"/>
          <w:szCs w:val="16"/>
        </w:rPr>
        <w:t>Wykonawca;</w:t>
      </w:r>
    </w:p>
    <w:p w14:paraId="6C24D460" w14:textId="77777777" w:rsidR="008D7152" w:rsidRPr="00AA37AB" w:rsidRDefault="008D7152" w:rsidP="008D715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i/>
          <w:color w:val="000000" w:themeColor="text1"/>
          <w:sz w:val="16"/>
          <w:szCs w:val="16"/>
        </w:rPr>
      </w:pPr>
      <w:r w:rsidRPr="00AA37AB">
        <w:rPr>
          <w:i/>
          <w:color w:val="000000" w:themeColor="text1"/>
          <w:sz w:val="16"/>
          <w:szCs w:val="16"/>
        </w:rPr>
        <w:t xml:space="preserve">w przypadku Wykonawców wspólnie ubiegających się o zamówienie, tj. Konsorcjum lub spółki cywilnej, oświadczenie składa oddzielnie w swoim imieniu </w:t>
      </w:r>
      <w:r w:rsidRPr="00AA37AB">
        <w:rPr>
          <w:i/>
          <w:color w:val="000000" w:themeColor="text1"/>
          <w:sz w:val="16"/>
          <w:szCs w:val="16"/>
          <w:u w:val="single"/>
        </w:rPr>
        <w:t xml:space="preserve">każdy </w:t>
      </w:r>
      <w:r w:rsidRPr="00AA37AB">
        <w:rPr>
          <w:i/>
          <w:color w:val="000000" w:themeColor="text1"/>
          <w:sz w:val="16"/>
          <w:szCs w:val="16"/>
        </w:rPr>
        <w:t xml:space="preserve">członek konsorcjum lub </w:t>
      </w:r>
      <w:r w:rsidRPr="00AA37AB">
        <w:rPr>
          <w:i/>
          <w:color w:val="000000" w:themeColor="text1"/>
          <w:sz w:val="16"/>
          <w:szCs w:val="16"/>
          <w:u w:val="single"/>
        </w:rPr>
        <w:t>każd</w:t>
      </w:r>
      <w:r w:rsidRPr="00AA37AB">
        <w:rPr>
          <w:i/>
          <w:color w:val="000000" w:themeColor="text1"/>
          <w:sz w:val="16"/>
          <w:szCs w:val="16"/>
        </w:rPr>
        <w:t>y wspólnik spółki cywilnej.</w:t>
      </w:r>
    </w:p>
    <w:p w14:paraId="5BF45817" w14:textId="77777777" w:rsidR="008D7152" w:rsidRPr="00AA37AB" w:rsidRDefault="008D7152" w:rsidP="008D715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i/>
          <w:color w:val="000000" w:themeColor="text1"/>
          <w:sz w:val="16"/>
          <w:szCs w:val="16"/>
        </w:rPr>
      </w:pPr>
      <w:r w:rsidRPr="00AA37AB">
        <w:rPr>
          <w:rFonts w:cstheme="minorHAnsi"/>
          <w:i/>
          <w:color w:val="000000" w:themeColor="text1"/>
          <w:sz w:val="16"/>
          <w:szCs w:val="16"/>
        </w:rPr>
        <w:t>Podmiot udostępniający zasoby - jeśli dotyczy.</w:t>
      </w:r>
    </w:p>
    <w:p w14:paraId="6062DB82" w14:textId="47E455E1" w:rsidR="00A448CD" w:rsidRPr="00AA37AB" w:rsidRDefault="008D7152" w:rsidP="008D7152">
      <w:pPr>
        <w:jc w:val="both"/>
        <w:rPr>
          <w:b/>
          <w:color w:val="000000" w:themeColor="text1"/>
        </w:rPr>
      </w:pPr>
      <w:r w:rsidRPr="00AA37AB">
        <w:rPr>
          <w:rFonts w:eastAsia="Times New Roman" w:cstheme="minorHAnsi"/>
          <w:b/>
          <w:color w:val="000000" w:themeColor="text1"/>
          <w:sz w:val="16"/>
          <w:szCs w:val="16"/>
          <w:lang w:eastAsia="pl-PL"/>
        </w:rPr>
        <w:tab/>
      </w:r>
      <w:r w:rsidRPr="00AA37AB">
        <w:rPr>
          <w:rFonts w:eastAsia="Times New Roman" w:cstheme="minorHAnsi"/>
          <w:b/>
          <w:color w:val="000000" w:themeColor="text1"/>
          <w:sz w:val="16"/>
          <w:szCs w:val="16"/>
          <w:lang w:eastAsia="pl-PL"/>
        </w:rPr>
        <w:tab/>
      </w:r>
      <w:r w:rsidRPr="00AA37AB">
        <w:rPr>
          <w:rFonts w:eastAsia="Times New Roman" w:cstheme="minorHAnsi"/>
          <w:b/>
          <w:color w:val="000000" w:themeColor="text1"/>
          <w:sz w:val="16"/>
          <w:szCs w:val="16"/>
          <w:lang w:eastAsia="pl-PL"/>
        </w:rPr>
        <w:tab/>
      </w:r>
    </w:p>
    <w:p w14:paraId="048F8CDF" w14:textId="77777777" w:rsidR="006B3693" w:rsidRPr="00AA37AB" w:rsidRDefault="006B3693" w:rsidP="00835692">
      <w:pPr>
        <w:spacing w:after="0" w:line="240" w:lineRule="auto"/>
        <w:rPr>
          <w:rFonts w:cstheme="minorHAnsi"/>
          <w:color w:val="000000" w:themeColor="text1"/>
        </w:rPr>
      </w:pPr>
    </w:p>
    <w:sectPr w:rsidR="006B3693" w:rsidRPr="00AA37AB" w:rsidSect="0000494B">
      <w:headerReference w:type="default" r:id="rId11"/>
      <w:footerReference w:type="default" r:id="rId12"/>
      <w:headerReference w:type="first" r:id="rId13"/>
      <w:pgSz w:w="11900" w:h="16840"/>
      <w:pgMar w:top="206" w:right="1127" w:bottom="964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11DE8" w14:textId="77777777" w:rsidR="00A26FE7" w:rsidRDefault="00A26FE7" w:rsidP="007D03BC">
      <w:r>
        <w:separator/>
      </w:r>
    </w:p>
  </w:endnote>
  <w:endnote w:type="continuationSeparator" w:id="0">
    <w:p w14:paraId="0D7F2274" w14:textId="77777777" w:rsidR="00A26FE7" w:rsidRDefault="00A26FE7" w:rsidP="007D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">
    <w:altName w:val="Century Gothic"/>
    <w:charset w:val="00"/>
    <w:family w:val="swiss"/>
    <w:pitch w:val="variable"/>
    <w:sig w:usb0="A0000AEF" w:usb1="5000214A" w:usb2="00000000" w:usb3="00000000" w:csb0="000001FF" w:csb1="00000000"/>
  </w:font>
  <w:font w:name="Times New Roman (Tekst podstawo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87973" w14:textId="668E505C" w:rsidR="007D03BC" w:rsidRDefault="007D03BC" w:rsidP="00BE53FA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E1A59" w14:textId="77777777" w:rsidR="00A26FE7" w:rsidRDefault="00A26FE7" w:rsidP="007D03BC">
      <w:r>
        <w:separator/>
      </w:r>
    </w:p>
  </w:footnote>
  <w:footnote w:type="continuationSeparator" w:id="0">
    <w:p w14:paraId="49BC5D85" w14:textId="77777777" w:rsidR="00A26FE7" w:rsidRDefault="00A26FE7" w:rsidP="007D0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FCCF6" w14:textId="7E358723" w:rsidR="007D03BC" w:rsidRDefault="007D03BC" w:rsidP="00B94701">
    <w:pPr>
      <w:pStyle w:val="Nagwek"/>
      <w:tabs>
        <w:tab w:val="clear" w:pos="4536"/>
      </w:tabs>
      <w:ind w:left="-127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AC432" w14:textId="3153D01B" w:rsidR="0000494B" w:rsidRDefault="0000494B">
    <w:pPr>
      <w:pStyle w:val="Nagwek"/>
    </w:pPr>
    <w:r w:rsidRPr="00D32EF5">
      <w:rPr>
        <w:noProof/>
      </w:rPr>
      <w:drawing>
        <wp:inline distT="0" distB="0" distL="0" distR="0" wp14:anchorId="73564A4F" wp14:editId="1428D9BB">
          <wp:extent cx="5940425" cy="761365"/>
          <wp:effectExtent l="0" t="0" r="0" b="0"/>
          <wp:docPr id="862447711" name="Obraz 1" descr="Obraz zawierający tekst, zrzut ekranu, Czcionka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3288167" descr="Obraz zawierający tekst, zrzut ekranu, Czcionka, Grafika&#10;&#10;Opis wygenerowany automatycznie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61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494"/>
        </w:tabs>
        <w:ind w:left="851" w:firstLine="0"/>
      </w:pPr>
      <w:rPr>
        <w:rFonts w:cs="Times New Roman"/>
      </w:rPr>
    </w:lvl>
  </w:abstractNum>
  <w:abstractNum w:abstractNumId="1" w15:restartNumberingAfterBreak="0">
    <w:nsid w:val="0000002C"/>
    <w:multiLevelType w:val="singleLevel"/>
    <w:tmpl w:val="0000002C"/>
    <w:name w:val="WW8Num45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" w15:restartNumberingAfterBreak="0">
    <w:nsid w:val="0000002D"/>
    <w:multiLevelType w:val="singleLevel"/>
    <w:tmpl w:val="0000002D"/>
    <w:name w:val="WW8Num4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01986476"/>
    <w:multiLevelType w:val="multilevel"/>
    <w:tmpl w:val="AACE26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B3FE2"/>
    <w:multiLevelType w:val="hybridMultilevel"/>
    <w:tmpl w:val="83E804AE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626481"/>
    <w:multiLevelType w:val="multilevel"/>
    <w:tmpl w:val="D0C83A7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DD2795"/>
    <w:multiLevelType w:val="hybridMultilevel"/>
    <w:tmpl w:val="69A20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47739"/>
    <w:multiLevelType w:val="hybridMultilevel"/>
    <w:tmpl w:val="3CACF030"/>
    <w:lvl w:ilvl="0" w:tplc="1324917E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44415"/>
    <w:multiLevelType w:val="hybridMultilevel"/>
    <w:tmpl w:val="C8248E1A"/>
    <w:name w:val="WW8Num10933222222"/>
    <w:lvl w:ilvl="0" w:tplc="818EA4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82570A2"/>
    <w:multiLevelType w:val="hybridMultilevel"/>
    <w:tmpl w:val="AA702F06"/>
    <w:lvl w:ilvl="0" w:tplc="04150017">
      <w:start w:val="1"/>
      <w:numFmt w:val="lowerLetter"/>
      <w:lvlText w:val="%1)"/>
      <w:lvlJc w:val="left"/>
      <w:pPr>
        <w:ind w:left="975" w:hanging="360"/>
      </w:p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 w15:restartNumberingAfterBreak="0">
    <w:nsid w:val="1A630402"/>
    <w:multiLevelType w:val="hybridMultilevel"/>
    <w:tmpl w:val="F50211AC"/>
    <w:name w:val="WW8Num742242222"/>
    <w:lvl w:ilvl="0" w:tplc="C89E1446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00C16"/>
    <w:multiLevelType w:val="hybridMultilevel"/>
    <w:tmpl w:val="1C401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2643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D7778"/>
    <w:multiLevelType w:val="hybridMultilevel"/>
    <w:tmpl w:val="092656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F730B"/>
    <w:multiLevelType w:val="hybridMultilevel"/>
    <w:tmpl w:val="9E022C30"/>
    <w:lvl w:ilvl="0" w:tplc="9236A6FE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5431"/>
    <w:multiLevelType w:val="hybridMultilevel"/>
    <w:tmpl w:val="43A20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86E80"/>
    <w:multiLevelType w:val="multilevel"/>
    <w:tmpl w:val="C2C0CE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48F768C"/>
    <w:multiLevelType w:val="hybridMultilevel"/>
    <w:tmpl w:val="78BC4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82196"/>
    <w:multiLevelType w:val="hybridMultilevel"/>
    <w:tmpl w:val="67106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F03CB"/>
    <w:multiLevelType w:val="hybridMultilevel"/>
    <w:tmpl w:val="9BA0AEA8"/>
    <w:lvl w:ilvl="0" w:tplc="DD90655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4C0C1C44"/>
    <w:multiLevelType w:val="hybridMultilevel"/>
    <w:tmpl w:val="9E84DB4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C35B0"/>
    <w:multiLevelType w:val="hybridMultilevel"/>
    <w:tmpl w:val="B16066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103A"/>
    <w:multiLevelType w:val="hybridMultilevel"/>
    <w:tmpl w:val="464E7E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B4404"/>
    <w:multiLevelType w:val="hybridMultilevel"/>
    <w:tmpl w:val="092656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C3270A"/>
    <w:multiLevelType w:val="hybridMultilevel"/>
    <w:tmpl w:val="1194A7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732337C"/>
    <w:multiLevelType w:val="hybridMultilevel"/>
    <w:tmpl w:val="7352ABAC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74AC4A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BDE9A5C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37B59"/>
    <w:multiLevelType w:val="hybridMultilevel"/>
    <w:tmpl w:val="BB2C01C8"/>
    <w:name w:val="WW8Num74224222"/>
    <w:lvl w:ilvl="0" w:tplc="D3D0931A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A740E"/>
    <w:multiLevelType w:val="hybridMultilevel"/>
    <w:tmpl w:val="3C5E5B0E"/>
    <w:lvl w:ilvl="0" w:tplc="04150017">
      <w:start w:val="1"/>
      <w:numFmt w:val="lowerLetter"/>
      <w:lvlText w:val="%1)"/>
      <w:lvlJc w:val="left"/>
      <w:pPr>
        <w:ind w:left="2700" w:hanging="360"/>
      </w:p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568421429">
    <w:abstractNumId w:val="12"/>
  </w:num>
  <w:num w:numId="2" w16cid:durableId="1608268844">
    <w:abstractNumId w:val="30"/>
  </w:num>
  <w:num w:numId="3" w16cid:durableId="1243904893">
    <w:abstractNumId w:val="24"/>
  </w:num>
  <w:num w:numId="4" w16cid:durableId="1788501111">
    <w:abstractNumId w:val="17"/>
  </w:num>
  <w:num w:numId="5" w16cid:durableId="1256092849">
    <w:abstractNumId w:val="7"/>
  </w:num>
  <w:num w:numId="6" w16cid:durableId="244922573">
    <w:abstractNumId w:val="33"/>
  </w:num>
  <w:num w:numId="7" w16cid:durableId="1069770177">
    <w:abstractNumId w:val="21"/>
  </w:num>
  <w:num w:numId="8" w16cid:durableId="790393008">
    <w:abstractNumId w:val="18"/>
  </w:num>
  <w:num w:numId="9" w16cid:durableId="18434804">
    <w:abstractNumId w:val="3"/>
  </w:num>
  <w:num w:numId="10" w16cid:durableId="1723285672">
    <w:abstractNumId w:val="8"/>
  </w:num>
  <w:num w:numId="11" w16cid:durableId="1079253823">
    <w:abstractNumId w:val="19"/>
  </w:num>
  <w:num w:numId="12" w16cid:durableId="1217352630">
    <w:abstractNumId w:val="22"/>
  </w:num>
  <w:num w:numId="13" w16cid:durableId="1451238274">
    <w:abstractNumId w:val="25"/>
  </w:num>
  <w:num w:numId="14" w16cid:durableId="992102321">
    <w:abstractNumId w:val="4"/>
  </w:num>
  <w:num w:numId="15" w16cid:durableId="2104955076">
    <w:abstractNumId w:val="27"/>
  </w:num>
  <w:num w:numId="16" w16cid:durableId="1156846235">
    <w:abstractNumId w:val="15"/>
  </w:num>
  <w:num w:numId="17" w16cid:durableId="1962033472">
    <w:abstractNumId w:val="26"/>
  </w:num>
  <w:num w:numId="18" w16cid:durableId="655837254">
    <w:abstractNumId w:val="14"/>
  </w:num>
  <w:num w:numId="19" w16cid:durableId="2100515042">
    <w:abstractNumId w:val="16"/>
  </w:num>
  <w:num w:numId="20" w16cid:durableId="515194307">
    <w:abstractNumId w:val="28"/>
  </w:num>
  <w:num w:numId="21" w16cid:durableId="1352612492">
    <w:abstractNumId w:val="5"/>
  </w:num>
  <w:num w:numId="22" w16cid:durableId="1416434940">
    <w:abstractNumId w:val="23"/>
  </w:num>
  <w:num w:numId="23" w16cid:durableId="1615094843">
    <w:abstractNumId w:val="29"/>
  </w:num>
  <w:num w:numId="24" w16cid:durableId="1455051800">
    <w:abstractNumId w:val="6"/>
  </w:num>
  <w:num w:numId="25" w16cid:durableId="1566453612">
    <w:abstractNumId w:val="10"/>
  </w:num>
  <w:num w:numId="26" w16cid:durableId="229657540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2CF"/>
    <w:rsid w:val="0000494B"/>
    <w:rsid w:val="00005642"/>
    <w:rsid w:val="00020278"/>
    <w:rsid w:val="00022C85"/>
    <w:rsid w:val="0002394B"/>
    <w:rsid w:val="00032CE9"/>
    <w:rsid w:val="00043990"/>
    <w:rsid w:val="00045D49"/>
    <w:rsid w:val="00065775"/>
    <w:rsid w:val="00070FA3"/>
    <w:rsid w:val="0008115F"/>
    <w:rsid w:val="00082CE7"/>
    <w:rsid w:val="00086121"/>
    <w:rsid w:val="000B0EE4"/>
    <w:rsid w:val="000D16EC"/>
    <w:rsid w:val="000E6B3C"/>
    <w:rsid w:val="00120DFF"/>
    <w:rsid w:val="00160C2F"/>
    <w:rsid w:val="00164580"/>
    <w:rsid w:val="00171D30"/>
    <w:rsid w:val="00175B90"/>
    <w:rsid w:val="00180956"/>
    <w:rsid w:val="001862AB"/>
    <w:rsid w:val="00193F7A"/>
    <w:rsid w:val="001968FE"/>
    <w:rsid w:val="001A2127"/>
    <w:rsid w:val="001C1A63"/>
    <w:rsid w:val="002232E5"/>
    <w:rsid w:val="002421C0"/>
    <w:rsid w:val="00267C0D"/>
    <w:rsid w:val="002E0A9B"/>
    <w:rsid w:val="002F62EE"/>
    <w:rsid w:val="00307EE3"/>
    <w:rsid w:val="0036325D"/>
    <w:rsid w:val="003A5CF6"/>
    <w:rsid w:val="003B20BA"/>
    <w:rsid w:val="003E4AF4"/>
    <w:rsid w:val="00405092"/>
    <w:rsid w:val="004368C8"/>
    <w:rsid w:val="00442567"/>
    <w:rsid w:val="00457ECC"/>
    <w:rsid w:val="00460624"/>
    <w:rsid w:val="00481ABD"/>
    <w:rsid w:val="00482E77"/>
    <w:rsid w:val="004911B6"/>
    <w:rsid w:val="004C5F92"/>
    <w:rsid w:val="004C65B5"/>
    <w:rsid w:val="004D47AC"/>
    <w:rsid w:val="004E2D5A"/>
    <w:rsid w:val="004E3977"/>
    <w:rsid w:val="0051015A"/>
    <w:rsid w:val="00510750"/>
    <w:rsid w:val="0052227F"/>
    <w:rsid w:val="0053454F"/>
    <w:rsid w:val="0056232B"/>
    <w:rsid w:val="00577144"/>
    <w:rsid w:val="005824FB"/>
    <w:rsid w:val="0058438A"/>
    <w:rsid w:val="005A22DA"/>
    <w:rsid w:val="005C1111"/>
    <w:rsid w:val="005D04AC"/>
    <w:rsid w:val="005F47BB"/>
    <w:rsid w:val="00602CF8"/>
    <w:rsid w:val="006233A5"/>
    <w:rsid w:val="006361A3"/>
    <w:rsid w:val="00655823"/>
    <w:rsid w:val="00660698"/>
    <w:rsid w:val="00685472"/>
    <w:rsid w:val="00686297"/>
    <w:rsid w:val="006911DD"/>
    <w:rsid w:val="006B3693"/>
    <w:rsid w:val="006E2953"/>
    <w:rsid w:val="007118B8"/>
    <w:rsid w:val="00743BD7"/>
    <w:rsid w:val="0078659C"/>
    <w:rsid w:val="007B2F7F"/>
    <w:rsid w:val="007B3964"/>
    <w:rsid w:val="007D03BC"/>
    <w:rsid w:val="008022B9"/>
    <w:rsid w:val="00811D82"/>
    <w:rsid w:val="008173F6"/>
    <w:rsid w:val="00835692"/>
    <w:rsid w:val="00843F76"/>
    <w:rsid w:val="008625C2"/>
    <w:rsid w:val="008859D8"/>
    <w:rsid w:val="008911E7"/>
    <w:rsid w:val="008A6CF9"/>
    <w:rsid w:val="008C3ACF"/>
    <w:rsid w:val="008C5515"/>
    <w:rsid w:val="008D7152"/>
    <w:rsid w:val="008E7BE3"/>
    <w:rsid w:val="008F5130"/>
    <w:rsid w:val="00904034"/>
    <w:rsid w:val="0092124A"/>
    <w:rsid w:val="009334D4"/>
    <w:rsid w:val="0094194B"/>
    <w:rsid w:val="0095495B"/>
    <w:rsid w:val="00980EA7"/>
    <w:rsid w:val="00987641"/>
    <w:rsid w:val="009908D1"/>
    <w:rsid w:val="009963EC"/>
    <w:rsid w:val="009A1250"/>
    <w:rsid w:val="00A26FE7"/>
    <w:rsid w:val="00A41490"/>
    <w:rsid w:val="00A42FD9"/>
    <w:rsid w:val="00A448CD"/>
    <w:rsid w:val="00A517A4"/>
    <w:rsid w:val="00A748D3"/>
    <w:rsid w:val="00A76ED3"/>
    <w:rsid w:val="00A771F4"/>
    <w:rsid w:val="00A85484"/>
    <w:rsid w:val="00A948C3"/>
    <w:rsid w:val="00AA1560"/>
    <w:rsid w:val="00AA37AB"/>
    <w:rsid w:val="00AA6BE6"/>
    <w:rsid w:val="00AB7D5E"/>
    <w:rsid w:val="00AD22E8"/>
    <w:rsid w:val="00AE662A"/>
    <w:rsid w:val="00AF3602"/>
    <w:rsid w:val="00AF6699"/>
    <w:rsid w:val="00B00D8F"/>
    <w:rsid w:val="00B10147"/>
    <w:rsid w:val="00B10659"/>
    <w:rsid w:val="00B10F0E"/>
    <w:rsid w:val="00B4626A"/>
    <w:rsid w:val="00B65C03"/>
    <w:rsid w:val="00B75AF2"/>
    <w:rsid w:val="00B7758F"/>
    <w:rsid w:val="00B85701"/>
    <w:rsid w:val="00B85CF9"/>
    <w:rsid w:val="00B94701"/>
    <w:rsid w:val="00BC24CE"/>
    <w:rsid w:val="00BE02CF"/>
    <w:rsid w:val="00BE37C1"/>
    <w:rsid w:val="00BE53FA"/>
    <w:rsid w:val="00C0348E"/>
    <w:rsid w:val="00C35A4F"/>
    <w:rsid w:val="00CA3D05"/>
    <w:rsid w:val="00CE65C5"/>
    <w:rsid w:val="00D0714F"/>
    <w:rsid w:val="00D22EAF"/>
    <w:rsid w:val="00D40D14"/>
    <w:rsid w:val="00D51538"/>
    <w:rsid w:val="00D764CF"/>
    <w:rsid w:val="00D90B34"/>
    <w:rsid w:val="00DA3B81"/>
    <w:rsid w:val="00DB4851"/>
    <w:rsid w:val="00DD23CB"/>
    <w:rsid w:val="00E013E3"/>
    <w:rsid w:val="00E05744"/>
    <w:rsid w:val="00E14CD0"/>
    <w:rsid w:val="00E22913"/>
    <w:rsid w:val="00E31D73"/>
    <w:rsid w:val="00E35878"/>
    <w:rsid w:val="00E3798E"/>
    <w:rsid w:val="00E43C7A"/>
    <w:rsid w:val="00E44A7A"/>
    <w:rsid w:val="00E517E1"/>
    <w:rsid w:val="00E529A1"/>
    <w:rsid w:val="00E5596B"/>
    <w:rsid w:val="00E84239"/>
    <w:rsid w:val="00EC377B"/>
    <w:rsid w:val="00EC6ED4"/>
    <w:rsid w:val="00F0508A"/>
    <w:rsid w:val="00F342BF"/>
    <w:rsid w:val="00F40242"/>
    <w:rsid w:val="00F4155E"/>
    <w:rsid w:val="00F5517E"/>
    <w:rsid w:val="00F57466"/>
    <w:rsid w:val="00F616CE"/>
    <w:rsid w:val="00F72E81"/>
    <w:rsid w:val="00F8260D"/>
    <w:rsid w:val="00F911E5"/>
    <w:rsid w:val="00FB0CDB"/>
    <w:rsid w:val="00FB3B8A"/>
    <w:rsid w:val="00FC7A36"/>
    <w:rsid w:val="00FE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A1481"/>
  <w15:chartTrackingRefBased/>
  <w15:docId w15:val="{2949424A-E465-49C4-A8EC-17DEBDBD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utura" w:eastAsiaTheme="minorHAnsi" w:hAnsi="Futura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2C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3BC"/>
  </w:style>
  <w:style w:type="paragraph" w:styleId="Stopka">
    <w:name w:val="footer"/>
    <w:basedOn w:val="Normalny"/>
    <w:link w:val="StopkaZnak"/>
    <w:uiPriority w:val="99"/>
    <w:unhideWhenUsed/>
    <w:rsid w:val="007D0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3BC"/>
  </w:style>
  <w:style w:type="paragraph" w:styleId="Akapitzlist">
    <w:name w:val="List Paragraph"/>
    <w:aliases w:val="L1,Numerowanie,Preambuła,CW_Lista,Wypunktowanie,Akapit z listą BS,Styl 1,Podsis rysunku,Akapit z listą numerowaną,EPL lista punktowana z wyrózneniem,A_wyliczenie,K-P_odwolanie,Akapit z listą5,maz_wyliczenie,opis dzialania,Normal bullet 2"/>
    <w:basedOn w:val="Normalny"/>
    <w:link w:val="AkapitzlistZnak"/>
    <w:uiPriority w:val="34"/>
    <w:qFormat/>
    <w:rsid w:val="00BE02CF"/>
    <w:pPr>
      <w:ind w:left="720"/>
      <w:contextualSpacing/>
    </w:pPr>
  </w:style>
  <w:style w:type="character" w:styleId="Hipercze">
    <w:name w:val="Hyperlink"/>
    <w:basedOn w:val="Domylnaczcionkaakapitu"/>
    <w:unhideWhenUsed/>
    <w:rsid w:val="00BE02CF"/>
    <w:rPr>
      <w:rFonts w:ascii="Times New Roman" w:hAnsi="Times New Roman" w:cs="Times New Roman" w:hint="default"/>
      <w:color w:val="0000FF"/>
      <w:u w:val="single"/>
    </w:rPr>
  </w:style>
  <w:style w:type="table" w:styleId="Tabela-Siatka">
    <w:name w:val="Table Grid"/>
    <w:basedOn w:val="Standardowy"/>
    <w:uiPriority w:val="39"/>
    <w:rsid w:val="00BE02CF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Preambuła Znak,CW_Lista Znak,Wypunktowanie Znak,Akapit z listą BS Znak,Styl 1 Znak,Podsis rysunku Znak,Akapit z listą numerowaną Znak,EPL lista punktowana z wyrózneniem Znak,A_wyliczenie Znak"/>
    <w:link w:val="Akapitzlist"/>
    <w:uiPriority w:val="34"/>
    <w:qFormat/>
    <w:locked/>
    <w:rsid w:val="00BE02CF"/>
    <w:rPr>
      <w:rFonts w:asciiTheme="minorHAnsi" w:hAnsiTheme="minorHAnsi" w:cstheme="minorBidi"/>
      <w:sz w:val="22"/>
      <w:szCs w:val="22"/>
    </w:rPr>
  </w:style>
  <w:style w:type="numbering" w:customStyle="1" w:styleId="Styl2211">
    <w:name w:val="Styl2211"/>
    <w:uiPriority w:val="99"/>
    <w:rsid w:val="00086121"/>
    <w:pPr>
      <w:numPr>
        <w:numId w:val="1"/>
      </w:numPr>
    </w:pPr>
  </w:style>
  <w:style w:type="character" w:customStyle="1" w:styleId="alb">
    <w:name w:val="a_lb"/>
    <w:rsid w:val="00180956"/>
  </w:style>
  <w:style w:type="character" w:styleId="Odwoaniedokomentarza">
    <w:name w:val="annotation reference"/>
    <w:basedOn w:val="Domylnaczcionkaakapitu"/>
    <w:uiPriority w:val="99"/>
    <w:semiHidden/>
    <w:unhideWhenUsed/>
    <w:rsid w:val="001A21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21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2127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1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127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2B9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596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5596B"/>
    <w:rPr>
      <w:rFonts w:ascii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5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58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op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z%20Kaler\Desktop\opis%20potrzeb%20i%20wymaga&#324;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61A61B6-EC20-46C2-AFD2-176DDAF34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potrzeb i wymagań</Template>
  <TotalTime>312</TotalTime>
  <Pages>3</Pages>
  <Words>1046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Kaler</dc:creator>
  <cp:keywords/>
  <dc:description/>
  <cp:lastModifiedBy>Urszula Strzyżewska</cp:lastModifiedBy>
  <cp:revision>74</cp:revision>
  <cp:lastPrinted>2022-12-15T22:35:00Z</cp:lastPrinted>
  <dcterms:created xsi:type="dcterms:W3CDTF">2021-02-27T22:03:00Z</dcterms:created>
  <dcterms:modified xsi:type="dcterms:W3CDTF">2024-10-30T13:37:00Z</dcterms:modified>
</cp:coreProperties>
</file>