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5ED343" w14:textId="77777777" w:rsidR="007A6422" w:rsidRPr="00BD2E18" w:rsidRDefault="007A6422" w:rsidP="00E67348">
      <w:pPr>
        <w:pStyle w:val="Bezodstpw"/>
        <w:rPr>
          <w:rFonts w:cs="Calibri"/>
          <w:sz w:val="4"/>
          <w:szCs w:val="4"/>
        </w:rPr>
      </w:pPr>
    </w:p>
    <w:p w14:paraId="73DBAEFE" w14:textId="77777777" w:rsidR="007A6422" w:rsidRPr="00BD2E18" w:rsidRDefault="007A6422">
      <w:pPr>
        <w:pStyle w:val="Bezodstpw"/>
        <w:jc w:val="center"/>
        <w:rPr>
          <w:rFonts w:cs="Calibri"/>
          <w:sz w:val="4"/>
          <w:szCs w:val="4"/>
        </w:rPr>
      </w:pPr>
    </w:p>
    <w:p w14:paraId="4DD537A4" w14:textId="6BED9B71" w:rsidR="00622B84" w:rsidRPr="00BD2E18" w:rsidRDefault="00B066BF" w:rsidP="008551CF">
      <w:pPr>
        <w:spacing w:after="0"/>
        <w:rPr>
          <w:rFonts w:eastAsia="Times New Roman" w:cs="Calibri"/>
          <w:b/>
          <w:bCs/>
          <w:sz w:val="24"/>
          <w:szCs w:val="24"/>
          <w:lang w:eastAsia="pl-PL"/>
        </w:rPr>
      </w:pPr>
      <w:r w:rsidRPr="00BD2E18">
        <w:rPr>
          <w:rFonts w:eastAsia="Times New Roman" w:cs="Calibri"/>
          <w:b/>
          <w:bCs/>
          <w:sz w:val="24"/>
          <w:szCs w:val="24"/>
          <w:lang w:eastAsia="pl-PL"/>
        </w:rPr>
        <w:t xml:space="preserve">Załącznik nr </w:t>
      </w:r>
      <w:r w:rsidR="00AA55D5" w:rsidRPr="00BD2E18">
        <w:rPr>
          <w:rFonts w:eastAsia="Times New Roman" w:cs="Calibri"/>
          <w:b/>
          <w:bCs/>
          <w:sz w:val="24"/>
          <w:szCs w:val="24"/>
          <w:lang w:eastAsia="pl-PL"/>
        </w:rPr>
        <w:t>6</w:t>
      </w:r>
      <w:r w:rsidRPr="00BD2E18">
        <w:rPr>
          <w:rFonts w:eastAsia="Times New Roman" w:cs="Calibri"/>
          <w:b/>
          <w:bCs/>
          <w:sz w:val="24"/>
          <w:szCs w:val="24"/>
          <w:lang w:eastAsia="pl-PL"/>
        </w:rPr>
        <w:t xml:space="preserve"> do SWZ</w:t>
      </w:r>
      <w:r w:rsidR="00974204">
        <w:rPr>
          <w:rFonts w:eastAsia="Times New Roman" w:cs="Calibri"/>
          <w:b/>
          <w:bCs/>
          <w:sz w:val="24"/>
          <w:szCs w:val="24"/>
          <w:lang w:eastAsia="pl-PL"/>
        </w:rPr>
        <w:t xml:space="preserve"> - </w:t>
      </w:r>
      <w:r w:rsidR="00974204" w:rsidRPr="00BD2E18">
        <w:rPr>
          <w:rFonts w:cs="Calibri"/>
          <w:b/>
          <w:sz w:val="26"/>
          <w:szCs w:val="26"/>
        </w:rPr>
        <w:t>FORMULARZ CENOWY</w:t>
      </w:r>
      <w:bookmarkStart w:id="0" w:name="_GoBack"/>
      <w:bookmarkEnd w:id="0"/>
    </w:p>
    <w:p w14:paraId="07C461AD" w14:textId="77777777" w:rsidR="00A947BB" w:rsidRPr="00BD2E18" w:rsidRDefault="00A947BB" w:rsidP="005E3646">
      <w:pPr>
        <w:spacing w:after="0"/>
        <w:jc w:val="right"/>
        <w:rPr>
          <w:rFonts w:eastAsia="Times New Roman" w:cs="Calibri"/>
          <w:b/>
          <w:bCs/>
          <w:sz w:val="12"/>
          <w:szCs w:val="24"/>
          <w:lang w:eastAsia="pl-PL"/>
        </w:rPr>
      </w:pPr>
    </w:p>
    <w:p w14:paraId="13E3EE2F" w14:textId="5E04E9DB" w:rsidR="00622B84" w:rsidRPr="00BD2E18" w:rsidRDefault="00622B84" w:rsidP="00AA55D5">
      <w:pPr>
        <w:spacing w:after="0"/>
        <w:rPr>
          <w:rFonts w:cs="Calibri"/>
          <w:b/>
          <w:sz w:val="24"/>
          <w:szCs w:val="24"/>
        </w:rPr>
      </w:pPr>
    </w:p>
    <w:p w14:paraId="2A354DBA" w14:textId="77777777" w:rsidR="001E2B40" w:rsidRPr="00BD2E18" w:rsidRDefault="001E2B40" w:rsidP="001E2B40">
      <w:pPr>
        <w:spacing w:after="0" w:line="240" w:lineRule="auto"/>
        <w:jc w:val="center"/>
        <w:rPr>
          <w:rFonts w:cs="Calibri"/>
          <w:b/>
          <w:sz w:val="10"/>
          <w:szCs w:val="24"/>
        </w:rPr>
      </w:pPr>
    </w:p>
    <w:p w14:paraId="59F3AB71" w14:textId="77777777" w:rsidR="00AA55D5" w:rsidRPr="00BD2E18" w:rsidRDefault="00AA55D5" w:rsidP="00AA55D5">
      <w:pPr>
        <w:spacing w:after="0"/>
        <w:rPr>
          <w:rFonts w:cs="Calibri"/>
          <w:b/>
          <w:sz w:val="24"/>
          <w:szCs w:val="24"/>
        </w:rPr>
      </w:pPr>
      <w:r w:rsidRPr="00BD2E18">
        <w:rPr>
          <w:rFonts w:cs="Calibri"/>
          <w:b/>
          <w:sz w:val="24"/>
          <w:szCs w:val="24"/>
        </w:rPr>
        <w:t>Dostawa wraz z rozładunkiem, wniesieniem, montażem przedmiotu zamówienia do Działu Informatyki Uniwersytetu Medycznego w Białymstoku.</w:t>
      </w:r>
    </w:p>
    <w:p w14:paraId="7404E3D7" w14:textId="77777777" w:rsidR="00AA55D5" w:rsidRPr="00BD2E18" w:rsidRDefault="00AA55D5" w:rsidP="00AA55D5">
      <w:pPr>
        <w:spacing w:after="0"/>
        <w:jc w:val="center"/>
        <w:rPr>
          <w:rFonts w:cs="Calibri"/>
          <w:b/>
          <w:sz w:val="24"/>
          <w:szCs w:val="24"/>
        </w:rPr>
      </w:pPr>
    </w:p>
    <w:p w14:paraId="7AA5AE7B" w14:textId="77777777" w:rsidR="008979B1" w:rsidRPr="00BD2E18" w:rsidRDefault="00AA55D5" w:rsidP="00AA55D5">
      <w:pPr>
        <w:spacing w:after="0"/>
        <w:rPr>
          <w:rFonts w:cs="Calibri"/>
          <w:b/>
          <w:bCs/>
          <w:sz w:val="24"/>
          <w:szCs w:val="28"/>
          <w:u w:val="single"/>
        </w:rPr>
      </w:pPr>
      <w:r w:rsidRPr="00BD2E18">
        <w:rPr>
          <w:rFonts w:cs="Calibri"/>
          <w:b/>
          <w:sz w:val="24"/>
          <w:szCs w:val="24"/>
        </w:rPr>
        <w:t xml:space="preserve">Meble biurowe – 1 </w:t>
      </w:r>
      <w:proofErr w:type="spellStart"/>
      <w:r w:rsidRPr="00BD2E18">
        <w:rPr>
          <w:rFonts w:cs="Calibri"/>
          <w:b/>
          <w:sz w:val="24"/>
          <w:szCs w:val="24"/>
        </w:rPr>
        <w:t>kpl</w:t>
      </w:r>
      <w:proofErr w:type="spellEnd"/>
      <w:r w:rsidRPr="00BD2E18">
        <w:rPr>
          <w:rFonts w:cs="Calibri"/>
          <w:b/>
          <w:sz w:val="24"/>
          <w:szCs w:val="24"/>
        </w:rPr>
        <w:t>.</w:t>
      </w:r>
    </w:p>
    <w:p w14:paraId="41239CCB" w14:textId="77777777" w:rsidR="008979B1" w:rsidRPr="00BD2E18" w:rsidRDefault="008979B1" w:rsidP="00504510">
      <w:pPr>
        <w:spacing w:after="0"/>
        <w:jc w:val="center"/>
        <w:rPr>
          <w:rFonts w:eastAsia="Times New Roman" w:cs="Calibri"/>
          <w:sz w:val="20"/>
          <w:szCs w:val="16"/>
          <w:lang w:eastAsia="pl-PL"/>
        </w:rPr>
      </w:pPr>
    </w:p>
    <w:p w14:paraId="0E42F82F" w14:textId="77777777" w:rsidR="004A76F5" w:rsidRPr="00BD2E18" w:rsidRDefault="00622B84" w:rsidP="00E67348">
      <w:pPr>
        <w:spacing w:after="0"/>
        <w:rPr>
          <w:rFonts w:cs="Calibri"/>
          <w:bCs/>
          <w:szCs w:val="20"/>
        </w:rPr>
      </w:pPr>
      <w:r w:rsidRPr="00BD2E18">
        <w:rPr>
          <w:rFonts w:cs="Calibri"/>
          <w:b/>
          <w:bCs/>
          <w:szCs w:val="20"/>
        </w:rPr>
        <w:t>Nazwa i adres Wykonawcy</w:t>
      </w:r>
      <w:r w:rsidRPr="00BD2E18">
        <w:rPr>
          <w:rFonts w:cs="Calibri"/>
          <w:bCs/>
          <w:szCs w:val="20"/>
        </w:rPr>
        <w:t>:   …</w:t>
      </w:r>
      <w:r w:rsidR="00A947BB" w:rsidRPr="00BD2E18">
        <w:rPr>
          <w:rFonts w:cs="Calibri"/>
          <w:bCs/>
          <w:szCs w:val="20"/>
        </w:rPr>
        <w:t>….</w:t>
      </w:r>
      <w:r w:rsidRPr="00BD2E18">
        <w:rPr>
          <w:rFonts w:cs="Calibri"/>
          <w:bCs/>
          <w:szCs w:val="20"/>
        </w:rPr>
        <w:t>………………………………………………………………</w:t>
      </w:r>
      <w:r w:rsidR="00E67348" w:rsidRPr="00BD2E18">
        <w:rPr>
          <w:rFonts w:cs="Calibri"/>
          <w:bCs/>
          <w:szCs w:val="20"/>
        </w:rPr>
        <w:t>…………………….………………......……….......</w:t>
      </w:r>
    </w:p>
    <w:p w14:paraId="3A37CDC9" w14:textId="77777777" w:rsidR="004A76F5" w:rsidRPr="00BD2E18" w:rsidRDefault="004A76F5" w:rsidP="00E67348">
      <w:pPr>
        <w:spacing w:after="0"/>
        <w:rPr>
          <w:rFonts w:cs="Calibri"/>
          <w:bCs/>
          <w:szCs w:val="20"/>
        </w:rPr>
      </w:pPr>
    </w:p>
    <w:tbl>
      <w:tblPr>
        <w:tblW w:w="5000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5"/>
        <w:gridCol w:w="4707"/>
        <w:gridCol w:w="992"/>
        <w:gridCol w:w="2126"/>
        <w:gridCol w:w="1757"/>
        <w:gridCol w:w="1758"/>
        <w:gridCol w:w="1758"/>
      </w:tblGrid>
      <w:tr w:rsidR="00BD2E18" w:rsidRPr="00BD2E18" w14:paraId="66205BE6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09DE6007" w14:textId="77777777" w:rsidR="004A76F5" w:rsidRPr="00BD2E18" w:rsidRDefault="004A76F5" w:rsidP="004A76F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3316B560" w14:textId="77777777" w:rsidR="004A76F5" w:rsidRPr="00BD2E18" w:rsidRDefault="004A76F5" w:rsidP="004A76F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Asortyment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938ECA2" w14:textId="77777777" w:rsidR="004A76F5" w:rsidRPr="00BD2E18" w:rsidRDefault="004A76F5" w:rsidP="004A76F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  (szt.)</w:t>
            </w:r>
          </w:p>
        </w:tc>
        <w:tc>
          <w:tcPr>
            <w:tcW w:w="2126" w:type="dxa"/>
          </w:tcPr>
          <w:p w14:paraId="67DAC4A3" w14:textId="77777777" w:rsidR="00DE059B" w:rsidRPr="00BD2E18" w:rsidRDefault="004A76F5" w:rsidP="004A76F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  <w:r w:rsidR="00894772" w:rsidRPr="00BD2E1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oferowanego wyposażenia</w:t>
            </w:r>
            <w:r w:rsidRPr="00BD2E1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4EB68D7C" w14:textId="77777777" w:rsidR="004A76F5" w:rsidRPr="00BD2E18" w:rsidRDefault="004A76F5" w:rsidP="0089477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sz w:val="20"/>
                <w:szCs w:val="20"/>
              </w:rPr>
              <w:t>(nazwa,</w:t>
            </w:r>
            <w:r w:rsidR="00894772" w:rsidRPr="00BD2E1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BD2E18">
              <w:rPr>
                <w:rFonts w:asciiTheme="minorHAnsi" w:hAnsiTheme="minorHAnsi" w:cstheme="minorHAnsi"/>
                <w:b/>
                <w:sz w:val="20"/>
                <w:szCs w:val="20"/>
              </w:rPr>
              <w:t>typ/model</w:t>
            </w:r>
            <w:r w:rsidR="00DE059B" w:rsidRPr="00BD2E1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BD2E18">
              <w:rPr>
                <w:rFonts w:asciiTheme="minorHAnsi" w:hAnsiTheme="minorHAnsi" w:cstheme="minorHAnsi"/>
                <w:b/>
                <w:sz w:val="20"/>
                <w:szCs w:val="20"/>
              </w:rPr>
              <w:t>- jeśli dotyczy</w:t>
            </w: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Pr="00E10E9B">
              <w:rPr>
                <w:rFonts w:asciiTheme="minorHAnsi" w:hAnsiTheme="minorHAnsi" w:cstheme="minorHAnsi"/>
                <w:b/>
                <w:sz w:val="20"/>
                <w:szCs w:val="20"/>
              </w:rPr>
              <w:t>*)</w:t>
            </w:r>
          </w:p>
        </w:tc>
        <w:tc>
          <w:tcPr>
            <w:tcW w:w="1757" w:type="dxa"/>
          </w:tcPr>
          <w:p w14:paraId="4C5EB9F1" w14:textId="77777777" w:rsidR="004A76F5" w:rsidRPr="00BD2E18" w:rsidRDefault="004A76F5" w:rsidP="004A76F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Producent </w:t>
            </w:r>
            <w:r w:rsidR="00894772" w:rsidRPr="00BD2E1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oferowanego wyposażenia </w:t>
            </w:r>
            <w:r w:rsidRPr="00BD2E18">
              <w:rPr>
                <w:rFonts w:asciiTheme="minorHAnsi" w:hAnsiTheme="minorHAnsi" w:cstheme="minorHAnsi"/>
                <w:b/>
                <w:sz w:val="20"/>
                <w:szCs w:val="20"/>
              </w:rPr>
              <w:t>*)</w:t>
            </w:r>
          </w:p>
        </w:tc>
        <w:tc>
          <w:tcPr>
            <w:tcW w:w="1758" w:type="dxa"/>
          </w:tcPr>
          <w:p w14:paraId="691041F8" w14:textId="77777777" w:rsidR="004A76F5" w:rsidRPr="00BD2E18" w:rsidRDefault="004A76F5" w:rsidP="004A76F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jednostkowa brutto z podatkiem (PLN) *)</w:t>
            </w:r>
          </w:p>
        </w:tc>
        <w:tc>
          <w:tcPr>
            <w:tcW w:w="1758" w:type="dxa"/>
          </w:tcPr>
          <w:p w14:paraId="2FBFA4C1" w14:textId="77777777" w:rsidR="004A76F5" w:rsidRPr="00BD2E18" w:rsidRDefault="004A76F5" w:rsidP="004A76F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brutto z podatkiem (PLN) *)</w:t>
            </w:r>
          </w:p>
        </w:tc>
      </w:tr>
      <w:tr w:rsidR="00BD2E18" w:rsidRPr="00BD2E18" w14:paraId="46A8FB6A" w14:textId="77777777" w:rsidTr="001133CD">
        <w:trPr>
          <w:trHeight w:val="567"/>
        </w:trPr>
        <w:tc>
          <w:tcPr>
            <w:tcW w:w="13783" w:type="dxa"/>
            <w:gridSpan w:val="7"/>
            <w:shd w:val="clear" w:color="auto" w:fill="auto"/>
            <w:vAlign w:val="center"/>
            <w:hideMark/>
          </w:tcPr>
          <w:p w14:paraId="210E8FA2" w14:textId="042918B3" w:rsidR="007D3391" w:rsidRPr="00BD2E18" w:rsidRDefault="007D3391" w:rsidP="007D339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Pomieszczenie: P149_1</w:t>
            </w:r>
          </w:p>
        </w:tc>
      </w:tr>
      <w:tr w:rsidR="00BD2E18" w:rsidRPr="00BD2E18" w14:paraId="78F3A83E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5BC1E8DF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390FAB46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Aneks kuchenny ze zlewem i roletą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92A645D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5A5905A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243A7E2F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7307927C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048B8ED8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2AFC59DC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368A4012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70C8BB97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Kontener na kółkach (szafka pod drukarkę)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FD193E1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0622FAAE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06F793D2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62EE9204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75647C2A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69417BD4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2E10177A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3A6172E5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Biurko proste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781914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14:paraId="50AF6C0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74D0C99E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08D3BA9F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3DAB21EE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399D869C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1038621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5E17B950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Dostawka z szafką (drzwiczki przesuwne) zintegrowana z blatem biurka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F2D0B4D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14:paraId="0E176FA1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3422211F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1C5D6D7E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473E3C56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251B134E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6B41E091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595108F8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Kontener (szuflady + </w:t>
            </w:r>
            <w:proofErr w:type="spellStart"/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organizer</w:t>
            </w:r>
            <w:proofErr w:type="spellEnd"/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 pod biurko na kółkach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4D1FA52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14:paraId="567CE8AA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10F6A98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61D2B633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6BA49CAA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0C6F0A67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1AC0606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613EB9FD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Dostawka do biurka dla interesantów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E71FAB3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35AB6C0F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0C5D5CC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74BD3C9F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1ACB830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0CC826DF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1AEEB6E2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52EACF0C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Blenda przegradzająca biurka z funkcją “</w:t>
            </w:r>
            <w:proofErr w:type="spellStart"/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pinboard</w:t>
            </w:r>
            <w:proofErr w:type="spellEnd"/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”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515DC2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02AA662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E1DDEA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3AF38982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2BEF0CB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39B8A7BD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7587F0AE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7B2941D6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Zabudowa istniejących instalacji (wodociągowych, grzewczych, elektrycznych)</w:t>
            </w: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8CFAE0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5254CD36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1A517C24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43143DA8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7A8E21EE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11E71207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7C07D64C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9.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53B51D3D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Szafka ścienna, narożna, otwarta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62FA24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14:paraId="4C712D9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2CEF1C14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6C14E868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7924C002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37BD6D5B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68AB4F6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0F126A2E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Listwa osłonowa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08023ED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5EEF244C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1750525A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7F73F8E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1F205DD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04C54AA2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79190AE1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50C35D3D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Panel ubraniowy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1DCBE9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3C892B28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75497844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1E97C7A2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3FD2604D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259FF59E" w14:textId="77777777" w:rsidTr="000D1604">
        <w:trPr>
          <w:trHeight w:val="567"/>
        </w:trPr>
        <w:tc>
          <w:tcPr>
            <w:tcW w:w="13783" w:type="dxa"/>
            <w:gridSpan w:val="7"/>
            <w:shd w:val="clear" w:color="auto" w:fill="auto"/>
            <w:vAlign w:val="center"/>
            <w:hideMark/>
          </w:tcPr>
          <w:p w14:paraId="4982450E" w14:textId="3B6641FE" w:rsidR="007D3391" w:rsidRPr="00BD2E18" w:rsidRDefault="007D3391" w:rsidP="007D339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Pomieszczenie: P149_2</w:t>
            </w:r>
          </w:p>
        </w:tc>
      </w:tr>
      <w:tr w:rsidR="00BD2E18" w:rsidRPr="00BD2E18" w14:paraId="6C592B21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049E657A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4BA799D7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Biurko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7C5A07F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73AB2EB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092BB84A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6D499CF6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3C177E68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6352CA3C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33D8788A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1295212C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Kontener (szuflady + </w:t>
            </w:r>
            <w:proofErr w:type="spellStart"/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organizer</w:t>
            </w:r>
            <w:proofErr w:type="spellEnd"/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 pod biurko na kółkach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E26630E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21B31AA1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6F1166C8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09A0EDC3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7DCE02EA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5A8C55AC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7A254A1E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03995770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Zabudowa meblowa narożna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CBC24F4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48E26022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2F8EDABC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166A24B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010FE9E3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2505A570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54BF87C4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52C85F2A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Zabudowa istniejących instalacji (wodociągowych, grzewczych, elektrycznych).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BF7BCDA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1A14D4EF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2C39914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3787B42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6C160D3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783A7352" w14:textId="77777777" w:rsidTr="008C6019">
        <w:trPr>
          <w:trHeight w:val="567"/>
        </w:trPr>
        <w:tc>
          <w:tcPr>
            <w:tcW w:w="13783" w:type="dxa"/>
            <w:gridSpan w:val="7"/>
            <w:shd w:val="clear" w:color="auto" w:fill="auto"/>
            <w:vAlign w:val="center"/>
            <w:hideMark/>
          </w:tcPr>
          <w:p w14:paraId="6A8B2C96" w14:textId="63428C6F" w:rsidR="007D3391" w:rsidRPr="00BD2E18" w:rsidRDefault="007D3391" w:rsidP="007D339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Pomieszczenie: 177_1</w:t>
            </w:r>
          </w:p>
        </w:tc>
      </w:tr>
      <w:tr w:rsidR="00BD2E18" w:rsidRPr="00BD2E18" w14:paraId="1A44A26C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7567022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16.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0BCA8BA1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Biurko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45B63E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14:paraId="7114422C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313B871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53BAA053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39A56C9D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0C4BBA36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5617C57A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17.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68FFB4A8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Kontener (szuflady + </w:t>
            </w:r>
            <w:proofErr w:type="spellStart"/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organizer</w:t>
            </w:r>
            <w:proofErr w:type="spellEnd"/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 pod biurko na kółkach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4C27AF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14:paraId="23F4C2E1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7FE50774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105BE58E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3082282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5FE1CFC4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5033731F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18.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60D44D5E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Szafka aktowa wisząca jednodrzwiowa, dwukomorowa (częściowo otwarta)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BA8F892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14:paraId="2C54E8AF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06F4DC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59079AB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13C74D01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3A6C9856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74EC7914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19.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2EEDDD2B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Kontener na kółkach (szafka pod drukarkę)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64A797C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2223731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4503530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2B9548A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1910F3F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691E57C7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731CDEE6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20.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35A01E95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Stolik kawowy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AC20BE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614E70B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1947A66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6CC7898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3DF48851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023890CA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4C1A4AA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21.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27AECEF2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Panel ubraniowy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845F16D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14:paraId="2E4BE8CC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312E99E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63D1EFF4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07EF4BB8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2DBD6057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4F1738AC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22.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48E60D88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Listwa osłonowa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CA1EC3A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2AF05466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60E2930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6F2FB322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13F80AA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5010345F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5525C1DF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23.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248B60CE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Zabudowa istniejących instalacji (wodociągowych, grzewczych, elektrycznych).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20D7BAE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2A4E8892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21DA120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45F22082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74D5FB22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3FF9808E" w14:textId="77777777" w:rsidTr="001669D8">
        <w:trPr>
          <w:trHeight w:val="567"/>
        </w:trPr>
        <w:tc>
          <w:tcPr>
            <w:tcW w:w="13783" w:type="dxa"/>
            <w:gridSpan w:val="7"/>
            <w:shd w:val="clear" w:color="auto" w:fill="auto"/>
            <w:vAlign w:val="center"/>
            <w:hideMark/>
          </w:tcPr>
          <w:p w14:paraId="41DC6AC9" w14:textId="6462DA4D" w:rsidR="007D3391" w:rsidRPr="00BD2E18" w:rsidRDefault="007D3391" w:rsidP="007D339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Pomieszczenie 177_2</w:t>
            </w:r>
          </w:p>
        </w:tc>
      </w:tr>
      <w:tr w:rsidR="00BD2E18" w:rsidRPr="00BD2E18" w14:paraId="3FAAE16B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61C591C3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24.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7375DF4C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Biurko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C04515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14:paraId="1CB0105A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29701F91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4D77D378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08F87B9D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71E835A5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1996A63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25.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4373EF8A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Kontener (szuflady + </w:t>
            </w:r>
            <w:proofErr w:type="spellStart"/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organizer</w:t>
            </w:r>
            <w:proofErr w:type="spellEnd"/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 pod biurko na kółkach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1B94D42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4CD5CBCC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40F81D63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098C355C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62E7CE74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73E59169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745EDE4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26.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7682DE0D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Szafka wisząca aktowa dwukomorowa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58D8DD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728720F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45094002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0EE96C43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2BEB108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37106BC7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490853D8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27.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5F85521E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Aneks kuchenny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8AC4223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2371E826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63E3AC74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305BD641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4E37359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56372701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0C037D6C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28.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7CEF60B0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Listwa osłonowa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65D329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406A2E4F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447F5EAC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655FBB62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24A482B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152BA8FC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1CE0359F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29.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6075C996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Panel ubraniowy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1C35B82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14:paraId="5E9A3FCC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E8E7071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197C782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5719D5C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0F5CA613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46FE960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30.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2FCE5326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Zabudowa istniejących instalacji (wodociągowych, grzewczych, elektrycznych).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958B30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7AD894F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61D7B2E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2AF631FD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41E87EFE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2C788696" w14:textId="77777777" w:rsidTr="00F21F8A">
        <w:trPr>
          <w:trHeight w:val="567"/>
        </w:trPr>
        <w:tc>
          <w:tcPr>
            <w:tcW w:w="13783" w:type="dxa"/>
            <w:gridSpan w:val="7"/>
            <w:shd w:val="clear" w:color="auto" w:fill="auto"/>
            <w:vAlign w:val="center"/>
            <w:hideMark/>
          </w:tcPr>
          <w:p w14:paraId="40F5B048" w14:textId="1D56FDFA" w:rsidR="007D3391" w:rsidRPr="00BD2E18" w:rsidRDefault="007D3391" w:rsidP="007D339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Pomieszczenie Kierownik</w:t>
            </w:r>
          </w:p>
        </w:tc>
      </w:tr>
      <w:tr w:rsidR="00BD2E18" w:rsidRPr="00BD2E18" w14:paraId="6E7151FB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26CFE676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31.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10C8F8AA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Biurko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8F8434A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373A23D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4C7D73D3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03D15081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100A191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0F279C11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0C630718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32.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4E13CF67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Kontener (szuflady + </w:t>
            </w:r>
            <w:proofErr w:type="spellStart"/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organizer</w:t>
            </w:r>
            <w:proofErr w:type="spellEnd"/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 pod biurko na kółkach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908784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04FB6882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3BE4EA7D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58049E24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4433B806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3EF1538F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7D9B028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33.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3EBBEFE5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Dostawka do biurka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AEF06B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4EE1BB93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44E5E47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427AC94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7B88820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2D0D43D2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4B1F6918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34.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0F0F96E3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Szafka jednodrzwiowa pod drukarkę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41C3BC8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2A2E6623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1111791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17C2012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08B1EE3D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50D80E3C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70EFA8D3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35.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352CA92E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Szafka jednodrzwiowa z częścią otwartą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D630D6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2C04D02D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4FB31FF2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25DD5956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37B90A9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4803C163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0BA6E34D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36.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1C6AA9BC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Stolik kawowy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2FE63F1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344CFBCE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0864CCD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1E1397D2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70B417D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2157789F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531EDFFC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37.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6283AB66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Aneks kuchenny (blat bez zlewu, dolna część będąca zabudową istniejących instalacji).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05354A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47E25F88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277C35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578DBFC3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74028FE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5EACA91B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33BB2E3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38.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2EE91EF8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Zabudowa istniejących instalacji (wodociągowych, grzewczych, elektrycznych)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055D6E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38222858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11729C4D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74E2F1C3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4161C418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1D8201B0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20E0493A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39.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5765F66F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Wieszak stojący na ubrania i parasole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DABDB4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 1</w:t>
            </w:r>
          </w:p>
        </w:tc>
        <w:tc>
          <w:tcPr>
            <w:tcW w:w="2126" w:type="dxa"/>
          </w:tcPr>
          <w:p w14:paraId="45086CFD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6F4A0E48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0712E156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7A5B596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3FB7AF78" w14:textId="77777777" w:rsidTr="00F82C5E">
        <w:trPr>
          <w:trHeight w:val="567"/>
        </w:trPr>
        <w:tc>
          <w:tcPr>
            <w:tcW w:w="13783" w:type="dxa"/>
            <w:gridSpan w:val="7"/>
            <w:shd w:val="clear" w:color="auto" w:fill="auto"/>
            <w:vAlign w:val="center"/>
            <w:hideMark/>
          </w:tcPr>
          <w:p w14:paraId="08C66FB2" w14:textId="5911B1B7" w:rsidR="007D3391" w:rsidRPr="00BD2E18" w:rsidRDefault="007D3391" w:rsidP="007D339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Pomieszczenie 179</w:t>
            </w:r>
          </w:p>
        </w:tc>
      </w:tr>
      <w:tr w:rsidR="00BD2E18" w:rsidRPr="00BD2E18" w14:paraId="7974D1F8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04D3641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40.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3CB3837F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Biurko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DC8815E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2017D203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4CE06EE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590BFF31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3C49E221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4B655EC2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11A809F6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41.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7692E760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Kontener (szuflada z </w:t>
            </w:r>
            <w:proofErr w:type="spellStart"/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organizerem</w:t>
            </w:r>
            <w:proofErr w:type="spellEnd"/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+ szafka) pod biurko na kółkach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CC332E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6783B5E1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42E5785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78468841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44E61FF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2A127C72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0AF1276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42.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60803AC1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Kontener (szuflada z </w:t>
            </w:r>
            <w:proofErr w:type="spellStart"/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organizerem</w:t>
            </w:r>
            <w:proofErr w:type="spellEnd"/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+ szafka) pod drukarkę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25AF6C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66B8E828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EAF4083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044AD6B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461B8D8F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3AD27365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223CDE8F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43.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1432CFD2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Szafka aktowa wisząca jednodrzwiowa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C5B63C8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14:paraId="590FEE3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3325F83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4E8712E2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2EEC5054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3D36D200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36A1AB1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44.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732DF43C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Szafka aktowa wisząca dwudrzwiowa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4FFA24D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1E022B3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441464E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6733104D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2D053E61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6D42FF9C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7B231DC4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45.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0D39EB42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Szafa otwarta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202EA9E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44EF663F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2F32573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394942D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4A95BB6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71002F60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3E54EF6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46.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5B71BD80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Szafka z szufladami i częścią otwartą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57FCB5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02A89B68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195E8D3F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5B5D60A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28521BC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17188857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2F267BC6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47.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7267252E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Półka wisząca pod telewizor z listwą zabezpieczającą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A0A5623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7997637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3FCEC11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79D25D81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165A0903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0EEA74FC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233339B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48.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7F38E4BC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Panel ubraniowy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4ABEB4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126E84C6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34E86251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521094B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612621C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7FE15FB8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5396A90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49.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55DF8EAB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Aneks kuchenny we wnęce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C710C23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17EB88A3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41E59AAC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206BA0F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5C09D29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5220A43B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042206C4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50.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286A367E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Szafka pod zabudowę lodówki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DB9367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156B8A5D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9A7D36C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1666B492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7D2A12D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214414EC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49495036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51.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1C970D39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Zabudowa istniejących instalacji (wodociągowych, grzewczych, elektrycznych)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9E302DF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44F20392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137FDAB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2AF6A72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537742A2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1429F17A" w14:textId="77777777" w:rsidTr="00D437B4">
        <w:trPr>
          <w:trHeight w:val="567"/>
        </w:trPr>
        <w:tc>
          <w:tcPr>
            <w:tcW w:w="13783" w:type="dxa"/>
            <w:gridSpan w:val="7"/>
            <w:shd w:val="clear" w:color="auto" w:fill="auto"/>
            <w:vAlign w:val="center"/>
            <w:hideMark/>
          </w:tcPr>
          <w:p w14:paraId="7B916704" w14:textId="2847AA24" w:rsidR="007D3391" w:rsidRPr="00BD2E18" w:rsidRDefault="007D3391" w:rsidP="007D339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Pomieszczenie 148</w:t>
            </w:r>
          </w:p>
        </w:tc>
      </w:tr>
      <w:tr w:rsidR="00BD2E18" w:rsidRPr="00BD2E18" w14:paraId="74F752C2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282193E3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52.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2B3338A5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Biurko w kształcie litery L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710C8DD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14:paraId="09F6A59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63B93D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46A41804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203A3B08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61157C49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4F2EC6CD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53.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508D76B8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Biurko w kształcie litery L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E105F4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352469AF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0F7233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340E90C8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2DD50B0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65A673C1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104DEDD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54.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18A9109E" w14:textId="77777777" w:rsidR="00586F80" w:rsidRPr="00BD2E18" w:rsidRDefault="00586F80" w:rsidP="009C6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Biurko proste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8EF3EE3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7D4C5ADC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7546A64D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3266C5E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2BC2A7A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7B46036A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3DB394E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55.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2D63F09B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Kontener (szuflada z </w:t>
            </w:r>
            <w:proofErr w:type="spellStart"/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organizerem</w:t>
            </w:r>
            <w:proofErr w:type="spellEnd"/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+ szafka) pod biurko na kółkach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E1234DC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4B82D1DC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74B9BB2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144E16B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12CA7061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3DB3189D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47FDF2F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56.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745ED880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Szafka aktowa wisząca 3-częściowa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5A4A07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47AD83CC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66A5FF5A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0941FC2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437369EA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4390917C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1AC41A6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57.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70349875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Szafki aktowa wisząca jednodrzwiowa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CC9BA9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5206FC1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710270D2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05AF206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2A7AC97D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2BECC054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1C2A0A0E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58.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13D083EB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Szafka aktowa wisząca dwudrzwiowa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161972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57EF8EC6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1C452E34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250A466D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163C8CA8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6EAEC9DE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349B324E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59.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40E5A15E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Szafka wisząca dwudrzwiowa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46C747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14:paraId="0FBD6AA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70B1459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5BC758D1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09A7352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1FF58A09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42834C66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60.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4216BD8C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Aneks kuchenny z zabudową lodówki i roletą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D726B3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29870DA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3D233A8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0B8805E3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7C569094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4F5CC2D8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29BD2FF2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61.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59E524FD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Aneks kuchenny ze zlewem i roletą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6C8E21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23966094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B03C78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3B0AAE5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23CECB5F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3C1929F6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34ABAF5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62.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3971578B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Blat roboczy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C385446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2805E70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057D037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27F997E3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2D449BC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354A2C31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2C6BA832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63.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39205A3C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Panel ubraniowy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93281FF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11B1D11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6DAEC401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64A24F1A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41C17249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06517A53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798E2D3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64</w:t>
            </w:r>
            <w:r w:rsidR="00090B20" w:rsidRPr="00BD2E1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5E687F06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Zabudowa istniejących instalacji (wodociągowych, grzewczych, elektrycznych)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9DDFB4B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03FE5E9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07F816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46931465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13823C56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0A473FE4" w14:textId="77777777" w:rsidTr="00A4288C">
        <w:trPr>
          <w:trHeight w:val="567"/>
        </w:trPr>
        <w:tc>
          <w:tcPr>
            <w:tcW w:w="13783" w:type="dxa"/>
            <w:gridSpan w:val="7"/>
            <w:shd w:val="clear" w:color="auto" w:fill="auto"/>
            <w:vAlign w:val="center"/>
          </w:tcPr>
          <w:p w14:paraId="6EBAAB37" w14:textId="43A4EAE6" w:rsidR="007D3391" w:rsidRPr="00BD2E18" w:rsidRDefault="007D3391" w:rsidP="007D339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sz w:val="20"/>
                <w:szCs w:val="20"/>
              </w:rPr>
              <w:t>Wszystkie pomieszczenia</w:t>
            </w:r>
          </w:p>
        </w:tc>
      </w:tr>
      <w:tr w:rsidR="00BD2E18" w:rsidRPr="00BD2E18" w14:paraId="26CBDC76" w14:textId="77777777" w:rsidTr="00894772">
        <w:trPr>
          <w:trHeight w:val="567"/>
        </w:trPr>
        <w:tc>
          <w:tcPr>
            <w:tcW w:w="685" w:type="dxa"/>
            <w:shd w:val="clear" w:color="auto" w:fill="auto"/>
            <w:vAlign w:val="center"/>
            <w:hideMark/>
          </w:tcPr>
          <w:p w14:paraId="7ECE75C6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65</w:t>
            </w:r>
            <w:r w:rsidR="00090B20" w:rsidRPr="00BD2E1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14:paraId="518932E7" w14:textId="77777777" w:rsidR="00586F80" w:rsidRPr="00BD2E18" w:rsidRDefault="00586F80" w:rsidP="009C6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Zabudowa parapetu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7729911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126" w:type="dxa"/>
          </w:tcPr>
          <w:p w14:paraId="2266F02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6217CCE0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461B9CDE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8" w:type="dxa"/>
          </w:tcPr>
          <w:p w14:paraId="2C5DD547" w14:textId="77777777" w:rsidR="00586F80" w:rsidRPr="00BD2E18" w:rsidRDefault="00586F80" w:rsidP="009C6B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E18" w:rsidRPr="00BD2E18" w14:paraId="4F9B12B9" w14:textId="77777777" w:rsidTr="0056364A">
        <w:trPr>
          <w:trHeight w:val="567"/>
        </w:trPr>
        <w:tc>
          <w:tcPr>
            <w:tcW w:w="12025" w:type="dxa"/>
            <w:gridSpan w:val="6"/>
            <w:shd w:val="clear" w:color="auto" w:fill="auto"/>
            <w:vAlign w:val="center"/>
          </w:tcPr>
          <w:p w14:paraId="16FBE95E" w14:textId="27068402" w:rsidR="007D3391" w:rsidRPr="00BD2E18" w:rsidRDefault="002B0597" w:rsidP="002B0597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D2E18">
              <w:rPr>
                <w:rFonts w:asciiTheme="minorHAnsi" w:hAnsiTheme="minorHAnsi" w:cstheme="minorHAnsi"/>
                <w:b/>
                <w:sz w:val="20"/>
                <w:szCs w:val="20"/>
              </w:rPr>
              <w:t>RAZEM:</w:t>
            </w:r>
          </w:p>
        </w:tc>
        <w:tc>
          <w:tcPr>
            <w:tcW w:w="1758" w:type="dxa"/>
          </w:tcPr>
          <w:p w14:paraId="593489E6" w14:textId="77777777" w:rsidR="007D3391" w:rsidRPr="00BD2E18" w:rsidRDefault="007D3391" w:rsidP="002B0597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685FD941" w14:textId="77777777" w:rsidR="005E3646" w:rsidRPr="00BD2E18" w:rsidRDefault="005E3646" w:rsidP="00A10554">
      <w:pPr>
        <w:spacing w:after="0"/>
        <w:rPr>
          <w:rFonts w:eastAsia="SimSun" w:cs="Calibri"/>
          <w:b/>
          <w:bCs/>
          <w:kern w:val="20"/>
          <w:sz w:val="10"/>
          <w:lang w:eastAsia="hi-IN" w:bidi="hi-IN"/>
        </w:rPr>
      </w:pPr>
    </w:p>
    <w:p w14:paraId="401E74B2" w14:textId="77777777" w:rsidR="009519E2" w:rsidRPr="00BD2E18" w:rsidRDefault="00622B84" w:rsidP="00E67348">
      <w:pPr>
        <w:spacing w:after="0"/>
        <w:jc w:val="both"/>
        <w:rPr>
          <w:rFonts w:eastAsia="SimSun" w:cs="Calibri"/>
          <w:bCs/>
          <w:kern w:val="20"/>
          <w:sz w:val="24"/>
          <w:lang w:eastAsia="hi-IN" w:bidi="hi-IN"/>
        </w:rPr>
      </w:pPr>
      <w:r w:rsidRPr="00BD2E18">
        <w:rPr>
          <w:rFonts w:eastAsia="SimSun" w:cs="Calibri"/>
          <w:bCs/>
          <w:kern w:val="20"/>
          <w:sz w:val="24"/>
          <w:lang w:eastAsia="hi-IN" w:bidi="hi-IN"/>
        </w:rPr>
        <w:t>Oświadczam, że zaoferowane przez repreze</w:t>
      </w:r>
      <w:r w:rsidR="00987F5F" w:rsidRPr="00BD2E18">
        <w:rPr>
          <w:rFonts w:eastAsia="SimSun" w:cs="Calibri"/>
          <w:bCs/>
          <w:kern w:val="20"/>
          <w:sz w:val="24"/>
          <w:lang w:eastAsia="hi-IN" w:bidi="hi-IN"/>
        </w:rPr>
        <w:t>ntowanego przeze mnie Wykonawcę meble</w:t>
      </w:r>
      <w:r w:rsidR="00770478" w:rsidRPr="00BD2E18">
        <w:rPr>
          <w:rFonts w:eastAsia="SimSun" w:cs="Calibri"/>
          <w:bCs/>
          <w:kern w:val="20"/>
          <w:sz w:val="24"/>
          <w:lang w:eastAsia="hi-IN" w:bidi="hi-IN"/>
        </w:rPr>
        <w:t xml:space="preserve"> </w:t>
      </w:r>
      <w:r w:rsidR="006660A7" w:rsidRPr="00BD2E18">
        <w:rPr>
          <w:rFonts w:eastAsia="SimSun" w:cs="Calibri"/>
          <w:bCs/>
          <w:kern w:val="20"/>
          <w:sz w:val="24"/>
          <w:lang w:eastAsia="hi-IN" w:bidi="hi-IN"/>
        </w:rPr>
        <w:t>spełnia</w:t>
      </w:r>
      <w:r w:rsidR="00987F5F" w:rsidRPr="00BD2E18">
        <w:rPr>
          <w:rFonts w:eastAsia="SimSun" w:cs="Calibri"/>
          <w:bCs/>
          <w:kern w:val="20"/>
          <w:sz w:val="24"/>
          <w:lang w:eastAsia="hi-IN" w:bidi="hi-IN"/>
        </w:rPr>
        <w:t>ją</w:t>
      </w:r>
      <w:r w:rsidRPr="00BD2E18">
        <w:rPr>
          <w:rFonts w:eastAsia="SimSun" w:cs="Calibri"/>
          <w:bCs/>
          <w:kern w:val="20"/>
          <w:sz w:val="24"/>
          <w:lang w:eastAsia="hi-IN" w:bidi="hi-IN"/>
        </w:rPr>
        <w:t xml:space="preserve"> wymagania </w:t>
      </w:r>
      <w:r w:rsidRPr="00BD2E18">
        <w:rPr>
          <w:rFonts w:cs="Calibri"/>
          <w:sz w:val="24"/>
        </w:rPr>
        <w:t>techniczno-eksploatacyjne, jakościowe i funkcjonalne</w:t>
      </w:r>
      <w:r w:rsidR="00A947BB" w:rsidRPr="00BD2E18">
        <w:rPr>
          <w:rFonts w:eastAsia="SimSun" w:cs="Calibri"/>
          <w:bCs/>
          <w:kern w:val="20"/>
          <w:sz w:val="24"/>
          <w:lang w:eastAsia="hi-IN" w:bidi="hi-IN"/>
        </w:rPr>
        <w:t xml:space="preserve"> </w:t>
      </w:r>
      <w:r w:rsidRPr="00BD2E18">
        <w:rPr>
          <w:rFonts w:eastAsia="SimSun" w:cs="Calibri"/>
          <w:bCs/>
          <w:kern w:val="20"/>
          <w:sz w:val="24"/>
          <w:lang w:eastAsia="hi-IN" w:bidi="hi-IN"/>
        </w:rPr>
        <w:t>oraz wszystkie pozostałe wymagania wymienione w specyfikacji istotnych warunków zamówienia i w załącznikach do niej</w:t>
      </w:r>
      <w:r w:rsidR="0004180B" w:rsidRPr="00BD2E18">
        <w:rPr>
          <w:rFonts w:eastAsia="SimSun" w:cs="Calibri"/>
          <w:bCs/>
          <w:kern w:val="20"/>
          <w:sz w:val="24"/>
          <w:lang w:eastAsia="hi-IN" w:bidi="hi-IN"/>
        </w:rPr>
        <w:t xml:space="preserve">. </w:t>
      </w:r>
    </w:p>
    <w:p w14:paraId="6B6FA196" w14:textId="77777777" w:rsidR="003B7A8A" w:rsidRPr="00BD2E18" w:rsidRDefault="003B7A8A" w:rsidP="00E67348">
      <w:pPr>
        <w:spacing w:after="0"/>
        <w:jc w:val="both"/>
        <w:rPr>
          <w:rFonts w:eastAsia="SimSun" w:cs="Calibri"/>
          <w:bCs/>
          <w:kern w:val="20"/>
          <w:sz w:val="24"/>
          <w:lang w:eastAsia="hi-IN" w:bidi="hi-IN"/>
        </w:rPr>
      </w:pPr>
    </w:p>
    <w:p w14:paraId="3496D7ED" w14:textId="77777777" w:rsidR="00E67348" w:rsidRPr="00BD2E18" w:rsidRDefault="00E67348" w:rsidP="00E67348">
      <w:pPr>
        <w:tabs>
          <w:tab w:val="center" w:pos="1440"/>
          <w:tab w:val="center" w:pos="7560"/>
        </w:tabs>
        <w:spacing w:after="0"/>
        <w:rPr>
          <w:rFonts w:cs="Calibri"/>
          <w:i/>
          <w:sz w:val="10"/>
          <w:szCs w:val="20"/>
        </w:rPr>
      </w:pPr>
    </w:p>
    <w:p w14:paraId="19E6703F" w14:textId="77777777" w:rsidR="00741350" w:rsidRPr="00BD2E18" w:rsidRDefault="00622B84" w:rsidP="00E67348">
      <w:pPr>
        <w:spacing w:after="0" w:line="240" w:lineRule="auto"/>
        <w:ind w:left="360"/>
        <w:rPr>
          <w:rFonts w:cs="Calibri"/>
          <w:b/>
          <w:sz w:val="20"/>
          <w:szCs w:val="20"/>
        </w:rPr>
      </w:pPr>
      <w:r w:rsidRPr="00BD2E18">
        <w:rPr>
          <w:rFonts w:cs="Calibri"/>
          <w:b/>
          <w:sz w:val="28"/>
          <w:szCs w:val="20"/>
          <w:vertAlign w:val="superscript"/>
        </w:rPr>
        <w:t>*)</w:t>
      </w:r>
      <w:r w:rsidRPr="00BD2E18">
        <w:rPr>
          <w:rFonts w:cs="Calibri"/>
          <w:b/>
          <w:sz w:val="20"/>
          <w:szCs w:val="20"/>
        </w:rPr>
        <w:t xml:space="preserve"> Wypełnia Wykonawca</w:t>
      </w:r>
    </w:p>
    <w:p w14:paraId="386CEFDD" w14:textId="77777777" w:rsidR="002D1027" w:rsidRPr="00BD2E18" w:rsidRDefault="002D1027" w:rsidP="002D1027">
      <w:pPr>
        <w:spacing w:after="0" w:line="240" w:lineRule="auto"/>
        <w:rPr>
          <w:rFonts w:cs="Calibri"/>
          <w:sz w:val="20"/>
          <w:szCs w:val="20"/>
        </w:rPr>
      </w:pPr>
    </w:p>
    <w:p w14:paraId="463AB5FF" w14:textId="77777777" w:rsidR="002D1027" w:rsidRPr="00BD2E18" w:rsidRDefault="002D1027" w:rsidP="002D1027">
      <w:pPr>
        <w:spacing w:after="0" w:line="240" w:lineRule="auto"/>
        <w:rPr>
          <w:rFonts w:cs="Calibri"/>
          <w:sz w:val="20"/>
          <w:szCs w:val="20"/>
        </w:rPr>
      </w:pPr>
    </w:p>
    <w:p w14:paraId="5564C0C4" w14:textId="77777777" w:rsidR="002D1027" w:rsidRPr="00BD2E18" w:rsidRDefault="002D1027" w:rsidP="002D1027">
      <w:pPr>
        <w:spacing w:after="0"/>
        <w:jc w:val="both"/>
        <w:rPr>
          <w:rFonts w:eastAsia="SimSun" w:cs="Calibri"/>
          <w:bCs/>
          <w:i/>
          <w:kern w:val="20"/>
          <w:sz w:val="24"/>
          <w:lang w:eastAsia="hi-IN" w:bidi="hi-IN"/>
        </w:rPr>
      </w:pPr>
      <w:r w:rsidRPr="00BD2E18">
        <w:rPr>
          <w:rFonts w:cs="Calibri"/>
          <w:i/>
          <w:iCs/>
        </w:rPr>
        <w:t>podpis Wykonawcy</w:t>
      </w:r>
    </w:p>
    <w:p w14:paraId="154403D6" w14:textId="77777777" w:rsidR="002D1027" w:rsidRPr="00BD2E18" w:rsidRDefault="002D1027" w:rsidP="002D1027">
      <w:pPr>
        <w:spacing w:after="0" w:line="240" w:lineRule="auto"/>
        <w:rPr>
          <w:rFonts w:cs="Calibri"/>
          <w:b/>
          <w:sz w:val="20"/>
          <w:szCs w:val="20"/>
          <w:vertAlign w:val="superscript"/>
        </w:rPr>
      </w:pPr>
    </w:p>
    <w:sectPr w:rsidR="002D1027" w:rsidRPr="00BD2E18" w:rsidSect="009519E2">
      <w:footerReference w:type="default" r:id="rId7"/>
      <w:pgSz w:w="16838" w:h="11906" w:orient="landscape" w:code="9"/>
      <w:pgMar w:top="709" w:right="1245" w:bottom="993" w:left="180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350D92" w14:textId="77777777" w:rsidR="00390244" w:rsidRDefault="00390244">
      <w:pPr>
        <w:spacing w:after="0" w:line="240" w:lineRule="auto"/>
      </w:pPr>
      <w:r>
        <w:separator/>
      </w:r>
    </w:p>
  </w:endnote>
  <w:endnote w:type="continuationSeparator" w:id="0">
    <w:p w14:paraId="057C8450" w14:textId="77777777" w:rsidR="00390244" w:rsidRDefault="00390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Montserrat Light">
    <w:altName w:val="Times New Roman"/>
    <w:charset w:val="EE"/>
    <w:family w:val="auto"/>
    <w:pitch w:val="variable"/>
    <w:sig w:usb0="00000001" w:usb1="00000003" w:usb2="00000000" w:usb3="00000000" w:csb0="00000197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E0B138" w14:textId="77777777" w:rsidR="003B7A8A" w:rsidRDefault="003B7A8A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74204">
      <w:rPr>
        <w:noProof/>
      </w:rPr>
      <w:t>6</w:t>
    </w:r>
    <w:r>
      <w:fldChar w:fldCharType="end"/>
    </w:r>
  </w:p>
  <w:p w14:paraId="27FB9CCB" w14:textId="77777777" w:rsidR="003B7A8A" w:rsidRDefault="003B7A8A">
    <w:pPr>
      <w:pStyle w:val="Stopka"/>
      <w:ind w:firstLine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C49183" w14:textId="77777777" w:rsidR="00390244" w:rsidRDefault="00390244">
      <w:pPr>
        <w:spacing w:after="0" w:line="240" w:lineRule="auto"/>
      </w:pPr>
      <w:r>
        <w:separator/>
      </w:r>
    </w:p>
  </w:footnote>
  <w:footnote w:type="continuationSeparator" w:id="0">
    <w:p w14:paraId="4B370137" w14:textId="77777777" w:rsidR="00390244" w:rsidRDefault="003902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attachedTemplate r:id="rId1"/>
  <w:defaultTabStop w:val="340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5C8"/>
    <w:rsid w:val="00005127"/>
    <w:rsid w:val="00005543"/>
    <w:rsid w:val="00005BBB"/>
    <w:rsid w:val="000067A0"/>
    <w:rsid w:val="00007174"/>
    <w:rsid w:val="00007D2D"/>
    <w:rsid w:val="00010C95"/>
    <w:rsid w:val="0001142D"/>
    <w:rsid w:val="00012379"/>
    <w:rsid w:val="00012550"/>
    <w:rsid w:val="00013D3A"/>
    <w:rsid w:val="00014BBE"/>
    <w:rsid w:val="0001598B"/>
    <w:rsid w:val="000163FD"/>
    <w:rsid w:val="000245A8"/>
    <w:rsid w:val="00024798"/>
    <w:rsid w:val="00024B67"/>
    <w:rsid w:val="0003284A"/>
    <w:rsid w:val="00032BD8"/>
    <w:rsid w:val="00033023"/>
    <w:rsid w:val="00033894"/>
    <w:rsid w:val="00034764"/>
    <w:rsid w:val="00034F91"/>
    <w:rsid w:val="000414DB"/>
    <w:rsid w:val="0004180B"/>
    <w:rsid w:val="00043461"/>
    <w:rsid w:val="00044183"/>
    <w:rsid w:val="00044208"/>
    <w:rsid w:val="000448D2"/>
    <w:rsid w:val="0004556A"/>
    <w:rsid w:val="00046369"/>
    <w:rsid w:val="00050957"/>
    <w:rsid w:val="00052886"/>
    <w:rsid w:val="000528CA"/>
    <w:rsid w:val="0005378D"/>
    <w:rsid w:val="0005554F"/>
    <w:rsid w:val="00062B78"/>
    <w:rsid w:val="00063325"/>
    <w:rsid w:val="00063D9E"/>
    <w:rsid w:val="0006469E"/>
    <w:rsid w:val="00065791"/>
    <w:rsid w:val="0006626B"/>
    <w:rsid w:val="00070032"/>
    <w:rsid w:val="00070945"/>
    <w:rsid w:val="0007123B"/>
    <w:rsid w:val="00077C39"/>
    <w:rsid w:val="00080A88"/>
    <w:rsid w:val="00085684"/>
    <w:rsid w:val="00087A87"/>
    <w:rsid w:val="00090B20"/>
    <w:rsid w:val="0009214B"/>
    <w:rsid w:val="000A09D5"/>
    <w:rsid w:val="000A159B"/>
    <w:rsid w:val="000A2DFF"/>
    <w:rsid w:val="000A3770"/>
    <w:rsid w:val="000A40A9"/>
    <w:rsid w:val="000A4180"/>
    <w:rsid w:val="000A4807"/>
    <w:rsid w:val="000A5DAA"/>
    <w:rsid w:val="000A602C"/>
    <w:rsid w:val="000A6B17"/>
    <w:rsid w:val="000A7E80"/>
    <w:rsid w:val="000B04C4"/>
    <w:rsid w:val="000B4D3E"/>
    <w:rsid w:val="000B5578"/>
    <w:rsid w:val="000B76D1"/>
    <w:rsid w:val="000C1D28"/>
    <w:rsid w:val="000C61F0"/>
    <w:rsid w:val="000D160E"/>
    <w:rsid w:val="000D21FF"/>
    <w:rsid w:val="000D229F"/>
    <w:rsid w:val="000D2378"/>
    <w:rsid w:val="000D3F8E"/>
    <w:rsid w:val="000D6064"/>
    <w:rsid w:val="000D7119"/>
    <w:rsid w:val="000D7723"/>
    <w:rsid w:val="000E05FC"/>
    <w:rsid w:val="000E2404"/>
    <w:rsid w:val="000E3A51"/>
    <w:rsid w:val="000E6668"/>
    <w:rsid w:val="000F0533"/>
    <w:rsid w:val="000F18C9"/>
    <w:rsid w:val="000F2565"/>
    <w:rsid w:val="000F39D1"/>
    <w:rsid w:val="000F450B"/>
    <w:rsid w:val="000F4CB7"/>
    <w:rsid w:val="001009EC"/>
    <w:rsid w:val="00101FEA"/>
    <w:rsid w:val="00103D70"/>
    <w:rsid w:val="00104958"/>
    <w:rsid w:val="00104C13"/>
    <w:rsid w:val="001050E9"/>
    <w:rsid w:val="00105DB1"/>
    <w:rsid w:val="001060E3"/>
    <w:rsid w:val="001107B2"/>
    <w:rsid w:val="00113E7E"/>
    <w:rsid w:val="001169C6"/>
    <w:rsid w:val="001207F2"/>
    <w:rsid w:val="0012321B"/>
    <w:rsid w:val="00123F42"/>
    <w:rsid w:val="00125D3B"/>
    <w:rsid w:val="00125E2B"/>
    <w:rsid w:val="001266EB"/>
    <w:rsid w:val="00135891"/>
    <w:rsid w:val="00137AE2"/>
    <w:rsid w:val="00140E77"/>
    <w:rsid w:val="001446E7"/>
    <w:rsid w:val="00144ED0"/>
    <w:rsid w:val="001456C2"/>
    <w:rsid w:val="00146A41"/>
    <w:rsid w:val="00152334"/>
    <w:rsid w:val="001527AF"/>
    <w:rsid w:val="00153C3D"/>
    <w:rsid w:val="00161443"/>
    <w:rsid w:val="00165C27"/>
    <w:rsid w:val="001663F7"/>
    <w:rsid w:val="00166C81"/>
    <w:rsid w:val="0017485C"/>
    <w:rsid w:val="00181F1E"/>
    <w:rsid w:val="00182210"/>
    <w:rsid w:val="00183C92"/>
    <w:rsid w:val="001870CB"/>
    <w:rsid w:val="0019161E"/>
    <w:rsid w:val="00193158"/>
    <w:rsid w:val="00194473"/>
    <w:rsid w:val="00194522"/>
    <w:rsid w:val="00194BB7"/>
    <w:rsid w:val="001A060E"/>
    <w:rsid w:val="001A1659"/>
    <w:rsid w:val="001A21CE"/>
    <w:rsid w:val="001A5F86"/>
    <w:rsid w:val="001A6E69"/>
    <w:rsid w:val="001B0D62"/>
    <w:rsid w:val="001B2795"/>
    <w:rsid w:val="001B381B"/>
    <w:rsid w:val="001B4E34"/>
    <w:rsid w:val="001C037A"/>
    <w:rsid w:val="001C0B47"/>
    <w:rsid w:val="001C3884"/>
    <w:rsid w:val="001C49E0"/>
    <w:rsid w:val="001C5AAB"/>
    <w:rsid w:val="001C6529"/>
    <w:rsid w:val="001D1762"/>
    <w:rsid w:val="001D2A18"/>
    <w:rsid w:val="001D2D38"/>
    <w:rsid w:val="001D7CE7"/>
    <w:rsid w:val="001E1010"/>
    <w:rsid w:val="001E247E"/>
    <w:rsid w:val="001E2B40"/>
    <w:rsid w:val="001E32FF"/>
    <w:rsid w:val="001E4807"/>
    <w:rsid w:val="001E7B9D"/>
    <w:rsid w:val="001F35B8"/>
    <w:rsid w:val="001F3AFA"/>
    <w:rsid w:val="001F40F3"/>
    <w:rsid w:val="001F7FD9"/>
    <w:rsid w:val="00202F21"/>
    <w:rsid w:val="00203AED"/>
    <w:rsid w:val="00203CCE"/>
    <w:rsid w:val="00203EE1"/>
    <w:rsid w:val="00204DE9"/>
    <w:rsid w:val="00205BDB"/>
    <w:rsid w:val="002105A9"/>
    <w:rsid w:val="00212E70"/>
    <w:rsid w:val="0021491E"/>
    <w:rsid w:val="00214ED3"/>
    <w:rsid w:val="00217CBE"/>
    <w:rsid w:val="00221279"/>
    <w:rsid w:val="00223533"/>
    <w:rsid w:val="00223CDC"/>
    <w:rsid w:val="00226673"/>
    <w:rsid w:val="0022669F"/>
    <w:rsid w:val="002320B1"/>
    <w:rsid w:val="00232102"/>
    <w:rsid w:val="00232C62"/>
    <w:rsid w:val="0023347B"/>
    <w:rsid w:val="002350FD"/>
    <w:rsid w:val="00235441"/>
    <w:rsid w:val="0023638E"/>
    <w:rsid w:val="00236C32"/>
    <w:rsid w:val="00237193"/>
    <w:rsid w:val="002400E9"/>
    <w:rsid w:val="0024072A"/>
    <w:rsid w:val="002434E2"/>
    <w:rsid w:val="002503ED"/>
    <w:rsid w:val="00250A1B"/>
    <w:rsid w:val="00250D74"/>
    <w:rsid w:val="00252151"/>
    <w:rsid w:val="00253C1C"/>
    <w:rsid w:val="00256426"/>
    <w:rsid w:val="00257522"/>
    <w:rsid w:val="00257F35"/>
    <w:rsid w:val="00261BB8"/>
    <w:rsid w:val="00264EF9"/>
    <w:rsid w:val="00266242"/>
    <w:rsid w:val="002663DE"/>
    <w:rsid w:val="0026651B"/>
    <w:rsid w:val="00271BC1"/>
    <w:rsid w:val="00272E3F"/>
    <w:rsid w:val="00274D09"/>
    <w:rsid w:val="002771EB"/>
    <w:rsid w:val="00277B9F"/>
    <w:rsid w:val="00280F40"/>
    <w:rsid w:val="002853A3"/>
    <w:rsid w:val="002917E0"/>
    <w:rsid w:val="002A02B1"/>
    <w:rsid w:val="002A09C6"/>
    <w:rsid w:val="002A371C"/>
    <w:rsid w:val="002A3E6C"/>
    <w:rsid w:val="002A64D3"/>
    <w:rsid w:val="002A7F2A"/>
    <w:rsid w:val="002B0597"/>
    <w:rsid w:val="002B0C5A"/>
    <w:rsid w:val="002B1215"/>
    <w:rsid w:val="002B13A9"/>
    <w:rsid w:val="002B3CBF"/>
    <w:rsid w:val="002B3FF1"/>
    <w:rsid w:val="002B4991"/>
    <w:rsid w:val="002B6099"/>
    <w:rsid w:val="002B6133"/>
    <w:rsid w:val="002B732E"/>
    <w:rsid w:val="002B7C5E"/>
    <w:rsid w:val="002C1724"/>
    <w:rsid w:val="002C2664"/>
    <w:rsid w:val="002C7317"/>
    <w:rsid w:val="002C7AC0"/>
    <w:rsid w:val="002D05D0"/>
    <w:rsid w:val="002D1027"/>
    <w:rsid w:val="002D690B"/>
    <w:rsid w:val="002D6E74"/>
    <w:rsid w:val="002D761F"/>
    <w:rsid w:val="002E2FD0"/>
    <w:rsid w:val="002E37B2"/>
    <w:rsid w:val="002F0A1C"/>
    <w:rsid w:val="002F2DD2"/>
    <w:rsid w:val="0030028E"/>
    <w:rsid w:val="003020A1"/>
    <w:rsid w:val="00303FB8"/>
    <w:rsid w:val="003071FA"/>
    <w:rsid w:val="00307BF3"/>
    <w:rsid w:val="00323D59"/>
    <w:rsid w:val="003260C3"/>
    <w:rsid w:val="0032668A"/>
    <w:rsid w:val="003267BE"/>
    <w:rsid w:val="00327E89"/>
    <w:rsid w:val="003307A9"/>
    <w:rsid w:val="00330C98"/>
    <w:rsid w:val="00331B1A"/>
    <w:rsid w:val="00335238"/>
    <w:rsid w:val="00335FF8"/>
    <w:rsid w:val="00340DCF"/>
    <w:rsid w:val="003429A9"/>
    <w:rsid w:val="00343953"/>
    <w:rsid w:val="00343FDB"/>
    <w:rsid w:val="00344629"/>
    <w:rsid w:val="00345826"/>
    <w:rsid w:val="00346311"/>
    <w:rsid w:val="00351658"/>
    <w:rsid w:val="0035428B"/>
    <w:rsid w:val="00357A17"/>
    <w:rsid w:val="0036054A"/>
    <w:rsid w:val="00360DCF"/>
    <w:rsid w:val="003619A5"/>
    <w:rsid w:val="00362842"/>
    <w:rsid w:val="00362D32"/>
    <w:rsid w:val="003634A7"/>
    <w:rsid w:val="00363EFF"/>
    <w:rsid w:val="003642F2"/>
    <w:rsid w:val="00365502"/>
    <w:rsid w:val="00367E7C"/>
    <w:rsid w:val="00370350"/>
    <w:rsid w:val="0037088E"/>
    <w:rsid w:val="00371BA7"/>
    <w:rsid w:val="003738CC"/>
    <w:rsid w:val="003806CD"/>
    <w:rsid w:val="00381B60"/>
    <w:rsid w:val="00381C6D"/>
    <w:rsid w:val="003823D2"/>
    <w:rsid w:val="003824D8"/>
    <w:rsid w:val="00382D8A"/>
    <w:rsid w:val="003853D3"/>
    <w:rsid w:val="003855B2"/>
    <w:rsid w:val="003861A6"/>
    <w:rsid w:val="00386CFE"/>
    <w:rsid w:val="00390244"/>
    <w:rsid w:val="00392B5B"/>
    <w:rsid w:val="00393A6C"/>
    <w:rsid w:val="003940C7"/>
    <w:rsid w:val="003947E8"/>
    <w:rsid w:val="00395D87"/>
    <w:rsid w:val="003A1873"/>
    <w:rsid w:val="003A1C49"/>
    <w:rsid w:val="003A1C54"/>
    <w:rsid w:val="003A29AE"/>
    <w:rsid w:val="003A3D0C"/>
    <w:rsid w:val="003B1540"/>
    <w:rsid w:val="003B22EE"/>
    <w:rsid w:val="003B34BE"/>
    <w:rsid w:val="003B4439"/>
    <w:rsid w:val="003B6A20"/>
    <w:rsid w:val="003B6B0E"/>
    <w:rsid w:val="003B7A8A"/>
    <w:rsid w:val="003C02FA"/>
    <w:rsid w:val="003C146A"/>
    <w:rsid w:val="003C3BE1"/>
    <w:rsid w:val="003C4E39"/>
    <w:rsid w:val="003D0568"/>
    <w:rsid w:val="003D456F"/>
    <w:rsid w:val="003D657E"/>
    <w:rsid w:val="003E0F3F"/>
    <w:rsid w:val="003E23BF"/>
    <w:rsid w:val="003E25F2"/>
    <w:rsid w:val="003E6A81"/>
    <w:rsid w:val="003F0432"/>
    <w:rsid w:val="003F59A2"/>
    <w:rsid w:val="003F6103"/>
    <w:rsid w:val="003F6354"/>
    <w:rsid w:val="003F66A1"/>
    <w:rsid w:val="003F7197"/>
    <w:rsid w:val="003F7F00"/>
    <w:rsid w:val="00400128"/>
    <w:rsid w:val="0040524A"/>
    <w:rsid w:val="0040612F"/>
    <w:rsid w:val="00407621"/>
    <w:rsid w:val="00407BA6"/>
    <w:rsid w:val="004110ED"/>
    <w:rsid w:val="00413FC5"/>
    <w:rsid w:val="00414278"/>
    <w:rsid w:val="004144ED"/>
    <w:rsid w:val="0041614E"/>
    <w:rsid w:val="0041615E"/>
    <w:rsid w:val="00420628"/>
    <w:rsid w:val="00421664"/>
    <w:rsid w:val="00423316"/>
    <w:rsid w:val="004233BD"/>
    <w:rsid w:val="00424D21"/>
    <w:rsid w:val="004272F1"/>
    <w:rsid w:val="00427B6E"/>
    <w:rsid w:val="00430A5E"/>
    <w:rsid w:val="0043181C"/>
    <w:rsid w:val="00431DB8"/>
    <w:rsid w:val="00432399"/>
    <w:rsid w:val="0043328C"/>
    <w:rsid w:val="00433D52"/>
    <w:rsid w:val="004340A5"/>
    <w:rsid w:val="004403F0"/>
    <w:rsid w:val="0044183B"/>
    <w:rsid w:val="00441C3B"/>
    <w:rsid w:val="004435CE"/>
    <w:rsid w:val="00443FC9"/>
    <w:rsid w:val="004466B5"/>
    <w:rsid w:val="00447216"/>
    <w:rsid w:val="00453148"/>
    <w:rsid w:val="0045338C"/>
    <w:rsid w:val="0045434B"/>
    <w:rsid w:val="00455805"/>
    <w:rsid w:val="0046075E"/>
    <w:rsid w:val="00462F86"/>
    <w:rsid w:val="00464117"/>
    <w:rsid w:val="00467F62"/>
    <w:rsid w:val="0047182C"/>
    <w:rsid w:val="004745F1"/>
    <w:rsid w:val="004758DB"/>
    <w:rsid w:val="00475ACE"/>
    <w:rsid w:val="0048175B"/>
    <w:rsid w:val="0048211E"/>
    <w:rsid w:val="00482AE9"/>
    <w:rsid w:val="00484292"/>
    <w:rsid w:val="00484455"/>
    <w:rsid w:val="00484DBE"/>
    <w:rsid w:val="00490B8F"/>
    <w:rsid w:val="004923E3"/>
    <w:rsid w:val="00494442"/>
    <w:rsid w:val="00496F7F"/>
    <w:rsid w:val="00497729"/>
    <w:rsid w:val="004A14EC"/>
    <w:rsid w:val="004A1D0D"/>
    <w:rsid w:val="004A2925"/>
    <w:rsid w:val="004A7333"/>
    <w:rsid w:val="004A76F5"/>
    <w:rsid w:val="004A7DD0"/>
    <w:rsid w:val="004B09C6"/>
    <w:rsid w:val="004B224E"/>
    <w:rsid w:val="004B2739"/>
    <w:rsid w:val="004B3C71"/>
    <w:rsid w:val="004B6188"/>
    <w:rsid w:val="004B7CEA"/>
    <w:rsid w:val="004C0F2E"/>
    <w:rsid w:val="004C2332"/>
    <w:rsid w:val="004C4E43"/>
    <w:rsid w:val="004C5713"/>
    <w:rsid w:val="004C5F8F"/>
    <w:rsid w:val="004C5FEB"/>
    <w:rsid w:val="004C628E"/>
    <w:rsid w:val="004D090B"/>
    <w:rsid w:val="004D0F2D"/>
    <w:rsid w:val="004D1069"/>
    <w:rsid w:val="004D2325"/>
    <w:rsid w:val="004D2722"/>
    <w:rsid w:val="004D53D6"/>
    <w:rsid w:val="004D639D"/>
    <w:rsid w:val="004D65F5"/>
    <w:rsid w:val="004D786A"/>
    <w:rsid w:val="004E3F75"/>
    <w:rsid w:val="004E419F"/>
    <w:rsid w:val="004E5844"/>
    <w:rsid w:val="004E58B2"/>
    <w:rsid w:val="004E68D9"/>
    <w:rsid w:val="004F19DE"/>
    <w:rsid w:val="004F50C9"/>
    <w:rsid w:val="004F56BA"/>
    <w:rsid w:val="004F616C"/>
    <w:rsid w:val="004F6205"/>
    <w:rsid w:val="005017AC"/>
    <w:rsid w:val="005018C9"/>
    <w:rsid w:val="00502079"/>
    <w:rsid w:val="00502D3A"/>
    <w:rsid w:val="00503A93"/>
    <w:rsid w:val="00503FC2"/>
    <w:rsid w:val="00504510"/>
    <w:rsid w:val="00505BEF"/>
    <w:rsid w:val="00507F00"/>
    <w:rsid w:val="0051188F"/>
    <w:rsid w:val="00512573"/>
    <w:rsid w:val="005127B0"/>
    <w:rsid w:val="00514100"/>
    <w:rsid w:val="00515524"/>
    <w:rsid w:val="00516DA0"/>
    <w:rsid w:val="00520AC6"/>
    <w:rsid w:val="00521509"/>
    <w:rsid w:val="00521631"/>
    <w:rsid w:val="00523267"/>
    <w:rsid w:val="00525005"/>
    <w:rsid w:val="00530186"/>
    <w:rsid w:val="005333B2"/>
    <w:rsid w:val="005338A5"/>
    <w:rsid w:val="00535428"/>
    <w:rsid w:val="005358BD"/>
    <w:rsid w:val="00536173"/>
    <w:rsid w:val="0054069C"/>
    <w:rsid w:val="00550633"/>
    <w:rsid w:val="005513A8"/>
    <w:rsid w:val="00555CAD"/>
    <w:rsid w:val="005574F7"/>
    <w:rsid w:val="00557F9D"/>
    <w:rsid w:val="00562615"/>
    <w:rsid w:val="0056540F"/>
    <w:rsid w:val="005660A2"/>
    <w:rsid w:val="00567BB2"/>
    <w:rsid w:val="005701AA"/>
    <w:rsid w:val="00571255"/>
    <w:rsid w:val="0057219A"/>
    <w:rsid w:val="00572249"/>
    <w:rsid w:val="00573874"/>
    <w:rsid w:val="00575C10"/>
    <w:rsid w:val="00575C77"/>
    <w:rsid w:val="0058457E"/>
    <w:rsid w:val="005857C5"/>
    <w:rsid w:val="0058653D"/>
    <w:rsid w:val="00586F80"/>
    <w:rsid w:val="0058760E"/>
    <w:rsid w:val="0059256C"/>
    <w:rsid w:val="00595F9B"/>
    <w:rsid w:val="005A0CBB"/>
    <w:rsid w:val="005A5209"/>
    <w:rsid w:val="005A525E"/>
    <w:rsid w:val="005A5835"/>
    <w:rsid w:val="005A5D35"/>
    <w:rsid w:val="005A63CF"/>
    <w:rsid w:val="005A76E8"/>
    <w:rsid w:val="005B24B4"/>
    <w:rsid w:val="005B6498"/>
    <w:rsid w:val="005B717F"/>
    <w:rsid w:val="005B7286"/>
    <w:rsid w:val="005C1218"/>
    <w:rsid w:val="005C4845"/>
    <w:rsid w:val="005C7DC5"/>
    <w:rsid w:val="005D0C24"/>
    <w:rsid w:val="005D2C3B"/>
    <w:rsid w:val="005D3504"/>
    <w:rsid w:val="005D690D"/>
    <w:rsid w:val="005E0A6A"/>
    <w:rsid w:val="005E3646"/>
    <w:rsid w:val="005E4DEA"/>
    <w:rsid w:val="005E5004"/>
    <w:rsid w:val="005E51B9"/>
    <w:rsid w:val="005E5499"/>
    <w:rsid w:val="005E5808"/>
    <w:rsid w:val="005F058B"/>
    <w:rsid w:val="005F1B4F"/>
    <w:rsid w:val="005F1F9A"/>
    <w:rsid w:val="005F33EE"/>
    <w:rsid w:val="005F37F5"/>
    <w:rsid w:val="005F568B"/>
    <w:rsid w:val="005F7650"/>
    <w:rsid w:val="005F7DD6"/>
    <w:rsid w:val="006005B4"/>
    <w:rsid w:val="00600B13"/>
    <w:rsid w:val="006031AF"/>
    <w:rsid w:val="0060405B"/>
    <w:rsid w:val="006040F3"/>
    <w:rsid w:val="00604E09"/>
    <w:rsid w:val="006056C2"/>
    <w:rsid w:val="006071C1"/>
    <w:rsid w:val="006110F3"/>
    <w:rsid w:val="006112E1"/>
    <w:rsid w:val="00611AE6"/>
    <w:rsid w:val="006142B3"/>
    <w:rsid w:val="00622B84"/>
    <w:rsid w:val="00627627"/>
    <w:rsid w:val="006316DC"/>
    <w:rsid w:val="00631E76"/>
    <w:rsid w:val="00633252"/>
    <w:rsid w:val="00633A6D"/>
    <w:rsid w:val="00634CFF"/>
    <w:rsid w:val="00634E60"/>
    <w:rsid w:val="0063658D"/>
    <w:rsid w:val="006409B9"/>
    <w:rsid w:val="0064132F"/>
    <w:rsid w:val="00644698"/>
    <w:rsid w:val="00644C20"/>
    <w:rsid w:val="00644EF7"/>
    <w:rsid w:val="00645954"/>
    <w:rsid w:val="00651D02"/>
    <w:rsid w:val="00652CF8"/>
    <w:rsid w:val="00655039"/>
    <w:rsid w:val="00657311"/>
    <w:rsid w:val="00662491"/>
    <w:rsid w:val="0066408A"/>
    <w:rsid w:val="006660A7"/>
    <w:rsid w:val="00666ADE"/>
    <w:rsid w:val="0066716A"/>
    <w:rsid w:val="00667405"/>
    <w:rsid w:val="00670842"/>
    <w:rsid w:val="00674AFD"/>
    <w:rsid w:val="00674D57"/>
    <w:rsid w:val="00675073"/>
    <w:rsid w:val="006768A7"/>
    <w:rsid w:val="0067696C"/>
    <w:rsid w:val="00677271"/>
    <w:rsid w:val="00680D87"/>
    <w:rsid w:val="0068103B"/>
    <w:rsid w:val="00681D13"/>
    <w:rsid w:val="006820C3"/>
    <w:rsid w:val="006824CF"/>
    <w:rsid w:val="00687707"/>
    <w:rsid w:val="00687FA1"/>
    <w:rsid w:val="00690851"/>
    <w:rsid w:val="006975C8"/>
    <w:rsid w:val="006A3D41"/>
    <w:rsid w:val="006A74E6"/>
    <w:rsid w:val="006A7C40"/>
    <w:rsid w:val="006A7DF7"/>
    <w:rsid w:val="006C2EE5"/>
    <w:rsid w:val="006C519E"/>
    <w:rsid w:val="006C57FB"/>
    <w:rsid w:val="006C640B"/>
    <w:rsid w:val="006C6C65"/>
    <w:rsid w:val="006D1617"/>
    <w:rsid w:val="006D22F9"/>
    <w:rsid w:val="006E0DAA"/>
    <w:rsid w:val="006E4F43"/>
    <w:rsid w:val="006E5611"/>
    <w:rsid w:val="006E593E"/>
    <w:rsid w:val="006E6059"/>
    <w:rsid w:val="006E72A2"/>
    <w:rsid w:val="006E7C96"/>
    <w:rsid w:val="006F0055"/>
    <w:rsid w:val="006F157A"/>
    <w:rsid w:val="006F69EB"/>
    <w:rsid w:val="007039EC"/>
    <w:rsid w:val="00704023"/>
    <w:rsid w:val="00707FA9"/>
    <w:rsid w:val="0071074F"/>
    <w:rsid w:val="0071183D"/>
    <w:rsid w:val="0071205F"/>
    <w:rsid w:val="00712D13"/>
    <w:rsid w:val="00712DF9"/>
    <w:rsid w:val="007161AC"/>
    <w:rsid w:val="00717FF7"/>
    <w:rsid w:val="007219EB"/>
    <w:rsid w:val="007231FA"/>
    <w:rsid w:val="007240FA"/>
    <w:rsid w:val="00724828"/>
    <w:rsid w:val="0072496C"/>
    <w:rsid w:val="00725E34"/>
    <w:rsid w:val="00725E49"/>
    <w:rsid w:val="00732B16"/>
    <w:rsid w:val="00740CD7"/>
    <w:rsid w:val="00741350"/>
    <w:rsid w:val="00741A74"/>
    <w:rsid w:val="00743982"/>
    <w:rsid w:val="00743C1F"/>
    <w:rsid w:val="007442A6"/>
    <w:rsid w:val="00747CF4"/>
    <w:rsid w:val="0075002B"/>
    <w:rsid w:val="007523DD"/>
    <w:rsid w:val="007525E6"/>
    <w:rsid w:val="00755185"/>
    <w:rsid w:val="007553B8"/>
    <w:rsid w:val="0075615C"/>
    <w:rsid w:val="0075742F"/>
    <w:rsid w:val="00762BC2"/>
    <w:rsid w:val="00763B6B"/>
    <w:rsid w:val="0076648D"/>
    <w:rsid w:val="00770478"/>
    <w:rsid w:val="007717CC"/>
    <w:rsid w:val="00772B77"/>
    <w:rsid w:val="00772F5C"/>
    <w:rsid w:val="00781288"/>
    <w:rsid w:val="00783DF6"/>
    <w:rsid w:val="00784A56"/>
    <w:rsid w:val="00792399"/>
    <w:rsid w:val="00795941"/>
    <w:rsid w:val="0079618C"/>
    <w:rsid w:val="007A48A2"/>
    <w:rsid w:val="007A6422"/>
    <w:rsid w:val="007A7D57"/>
    <w:rsid w:val="007B487F"/>
    <w:rsid w:val="007B5770"/>
    <w:rsid w:val="007B782F"/>
    <w:rsid w:val="007B7A1F"/>
    <w:rsid w:val="007B7BEA"/>
    <w:rsid w:val="007C0586"/>
    <w:rsid w:val="007C0AF8"/>
    <w:rsid w:val="007C252C"/>
    <w:rsid w:val="007C3D7C"/>
    <w:rsid w:val="007C4878"/>
    <w:rsid w:val="007D0A2F"/>
    <w:rsid w:val="007D3391"/>
    <w:rsid w:val="007D34D0"/>
    <w:rsid w:val="007D45B6"/>
    <w:rsid w:val="007D62FD"/>
    <w:rsid w:val="007E0806"/>
    <w:rsid w:val="007E16BE"/>
    <w:rsid w:val="007E176C"/>
    <w:rsid w:val="007E36C3"/>
    <w:rsid w:val="007E69A6"/>
    <w:rsid w:val="007E72E7"/>
    <w:rsid w:val="007E7E61"/>
    <w:rsid w:val="007F075A"/>
    <w:rsid w:val="007F0CA6"/>
    <w:rsid w:val="007F1EA5"/>
    <w:rsid w:val="007F2B96"/>
    <w:rsid w:val="007F320F"/>
    <w:rsid w:val="007F3C4A"/>
    <w:rsid w:val="007F3C9E"/>
    <w:rsid w:val="007F572A"/>
    <w:rsid w:val="007F6286"/>
    <w:rsid w:val="007F7D83"/>
    <w:rsid w:val="0080047E"/>
    <w:rsid w:val="008008C0"/>
    <w:rsid w:val="00802E11"/>
    <w:rsid w:val="00803CEF"/>
    <w:rsid w:val="0080724D"/>
    <w:rsid w:val="008079BC"/>
    <w:rsid w:val="00811919"/>
    <w:rsid w:val="0081444F"/>
    <w:rsid w:val="00816EFF"/>
    <w:rsid w:val="00822A92"/>
    <w:rsid w:val="0082517A"/>
    <w:rsid w:val="00827C04"/>
    <w:rsid w:val="00836AD4"/>
    <w:rsid w:val="00836B12"/>
    <w:rsid w:val="00842E14"/>
    <w:rsid w:val="00842EB3"/>
    <w:rsid w:val="0084403A"/>
    <w:rsid w:val="008467B2"/>
    <w:rsid w:val="00847629"/>
    <w:rsid w:val="00850E92"/>
    <w:rsid w:val="008521A7"/>
    <w:rsid w:val="00852248"/>
    <w:rsid w:val="00854BD4"/>
    <w:rsid w:val="008551CF"/>
    <w:rsid w:val="0086027E"/>
    <w:rsid w:val="008605C9"/>
    <w:rsid w:val="00863027"/>
    <w:rsid w:val="008659C8"/>
    <w:rsid w:val="008661AF"/>
    <w:rsid w:val="00866B69"/>
    <w:rsid w:val="00867B3D"/>
    <w:rsid w:val="0087038B"/>
    <w:rsid w:val="008720D0"/>
    <w:rsid w:val="008735BB"/>
    <w:rsid w:val="008763B0"/>
    <w:rsid w:val="00877280"/>
    <w:rsid w:val="00877E88"/>
    <w:rsid w:val="0088095E"/>
    <w:rsid w:val="00880FB5"/>
    <w:rsid w:val="008846D3"/>
    <w:rsid w:val="008852DA"/>
    <w:rsid w:val="00887D31"/>
    <w:rsid w:val="00893F92"/>
    <w:rsid w:val="00894772"/>
    <w:rsid w:val="008979B1"/>
    <w:rsid w:val="00897D62"/>
    <w:rsid w:val="008A0F46"/>
    <w:rsid w:val="008A3195"/>
    <w:rsid w:val="008B0621"/>
    <w:rsid w:val="008B28F1"/>
    <w:rsid w:val="008B3A52"/>
    <w:rsid w:val="008B53D9"/>
    <w:rsid w:val="008B6D9D"/>
    <w:rsid w:val="008C1301"/>
    <w:rsid w:val="008C2976"/>
    <w:rsid w:val="008C5869"/>
    <w:rsid w:val="008C72CF"/>
    <w:rsid w:val="008D17DD"/>
    <w:rsid w:val="008D4D23"/>
    <w:rsid w:val="008D6D53"/>
    <w:rsid w:val="008E18EA"/>
    <w:rsid w:val="008E2159"/>
    <w:rsid w:val="008E7FFA"/>
    <w:rsid w:val="008F2122"/>
    <w:rsid w:val="008F2422"/>
    <w:rsid w:val="008F798C"/>
    <w:rsid w:val="008F7CFE"/>
    <w:rsid w:val="009003D5"/>
    <w:rsid w:val="00900551"/>
    <w:rsid w:val="00903E69"/>
    <w:rsid w:val="00905C47"/>
    <w:rsid w:val="00905D9E"/>
    <w:rsid w:val="0090749B"/>
    <w:rsid w:val="00911A07"/>
    <w:rsid w:val="00911ED1"/>
    <w:rsid w:val="00913159"/>
    <w:rsid w:val="00914B58"/>
    <w:rsid w:val="00915FB6"/>
    <w:rsid w:val="009228D7"/>
    <w:rsid w:val="00924B2A"/>
    <w:rsid w:val="00924D7D"/>
    <w:rsid w:val="00930B40"/>
    <w:rsid w:val="009312C2"/>
    <w:rsid w:val="00931A5D"/>
    <w:rsid w:val="00932761"/>
    <w:rsid w:val="009374B2"/>
    <w:rsid w:val="00940786"/>
    <w:rsid w:val="00940AC3"/>
    <w:rsid w:val="00943431"/>
    <w:rsid w:val="009451FA"/>
    <w:rsid w:val="0094554E"/>
    <w:rsid w:val="00950CC8"/>
    <w:rsid w:val="009519E2"/>
    <w:rsid w:val="00953605"/>
    <w:rsid w:val="00957DA4"/>
    <w:rsid w:val="00961163"/>
    <w:rsid w:val="0096157D"/>
    <w:rsid w:val="00961B96"/>
    <w:rsid w:val="00962D34"/>
    <w:rsid w:val="00965965"/>
    <w:rsid w:val="00965FA2"/>
    <w:rsid w:val="00967A73"/>
    <w:rsid w:val="00974204"/>
    <w:rsid w:val="009845AE"/>
    <w:rsid w:val="0098622B"/>
    <w:rsid w:val="0098658D"/>
    <w:rsid w:val="00987F5F"/>
    <w:rsid w:val="00991711"/>
    <w:rsid w:val="009939DF"/>
    <w:rsid w:val="00993F13"/>
    <w:rsid w:val="00994052"/>
    <w:rsid w:val="00995ADC"/>
    <w:rsid w:val="00997867"/>
    <w:rsid w:val="009A1092"/>
    <w:rsid w:val="009A234E"/>
    <w:rsid w:val="009A5AB3"/>
    <w:rsid w:val="009A5C63"/>
    <w:rsid w:val="009B0253"/>
    <w:rsid w:val="009B1BFA"/>
    <w:rsid w:val="009B2BD1"/>
    <w:rsid w:val="009B6158"/>
    <w:rsid w:val="009C1B15"/>
    <w:rsid w:val="009C26AC"/>
    <w:rsid w:val="009C3758"/>
    <w:rsid w:val="009C415F"/>
    <w:rsid w:val="009C6B24"/>
    <w:rsid w:val="009C6D42"/>
    <w:rsid w:val="009C7A26"/>
    <w:rsid w:val="009C7BA2"/>
    <w:rsid w:val="009C7DDA"/>
    <w:rsid w:val="009D494D"/>
    <w:rsid w:val="009D5201"/>
    <w:rsid w:val="009D559F"/>
    <w:rsid w:val="009E1C2D"/>
    <w:rsid w:val="009E4270"/>
    <w:rsid w:val="009E59ED"/>
    <w:rsid w:val="009E7495"/>
    <w:rsid w:val="009E74C2"/>
    <w:rsid w:val="009F18EA"/>
    <w:rsid w:val="009F3CCA"/>
    <w:rsid w:val="009F50EA"/>
    <w:rsid w:val="009F6FCC"/>
    <w:rsid w:val="00A042D8"/>
    <w:rsid w:val="00A04DBF"/>
    <w:rsid w:val="00A05FE4"/>
    <w:rsid w:val="00A064D9"/>
    <w:rsid w:val="00A07812"/>
    <w:rsid w:val="00A10554"/>
    <w:rsid w:val="00A10871"/>
    <w:rsid w:val="00A10B99"/>
    <w:rsid w:val="00A11A5A"/>
    <w:rsid w:val="00A12AEC"/>
    <w:rsid w:val="00A12AEE"/>
    <w:rsid w:val="00A1408F"/>
    <w:rsid w:val="00A14197"/>
    <w:rsid w:val="00A14FDC"/>
    <w:rsid w:val="00A20EC1"/>
    <w:rsid w:val="00A225CD"/>
    <w:rsid w:val="00A22791"/>
    <w:rsid w:val="00A32402"/>
    <w:rsid w:val="00A3489E"/>
    <w:rsid w:val="00A361AF"/>
    <w:rsid w:val="00A3665D"/>
    <w:rsid w:val="00A37F4B"/>
    <w:rsid w:val="00A405BC"/>
    <w:rsid w:val="00A425B6"/>
    <w:rsid w:val="00A43810"/>
    <w:rsid w:val="00A4381C"/>
    <w:rsid w:val="00A446F2"/>
    <w:rsid w:val="00A457B4"/>
    <w:rsid w:val="00A45961"/>
    <w:rsid w:val="00A46BC3"/>
    <w:rsid w:val="00A47814"/>
    <w:rsid w:val="00A4792A"/>
    <w:rsid w:val="00A51A2B"/>
    <w:rsid w:val="00A638AA"/>
    <w:rsid w:val="00A665D0"/>
    <w:rsid w:val="00A7259C"/>
    <w:rsid w:val="00A73062"/>
    <w:rsid w:val="00A73355"/>
    <w:rsid w:val="00A73F6A"/>
    <w:rsid w:val="00A7490E"/>
    <w:rsid w:val="00A75FA1"/>
    <w:rsid w:val="00A7608D"/>
    <w:rsid w:val="00A80D3C"/>
    <w:rsid w:val="00A8269A"/>
    <w:rsid w:val="00A83B7B"/>
    <w:rsid w:val="00A85A0A"/>
    <w:rsid w:val="00A86300"/>
    <w:rsid w:val="00A86FF2"/>
    <w:rsid w:val="00A8730C"/>
    <w:rsid w:val="00A8798F"/>
    <w:rsid w:val="00A91CD2"/>
    <w:rsid w:val="00A92DF7"/>
    <w:rsid w:val="00A937E7"/>
    <w:rsid w:val="00A947BB"/>
    <w:rsid w:val="00A9636E"/>
    <w:rsid w:val="00AA1BB3"/>
    <w:rsid w:val="00AA55D5"/>
    <w:rsid w:val="00AA7341"/>
    <w:rsid w:val="00AB0518"/>
    <w:rsid w:val="00AB0700"/>
    <w:rsid w:val="00AB284A"/>
    <w:rsid w:val="00AB5B76"/>
    <w:rsid w:val="00AB792E"/>
    <w:rsid w:val="00AC5CEB"/>
    <w:rsid w:val="00AC73B7"/>
    <w:rsid w:val="00AD164F"/>
    <w:rsid w:val="00AD3F03"/>
    <w:rsid w:val="00AD4968"/>
    <w:rsid w:val="00AD5613"/>
    <w:rsid w:val="00AE0CA0"/>
    <w:rsid w:val="00AE366C"/>
    <w:rsid w:val="00AF10CC"/>
    <w:rsid w:val="00AF6FAB"/>
    <w:rsid w:val="00B04B68"/>
    <w:rsid w:val="00B066BF"/>
    <w:rsid w:val="00B14221"/>
    <w:rsid w:val="00B21BE2"/>
    <w:rsid w:val="00B21DA1"/>
    <w:rsid w:val="00B21E6C"/>
    <w:rsid w:val="00B21FBB"/>
    <w:rsid w:val="00B23FEC"/>
    <w:rsid w:val="00B243AC"/>
    <w:rsid w:val="00B24B09"/>
    <w:rsid w:val="00B27A8B"/>
    <w:rsid w:val="00B3087F"/>
    <w:rsid w:val="00B316E7"/>
    <w:rsid w:val="00B325BA"/>
    <w:rsid w:val="00B3564E"/>
    <w:rsid w:val="00B36FB0"/>
    <w:rsid w:val="00B4172C"/>
    <w:rsid w:val="00B453AC"/>
    <w:rsid w:val="00B45BFA"/>
    <w:rsid w:val="00B47F50"/>
    <w:rsid w:val="00B50477"/>
    <w:rsid w:val="00B53EEA"/>
    <w:rsid w:val="00B6501C"/>
    <w:rsid w:val="00B65842"/>
    <w:rsid w:val="00B67024"/>
    <w:rsid w:val="00B76812"/>
    <w:rsid w:val="00B77F5D"/>
    <w:rsid w:val="00B84713"/>
    <w:rsid w:val="00B85613"/>
    <w:rsid w:val="00B86A9C"/>
    <w:rsid w:val="00B8726F"/>
    <w:rsid w:val="00B90B8B"/>
    <w:rsid w:val="00B911B5"/>
    <w:rsid w:val="00B92D98"/>
    <w:rsid w:val="00B92E8C"/>
    <w:rsid w:val="00B93030"/>
    <w:rsid w:val="00B944F9"/>
    <w:rsid w:val="00B95E6D"/>
    <w:rsid w:val="00BA0019"/>
    <w:rsid w:val="00BA0D1F"/>
    <w:rsid w:val="00BA2633"/>
    <w:rsid w:val="00BA2C98"/>
    <w:rsid w:val="00BA55CD"/>
    <w:rsid w:val="00BA56C3"/>
    <w:rsid w:val="00BB453F"/>
    <w:rsid w:val="00BC033B"/>
    <w:rsid w:val="00BC0934"/>
    <w:rsid w:val="00BC23CB"/>
    <w:rsid w:val="00BC52D5"/>
    <w:rsid w:val="00BC5F22"/>
    <w:rsid w:val="00BD00C4"/>
    <w:rsid w:val="00BD2E18"/>
    <w:rsid w:val="00BD4EBA"/>
    <w:rsid w:val="00BD5D53"/>
    <w:rsid w:val="00BD67A7"/>
    <w:rsid w:val="00BE13DF"/>
    <w:rsid w:val="00BE1C60"/>
    <w:rsid w:val="00BE54EF"/>
    <w:rsid w:val="00BF16EA"/>
    <w:rsid w:val="00BF57D6"/>
    <w:rsid w:val="00C00080"/>
    <w:rsid w:val="00C006B1"/>
    <w:rsid w:val="00C12A71"/>
    <w:rsid w:val="00C138C5"/>
    <w:rsid w:val="00C1433A"/>
    <w:rsid w:val="00C15F03"/>
    <w:rsid w:val="00C21001"/>
    <w:rsid w:val="00C21636"/>
    <w:rsid w:val="00C21F19"/>
    <w:rsid w:val="00C22606"/>
    <w:rsid w:val="00C23B72"/>
    <w:rsid w:val="00C24848"/>
    <w:rsid w:val="00C2616F"/>
    <w:rsid w:val="00C27394"/>
    <w:rsid w:val="00C31D8A"/>
    <w:rsid w:val="00C33466"/>
    <w:rsid w:val="00C337A1"/>
    <w:rsid w:val="00C4130C"/>
    <w:rsid w:val="00C46872"/>
    <w:rsid w:val="00C4722D"/>
    <w:rsid w:val="00C51C68"/>
    <w:rsid w:val="00C51FDF"/>
    <w:rsid w:val="00C55183"/>
    <w:rsid w:val="00C6136B"/>
    <w:rsid w:val="00C61C7D"/>
    <w:rsid w:val="00C63878"/>
    <w:rsid w:val="00C6512E"/>
    <w:rsid w:val="00C721F2"/>
    <w:rsid w:val="00C73A27"/>
    <w:rsid w:val="00C73D48"/>
    <w:rsid w:val="00C75E99"/>
    <w:rsid w:val="00C77B8D"/>
    <w:rsid w:val="00C77C06"/>
    <w:rsid w:val="00C87EB9"/>
    <w:rsid w:val="00C9168B"/>
    <w:rsid w:val="00C94C16"/>
    <w:rsid w:val="00CA3D8E"/>
    <w:rsid w:val="00CA4B89"/>
    <w:rsid w:val="00CA6C24"/>
    <w:rsid w:val="00CA7331"/>
    <w:rsid w:val="00CB0A79"/>
    <w:rsid w:val="00CB288F"/>
    <w:rsid w:val="00CB6593"/>
    <w:rsid w:val="00CB70A8"/>
    <w:rsid w:val="00CB7A93"/>
    <w:rsid w:val="00CB7E9C"/>
    <w:rsid w:val="00CB7F70"/>
    <w:rsid w:val="00CC065B"/>
    <w:rsid w:val="00CC1E79"/>
    <w:rsid w:val="00CC276F"/>
    <w:rsid w:val="00CC6879"/>
    <w:rsid w:val="00CC7BBD"/>
    <w:rsid w:val="00CD30AF"/>
    <w:rsid w:val="00CD32B2"/>
    <w:rsid w:val="00CD6888"/>
    <w:rsid w:val="00CD7100"/>
    <w:rsid w:val="00CE381A"/>
    <w:rsid w:val="00CE3D58"/>
    <w:rsid w:val="00CE4E51"/>
    <w:rsid w:val="00CE4E55"/>
    <w:rsid w:val="00CE7BF8"/>
    <w:rsid w:val="00CF08C8"/>
    <w:rsid w:val="00CF248B"/>
    <w:rsid w:val="00CF3459"/>
    <w:rsid w:val="00CF58E1"/>
    <w:rsid w:val="00CF6D44"/>
    <w:rsid w:val="00CF72E5"/>
    <w:rsid w:val="00D00933"/>
    <w:rsid w:val="00D04931"/>
    <w:rsid w:val="00D05F47"/>
    <w:rsid w:val="00D075F3"/>
    <w:rsid w:val="00D07A44"/>
    <w:rsid w:val="00D07AFA"/>
    <w:rsid w:val="00D12C58"/>
    <w:rsid w:val="00D13EC4"/>
    <w:rsid w:val="00D17421"/>
    <w:rsid w:val="00D21D94"/>
    <w:rsid w:val="00D23146"/>
    <w:rsid w:val="00D236CA"/>
    <w:rsid w:val="00D251BC"/>
    <w:rsid w:val="00D27CFB"/>
    <w:rsid w:val="00D30061"/>
    <w:rsid w:val="00D33823"/>
    <w:rsid w:val="00D37353"/>
    <w:rsid w:val="00D37814"/>
    <w:rsid w:val="00D41714"/>
    <w:rsid w:val="00D440DB"/>
    <w:rsid w:val="00D44CEF"/>
    <w:rsid w:val="00D5050C"/>
    <w:rsid w:val="00D513FA"/>
    <w:rsid w:val="00D51978"/>
    <w:rsid w:val="00D5412B"/>
    <w:rsid w:val="00D54163"/>
    <w:rsid w:val="00D552BA"/>
    <w:rsid w:val="00D64E62"/>
    <w:rsid w:val="00D6579F"/>
    <w:rsid w:val="00D67A29"/>
    <w:rsid w:val="00D758DA"/>
    <w:rsid w:val="00D75A63"/>
    <w:rsid w:val="00D76FC0"/>
    <w:rsid w:val="00D809D1"/>
    <w:rsid w:val="00D82D1D"/>
    <w:rsid w:val="00D84813"/>
    <w:rsid w:val="00D854AE"/>
    <w:rsid w:val="00D872B0"/>
    <w:rsid w:val="00D90177"/>
    <w:rsid w:val="00D9070F"/>
    <w:rsid w:val="00D91F1E"/>
    <w:rsid w:val="00D9302B"/>
    <w:rsid w:val="00DA1D54"/>
    <w:rsid w:val="00DA3208"/>
    <w:rsid w:val="00DA6264"/>
    <w:rsid w:val="00DB0E4D"/>
    <w:rsid w:val="00DB5869"/>
    <w:rsid w:val="00DB61BA"/>
    <w:rsid w:val="00DB724A"/>
    <w:rsid w:val="00DC13A8"/>
    <w:rsid w:val="00DC2479"/>
    <w:rsid w:val="00DC6AB8"/>
    <w:rsid w:val="00DC6FFF"/>
    <w:rsid w:val="00DD15CF"/>
    <w:rsid w:val="00DD3093"/>
    <w:rsid w:val="00DD46D0"/>
    <w:rsid w:val="00DE045E"/>
    <w:rsid w:val="00DE059B"/>
    <w:rsid w:val="00DE3385"/>
    <w:rsid w:val="00DE3BA7"/>
    <w:rsid w:val="00DE6156"/>
    <w:rsid w:val="00DF0B51"/>
    <w:rsid w:val="00DF1790"/>
    <w:rsid w:val="00DF181C"/>
    <w:rsid w:val="00DF2045"/>
    <w:rsid w:val="00DF2BBA"/>
    <w:rsid w:val="00DF5484"/>
    <w:rsid w:val="00E02616"/>
    <w:rsid w:val="00E03231"/>
    <w:rsid w:val="00E03A89"/>
    <w:rsid w:val="00E05F14"/>
    <w:rsid w:val="00E10E9B"/>
    <w:rsid w:val="00E1456E"/>
    <w:rsid w:val="00E16622"/>
    <w:rsid w:val="00E17B19"/>
    <w:rsid w:val="00E2355F"/>
    <w:rsid w:val="00E2464F"/>
    <w:rsid w:val="00E258E7"/>
    <w:rsid w:val="00E26AAE"/>
    <w:rsid w:val="00E27887"/>
    <w:rsid w:val="00E30765"/>
    <w:rsid w:val="00E3360B"/>
    <w:rsid w:val="00E3458C"/>
    <w:rsid w:val="00E35E46"/>
    <w:rsid w:val="00E374FE"/>
    <w:rsid w:val="00E405CD"/>
    <w:rsid w:val="00E44EF2"/>
    <w:rsid w:val="00E452BB"/>
    <w:rsid w:val="00E45650"/>
    <w:rsid w:val="00E4669A"/>
    <w:rsid w:val="00E506EE"/>
    <w:rsid w:val="00E50888"/>
    <w:rsid w:val="00E5289E"/>
    <w:rsid w:val="00E55BE2"/>
    <w:rsid w:val="00E61256"/>
    <w:rsid w:val="00E618EF"/>
    <w:rsid w:val="00E63139"/>
    <w:rsid w:val="00E63E4A"/>
    <w:rsid w:val="00E6475A"/>
    <w:rsid w:val="00E67348"/>
    <w:rsid w:val="00E7458B"/>
    <w:rsid w:val="00E81D35"/>
    <w:rsid w:val="00E8299A"/>
    <w:rsid w:val="00E82E14"/>
    <w:rsid w:val="00E87A48"/>
    <w:rsid w:val="00E90113"/>
    <w:rsid w:val="00E90E3C"/>
    <w:rsid w:val="00E91113"/>
    <w:rsid w:val="00E93F94"/>
    <w:rsid w:val="00E96F40"/>
    <w:rsid w:val="00E97343"/>
    <w:rsid w:val="00EA029C"/>
    <w:rsid w:val="00EA03BC"/>
    <w:rsid w:val="00EA3451"/>
    <w:rsid w:val="00EA4767"/>
    <w:rsid w:val="00EA5540"/>
    <w:rsid w:val="00EA6A98"/>
    <w:rsid w:val="00EA6BB6"/>
    <w:rsid w:val="00EA7D29"/>
    <w:rsid w:val="00EB0BE5"/>
    <w:rsid w:val="00EB4495"/>
    <w:rsid w:val="00EB54C2"/>
    <w:rsid w:val="00EB6262"/>
    <w:rsid w:val="00EC11BF"/>
    <w:rsid w:val="00EC11E5"/>
    <w:rsid w:val="00EC29AC"/>
    <w:rsid w:val="00EC2E60"/>
    <w:rsid w:val="00EC3E67"/>
    <w:rsid w:val="00EC441A"/>
    <w:rsid w:val="00EC4759"/>
    <w:rsid w:val="00EC5955"/>
    <w:rsid w:val="00EC6518"/>
    <w:rsid w:val="00EC7405"/>
    <w:rsid w:val="00EC7B7B"/>
    <w:rsid w:val="00ED03E2"/>
    <w:rsid w:val="00ED1044"/>
    <w:rsid w:val="00ED2757"/>
    <w:rsid w:val="00ED4C99"/>
    <w:rsid w:val="00ED5E17"/>
    <w:rsid w:val="00EE1564"/>
    <w:rsid w:val="00EE7585"/>
    <w:rsid w:val="00EF1560"/>
    <w:rsid w:val="00EF1669"/>
    <w:rsid w:val="00EF1C99"/>
    <w:rsid w:val="00EF292A"/>
    <w:rsid w:val="00EF2ED1"/>
    <w:rsid w:val="00EF4E02"/>
    <w:rsid w:val="00EF5B5F"/>
    <w:rsid w:val="00EF7C0F"/>
    <w:rsid w:val="00F02FA3"/>
    <w:rsid w:val="00F05176"/>
    <w:rsid w:val="00F07B39"/>
    <w:rsid w:val="00F10D19"/>
    <w:rsid w:val="00F11846"/>
    <w:rsid w:val="00F2416E"/>
    <w:rsid w:val="00F27A3C"/>
    <w:rsid w:val="00F312CD"/>
    <w:rsid w:val="00F32832"/>
    <w:rsid w:val="00F339B9"/>
    <w:rsid w:val="00F35382"/>
    <w:rsid w:val="00F3598E"/>
    <w:rsid w:val="00F402F6"/>
    <w:rsid w:val="00F40563"/>
    <w:rsid w:val="00F418E5"/>
    <w:rsid w:val="00F42A8F"/>
    <w:rsid w:val="00F42CAF"/>
    <w:rsid w:val="00F43639"/>
    <w:rsid w:val="00F43B30"/>
    <w:rsid w:val="00F45064"/>
    <w:rsid w:val="00F4725D"/>
    <w:rsid w:val="00F476C9"/>
    <w:rsid w:val="00F51B5A"/>
    <w:rsid w:val="00F53987"/>
    <w:rsid w:val="00F550DD"/>
    <w:rsid w:val="00F55583"/>
    <w:rsid w:val="00F57D05"/>
    <w:rsid w:val="00F6075A"/>
    <w:rsid w:val="00F61DC9"/>
    <w:rsid w:val="00F6478B"/>
    <w:rsid w:val="00F65696"/>
    <w:rsid w:val="00F65C8B"/>
    <w:rsid w:val="00F6734B"/>
    <w:rsid w:val="00F67F0A"/>
    <w:rsid w:val="00F708D8"/>
    <w:rsid w:val="00F728DD"/>
    <w:rsid w:val="00F7527B"/>
    <w:rsid w:val="00F754F4"/>
    <w:rsid w:val="00F75CC4"/>
    <w:rsid w:val="00F81896"/>
    <w:rsid w:val="00F82B40"/>
    <w:rsid w:val="00F83502"/>
    <w:rsid w:val="00F86803"/>
    <w:rsid w:val="00F9013C"/>
    <w:rsid w:val="00F92C35"/>
    <w:rsid w:val="00F93709"/>
    <w:rsid w:val="00F93A29"/>
    <w:rsid w:val="00F93AFF"/>
    <w:rsid w:val="00F97D6C"/>
    <w:rsid w:val="00F97F0B"/>
    <w:rsid w:val="00FA0A1C"/>
    <w:rsid w:val="00FA3070"/>
    <w:rsid w:val="00FA34AB"/>
    <w:rsid w:val="00FA53A4"/>
    <w:rsid w:val="00FA66BE"/>
    <w:rsid w:val="00FB0897"/>
    <w:rsid w:val="00FB3090"/>
    <w:rsid w:val="00FB660C"/>
    <w:rsid w:val="00FC09F6"/>
    <w:rsid w:val="00FC2C99"/>
    <w:rsid w:val="00FC392C"/>
    <w:rsid w:val="00FC3CB5"/>
    <w:rsid w:val="00FC4145"/>
    <w:rsid w:val="00FC4E2A"/>
    <w:rsid w:val="00FD0340"/>
    <w:rsid w:val="00FD7657"/>
    <w:rsid w:val="00FE0E01"/>
    <w:rsid w:val="00FE2A89"/>
    <w:rsid w:val="00FE594A"/>
    <w:rsid w:val="00FE646C"/>
    <w:rsid w:val="00FE79C6"/>
    <w:rsid w:val="00FF013B"/>
    <w:rsid w:val="00FF2869"/>
    <w:rsid w:val="00FF3BB6"/>
    <w:rsid w:val="00FF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B68CDB"/>
  <w15:chartTrackingRefBased/>
  <w15:docId w15:val="{2C64865A-99CA-4DD6-96D2-CB56745E6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0"/>
      <w:szCs w:val="16"/>
    </w:rPr>
  </w:style>
  <w:style w:type="paragraph" w:styleId="Nagwek4">
    <w:name w:val="heading 4"/>
    <w:basedOn w:val="Normalny"/>
    <w:next w:val="Normalny"/>
    <w:uiPriority w:val="9"/>
    <w:qFormat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uiPriority w:val="9"/>
    <w:qFormat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4905"/>
      </w:tabs>
      <w:spacing w:after="0" w:line="240" w:lineRule="auto"/>
      <w:jc w:val="center"/>
      <w:outlineLvl w:val="7"/>
    </w:pPr>
    <w:rPr>
      <w:rFonts w:ascii="Times New Roman" w:eastAsia="Times New Roman" w:hAnsi="Times New Roman"/>
      <w:b/>
      <w:color w:val="FF0000"/>
      <w:sz w:val="28"/>
      <w:szCs w:val="26"/>
      <w:lang w:eastAsia="pl-PL"/>
    </w:rPr>
  </w:style>
  <w:style w:type="paragraph" w:styleId="Nagwek9">
    <w:name w:val="heading 9"/>
    <w:basedOn w:val="Normalny"/>
    <w:next w:val="Normalny"/>
    <w:qFormat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color w:val="000000"/>
      <w:sz w:val="52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tabs>
        <w:tab w:val="left" w:pos="4962"/>
      </w:tabs>
      <w:spacing w:after="0" w:line="360" w:lineRule="auto"/>
      <w:jc w:val="center"/>
    </w:pPr>
    <w:rPr>
      <w:rFonts w:ascii="Times New Roman" w:eastAsia="Times New Roman" w:hAnsi="Times New Roman"/>
      <w:i/>
      <w:szCs w:val="18"/>
      <w:lang w:eastAsia="pl-PL"/>
    </w:rPr>
  </w:style>
  <w:style w:type="character" w:customStyle="1" w:styleId="TytuZnak">
    <w:name w:val="Tytuł Znak"/>
    <w:rPr>
      <w:rFonts w:ascii="Times New Roman" w:eastAsia="Times New Roman" w:hAnsi="Times New Roman" w:cs="Times New Roman"/>
      <w:i/>
      <w:szCs w:val="18"/>
      <w:lang w:eastAsia="pl-PL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4Znak">
    <w:name w:val="Nagłówek 4 Znak"/>
    <w:uiPriority w:val="9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uiPriority w:val="9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eastAsia="en-US"/>
    </w:rPr>
  </w:style>
  <w:style w:type="character" w:styleId="Pogrubienie">
    <w:name w:val="Strong"/>
    <w:qFormat/>
    <w:rPr>
      <w:b/>
      <w:bCs/>
    </w:rPr>
  </w:style>
  <w:style w:type="paragraph" w:styleId="Nagwek">
    <w:name w:val="head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uiPriority w:val="99"/>
    <w:rPr>
      <w:sz w:val="22"/>
      <w:szCs w:val="22"/>
      <w:lang w:eastAsia="en-US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Pr>
      <w:sz w:val="22"/>
      <w:szCs w:val="22"/>
      <w:lang w:eastAsia="en-US"/>
    </w:rPr>
  </w:style>
  <w:style w:type="paragraph" w:styleId="Tekstpodstawowywcity">
    <w:name w:val="Body Text Indent"/>
    <w:basedOn w:val="Normalny"/>
    <w:pPr>
      <w:spacing w:after="0" w:line="240" w:lineRule="auto"/>
      <w:ind w:left="-5" w:firstLine="5"/>
      <w:jc w:val="center"/>
    </w:pPr>
    <w:rPr>
      <w:rFonts w:ascii="Times New Roman" w:eastAsia="Times New Roman" w:hAnsi="Times New Roman"/>
      <w:b/>
      <w:bCs/>
      <w:szCs w:val="24"/>
      <w:lang w:eastAsia="pl-PL"/>
    </w:rPr>
  </w:style>
  <w:style w:type="character" w:customStyle="1" w:styleId="TekstpodstawowywcityZnak">
    <w:name w:val="Tekst podstawowy wcięty Znak"/>
    <w:rPr>
      <w:rFonts w:ascii="Times New Roman" w:eastAsia="Times New Roman" w:hAnsi="Times New Roman"/>
      <w:b/>
      <w:bCs/>
      <w:sz w:val="22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8Znak">
    <w:name w:val="Nagłówek 8 Znak"/>
    <w:rPr>
      <w:rFonts w:ascii="Times New Roman" w:eastAsia="Times New Roman" w:hAnsi="Times New Roman"/>
      <w:b/>
      <w:color w:val="FF0000"/>
      <w:sz w:val="28"/>
      <w:szCs w:val="26"/>
    </w:rPr>
  </w:style>
  <w:style w:type="character" w:customStyle="1" w:styleId="Nagwek9Znak">
    <w:name w:val="Nagłówek 9 Znak"/>
    <w:rPr>
      <w:rFonts w:ascii="Times New Roman" w:eastAsia="Times New Roman" w:hAnsi="Times New Roman"/>
      <w:b/>
      <w:bCs/>
      <w:color w:val="000000"/>
      <w:sz w:val="52"/>
      <w:szCs w:val="22"/>
      <w:lang w:val="de-DE"/>
    </w:rPr>
  </w:style>
  <w:style w:type="character" w:customStyle="1" w:styleId="Nagwek1Znak">
    <w:name w:val="Nagłówek 1 Znak"/>
    <w:rPr>
      <w:rFonts w:ascii="Times New Roman" w:eastAsia="Times New Roman" w:hAnsi="Times New Roman"/>
      <w:b/>
      <w:bCs/>
      <w:color w:val="000000"/>
      <w:sz w:val="22"/>
      <w:szCs w:val="22"/>
    </w:rPr>
  </w:style>
  <w:style w:type="character" w:customStyle="1" w:styleId="Nagwek3Znak">
    <w:name w:val="Nagłówek 3 Znak"/>
    <w:rPr>
      <w:rFonts w:ascii="Times New Roman" w:hAnsi="Times New Roman"/>
      <w:b/>
      <w:bCs/>
      <w:szCs w:val="16"/>
      <w:lang w:eastAsia="en-US"/>
    </w:rPr>
  </w:style>
  <w:style w:type="paragraph" w:customStyle="1" w:styleId="Tekstpodstawowywcity31">
    <w:name w:val="Tekst podstawowy wcięty 31"/>
    <w:basedOn w:val="Normalny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xl79">
    <w:name w:val="xl79"/>
    <w:basedOn w:val="Normalny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233">
    <w:name w:val="xl233"/>
    <w:basedOn w:val="Normalny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ytu1">
    <w:name w:val="Tytuł1"/>
    <w:basedOn w:val="Domylnaczcionkaakapitu"/>
  </w:style>
  <w:style w:type="character" w:customStyle="1" w:styleId="title13">
    <w:name w:val="title13"/>
    <w:basedOn w:val="Domylnaczcionkaakapitu"/>
  </w:style>
  <w:style w:type="paragraph" w:styleId="Tekstpodstawowy">
    <w:name w:val="Body Text"/>
    <w:basedOn w:val="Normalny"/>
    <w:uiPriority w:val="99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Znak">
    <w:name w:val="Tekst podstawowy Znak"/>
    <w:uiPriority w:val="99"/>
    <w:rPr>
      <w:rFonts w:ascii="Times New Roman" w:eastAsia="Times New Roman" w:hAnsi="Times New Roman"/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customStyle="1" w:styleId="font5">
    <w:name w:val="font5"/>
    <w:basedOn w:val="Normalny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lang w:eastAsia="pl-PL"/>
    </w:rPr>
  </w:style>
  <w:style w:type="character" w:styleId="Uwydatnienie">
    <w:name w:val="Emphasis"/>
    <w:qFormat/>
    <w:rPr>
      <w:i/>
      <w:iCs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Bezodstpw">
    <w:name w:val="No Spacing"/>
    <w:link w:val="BezodstpwZnak"/>
    <w:uiPriority w:val="1"/>
    <w:qFormat/>
    <w:rPr>
      <w:sz w:val="22"/>
      <w:szCs w:val="22"/>
      <w:lang w:eastAsia="en-US"/>
    </w:rPr>
  </w:style>
  <w:style w:type="paragraph" w:styleId="Tekstpodstawowy2">
    <w:name w:val="Body Text 2"/>
    <w:basedOn w:val="Normalny"/>
    <w:semiHidden/>
    <w:pPr>
      <w:spacing w:after="0"/>
      <w:jc w:val="both"/>
    </w:pPr>
    <w:rPr>
      <w:rFonts w:ascii="Times New Roman" w:eastAsia="Times New Roman" w:hAnsi="Times New Roman"/>
      <w:color w:val="000000"/>
      <w:lang w:eastAsia="pl-PL"/>
    </w:rPr>
  </w:style>
  <w:style w:type="paragraph" w:styleId="Tekstpodstawowy3">
    <w:name w:val="Body Text 3"/>
    <w:basedOn w:val="Normalny"/>
    <w:semiHidden/>
    <w:pPr>
      <w:spacing w:after="0" w:line="360" w:lineRule="auto"/>
    </w:pPr>
    <w:rPr>
      <w:rFonts w:ascii="Times New Roman" w:eastAsia="Times New Roman" w:hAnsi="Times New Roman"/>
      <w:color w:val="000000"/>
      <w:lang w:eastAsia="pl-PL"/>
    </w:rPr>
  </w:style>
  <w:style w:type="paragraph" w:styleId="Akapitzlist">
    <w:name w:val="List Paragraph"/>
    <w:basedOn w:val="Normalny"/>
    <w:uiPriority w:val="34"/>
    <w:qFormat/>
    <w:pPr>
      <w:spacing w:after="160" w:line="259" w:lineRule="auto"/>
      <w:ind w:left="720"/>
      <w:contextualSpacing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customStyle="1" w:styleId="Textbody">
    <w:name w:val="Text body"/>
    <w:basedOn w:val="Standard"/>
    <w:pPr>
      <w:spacing w:after="120"/>
    </w:pPr>
  </w:style>
  <w:style w:type="character" w:customStyle="1" w:styleId="product-name">
    <w:name w:val="product-name"/>
  </w:style>
  <w:style w:type="character" w:customStyle="1" w:styleId="apple-mail-urlsharesharedcontentclass">
    <w:name w:val="apple-mail-urlsharesharedcontentclass"/>
    <w:basedOn w:val="Domylnaczcionkaakapitu"/>
  </w:style>
  <w:style w:type="character" w:customStyle="1" w:styleId="price">
    <w:name w:val="price"/>
    <w:basedOn w:val="Domylnaczcionkaakapitu"/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spacing w:after="0" w:line="240" w:lineRule="auto"/>
      <w:jc w:val="center"/>
    </w:pPr>
    <w:rPr>
      <w:rFonts w:ascii="Arial" w:eastAsia="Arial Unicode MS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spacing w:after="0" w:line="240" w:lineRule="auto"/>
      <w:jc w:val="center"/>
    </w:pPr>
    <w:rPr>
      <w:rFonts w:ascii="Arial" w:eastAsia="Arial Unicode MS" w:hAnsi="Arial" w:cs="Arial"/>
      <w:vanish/>
      <w:sz w:val="16"/>
      <w:szCs w:val="16"/>
      <w:lang w:eastAsia="pl-PL"/>
    </w:rPr>
  </w:style>
  <w:style w:type="paragraph" w:styleId="Tekstdymka">
    <w:name w:val="Balloon Text"/>
    <w:basedOn w:val="Normalny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uiPriority w:val="99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uiPriority w:val="99"/>
    <w:semiHidden/>
    <w:rPr>
      <w:lang w:eastAsia="en-US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paragraph" w:styleId="Legenda">
    <w:name w:val="caption"/>
    <w:basedOn w:val="Normalny"/>
    <w:next w:val="Normalny"/>
    <w:qFormat/>
    <w:pPr>
      <w:spacing w:after="0" w:line="240" w:lineRule="auto"/>
    </w:pPr>
    <w:rPr>
      <w:rFonts w:ascii="Arial" w:eastAsia="Times New Roman" w:hAnsi="Arial" w:cs="Arial"/>
      <w:b/>
      <w:bCs/>
      <w:color w:val="000000"/>
      <w:sz w:val="24"/>
      <w:szCs w:val="16"/>
      <w:lang w:eastAsia="pl-PL"/>
    </w:rPr>
  </w:style>
  <w:style w:type="paragraph" w:styleId="Zwykytekst">
    <w:name w:val="Plain Text"/>
    <w:basedOn w:val="Normalny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wykytekstZnak">
    <w:name w:val="Zwykły tekst Znak"/>
    <w:semiHidden/>
    <w:rPr>
      <w:rFonts w:ascii="Times New Roman" w:eastAsia="Times New Roman" w:hAnsi="Times New Roman"/>
      <w:sz w:val="24"/>
      <w:szCs w:val="24"/>
    </w:rPr>
  </w:style>
  <w:style w:type="character" w:customStyle="1" w:styleId="style10">
    <w:name w:val="style10"/>
    <w:basedOn w:val="Domylnaczcionkaakapitu"/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after="0"/>
      <w:ind w:left="584"/>
    </w:pPr>
    <w:rPr>
      <w:rFonts w:ascii="Arial" w:eastAsia="Times New Roman" w:hAnsi="Arial" w:cs="Arial"/>
      <w:color w:val="000000"/>
      <w:sz w:val="20"/>
      <w:lang w:eastAsia="pl-PL"/>
    </w:rPr>
  </w:style>
  <w:style w:type="paragraph" w:styleId="Tekstpodstawowywcity3">
    <w:name w:val="Body Text Indent 3"/>
    <w:basedOn w:val="Normalny"/>
    <w:semiHidden/>
    <w:pPr>
      <w:spacing w:after="0"/>
      <w:ind w:left="227"/>
    </w:pPr>
    <w:rPr>
      <w:rFonts w:ascii="Arial" w:hAnsi="Arial" w:cs="Arial"/>
      <w:b/>
      <w:color w:val="FFC000"/>
      <w:sz w:val="52"/>
      <w:szCs w:val="48"/>
    </w:rPr>
  </w:style>
  <w:style w:type="character" w:customStyle="1" w:styleId="val">
    <w:name w:val="val"/>
    <w:basedOn w:val="Domylnaczcionkaakapitu"/>
  </w:style>
  <w:style w:type="character" w:styleId="Odwoaniedokomentarza">
    <w:name w:val="annotation reference"/>
    <w:uiPriority w:val="99"/>
    <w:semiHidden/>
    <w:unhideWhenUsed/>
    <w:rsid w:val="00AA55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55D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AA55D5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55D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55D5"/>
    <w:rPr>
      <w:rFonts w:ascii="Times New Roman" w:eastAsia="Times New Roman" w:hAnsi="Times New Roman"/>
      <w:b/>
      <w:bCs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A55D5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uiPriority w:val="99"/>
    <w:semiHidden/>
    <w:rsid w:val="00AA55D5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AA5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Normalny"/>
    <w:rsid w:val="00AA55D5"/>
    <w:pPr>
      <w:widowControl w:val="0"/>
      <w:autoSpaceDE w:val="0"/>
      <w:autoSpaceDN w:val="0"/>
      <w:adjustRightInd w:val="0"/>
      <w:spacing w:after="0" w:line="187" w:lineRule="atLeast"/>
      <w:jc w:val="center"/>
    </w:pPr>
    <w:rPr>
      <w:rFonts w:ascii="Verdana" w:eastAsia="Times New Roman" w:hAnsi="Verdana"/>
      <w:sz w:val="24"/>
      <w:szCs w:val="24"/>
      <w:lang w:eastAsia="pl-PL"/>
    </w:rPr>
  </w:style>
  <w:style w:type="character" w:customStyle="1" w:styleId="hps">
    <w:name w:val="hps"/>
    <w:rsid w:val="00AA55D5"/>
  </w:style>
  <w:style w:type="paragraph" w:customStyle="1" w:styleId="Zwykytekst11">
    <w:name w:val="Zwykły tekst11"/>
    <w:basedOn w:val="Normalny"/>
    <w:rsid w:val="00AA55D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AA55D5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A6"/>
    <w:rsid w:val="00AA55D5"/>
    <w:rPr>
      <w:rFonts w:cs="Futura Lt BT"/>
      <w:color w:val="000000"/>
      <w:sz w:val="16"/>
      <w:szCs w:val="16"/>
    </w:rPr>
  </w:style>
  <w:style w:type="character" w:customStyle="1" w:styleId="Tekstpodstawowywcity2Znak">
    <w:name w:val="Tekst podstawowy wcięty 2 Znak"/>
    <w:link w:val="Tekstpodstawowywcity2"/>
    <w:uiPriority w:val="99"/>
    <w:rsid w:val="00AA55D5"/>
    <w:rPr>
      <w:rFonts w:ascii="Arial" w:eastAsia="Times New Roman" w:hAnsi="Arial" w:cs="Arial"/>
      <w:color w:val="000000"/>
      <w:szCs w:val="22"/>
    </w:rPr>
  </w:style>
  <w:style w:type="character" w:customStyle="1" w:styleId="BezodstpwZnak">
    <w:name w:val="Bez odstępów Znak"/>
    <w:link w:val="Bezodstpw"/>
    <w:uiPriority w:val="1"/>
    <w:locked/>
    <w:rsid w:val="00AA55D5"/>
    <w:rPr>
      <w:sz w:val="22"/>
      <w:szCs w:val="22"/>
      <w:lang w:eastAsia="en-US"/>
    </w:rPr>
  </w:style>
  <w:style w:type="character" w:customStyle="1" w:styleId="A0">
    <w:name w:val="A0"/>
    <w:uiPriority w:val="99"/>
    <w:rsid w:val="00AA55D5"/>
    <w:rPr>
      <w:rFonts w:cs="Montserrat Light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AA55D5"/>
    <w:rPr>
      <w:rFonts w:ascii="Times New Roman" w:eastAsia="Times New Roman" w:hAnsi="Times New Roman"/>
      <w:sz w:val="24"/>
      <w:szCs w:val="24"/>
    </w:rPr>
  </w:style>
  <w:style w:type="paragraph" w:customStyle="1" w:styleId="xmsolistparagraph">
    <w:name w:val="x_msolistparagraph"/>
    <w:basedOn w:val="Normalny"/>
    <w:rsid w:val="00AA55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msonormal">
    <w:name w:val="x_msonormal"/>
    <w:basedOn w:val="Normalny"/>
    <w:rsid w:val="00AA55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markedcontent">
    <w:name w:val="markedcontent"/>
    <w:rsid w:val="00AA55D5"/>
  </w:style>
  <w:style w:type="paragraph" w:customStyle="1" w:styleId="group-wrapper-ul-processed-processed">
    <w:name w:val="group-wrapper-ul-processed-processed"/>
    <w:basedOn w:val="Normalny"/>
    <w:rsid w:val="00AA55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A55D5"/>
    <w:pPr>
      <w:suppressLineNumbers/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szula.szkiladz\Desktop\AZP.25.1.19.2024%20-%20Meble%20biurowe\Za&#322;&#261;cznik%20nr%206%20do%20SWZ%20-%20Formularz%20cen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723D6-2680-42B0-BD37-994208A02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6 do SWZ - Formularz cenowy</Template>
  <TotalTime>28</TotalTime>
  <Pages>6</Pages>
  <Words>589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Szkiłądź</dc:creator>
  <cp:keywords/>
  <dc:description/>
  <cp:lastModifiedBy>Urszula Szkiłądź</cp:lastModifiedBy>
  <cp:revision>29</cp:revision>
  <cp:lastPrinted>2018-06-21T07:12:00Z</cp:lastPrinted>
  <dcterms:created xsi:type="dcterms:W3CDTF">2024-04-25T12:50:00Z</dcterms:created>
  <dcterms:modified xsi:type="dcterms:W3CDTF">2024-04-29T12:05:00Z</dcterms:modified>
</cp:coreProperties>
</file>