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60DE87E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47556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624B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6D6A40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75565" w:rsidRPr="00475565">
        <w:rPr>
          <w:rFonts w:ascii="Arial" w:eastAsia="Times New Roman" w:hAnsi="Arial" w:cs="Arial"/>
          <w:b/>
          <w:sz w:val="21"/>
          <w:szCs w:val="21"/>
          <w:lang w:eastAsia="pl-PL"/>
        </w:rPr>
        <w:t>Budowa infrastruktury turystycznej w Debrznie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2E627BB" w14:textId="77777777" w:rsidR="00A27ECA" w:rsidRDefault="00603E39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76AAD204" w14:textId="72BDB65A" w:rsidR="00A27ECA" w:rsidRPr="00A27ECA" w:rsidRDefault="00A27ECA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27ECA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3F6875E" w14:textId="78725C00" w:rsidR="00603E39" w:rsidRPr="00A27ECA" w:rsidRDefault="00603E39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B8EA742" w14:textId="5925A8A5" w:rsidR="00D05878" w:rsidRPr="00A27ECA" w:rsidRDefault="00603E39" w:rsidP="00A27EC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A27ECA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ED794" w14:textId="77777777" w:rsidR="00901083" w:rsidRDefault="00901083">
      <w:r>
        <w:separator/>
      </w:r>
    </w:p>
  </w:endnote>
  <w:endnote w:type="continuationSeparator" w:id="0">
    <w:p w14:paraId="20D37495" w14:textId="77777777" w:rsidR="00901083" w:rsidRDefault="0090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907B" w14:textId="77777777" w:rsidR="00901083" w:rsidRDefault="00901083">
      <w:r>
        <w:separator/>
      </w:r>
    </w:p>
  </w:footnote>
  <w:footnote w:type="continuationSeparator" w:id="0">
    <w:p w14:paraId="62C6FC18" w14:textId="77777777" w:rsidR="00901083" w:rsidRDefault="00901083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695007">
    <w:abstractNumId w:val="3"/>
  </w:num>
  <w:num w:numId="2" w16cid:durableId="489061487">
    <w:abstractNumId w:val="2"/>
  </w:num>
  <w:num w:numId="3" w16cid:durableId="1362702131">
    <w:abstractNumId w:val="4"/>
  </w:num>
  <w:num w:numId="4" w16cid:durableId="1729498823">
    <w:abstractNumId w:val="0"/>
  </w:num>
  <w:num w:numId="5" w16cid:durableId="2117020748">
    <w:abstractNumId w:val="6"/>
  </w:num>
  <w:num w:numId="6" w16cid:durableId="454565899">
    <w:abstractNumId w:val="7"/>
  </w:num>
  <w:num w:numId="7" w16cid:durableId="207424571">
    <w:abstractNumId w:val="1"/>
  </w:num>
  <w:num w:numId="8" w16cid:durableId="1905993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A593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D5D8A"/>
    <w:rsid w:val="003F0BD6"/>
    <w:rsid w:val="00450D1D"/>
    <w:rsid w:val="00452BCD"/>
    <w:rsid w:val="00462700"/>
    <w:rsid w:val="00465793"/>
    <w:rsid w:val="00466D2B"/>
    <w:rsid w:val="004727BD"/>
    <w:rsid w:val="00472C5B"/>
    <w:rsid w:val="00475565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01083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3778"/>
    <w:rsid w:val="009B674C"/>
    <w:rsid w:val="009D0601"/>
    <w:rsid w:val="009D27ED"/>
    <w:rsid w:val="009F1FCD"/>
    <w:rsid w:val="00A00769"/>
    <w:rsid w:val="00A10153"/>
    <w:rsid w:val="00A27ECA"/>
    <w:rsid w:val="00A518DA"/>
    <w:rsid w:val="00A67025"/>
    <w:rsid w:val="00A67E63"/>
    <w:rsid w:val="00A73013"/>
    <w:rsid w:val="00A8361C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624B1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BD"/>
    <w:rsid w:val="00DF0FC7"/>
    <w:rsid w:val="00DF126B"/>
    <w:rsid w:val="00E12985"/>
    <w:rsid w:val="00E26721"/>
    <w:rsid w:val="00E5472C"/>
    <w:rsid w:val="00E674FD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2021-05-02T20:03:00Z</dcterms:created>
  <dcterms:modified xsi:type="dcterms:W3CDTF">2024-05-24T06:23:00Z</dcterms:modified>
</cp:coreProperties>
</file>