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32507" w14:textId="32968526" w:rsidR="008214D7" w:rsidRPr="00215C3F" w:rsidRDefault="00215C3F" w:rsidP="008214D7">
      <w:pPr>
        <w:ind w:left="6372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 </w:t>
      </w:r>
      <w:r w:rsidR="008214D7" w:rsidRPr="00215C3F">
        <w:rPr>
          <w:rFonts w:asciiTheme="minorHAnsi" w:hAnsiTheme="minorHAnsi" w:cstheme="minorHAnsi"/>
          <w:b/>
          <w:sz w:val="20"/>
          <w:szCs w:val="20"/>
        </w:rPr>
        <w:t xml:space="preserve">Załącznik nr 3 do SWZ </w:t>
      </w:r>
    </w:p>
    <w:p w14:paraId="7AFD6247" w14:textId="77777777" w:rsidR="003B1169" w:rsidRDefault="003B1169" w:rsidP="009C43FD"/>
    <w:p w14:paraId="384E1765" w14:textId="306AF987" w:rsidR="009C43FD" w:rsidRPr="007C5E9C" w:rsidRDefault="009C43FD" w:rsidP="00215C3F">
      <w:pPr>
        <w:spacing w:line="276" w:lineRule="auto"/>
        <w:rPr>
          <w:rFonts w:ascii="Calibri" w:eastAsia="Calibri" w:hAnsi="Calibri" w:cs="Aptos"/>
          <w:b/>
          <w:color w:val="FF0000"/>
          <w:sz w:val="18"/>
          <w:szCs w:val="18"/>
        </w:rPr>
      </w:pPr>
      <w:r w:rsidRPr="00215C3F">
        <w:rPr>
          <w:rFonts w:ascii="Calibri" w:eastAsia="Calibri" w:hAnsi="Calibri" w:cs="Aptos"/>
          <w:b/>
          <w:color w:val="000000"/>
          <w:sz w:val="18"/>
          <w:szCs w:val="18"/>
        </w:rPr>
        <w:t xml:space="preserve">Znak sprawy: </w:t>
      </w:r>
      <w:r w:rsidRPr="008F0CD4">
        <w:rPr>
          <w:rFonts w:ascii="Calibri" w:eastAsia="Calibri" w:hAnsi="Calibri" w:cs="Aptos"/>
          <w:b/>
          <w:sz w:val="18"/>
          <w:szCs w:val="18"/>
        </w:rPr>
        <w:t>ZZP.260.</w:t>
      </w:r>
      <w:r w:rsidR="008F0CD4" w:rsidRPr="008F0CD4">
        <w:rPr>
          <w:rFonts w:ascii="Calibri" w:eastAsia="Calibri" w:hAnsi="Calibri" w:cs="Aptos"/>
          <w:b/>
          <w:sz w:val="18"/>
          <w:szCs w:val="18"/>
        </w:rPr>
        <w:t>1</w:t>
      </w:r>
      <w:r w:rsidR="00C84B27">
        <w:rPr>
          <w:rFonts w:ascii="Calibri" w:eastAsia="Calibri" w:hAnsi="Calibri" w:cs="Aptos"/>
          <w:b/>
          <w:sz w:val="18"/>
          <w:szCs w:val="18"/>
        </w:rPr>
        <w:t>4</w:t>
      </w:r>
      <w:r w:rsidRPr="008F0CD4">
        <w:rPr>
          <w:rFonts w:ascii="Calibri" w:eastAsia="Calibri" w:hAnsi="Calibri" w:cs="Aptos"/>
          <w:b/>
          <w:sz w:val="18"/>
          <w:szCs w:val="18"/>
        </w:rPr>
        <w:t>.2024</w:t>
      </w:r>
    </w:p>
    <w:p w14:paraId="26E457FB" w14:textId="25F263EA" w:rsidR="009C43FD" w:rsidRPr="009D2D24" w:rsidRDefault="009C43FD" w:rsidP="00215C3F">
      <w:pPr>
        <w:spacing w:line="276" w:lineRule="auto"/>
        <w:rPr>
          <w:rFonts w:asciiTheme="minorHAnsi" w:eastAsia="Calibri" w:hAnsiTheme="minorHAnsi" w:cstheme="minorHAnsi"/>
          <w:b/>
          <w:sz w:val="18"/>
          <w:szCs w:val="18"/>
        </w:rPr>
      </w:pPr>
      <w:r w:rsidRPr="009D2D24">
        <w:rPr>
          <w:rFonts w:asciiTheme="minorHAnsi" w:eastAsia="Calibri" w:hAnsiTheme="minorHAnsi" w:cstheme="minorHAnsi"/>
          <w:b/>
          <w:color w:val="000000"/>
          <w:sz w:val="18"/>
          <w:szCs w:val="18"/>
        </w:rPr>
        <w:t xml:space="preserve">Przetarg </w:t>
      </w:r>
      <w:r w:rsidR="00C84B27">
        <w:rPr>
          <w:rFonts w:asciiTheme="minorHAnsi" w:eastAsia="Calibri" w:hAnsiTheme="minorHAnsi" w:cstheme="minorHAnsi"/>
          <w:b/>
          <w:color w:val="000000"/>
          <w:sz w:val="18"/>
          <w:szCs w:val="18"/>
        </w:rPr>
        <w:t>11</w:t>
      </w:r>
      <w:r w:rsidRPr="009D2D24">
        <w:rPr>
          <w:rFonts w:asciiTheme="minorHAnsi" w:eastAsia="Calibri" w:hAnsiTheme="minorHAnsi" w:cstheme="minorHAnsi"/>
          <w:b/>
          <w:color w:val="000000"/>
          <w:sz w:val="18"/>
          <w:szCs w:val="18"/>
        </w:rPr>
        <w:t>/</w:t>
      </w:r>
      <w:r w:rsidR="007C5E9C">
        <w:rPr>
          <w:rFonts w:asciiTheme="minorHAnsi" w:eastAsia="Calibri" w:hAnsiTheme="minorHAnsi" w:cstheme="minorHAnsi"/>
          <w:b/>
          <w:sz w:val="18"/>
          <w:szCs w:val="18"/>
        </w:rPr>
        <w:t>samochod</w:t>
      </w:r>
      <w:r w:rsidR="00B5035D">
        <w:rPr>
          <w:rFonts w:asciiTheme="minorHAnsi" w:eastAsia="Calibri" w:hAnsiTheme="minorHAnsi" w:cstheme="minorHAnsi"/>
          <w:b/>
          <w:sz w:val="18"/>
          <w:szCs w:val="18"/>
        </w:rPr>
        <w:t>y</w:t>
      </w:r>
      <w:r w:rsidRPr="009D2D24">
        <w:rPr>
          <w:rFonts w:asciiTheme="minorHAnsi" w:eastAsia="Calibri" w:hAnsiTheme="minorHAnsi" w:cstheme="minorHAnsi"/>
          <w:b/>
          <w:sz w:val="18"/>
          <w:szCs w:val="18"/>
        </w:rPr>
        <w:t>/2024/TP</w:t>
      </w:r>
    </w:p>
    <w:p w14:paraId="084BEC0A" w14:textId="77777777" w:rsidR="00131936" w:rsidRPr="00215C3F" w:rsidRDefault="00131936" w:rsidP="00215C3F">
      <w:pPr>
        <w:spacing w:line="276" w:lineRule="auto"/>
        <w:rPr>
          <w:rFonts w:ascii="Calibri" w:eastAsia="Calibri" w:hAnsi="Calibri" w:cs="Aptos"/>
          <w:b/>
          <w:color w:val="000000"/>
          <w:sz w:val="18"/>
          <w:szCs w:val="18"/>
        </w:rPr>
      </w:pPr>
    </w:p>
    <w:p w14:paraId="21100D4E" w14:textId="77777777" w:rsidR="009C43FD" w:rsidRPr="009C43FD" w:rsidRDefault="009C43FD" w:rsidP="009C43FD">
      <w:pPr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p w14:paraId="7FDB29FF" w14:textId="77777777" w:rsidR="009C43FD" w:rsidRPr="00215C3F" w:rsidRDefault="009C43FD" w:rsidP="009C43FD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215C3F">
        <w:rPr>
          <w:rFonts w:ascii="Calibri" w:eastAsia="Calibri" w:hAnsi="Calibri" w:cs="Calibri"/>
          <w:color w:val="000000"/>
          <w:sz w:val="20"/>
          <w:szCs w:val="20"/>
        </w:rPr>
        <w:t>Dane kontaktowe Wykonawcy (</w:t>
      </w:r>
      <w:r w:rsidRPr="00215C3F">
        <w:rPr>
          <w:rFonts w:ascii="Calibri" w:eastAsia="Calibri" w:hAnsi="Calibri" w:cs="Calibri"/>
          <w:i/>
          <w:iCs/>
          <w:color w:val="000000"/>
          <w:sz w:val="20"/>
          <w:szCs w:val="20"/>
        </w:rPr>
        <w:t>do korespondencji)</w:t>
      </w:r>
      <w:r w:rsidRPr="00215C3F">
        <w:rPr>
          <w:rFonts w:ascii="Calibri" w:eastAsia="Calibri" w:hAnsi="Calibri" w:cs="Calibri"/>
          <w:color w:val="000000"/>
          <w:sz w:val="20"/>
          <w:szCs w:val="20"/>
        </w:rPr>
        <w:t xml:space="preserve">: </w:t>
      </w:r>
    </w:p>
    <w:p w14:paraId="15E7127A" w14:textId="77777777" w:rsidR="009C43FD" w:rsidRDefault="009C43FD" w:rsidP="009C43FD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215C3F">
        <w:rPr>
          <w:rFonts w:ascii="Calibri" w:eastAsia="Calibri" w:hAnsi="Calibri" w:cs="Calibri"/>
          <w:color w:val="000000"/>
          <w:sz w:val="20"/>
          <w:szCs w:val="20"/>
        </w:rPr>
        <w:t>Nazwa Wykonawcy ……………………….………….</w:t>
      </w:r>
    </w:p>
    <w:p w14:paraId="33BD7791" w14:textId="3904BEC9" w:rsidR="00854C90" w:rsidRPr="00215C3F" w:rsidRDefault="00854C90" w:rsidP="009C43FD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854C90">
        <w:rPr>
          <w:rFonts w:ascii="Calibri" w:eastAsia="Calibri" w:hAnsi="Calibri" w:cs="Calibri"/>
          <w:color w:val="000000"/>
          <w:sz w:val="20"/>
          <w:szCs w:val="20"/>
        </w:rPr>
        <w:t>Siedziba Wykonawcy…………………………………</w:t>
      </w:r>
    </w:p>
    <w:p w14:paraId="5CBC8917" w14:textId="77777777" w:rsidR="009C43FD" w:rsidRPr="00215C3F" w:rsidRDefault="009C43FD" w:rsidP="009C43FD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215C3F">
        <w:rPr>
          <w:rFonts w:ascii="Calibri" w:eastAsia="Calibri" w:hAnsi="Calibri" w:cs="Calibri"/>
          <w:color w:val="000000"/>
          <w:sz w:val="20"/>
          <w:szCs w:val="20"/>
        </w:rPr>
        <w:t>Nr telefonu Wykonawcy ……………………………</w:t>
      </w:r>
    </w:p>
    <w:p w14:paraId="47E42F17" w14:textId="77777777" w:rsidR="009C43FD" w:rsidRPr="00215C3F" w:rsidRDefault="009C43FD" w:rsidP="009C43FD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215C3F">
        <w:rPr>
          <w:rFonts w:ascii="Calibri" w:eastAsia="Calibri" w:hAnsi="Calibri" w:cs="Calibri"/>
          <w:color w:val="000000"/>
          <w:sz w:val="20"/>
          <w:szCs w:val="20"/>
        </w:rPr>
        <w:t>Nr faksu Wykonawcy …………………..……………</w:t>
      </w:r>
    </w:p>
    <w:p w14:paraId="17EF693D" w14:textId="77777777" w:rsidR="009C43FD" w:rsidRPr="00215C3F" w:rsidRDefault="009C43FD" w:rsidP="009C43FD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215C3F">
        <w:rPr>
          <w:rFonts w:ascii="Calibri" w:eastAsia="Calibri" w:hAnsi="Calibri" w:cs="Calibri"/>
          <w:color w:val="000000"/>
          <w:sz w:val="20"/>
          <w:szCs w:val="20"/>
        </w:rPr>
        <w:t>Adres e-mail ……………………………………..….…..</w:t>
      </w:r>
    </w:p>
    <w:p w14:paraId="56A50181" w14:textId="77777777" w:rsidR="009C43FD" w:rsidRPr="00215C3F" w:rsidRDefault="009C43FD" w:rsidP="009C43FD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215C3F">
        <w:rPr>
          <w:rFonts w:ascii="Calibri" w:eastAsia="Calibri" w:hAnsi="Calibri" w:cs="Calibri"/>
          <w:color w:val="000000"/>
          <w:sz w:val="20"/>
          <w:szCs w:val="20"/>
        </w:rPr>
        <w:t>NIP Wykonawcy ……………….….……………….…..</w:t>
      </w:r>
    </w:p>
    <w:p w14:paraId="1337A27C" w14:textId="77777777" w:rsidR="009C43FD" w:rsidRDefault="009C43FD" w:rsidP="009C43FD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215C3F">
        <w:rPr>
          <w:rFonts w:ascii="Calibri" w:eastAsia="Calibri" w:hAnsi="Calibri" w:cs="Calibri"/>
          <w:color w:val="000000"/>
          <w:sz w:val="20"/>
          <w:szCs w:val="20"/>
        </w:rPr>
        <w:t>Regon Wykonawcy …………..….………………..….</w:t>
      </w:r>
    </w:p>
    <w:p w14:paraId="3B5EECD0" w14:textId="77777777" w:rsidR="00131936" w:rsidRPr="00215C3F" w:rsidRDefault="00131936" w:rsidP="009C43FD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50E19C11" w14:textId="77777777" w:rsidR="00215C3F" w:rsidRDefault="009C43FD" w:rsidP="009C43FD">
      <w:pPr>
        <w:autoSpaceDE w:val="0"/>
        <w:autoSpaceDN w:val="0"/>
        <w:adjustRightInd w:val="0"/>
        <w:ind w:left="2124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b/>
          <w:color w:val="000000"/>
          <w:sz w:val="20"/>
          <w:szCs w:val="20"/>
        </w:rPr>
        <w:t xml:space="preserve">                </w:t>
      </w:r>
      <w:r w:rsidRPr="009C43FD">
        <w:rPr>
          <w:rFonts w:ascii="Calibri" w:eastAsia="Calibri" w:hAnsi="Calibri" w:cs="Calibri"/>
          <w:b/>
          <w:color w:val="000000"/>
          <w:sz w:val="20"/>
          <w:szCs w:val="20"/>
        </w:rPr>
        <w:tab/>
        <w:t xml:space="preserve">  </w:t>
      </w:r>
    </w:p>
    <w:p w14:paraId="586122BF" w14:textId="769BC501" w:rsidR="009C43FD" w:rsidRDefault="009C43FD" w:rsidP="00215C3F">
      <w:pPr>
        <w:autoSpaceDE w:val="0"/>
        <w:autoSpaceDN w:val="0"/>
        <w:adjustRightInd w:val="0"/>
        <w:ind w:left="2832" w:firstLine="708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b/>
          <w:color w:val="000000"/>
          <w:sz w:val="20"/>
          <w:szCs w:val="20"/>
        </w:rPr>
        <w:t xml:space="preserve"> FORMULARZ OFERTY </w:t>
      </w:r>
    </w:p>
    <w:p w14:paraId="095641DD" w14:textId="77777777" w:rsidR="002E37F6" w:rsidRPr="009C43FD" w:rsidRDefault="002E37F6" w:rsidP="00215C3F">
      <w:pPr>
        <w:autoSpaceDE w:val="0"/>
        <w:autoSpaceDN w:val="0"/>
        <w:adjustRightInd w:val="0"/>
        <w:ind w:left="2832" w:firstLine="708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14:paraId="217EDFF7" w14:textId="7CA12FA6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>W odpowiedzi na ogłoszenie o udzielenie zamówienia w trybie podstawowym z możliwością przeprowadzenia negocjacji pn.:</w:t>
      </w:r>
      <w:r w:rsidR="00795B12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FD42A4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zakup dwóch samochodów  do transportu odpadów promieniotwórczych</w:t>
      </w:r>
      <w:r w:rsidR="00C07D0D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 xml:space="preserve"> </w:t>
      </w:r>
      <w:r w:rsidR="007C5E9C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 xml:space="preserve"> </w:t>
      </w:r>
      <w:r w:rsidRPr="009C43FD">
        <w:rPr>
          <w:rFonts w:ascii="Calibri" w:eastAsia="Calibri" w:hAnsi="Calibri" w:cs="Calibri"/>
          <w:iCs/>
          <w:color w:val="000000"/>
          <w:sz w:val="20"/>
          <w:szCs w:val="20"/>
        </w:rPr>
        <w:t>przedkładam/y niniejsza ofertę:</w:t>
      </w:r>
    </w:p>
    <w:p w14:paraId="1B62D3C2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>Ja, niżej podpisany:</w:t>
      </w:r>
    </w:p>
    <w:p w14:paraId="396288D4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>...............................................................................................................................</w:t>
      </w:r>
    </w:p>
    <w:p w14:paraId="1427EE35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>działając w imieniu i na rzecz:</w:t>
      </w:r>
    </w:p>
    <w:p w14:paraId="5AEA1BC7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>................................................................................................................................</w:t>
      </w:r>
    </w:p>
    <w:p w14:paraId="623887CB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>w odpowiedzi na ogłoszenie Zakładu Unieszkodliwiania Odpadów Promieniotwórczych, oferuję wykonanie przedmiotu zamówienia określonego w specyfikacji warunków zamówienia na poniższych warunkach:</w:t>
      </w:r>
    </w:p>
    <w:p w14:paraId="2DBE632B" w14:textId="77777777" w:rsidR="009C43FD" w:rsidRPr="009C43FD" w:rsidRDefault="009C43FD" w:rsidP="009C43FD">
      <w:pPr>
        <w:widowControl w:val="0"/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Arial" w:eastAsia="Calibri" w:hAnsi="Arial" w:cs="Arial"/>
          <w:color w:val="000000"/>
          <w:sz w:val="16"/>
          <w:szCs w:val="16"/>
          <w:lang w:eastAsia="pl-PL"/>
        </w:rPr>
      </w:pPr>
    </w:p>
    <w:p w14:paraId="323BE783" w14:textId="5955EA08" w:rsidR="009C43FD" w:rsidRPr="00133822" w:rsidRDefault="009C43FD" w:rsidP="002E37F6">
      <w:pPr>
        <w:autoSpaceDE w:val="0"/>
        <w:autoSpaceDN w:val="0"/>
        <w:adjustRightInd w:val="0"/>
        <w:spacing w:after="200" w:line="276" w:lineRule="auto"/>
        <w:jc w:val="both"/>
        <w:rPr>
          <w:rFonts w:ascii="Arial" w:eastAsia="Calibri" w:hAnsi="Arial" w:cs="Arial"/>
          <w:b/>
          <w:bCs/>
          <w:sz w:val="16"/>
          <w:szCs w:val="16"/>
        </w:rPr>
      </w:pPr>
      <w:r w:rsidRPr="009C43FD">
        <w:rPr>
          <w:rFonts w:ascii="Arial" w:eastAsia="Calibri" w:hAnsi="Arial" w:cs="Arial"/>
          <w:b/>
          <w:bCs/>
          <w:color w:val="000000"/>
          <w:sz w:val="16"/>
          <w:szCs w:val="16"/>
        </w:rPr>
        <w:t>Oferujemy realizację przedmiotu zamówienia zgodnie z warunkami i na zasadach zawartych w dokumentach zamówienia za cenę</w:t>
      </w:r>
      <w:r w:rsidRPr="00133822">
        <w:rPr>
          <w:rFonts w:ascii="Arial" w:eastAsia="Calibri" w:hAnsi="Arial" w:cs="Arial"/>
          <w:b/>
          <w:bCs/>
          <w:sz w:val="16"/>
          <w:szCs w:val="16"/>
        </w:rPr>
        <w:t>:</w:t>
      </w:r>
    </w:p>
    <w:tbl>
      <w:tblPr>
        <w:tblW w:w="1119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567"/>
        <w:gridCol w:w="567"/>
        <w:gridCol w:w="992"/>
        <w:gridCol w:w="1134"/>
        <w:gridCol w:w="567"/>
        <w:gridCol w:w="1134"/>
        <w:gridCol w:w="1134"/>
        <w:gridCol w:w="1134"/>
        <w:gridCol w:w="992"/>
        <w:gridCol w:w="851"/>
      </w:tblGrid>
      <w:tr w:rsidR="00CA72B8" w:rsidRPr="00C76413" w14:paraId="502CFF47" w14:textId="6F89E01F" w:rsidTr="00A72C97">
        <w:tc>
          <w:tcPr>
            <w:tcW w:w="2127" w:type="dxa"/>
            <w:gridSpan w:val="2"/>
            <w:vMerge w:val="restart"/>
            <w:shd w:val="clear" w:color="auto" w:fill="auto"/>
            <w:vAlign w:val="center"/>
          </w:tcPr>
          <w:p w14:paraId="3F2D5CEA" w14:textId="77777777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Oferta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4A524C0F" w14:textId="77777777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J.m.</w:t>
            </w:r>
          </w:p>
        </w:tc>
        <w:tc>
          <w:tcPr>
            <w:tcW w:w="567" w:type="dxa"/>
            <w:vMerge w:val="restart"/>
            <w:vAlign w:val="center"/>
          </w:tcPr>
          <w:p w14:paraId="523CA720" w14:textId="77777777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Ilość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BE461FE" w14:textId="3999B477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Cena jedn. netto</w:t>
            </w:r>
          </w:p>
        </w:tc>
        <w:tc>
          <w:tcPr>
            <w:tcW w:w="1134" w:type="dxa"/>
            <w:vMerge w:val="restart"/>
            <w:vAlign w:val="center"/>
          </w:tcPr>
          <w:p w14:paraId="039058A5" w14:textId="77777777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Wartość netto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3A55FB9" w14:textId="77777777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Vat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A561560" w14:textId="77777777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Wartość brutto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37EBD32" w14:textId="7D5CDC06" w:rsidR="00156D97" w:rsidRPr="00C76413" w:rsidRDefault="00B2559A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992" w:type="dxa"/>
            <w:vMerge w:val="restart"/>
            <w:vAlign w:val="center"/>
          </w:tcPr>
          <w:p w14:paraId="1767F488" w14:textId="1FE4ABE6" w:rsidR="00156D97" w:rsidRPr="00C76413" w:rsidRDefault="00F574D6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="Arial" w:hAnsi="Arial" w:cs="Arial"/>
                <w:sz w:val="16"/>
                <w:szCs w:val="16"/>
              </w:rPr>
              <w:t>Model, typ</w:t>
            </w:r>
          </w:p>
        </w:tc>
        <w:tc>
          <w:tcPr>
            <w:tcW w:w="851" w:type="dxa"/>
            <w:vMerge w:val="restart"/>
            <w:vAlign w:val="center"/>
          </w:tcPr>
          <w:p w14:paraId="0A1CD535" w14:textId="6E878AD9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Uwagi</w:t>
            </w:r>
          </w:p>
        </w:tc>
      </w:tr>
      <w:tr w:rsidR="00CA72B8" w:rsidRPr="00C76413" w14:paraId="4107A81B" w14:textId="166702F3" w:rsidTr="00A72C97">
        <w:tc>
          <w:tcPr>
            <w:tcW w:w="2127" w:type="dxa"/>
            <w:gridSpan w:val="2"/>
            <w:vMerge/>
            <w:shd w:val="clear" w:color="auto" w:fill="auto"/>
            <w:vAlign w:val="center"/>
          </w:tcPr>
          <w:p w14:paraId="694A3802" w14:textId="77777777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F53902C" w14:textId="77777777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trike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23CED3F5" w14:textId="77777777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0A62E07" w14:textId="77777777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2409C16" w14:textId="77777777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B0ADCA" w14:textId="77777777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080842" w14:textId="77777777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Wartość podatku VAT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B3198B5" w14:textId="77777777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8BC0B3A" w14:textId="77777777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08E8E206" w14:textId="77777777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6933A711" w14:textId="77777777" w:rsidR="00156D97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</w:tr>
      <w:tr w:rsidR="00CA72B8" w:rsidRPr="00C76413" w14:paraId="248251EB" w14:textId="11EE5BE5" w:rsidTr="00E62880">
        <w:trPr>
          <w:trHeight w:val="202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5DC8ED32" w14:textId="77777777" w:rsidR="003F78B5" w:rsidRPr="00C76413" w:rsidRDefault="003F78B5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408BC2" w14:textId="77777777" w:rsidR="003F78B5" w:rsidRPr="00C76413" w:rsidRDefault="003F78B5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14:paraId="473E36DE" w14:textId="77777777" w:rsidR="003F78B5" w:rsidRPr="00C76413" w:rsidRDefault="003F78B5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CBAEA1" w14:textId="77777777" w:rsidR="003F78B5" w:rsidRPr="00C76413" w:rsidRDefault="003F78B5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78F71F64" w14:textId="77777777" w:rsidR="003F78B5" w:rsidRPr="00C76413" w:rsidRDefault="003F78B5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356A" w14:textId="77777777" w:rsidR="003F78B5" w:rsidRPr="00C76413" w:rsidRDefault="003F78B5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1A078A" w14:textId="77777777" w:rsidR="003F78B5" w:rsidRPr="00C76413" w:rsidRDefault="003F78B5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9FFF6B" w14:textId="77777777" w:rsidR="003F78B5" w:rsidRPr="00C76413" w:rsidRDefault="003F78B5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166DE3" w14:textId="77777777" w:rsidR="003F78B5" w:rsidRPr="00C76413" w:rsidRDefault="003F78B5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00481CBD" w14:textId="44F7566B" w:rsidR="003F78B5" w:rsidRPr="00C76413" w:rsidRDefault="00156D9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14:paraId="69832924" w14:textId="05B66B67" w:rsidR="003F78B5" w:rsidRPr="00C76413" w:rsidRDefault="00771A47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11</w:t>
            </w:r>
          </w:p>
        </w:tc>
      </w:tr>
      <w:tr w:rsidR="000F7CFB" w:rsidRPr="00C76413" w14:paraId="4AE80F86" w14:textId="5223DD1F" w:rsidTr="000F7CFB">
        <w:trPr>
          <w:trHeight w:val="1057"/>
        </w:trPr>
        <w:tc>
          <w:tcPr>
            <w:tcW w:w="425" w:type="dxa"/>
            <w:shd w:val="clear" w:color="auto" w:fill="auto"/>
            <w:vAlign w:val="center"/>
          </w:tcPr>
          <w:p w14:paraId="5A36608A" w14:textId="7CD97F84" w:rsidR="000F7CFB" w:rsidRPr="00C84B27" w:rsidRDefault="000F7CFB" w:rsidP="00C84B2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68D5D8B" w14:textId="65E0B870" w:rsidR="000F7CFB" w:rsidRPr="00C76413" w:rsidRDefault="000F7CFB" w:rsidP="00C84B2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S</w:t>
            </w:r>
            <w:r w:rsidRPr="00C84B27">
              <w:rPr>
                <w:rFonts w:asciiTheme="minorHAnsi" w:eastAsia="Calibri" w:hAnsiTheme="minorHAnsi" w:cstheme="minorHAnsi"/>
                <w:sz w:val="16"/>
                <w:szCs w:val="16"/>
              </w:rPr>
              <w:t>amochód</w:t>
            </w: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 osobowo</w:t>
            </w: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dostawczy</w:t>
            </w: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( </w:t>
            </w:r>
            <w:r w:rsidRPr="00C84B27">
              <w:rPr>
                <w:rFonts w:asciiTheme="minorHAnsi" w:eastAsia="Calibri" w:hAnsiTheme="minorHAnsi" w:cstheme="minorHAnsi"/>
                <w:sz w:val="16"/>
                <w:szCs w:val="16"/>
              </w:rPr>
              <w:t>większy)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4A67AC" w14:textId="507721AD" w:rsidR="000F7CFB" w:rsidRPr="00C76413" w:rsidRDefault="000F7CFB" w:rsidP="00A72C9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s</w:t>
            </w: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zt</w:t>
            </w: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14:paraId="09782AF2" w14:textId="49002309" w:rsidR="000F7CFB" w:rsidRPr="00C76413" w:rsidRDefault="000F7CFB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144A3F" w14:textId="77777777" w:rsidR="000F7CFB" w:rsidRPr="00C76413" w:rsidRDefault="000F7CFB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F7145E7" w14:textId="77777777" w:rsidR="000F7CFB" w:rsidRPr="00C76413" w:rsidRDefault="000F7CFB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9381C9" w14:textId="77777777" w:rsidR="000F7CFB" w:rsidRPr="00C76413" w:rsidRDefault="000F7CFB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0E6F82C" w14:textId="77777777" w:rsidR="000F7CFB" w:rsidRPr="00C76413" w:rsidRDefault="000F7CFB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CBAF6F" w14:textId="77777777" w:rsidR="000F7CFB" w:rsidRPr="00C76413" w:rsidRDefault="000F7CFB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16347B" w14:textId="77777777" w:rsidR="000F7CFB" w:rsidRPr="00C76413" w:rsidRDefault="000F7CFB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E6C900" w14:textId="77777777" w:rsidR="000F7CFB" w:rsidRPr="00C76413" w:rsidRDefault="000F7CFB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851" w:type="dxa"/>
          </w:tcPr>
          <w:p w14:paraId="64B9DD90" w14:textId="0E0913D1" w:rsidR="000F7CFB" w:rsidRPr="00C76413" w:rsidRDefault="000F7CFB" w:rsidP="00A72C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Załącznik nr 1 do SWZ - OPZ</w:t>
            </w:r>
          </w:p>
        </w:tc>
      </w:tr>
      <w:tr w:rsidR="000F7CFB" w:rsidRPr="00C76413" w14:paraId="4F02B3F4" w14:textId="77777777" w:rsidTr="000F7CFB">
        <w:trPr>
          <w:trHeight w:val="1053"/>
        </w:trPr>
        <w:tc>
          <w:tcPr>
            <w:tcW w:w="425" w:type="dxa"/>
            <w:shd w:val="clear" w:color="auto" w:fill="auto"/>
            <w:vAlign w:val="center"/>
          </w:tcPr>
          <w:p w14:paraId="7C06A35C" w14:textId="44E31493" w:rsidR="000F7CFB" w:rsidRPr="008B5058" w:rsidRDefault="000F7CFB" w:rsidP="00A72C9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2 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2F9F592" w14:textId="084D7DD0" w:rsidR="000F7CFB" w:rsidRPr="008B5058" w:rsidRDefault="000F7CFB" w:rsidP="00A72C9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S</w:t>
            </w:r>
            <w:r w:rsidRPr="00C84B27">
              <w:rPr>
                <w:rFonts w:asciiTheme="minorHAnsi" w:eastAsia="Calibri" w:hAnsiTheme="minorHAnsi" w:cstheme="minorHAnsi"/>
                <w:sz w:val="16"/>
                <w:szCs w:val="16"/>
              </w:rPr>
              <w:t>amochód</w:t>
            </w: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 osobowo</w:t>
            </w: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 dostawczy</w:t>
            </w: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 (</w:t>
            </w: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mniejszy</w:t>
            </w:r>
            <w:r w:rsidRPr="00C84B27">
              <w:rPr>
                <w:rFonts w:asciiTheme="minorHAnsi" w:eastAsia="Calibr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4E9B96" w14:textId="3D8E2FCE" w:rsidR="000F7CFB" w:rsidRPr="00C76413" w:rsidRDefault="000F7CFB" w:rsidP="00A72C9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s</w:t>
            </w: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zt</w:t>
            </w: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14:paraId="54B39026" w14:textId="5BE9C59D" w:rsidR="000F7CFB" w:rsidRPr="00C76413" w:rsidRDefault="000F7CFB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C76413">
              <w:rPr>
                <w:rFonts w:asciiTheme="minorHAnsi" w:eastAsia="Calibr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ADE6A9" w14:textId="77777777" w:rsidR="000F7CFB" w:rsidRPr="00C76413" w:rsidRDefault="000F7CFB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576A79A" w14:textId="77777777" w:rsidR="000F7CFB" w:rsidRPr="00C76413" w:rsidRDefault="000F7CFB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08A05B" w14:textId="77777777" w:rsidR="000F7CFB" w:rsidRPr="00C76413" w:rsidRDefault="000F7CFB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FC7BA0" w14:textId="77777777" w:rsidR="000F7CFB" w:rsidRPr="00C76413" w:rsidRDefault="000F7CFB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1FAEA5" w14:textId="77777777" w:rsidR="000F7CFB" w:rsidRPr="00C76413" w:rsidRDefault="000F7CFB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87BE427" w14:textId="77777777" w:rsidR="000F7CFB" w:rsidRPr="00C76413" w:rsidRDefault="000F7CFB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</w:tcPr>
          <w:p w14:paraId="73ECA1CD" w14:textId="77777777" w:rsidR="000F7CFB" w:rsidRPr="00C76413" w:rsidRDefault="000F7CFB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851" w:type="dxa"/>
          </w:tcPr>
          <w:p w14:paraId="58083C6B" w14:textId="13636746" w:rsidR="000F7CFB" w:rsidRPr="00C76413" w:rsidRDefault="000F7CFB" w:rsidP="009C43F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Załącznik nr 1.1  do SWZ - OPZ</w:t>
            </w:r>
          </w:p>
        </w:tc>
      </w:tr>
    </w:tbl>
    <w:p w14:paraId="43A87467" w14:textId="77777777" w:rsidR="009C43FD" w:rsidRPr="00133822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</w:rPr>
      </w:pPr>
      <w:bookmarkStart w:id="0" w:name="_Hlk90680915"/>
    </w:p>
    <w:p w14:paraId="30865C66" w14:textId="77777777" w:rsidR="009C43FD" w:rsidRPr="00133822" w:rsidRDefault="009C43FD" w:rsidP="00133822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2"/>
          <w:szCs w:val="22"/>
        </w:rPr>
      </w:pPr>
      <w:r w:rsidRPr="00133822">
        <w:rPr>
          <w:rFonts w:ascii="Calibri" w:eastAsia="Calibri" w:hAnsi="Calibri" w:cs="Calibri"/>
          <w:sz w:val="22"/>
          <w:szCs w:val="22"/>
        </w:rPr>
        <w:t>Wy</w:t>
      </w:r>
      <w:r w:rsidRPr="00133822">
        <w:rPr>
          <w:rFonts w:ascii="Calibri" w:eastAsia="Calibri" w:hAnsi="Calibri" w:cs="Times New Roman"/>
          <w:sz w:val="22"/>
          <w:szCs w:val="22"/>
        </w:rPr>
        <w:t>konawca oblicza cenę oferty w następujący sposób:</w:t>
      </w:r>
    </w:p>
    <w:p w14:paraId="2D938BC0" w14:textId="77777777" w:rsidR="009C43FD" w:rsidRPr="00133822" w:rsidRDefault="009C43FD" w:rsidP="00133822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Calibri" w:eastAsia="Calibri" w:hAnsi="Calibri" w:cs="Times New Roman"/>
          <w:sz w:val="22"/>
          <w:szCs w:val="22"/>
        </w:rPr>
      </w:pPr>
      <w:r w:rsidRPr="00133822">
        <w:rPr>
          <w:rFonts w:ascii="Calibri" w:eastAsia="Calibri" w:hAnsi="Calibri" w:cs="Times New Roman"/>
          <w:sz w:val="22"/>
          <w:szCs w:val="22"/>
        </w:rPr>
        <w:t>ilość towaru (kol. 3) x cena jednostkowa netto (kol. 4) = wartość netto (kol. 5);</w:t>
      </w:r>
    </w:p>
    <w:p w14:paraId="1064FE4C" w14:textId="77777777" w:rsidR="009C43FD" w:rsidRPr="00133822" w:rsidRDefault="009C43FD" w:rsidP="00133822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Calibri" w:eastAsia="Calibri" w:hAnsi="Calibri" w:cs="Times New Roman"/>
          <w:sz w:val="22"/>
          <w:szCs w:val="22"/>
        </w:rPr>
      </w:pPr>
      <w:r w:rsidRPr="00133822">
        <w:rPr>
          <w:rFonts w:ascii="Calibri" w:eastAsia="Calibri" w:hAnsi="Calibri" w:cs="Times New Roman"/>
          <w:sz w:val="22"/>
          <w:szCs w:val="22"/>
        </w:rPr>
        <w:t>następnie mnoży wartość netto(kol. 5) x %VAT (kol. 6) = wartość podatku VAT (kol. 7);</w:t>
      </w:r>
    </w:p>
    <w:p w14:paraId="79EBC58E" w14:textId="7A7064BD" w:rsidR="009C43FD" w:rsidRDefault="009C43FD" w:rsidP="00133822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Calibri" w:eastAsia="Calibri" w:hAnsi="Calibri" w:cs="Times New Roman"/>
          <w:sz w:val="22"/>
          <w:szCs w:val="22"/>
        </w:rPr>
      </w:pPr>
      <w:r w:rsidRPr="00133822">
        <w:rPr>
          <w:rFonts w:ascii="Calibri" w:eastAsia="Calibri" w:hAnsi="Calibri" w:cs="Times New Roman"/>
          <w:sz w:val="22"/>
          <w:szCs w:val="22"/>
        </w:rPr>
        <w:t>wartość podatku VAT (kol. 7) + wartość netto (kol. 5) = wartość brutto (cena oferty brutto – kol.8).</w:t>
      </w:r>
    </w:p>
    <w:p w14:paraId="67CDA68C" w14:textId="77777777" w:rsidR="00E62880" w:rsidRPr="00133822" w:rsidRDefault="00E62880" w:rsidP="00E62880">
      <w:pPr>
        <w:autoSpaceDE w:val="0"/>
        <w:autoSpaceDN w:val="0"/>
        <w:adjustRightInd w:val="0"/>
        <w:ind w:left="284"/>
        <w:jc w:val="both"/>
        <w:rPr>
          <w:rFonts w:ascii="Calibri" w:eastAsia="Calibri" w:hAnsi="Calibri" w:cs="Times New Roman"/>
          <w:sz w:val="22"/>
          <w:szCs w:val="22"/>
        </w:rPr>
      </w:pPr>
    </w:p>
    <w:p w14:paraId="649549D1" w14:textId="77777777" w:rsidR="008B7737" w:rsidRPr="009C43FD" w:rsidRDefault="008B7737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5D579C4F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DODATKOWE OŚWIADCZENIA WYKONAWCY  </w:t>
      </w:r>
    </w:p>
    <w:p w14:paraId="05147724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b/>
          <w:color w:val="000000"/>
          <w:sz w:val="22"/>
          <w:szCs w:val="22"/>
        </w:rPr>
        <w:t>Wykonawca oświadcza, że:</w:t>
      </w:r>
    </w:p>
    <w:p w14:paraId="7D2B5DE4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3BDEE6A" w14:textId="691DD168" w:rsidR="009C43FD" w:rsidRPr="009C43FD" w:rsidRDefault="009C43FD" w:rsidP="009C43F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zapoznał się z udostępnioną przez Zamawiającego specyfikacj</w:t>
      </w:r>
      <w:r w:rsidR="00DE1C8F">
        <w:rPr>
          <w:rFonts w:ascii="Calibri" w:eastAsia="Calibri" w:hAnsi="Calibri" w:cs="Calibri"/>
          <w:color w:val="000000"/>
          <w:sz w:val="22"/>
          <w:szCs w:val="22"/>
        </w:rPr>
        <w:t>ą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 warunków zamówienia wraz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br/>
        <w:t>z załącznikami i nie wnosi do niej żadnych zastrzeżeń oraz przyjmuje</w:t>
      </w:r>
      <w:r w:rsidR="00241D1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warunki w nich zawarte; </w:t>
      </w:r>
    </w:p>
    <w:p w14:paraId="28701247" w14:textId="4433FD92" w:rsidR="009C43FD" w:rsidRPr="009C43FD" w:rsidRDefault="009C43FD" w:rsidP="009C43F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akceptuje postanowienia zawarte w projektowanych postanowieniach umowy stanowiących załącznik nr 2 do specyfikacji warunków zamówienia i w przypadku wyboru oferty zobowiązuje się do zawarcia umowy na warunkach w nim przedstawionych, w miejscu i terminie określonym przez Zamawiającego,</w:t>
      </w:r>
    </w:p>
    <w:p w14:paraId="6E7A095A" w14:textId="77777777" w:rsidR="009C43FD" w:rsidRPr="009C43FD" w:rsidRDefault="009C43FD" w:rsidP="009C43F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uważa się za związanego niniejszą ofertą przez okres 30 dni od daty upływu terminu składania ofert,</w:t>
      </w:r>
    </w:p>
    <w:p w14:paraId="5AC5C08C" w14:textId="1993A2C2" w:rsidR="009C43FD" w:rsidRPr="009C43FD" w:rsidRDefault="009C43FD" w:rsidP="009C43F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wykona przedmiot zamówienia w terminie określonym w SWZ;</w:t>
      </w:r>
    </w:p>
    <w:p w14:paraId="6F78A8A0" w14:textId="77DF3094" w:rsidR="009C43FD" w:rsidRPr="009C43FD" w:rsidRDefault="009C43FD" w:rsidP="009C43F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wykona przedmiot zgodnie z Opisem Przedmiotu Zamówienia określonym w załączniku nr 1</w:t>
      </w:r>
      <w:r w:rsidR="00A72C97">
        <w:rPr>
          <w:rFonts w:ascii="Calibri" w:eastAsia="Calibri" w:hAnsi="Calibri" w:cs="Calibri"/>
          <w:color w:val="000000"/>
          <w:sz w:val="22"/>
          <w:szCs w:val="22"/>
        </w:rPr>
        <w:t xml:space="preserve"> do SWZ </w:t>
      </w:r>
      <w:r w:rsidR="00A72C97">
        <w:rPr>
          <w:rFonts w:ascii="Calibri" w:eastAsia="Calibri" w:hAnsi="Calibri" w:cs="Calibri"/>
          <w:color w:val="000000"/>
          <w:sz w:val="22"/>
          <w:szCs w:val="22"/>
        </w:rPr>
        <w:br/>
        <w:t xml:space="preserve">(samochód większy) oraz </w:t>
      </w:r>
      <w:r w:rsidR="00A72C97"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zgodnie z Opisem Przedmiotu Zamówienia określonym </w:t>
      </w:r>
      <w:r w:rsidR="00A72C97">
        <w:rPr>
          <w:rFonts w:ascii="Calibri" w:eastAsia="Calibri" w:hAnsi="Calibri" w:cs="Calibri"/>
          <w:color w:val="000000"/>
          <w:sz w:val="22"/>
          <w:szCs w:val="22"/>
        </w:rPr>
        <w:t>w załączniku nr 1.1 do SWZ (samochód mniejszy)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>;</w:t>
      </w:r>
    </w:p>
    <w:p w14:paraId="4A8789E1" w14:textId="77777777" w:rsidR="00311DDD" w:rsidRDefault="009C43FD" w:rsidP="009C43F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Arial Unicode MS" w:hAnsi="Calibri" w:cs="Calibri"/>
          <w:color w:val="000000"/>
          <w:sz w:val="22"/>
          <w:szCs w:val="22"/>
          <w:lang w:eastAsia="ar-SA"/>
        </w:rPr>
        <w:t>jest świadom, że niniejsza oferta może ulec zmianie po negocjacjach, które mogą zostać przeprowadzone celem ulepszenia jej treści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2DC05CDC" w14:textId="0DC82AC7" w:rsidR="00DD23B4" w:rsidRPr="00311DDD" w:rsidRDefault="009C43FD" w:rsidP="00311DD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311DDD">
        <w:rPr>
          <w:rFonts w:ascii="Calibri" w:eastAsia="Arial Unicode MS" w:hAnsi="Calibri" w:cs="Calibri"/>
          <w:sz w:val="22"/>
          <w:szCs w:val="22"/>
          <w:lang w:eastAsia="pl-PL"/>
        </w:rPr>
        <w:t xml:space="preserve">wykonam/y całe zamówienie siłami własnymi/przy pomocy podwykonawców* następujące części zamówienia: ……………………………………………………………………. </w:t>
      </w:r>
    </w:p>
    <w:p w14:paraId="67007B55" w14:textId="51FABBB1" w:rsidR="009C43FD" w:rsidRPr="00E47742" w:rsidRDefault="00DD23B4" w:rsidP="00DD23B4">
      <w:pPr>
        <w:tabs>
          <w:tab w:val="left" w:pos="709"/>
        </w:tabs>
        <w:overflowPunct w:val="0"/>
        <w:autoSpaceDE w:val="0"/>
        <w:autoSpaceDN w:val="0"/>
        <w:spacing w:after="120" w:line="259" w:lineRule="auto"/>
        <w:ind w:left="644"/>
        <w:contextualSpacing/>
        <w:jc w:val="both"/>
        <w:rPr>
          <w:rFonts w:ascii="Calibri" w:eastAsia="Times New Roman" w:hAnsi="Calibri" w:cs="Calibri"/>
          <w:sz w:val="22"/>
          <w:szCs w:val="22"/>
          <w:u w:val="single"/>
          <w:lang w:eastAsia="pl-PL"/>
        </w:rPr>
      </w:pPr>
      <w:r w:rsidRPr="00E47742">
        <w:rPr>
          <w:rFonts w:ascii="Calibri" w:eastAsia="Times New Roman" w:hAnsi="Calibri" w:cs="Calibri"/>
          <w:bCs/>
          <w:i/>
          <w:sz w:val="22"/>
          <w:szCs w:val="22"/>
          <w:u w:val="single"/>
          <w:lang w:eastAsia="pl-PL"/>
        </w:rPr>
        <w:t xml:space="preserve">*podkreśl właściwe </w:t>
      </w:r>
    </w:p>
    <w:p w14:paraId="1888510A" w14:textId="6E3A5C70" w:rsidR="009C43FD" w:rsidRPr="00753E45" w:rsidRDefault="009C43FD" w:rsidP="00753E45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wyraża zgodę na przetwarzanie przez Zamawiającego informacji zawierających dane osobowe oraz że poinformował pisemnie i uzyskał zgodę każdej osoby, której dane osobowe są podane </w:t>
      </w:r>
      <w:r w:rsidR="00753E45">
        <w:rPr>
          <w:rFonts w:ascii="Calibri" w:eastAsia="Calibri" w:hAnsi="Calibri" w:cs="Calibri"/>
          <w:color w:val="000000"/>
          <w:sz w:val="22"/>
          <w:szCs w:val="22"/>
        </w:rPr>
        <w:br/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w Ofercie, oświadczeniach i dokumentach składanych wraz z Ofertą lub będą podane </w:t>
      </w:r>
      <w:r w:rsidR="00753E45">
        <w:rPr>
          <w:rFonts w:ascii="Calibri" w:eastAsia="Calibri" w:hAnsi="Calibri" w:cs="Calibri"/>
          <w:color w:val="000000"/>
          <w:sz w:val="22"/>
          <w:szCs w:val="22"/>
        </w:rPr>
        <w:br/>
      </w:r>
      <w:r w:rsidRPr="00753E45">
        <w:rPr>
          <w:rFonts w:ascii="Calibri" w:eastAsia="Calibri" w:hAnsi="Calibri" w:cs="Calibri"/>
          <w:color w:val="000000"/>
          <w:sz w:val="22"/>
          <w:szCs w:val="22"/>
        </w:rPr>
        <w:t xml:space="preserve">w oświadczeniach i dokumentach złożonych przez Wykonawcę w niniejszym postępowaniu </w:t>
      </w:r>
      <w:r w:rsidR="00753E45">
        <w:rPr>
          <w:rFonts w:ascii="Calibri" w:eastAsia="Calibri" w:hAnsi="Calibri" w:cs="Calibri"/>
          <w:color w:val="000000"/>
          <w:sz w:val="22"/>
          <w:szCs w:val="22"/>
        </w:rPr>
        <w:br/>
      </w:r>
      <w:r w:rsidRPr="00753E45">
        <w:rPr>
          <w:rFonts w:ascii="Calibri" w:eastAsia="Calibri" w:hAnsi="Calibri" w:cs="Calibri"/>
          <w:color w:val="000000"/>
          <w:sz w:val="22"/>
          <w:szCs w:val="22"/>
        </w:rPr>
        <w:t xml:space="preserve">o udzielenie zamówienia, </w:t>
      </w:r>
    </w:p>
    <w:p w14:paraId="409998FE" w14:textId="23ABC064" w:rsidR="009C43FD" w:rsidRPr="009C43FD" w:rsidRDefault="009C43FD" w:rsidP="009C43FD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zapoznał</w:t>
      </w:r>
      <w:r w:rsidR="00CF4A34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się z informacją dotyczącą ochrony danych osobowych zawartych w rozdziale XVI SWZ,  </w:t>
      </w:r>
    </w:p>
    <w:p w14:paraId="5F8F1021" w14:textId="0F0086A9" w:rsidR="009C43FD" w:rsidRPr="009C43FD" w:rsidRDefault="009C43FD" w:rsidP="009C43FD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wypełnił obowiązki informacyjne opisane w rozdziale XVI SWZ, wobec osób fizycznych, od których dane osobowe bezpośrednio lub pośrednio pozyskałem w celu ubiegania się o udzielenie zamówienia publicznego w niniejszym postępowaniu,</w:t>
      </w:r>
    </w:p>
    <w:p w14:paraId="0E6AA340" w14:textId="77777777" w:rsidR="009C43FD" w:rsidRPr="009C43FD" w:rsidRDefault="009C43FD" w:rsidP="009C43FD">
      <w:pPr>
        <w:numPr>
          <w:ilvl w:val="0"/>
          <w:numId w:val="9"/>
        </w:numPr>
        <w:tabs>
          <w:tab w:val="left" w:pos="142"/>
          <w:tab w:val="left" w:pos="426"/>
        </w:tabs>
        <w:overflowPunct w:val="0"/>
        <w:autoSpaceDE w:val="0"/>
        <w:autoSpaceDN w:val="0"/>
        <w:adjustRightInd w:val="0"/>
        <w:spacing w:after="120" w:line="259" w:lineRule="auto"/>
        <w:ind w:left="142" w:hanging="142"/>
        <w:jc w:val="both"/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zgodnie z treścią art. 225 ust. 1 ustawy Prawo zamówień publicznych oświadczam, że wybór przedmiotowej oferty*):</w:t>
      </w:r>
    </w:p>
    <w:p w14:paraId="2C0578E3" w14:textId="77777777" w:rsidR="009C43FD" w:rsidRPr="009C43FD" w:rsidRDefault="009C43FD" w:rsidP="009C43FD">
      <w:pPr>
        <w:numPr>
          <w:ilvl w:val="0"/>
          <w:numId w:val="13"/>
        </w:numPr>
        <w:tabs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120" w:line="259" w:lineRule="auto"/>
        <w:ind w:left="284" w:firstLine="0"/>
        <w:contextualSpacing/>
        <w:jc w:val="both"/>
        <w:textAlignment w:val="baseline"/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</w:pPr>
      <w:r w:rsidRPr="009C43FD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>nie będzie</w:t>
      </w: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prowadzić do powstania u Zamawiającego obowiązku podatkowego,</w:t>
      </w:r>
    </w:p>
    <w:p w14:paraId="68FB5D80" w14:textId="77777777" w:rsidR="009C43FD" w:rsidRPr="009C43FD" w:rsidRDefault="009C43FD" w:rsidP="009C43FD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120" w:line="259" w:lineRule="auto"/>
        <w:ind w:left="284" w:firstLine="0"/>
        <w:contextualSpacing/>
        <w:jc w:val="both"/>
        <w:textAlignment w:val="baseline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9C43FD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pl-PL"/>
        </w:rPr>
        <w:t>będzie</w:t>
      </w: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prowadzić do powstania u Zamawiającego obowiązku podatkowego,</w:t>
      </w:r>
    </w:p>
    <w:p w14:paraId="0E3EEAD1" w14:textId="2A4CAD7C" w:rsidR="009C43FD" w:rsidRPr="009C43FD" w:rsidRDefault="00A11A25" w:rsidP="00DD23B4">
      <w:pPr>
        <w:tabs>
          <w:tab w:val="left" w:pos="709"/>
        </w:tabs>
        <w:overflowPunct w:val="0"/>
        <w:autoSpaceDE w:val="0"/>
        <w:autoSpaceDN w:val="0"/>
        <w:spacing w:after="120" w:line="259" w:lineRule="auto"/>
        <w:ind w:left="644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  <w:u w:val="single"/>
          <w:lang w:eastAsia="pl-PL"/>
        </w:rPr>
      </w:pPr>
      <w:r>
        <w:rPr>
          <w:rFonts w:ascii="Calibri" w:eastAsia="Times New Roman" w:hAnsi="Calibri" w:cs="Calibri"/>
          <w:bCs/>
          <w:i/>
          <w:color w:val="000000"/>
          <w:sz w:val="22"/>
          <w:szCs w:val="22"/>
          <w:u w:val="single"/>
          <w:lang w:eastAsia="pl-PL"/>
        </w:rPr>
        <w:t>*</w:t>
      </w:r>
      <w:r w:rsidR="009C43FD" w:rsidRPr="009C43FD">
        <w:rPr>
          <w:rFonts w:ascii="Calibri" w:eastAsia="Times New Roman" w:hAnsi="Calibri" w:cs="Calibri"/>
          <w:bCs/>
          <w:i/>
          <w:color w:val="000000"/>
          <w:sz w:val="22"/>
          <w:szCs w:val="22"/>
          <w:u w:val="single"/>
          <w:lang w:eastAsia="pl-PL"/>
        </w:rPr>
        <w:t xml:space="preserve">podkreśl właściwe </w:t>
      </w:r>
    </w:p>
    <w:p w14:paraId="1EC31C4F" w14:textId="77777777" w:rsidR="009C43FD" w:rsidRPr="009C43FD" w:rsidRDefault="009C43FD" w:rsidP="009045E0">
      <w:pPr>
        <w:tabs>
          <w:tab w:val="left" w:pos="709"/>
        </w:tabs>
        <w:overflowPunct w:val="0"/>
        <w:autoSpaceDE w:val="0"/>
        <w:autoSpaceDN w:val="0"/>
        <w:ind w:left="284" w:hanging="284"/>
        <w:jc w:val="both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ab/>
      </w:r>
      <w:r w:rsidRPr="009C43FD">
        <w:rPr>
          <w:rFonts w:ascii="Calibri" w:eastAsia="Calibri" w:hAnsi="Calibri" w:cs="Calibri"/>
          <w:color w:val="000000"/>
          <w:sz w:val="22"/>
          <w:szCs w:val="22"/>
          <w:lang w:eastAsia="pl-PL"/>
        </w:rPr>
        <w:t>J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>eżeli została złożona oferta, której wybór prowadziłby do powstania u Zamawiającego obowiązku podatkowego zgodnie z ustawą z dnia 11 marca 2004 r. o podatku od towarów i usług (</w:t>
      </w:r>
      <w:proofErr w:type="spellStart"/>
      <w:r w:rsidRPr="009C43FD">
        <w:rPr>
          <w:rFonts w:ascii="Calibri" w:eastAsia="Calibri" w:hAnsi="Calibri" w:cs="Calibri"/>
          <w:color w:val="000000"/>
          <w:sz w:val="22"/>
          <w:szCs w:val="22"/>
        </w:rPr>
        <w:t>t.j</w:t>
      </w:r>
      <w:proofErr w:type="spellEnd"/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. Dz.U.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br/>
        <w:t xml:space="preserve">z 2020 r. poz. 106 ze zm.), dla celów zastosowania kryterium ceny Zamawiający dolicza do przedstawionej w tej ofercie ceny kwotę podatku od towarów i usług, którą miałby obowiązek rozliczyć. W ofercie, o której mowa w art. 225 ust. 1 ustawy </w:t>
      </w:r>
      <w:proofErr w:type="spellStart"/>
      <w:r w:rsidRPr="009C43FD">
        <w:rPr>
          <w:rFonts w:ascii="Calibri" w:eastAsia="Calibri" w:hAnsi="Calibri" w:cs="Calibri"/>
          <w:color w:val="000000"/>
          <w:sz w:val="22"/>
          <w:szCs w:val="22"/>
        </w:rPr>
        <w:t>Pzp</w:t>
      </w:r>
      <w:proofErr w:type="spellEnd"/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, Wykonawca ma obowiązek: </w:t>
      </w:r>
    </w:p>
    <w:p w14:paraId="3E21C802" w14:textId="77777777" w:rsidR="009C43FD" w:rsidRPr="009C43FD" w:rsidRDefault="009C43FD" w:rsidP="009045E0">
      <w:pPr>
        <w:numPr>
          <w:ilvl w:val="1"/>
          <w:numId w:val="15"/>
        </w:numPr>
        <w:ind w:left="709" w:hanging="425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poinformowania Zamawiającego, że wybór jego oferty będzie prowadził do powstania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br/>
        <w:t xml:space="preserve">u Zamawiającego obowiązku podatkowego; </w:t>
      </w:r>
    </w:p>
    <w:p w14:paraId="3102CF3E" w14:textId="77777777" w:rsidR="009C43FD" w:rsidRPr="009C43FD" w:rsidRDefault="009C43FD" w:rsidP="009045E0">
      <w:pPr>
        <w:numPr>
          <w:ilvl w:val="1"/>
          <w:numId w:val="15"/>
        </w:numPr>
        <w:ind w:left="709" w:hanging="425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wskazania nazwy (rodzaju) towaru lub usługi, których dostawa lub świadczenie będą prowadziły do powstania obowiązku podatkowego;</w:t>
      </w:r>
    </w:p>
    <w:p w14:paraId="53D5412F" w14:textId="77777777" w:rsidR="009C43FD" w:rsidRPr="009C43FD" w:rsidRDefault="009C43FD" w:rsidP="009045E0">
      <w:pPr>
        <w:numPr>
          <w:ilvl w:val="1"/>
          <w:numId w:val="15"/>
        </w:numPr>
        <w:ind w:left="709" w:hanging="425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 wskazania wartości towaru lub usługi objętego obowiązkiem podatkowym Zamawiającego, bez kwoty podatku;</w:t>
      </w:r>
    </w:p>
    <w:p w14:paraId="373282BD" w14:textId="77777777" w:rsidR="009C43FD" w:rsidRPr="009C43FD" w:rsidRDefault="009C43FD" w:rsidP="009045E0">
      <w:pPr>
        <w:numPr>
          <w:ilvl w:val="1"/>
          <w:numId w:val="15"/>
        </w:numPr>
        <w:ind w:left="709" w:hanging="425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wskazania stawki podatku od towarów i usług, która zgodnie z wiedzą Wykonawcy, będzie miała zastosowanie.</w:t>
      </w:r>
    </w:p>
    <w:p w14:paraId="27CE5E42" w14:textId="77777777" w:rsidR="009C43FD" w:rsidRDefault="009C43FD" w:rsidP="009045E0">
      <w:pPr>
        <w:ind w:left="426"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  <w:lang w:eastAsia="pl-PL"/>
        </w:rPr>
        <w:t xml:space="preserve">Niewskazania ww. informacji, zostanie uznane, za brak powstania u Zamawiającego obowiązku podatkowego na podstawie ww. ustawy. </w:t>
      </w:r>
    </w:p>
    <w:p w14:paraId="3949D614" w14:textId="2C63A5CB" w:rsidR="00B66FEC" w:rsidRDefault="00A34031" w:rsidP="00400564">
      <w:pPr>
        <w:pStyle w:val="Akapitzlist"/>
        <w:numPr>
          <w:ilvl w:val="0"/>
          <w:numId w:val="9"/>
        </w:numPr>
        <w:ind w:left="426"/>
        <w:jc w:val="both"/>
        <w:rPr>
          <w:rFonts w:eastAsia="Calibri"/>
          <w:color w:val="000000"/>
          <w:lang w:eastAsia="pl-PL"/>
        </w:rPr>
      </w:pPr>
      <w:r>
        <w:rPr>
          <w:rFonts w:eastAsia="Calibri"/>
          <w:color w:val="000000"/>
          <w:lang w:eastAsia="pl-PL"/>
        </w:rPr>
        <w:t>o</w:t>
      </w:r>
      <w:r w:rsidR="00400564">
        <w:rPr>
          <w:rFonts w:eastAsia="Calibri"/>
          <w:color w:val="000000"/>
          <w:lang w:eastAsia="pl-PL"/>
        </w:rPr>
        <w:t xml:space="preserve">świadczam, że następujące dokumenty stanowią </w:t>
      </w:r>
      <w:r w:rsidR="002951EB">
        <w:rPr>
          <w:rFonts w:eastAsia="Calibri"/>
          <w:color w:val="000000"/>
          <w:lang w:eastAsia="pl-PL"/>
        </w:rPr>
        <w:t>tajemnicę przedsiębiorstwa w rozumieniu ustawy o zwalczaniu</w:t>
      </w:r>
      <w:r w:rsidR="00E97B21">
        <w:rPr>
          <w:rFonts w:eastAsia="Calibri"/>
          <w:color w:val="000000"/>
          <w:lang w:eastAsia="pl-PL"/>
        </w:rPr>
        <w:t xml:space="preserve"> nieuczciwej konkurencji</w:t>
      </w:r>
      <w:r w:rsidR="004C5D98">
        <w:rPr>
          <w:rFonts w:eastAsia="Calibri"/>
          <w:color w:val="000000"/>
          <w:lang w:eastAsia="pl-PL"/>
        </w:rPr>
        <w:t xml:space="preserve"> i nie mogą być udostępniane……………</w:t>
      </w:r>
      <w:r w:rsidR="003153E8">
        <w:rPr>
          <w:rFonts w:eastAsia="Calibri"/>
          <w:color w:val="000000"/>
          <w:lang w:eastAsia="pl-PL"/>
        </w:rPr>
        <w:t>…………………….</w:t>
      </w:r>
    </w:p>
    <w:p w14:paraId="1F5D2920" w14:textId="5E211E30" w:rsidR="003153E8" w:rsidRPr="00B66FEC" w:rsidRDefault="003153E8" w:rsidP="003153E8">
      <w:pPr>
        <w:pStyle w:val="Akapitzlist"/>
        <w:ind w:left="426"/>
        <w:jc w:val="both"/>
        <w:rPr>
          <w:rFonts w:eastAsia="Calibri"/>
          <w:color w:val="000000"/>
          <w:lang w:eastAsia="pl-PL"/>
        </w:rPr>
      </w:pPr>
      <w:r>
        <w:rPr>
          <w:rFonts w:eastAsia="Calibri"/>
          <w:color w:val="000000"/>
          <w:lang w:eastAsia="pl-PL"/>
        </w:rPr>
        <w:t>……………………………………………………………………………………………………………………………………………………..</w:t>
      </w:r>
    </w:p>
    <w:p w14:paraId="0FCE0767" w14:textId="77777777" w:rsidR="009C43FD" w:rsidRPr="009C43FD" w:rsidRDefault="009C43FD" w:rsidP="009045E0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6DFEC5CB" w14:textId="6C26EA29" w:rsidR="009C43FD" w:rsidRPr="009C43FD" w:rsidRDefault="00A34031" w:rsidP="003153E8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120" w:line="259" w:lineRule="auto"/>
        <w:ind w:left="142" w:right="294" w:hanging="14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</w:t>
      </w:r>
      <w:r w:rsidR="009C43FD"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ategoria przedsiębiorstwa Wykonawcy: </w:t>
      </w:r>
    </w:p>
    <w:p w14:paraId="61F6F29B" w14:textId="77777777" w:rsidR="009C43FD" w:rsidRPr="009C43FD" w:rsidRDefault="009C43FD" w:rsidP="009C43FD">
      <w:pPr>
        <w:suppressAutoHyphens/>
        <w:spacing w:after="120" w:line="276" w:lineRule="auto"/>
        <w:ind w:firstLine="360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lk531261521"/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       _____________________________________________________________</w:t>
      </w:r>
    </w:p>
    <w:bookmarkEnd w:id="1"/>
    <w:p w14:paraId="59C619DF" w14:textId="77777777" w:rsidR="009C43FD" w:rsidRPr="009C43FD" w:rsidRDefault="009C43FD" w:rsidP="009C43FD">
      <w:pPr>
        <w:suppressAutoHyphens/>
        <w:ind w:left="2847"/>
        <w:contextualSpacing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i/>
          <w:color w:val="000000"/>
          <w:sz w:val="22"/>
          <w:szCs w:val="22"/>
        </w:rPr>
        <w:t>(wpisać: mikro, małe lub średnie przedsiębiorstwo)</w:t>
      </w:r>
    </w:p>
    <w:p w14:paraId="1FDB59A1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i/>
          <w:color w:val="000000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9C43FD" w:rsidRPr="009C43FD" w14:paraId="7643AE11" w14:textId="77777777" w:rsidTr="0016010D">
        <w:tc>
          <w:tcPr>
            <w:tcW w:w="9054" w:type="dxa"/>
            <w:shd w:val="clear" w:color="auto" w:fill="auto"/>
          </w:tcPr>
          <w:p w14:paraId="3D0A3241" w14:textId="77777777" w:rsidR="009C43FD" w:rsidRPr="009C43FD" w:rsidRDefault="009C43FD" w:rsidP="009C43FD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C43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Zgodnie z zaleceniem Komisji Europejskiej z dnia 6.05.2003 r. dot. definicji mikroprzedsiębiorstw, małych i średnich przedsiębiorstw (Dz. Urz. UE L 124 z 20.05.2003, str. 36): </w:t>
            </w:r>
          </w:p>
          <w:p w14:paraId="4B36CD5E" w14:textId="77777777" w:rsidR="009C43FD" w:rsidRPr="009C43FD" w:rsidRDefault="009C43FD" w:rsidP="009C43F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 w:line="276" w:lineRule="auto"/>
              <w:ind w:left="171" w:hanging="142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C43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mikroprzedsiębiorstwo – to przedsiębiorstwo zatrudniające mniej niż 10 osób i którego roczny obrót lub roczna suma bilansowa nie przekracza 2 mln. EUR;</w:t>
            </w:r>
          </w:p>
          <w:p w14:paraId="10715C41" w14:textId="77777777" w:rsidR="009C43FD" w:rsidRPr="009C43FD" w:rsidRDefault="009C43FD" w:rsidP="009C43F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 w:line="276" w:lineRule="auto"/>
              <w:ind w:left="171" w:hanging="142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C43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małe przedsiębiorstwo – to przedsiębiorstwo zatrudniające mniej niż 50 osób i którego roczny obrót lub roczna suma bilansowa nie przekracza 10 mln. EUR;</w:t>
            </w:r>
          </w:p>
          <w:p w14:paraId="67ECD991" w14:textId="77777777" w:rsidR="009C43FD" w:rsidRPr="009C43FD" w:rsidRDefault="009C43FD" w:rsidP="009C43F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 w:line="276" w:lineRule="auto"/>
              <w:ind w:left="171" w:hanging="142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C43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średnie przedsiębiorstwa – to przedsiębiorstwa, które nie są mikroprzedsiębiorstwami ani małymi przedsiębiorstwami i które zatrudniają mniej niż 250 osób i których roczny obrót nie przekracza 50 mln. EUR </w:t>
            </w:r>
            <w:r w:rsidRPr="009C43FD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pl-PL"/>
              </w:rPr>
              <w:t xml:space="preserve">lub </w:t>
            </w:r>
            <w:r w:rsidRPr="009C43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roczna suma bilansowa nie przekracza 43 mln. EUR.</w:t>
            </w:r>
          </w:p>
          <w:p w14:paraId="0463731C" w14:textId="77777777" w:rsidR="009C43FD" w:rsidRPr="009C43FD" w:rsidRDefault="009C43FD" w:rsidP="009C43FD">
            <w:pPr>
              <w:contextualSpacing/>
              <w:jc w:val="both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pl-PL"/>
              </w:rPr>
            </w:pPr>
            <w:r w:rsidRPr="009C43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Jeśli Wykonawca nie jest żadnym z ww. przedsiębiorstw należy wpisać „nie dotyczy”. </w:t>
            </w:r>
          </w:p>
        </w:tc>
      </w:tr>
    </w:tbl>
    <w:p w14:paraId="1D79CB86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i/>
          <w:color w:val="000000"/>
          <w:sz w:val="16"/>
          <w:szCs w:val="16"/>
          <w:lang w:eastAsia="pl-PL"/>
        </w:rPr>
      </w:pPr>
    </w:p>
    <w:p w14:paraId="64818535" w14:textId="46AE8A18" w:rsidR="009C43FD" w:rsidRPr="009C43FD" w:rsidRDefault="009C43FD" w:rsidP="009C43FD">
      <w:p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9C43FD">
        <w:rPr>
          <w:rFonts w:ascii="Calibri" w:eastAsia="Calibri" w:hAnsi="Calibri" w:cs="Calibri"/>
          <w:bCs/>
          <w:color w:val="000000"/>
          <w:sz w:val="22"/>
          <w:szCs w:val="22"/>
        </w:rPr>
        <w:t>1</w:t>
      </w:r>
      <w:r w:rsidR="003153E8">
        <w:rPr>
          <w:rFonts w:ascii="Calibri" w:eastAsia="Calibri" w:hAnsi="Calibri" w:cs="Calibri"/>
          <w:bCs/>
          <w:color w:val="000000"/>
          <w:sz w:val="22"/>
          <w:szCs w:val="22"/>
        </w:rPr>
        <w:t>4</w:t>
      </w:r>
      <w:r w:rsidRPr="009C43FD">
        <w:rPr>
          <w:rFonts w:ascii="Calibri" w:eastAsia="Calibri" w:hAnsi="Calibri" w:cs="Calibri"/>
          <w:bCs/>
          <w:color w:val="000000"/>
          <w:sz w:val="22"/>
          <w:szCs w:val="22"/>
        </w:rPr>
        <w:t>)</w:t>
      </w:r>
      <w:r w:rsidRPr="009C43FD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 w:rsidR="00F64BDF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d</w:t>
      </w: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okument Odpis lub informacja z Krajowego Rejestru Sądowego lub z Centralnej Ewidencji </w:t>
      </w: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br/>
        <w:t xml:space="preserve">i Informacji o Działalności Gospodarczej, </w:t>
      </w:r>
      <w:r w:rsidRPr="009C43FD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>jest dostępny/nie jest dostępny</w:t>
      </w: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(podkreśl właściwe):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br/>
      </w: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w formie elektronicznej pod następującym adresem internetowym ogólnodostępnej, bezpłatnej bazy danych </w:t>
      </w:r>
      <w:r w:rsidRPr="009C43FD">
        <w:rPr>
          <w:rFonts w:ascii="Calibri" w:eastAsia="Times New Roman" w:hAnsi="Calibri" w:cs="Calibri"/>
          <w:i/>
          <w:color w:val="000000"/>
          <w:sz w:val="22"/>
          <w:szCs w:val="22"/>
          <w:lang w:eastAsia="pl-PL"/>
        </w:rPr>
        <w:t>(jeżeli dotyczy):</w:t>
      </w:r>
    </w:p>
    <w:p w14:paraId="57E01E90" w14:textId="77777777" w:rsidR="009C43FD" w:rsidRPr="009C43FD" w:rsidRDefault="00000000" w:rsidP="009C43FD">
      <w:pPr>
        <w:spacing w:after="120" w:line="276" w:lineRule="auto"/>
        <w:ind w:firstLine="284"/>
        <w:jc w:val="both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hyperlink r:id="rId11" w:history="1">
        <w:r w:rsidR="009C43FD" w:rsidRPr="009C43FD">
          <w:rPr>
            <w:rFonts w:ascii="Calibri" w:eastAsia="Times New Roman" w:hAnsi="Calibri" w:cs="Calibri"/>
            <w:color w:val="000000"/>
            <w:sz w:val="22"/>
            <w:szCs w:val="22"/>
            <w:u w:val="single"/>
            <w:lang w:eastAsia="pl-PL"/>
          </w:rPr>
          <w:t>https://ems.ms.gov.pl/krs/wyszukiwaniepodmiotu?t:lb=t</w:t>
        </w:r>
      </w:hyperlink>
      <w:bookmarkStart w:id="2" w:name="_Hlk129462049"/>
    </w:p>
    <w:p w14:paraId="4C01721F" w14:textId="77777777" w:rsidR="009C43FD" w:rsidRPr="009C43FD" w:rsidRDefault="00000000" w:rsidP="009C43FD">
      <w:pPr>
        <w:spacing w:after="120" w:line="276" w:lineRule="auto"/>
        <w:ind w:firstLine="284"/>
        <w:jc w:val="both"/>
        <w:rPr>
          <w:rFonts w:ascii="Calibri" w:eastAsia="Times New Roman" w:hAnsi="Calibri" w:cs="Calibri"/>
          <w:iCs/>
          <w:sz w:val="22"/>
          <w:szCs w:val="22"/>
          <w:lang w:eastAsia="pl-PL"/>
        </w:rPr>
      </w:pPr>
      <w:hyperlink r:id="rId12" w:history="1">
        <w:r w:rsidR="009C43FD" w:rsidRPr="009C43FD">
          <w:rPr>
            <w:rFonts w:ascii="Calibri" w:eastAsia="Times New Roman" w:hAnsi="Calibri" w:cs="Calibri"/>
            <w:iCs/>
            <w:color w:val="0563C1"/>
            <w:sz w:val="22"/>
            <w:szCs w:val="22"/>
            <w:u w:val="single"/>
            <w:lang w:eastAsia="pl-PL"/>
          </w:rPr>
          <w:t>https://aplikacja.ceidg.gov.pl/ceidg/ceidg.public.ui/search.aspx</w:t>
        </w:r>
      </w:hyperlink>
      <w:r w:rsidR="009C43FD" w:rsidRPr="009C43FD">
        <w:rPr>
          <w:rFonts w:ascii="Calibri" w:eastAsia="Times New Roman" w:hAnsi="Calibri" w:cs="Calibri"/>
          <w:iCs/>
          <w:sz w:val="22"/>
          <w:szCs w:val="22"/>
          <w:lang w:eastAsia="pl-PL"/>
        </w:rPr>
        <w:t xml:space="preserve"> </w:t>
      </w:r>
    </w:p>
    <w:p w14:paraId="6E83FA1B" w14:textId="77777777" w:rsidR="009C43FD" w:rsidRPr="009C43FD" w:rsidRDefault="009C43FD" w:rsidP="009C43FD">
      <w:pPr>
        <w:spacing w:after="120" w:line="276" w:lineRule="auto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9C43FD">
        <w:rPr>
          <w:rFonts w:ascii="Calibri" w:eastAsia="Times New Roman" w:hAnsi="Calibri" w:cs="Calibri"/>
          <w:b/>
          <w:bCs/>
          <w:iCs/>
          <w:color w:val="000000"/>
          <w:sz w:val="22"/>
          <w:szCs w:val="22"/>
          <w:lang w:eastAsia="pl-PL"/>
        </w:rPr>
        <w:t xml:space="preserve">Załączniki do oferty: </w:t>
      </w:r>
      <w:r w:rsidRPr="009C43FD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</w:t>
      </w:r>
    </w:p>
    <w:bookmarkEnd w:id="2"/>
    <w:p w14:paraId="581EDEC2" w14:textId="77777777" w:rsidR="009C43FD" w:rsidRPr="009C43FD" w:rsidRDefault="009C43FD" w:rsidP="009C43FD">
      <w:pPr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>……………………</w:t>
      </w:r>
    </w:p>
    <w:p w14:paraId="3354A98B" w14:textId="77777777" w:rsidR="009C43FD" w:rsidRPr="009C43FD" w:rsidRDefault="009C43FD" w:rsidP="009C43FD">
      <w:pPr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>……………………</w:t>
      </w:r>
    </w:p>
    <w:p w14:paraId="51F91701" w14:textId="77777777" w:rsidR="009C43FD" w:rsidRPr="009C43FD" w:rsidRDefault="009C43FD" w:rsidP="009C43FD">
      <w:pPr>
        <w:spacing w:after="200" w:line="276" w:lineRule="auto"/>
        <w:rPr>
          <w:rFonts w:ascii="Calibri" w:eastAsia="Calibri" w:hAnsi="Calibri" w:cs="Calibri"/>
          <w:b/>
          <w:bCs/>
          <w:sz w:val="20"/>
          <w:szCs w:val="20"/>
        </w:rPr>
      </w:pPr>
    </w:p>
    <w:p w14:paraId="5BF47593" w14:textId="77777777" w:rsidR="009C43FD" w:rsidRPr="009C43FD" w:rsidRDefault="009C43FD" w:rsidP="009C43FD">
      <w:pPr>
        <w:autoSpaceDE w:val="0"/>
        <w:autoSpaceDN w:val="0"/>
        <w:adjustRightInd w:val="0"/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 xml:space="preserve">                                </w:t>
      </w:r>
    </w:p>
    <w:p w14:paraId="4C4F7E0A" w14:textId="77777777" w:rsidR="009C43FD" w:rsidRPr="009C43FD" w:rsidRDefault="009C43FD" w:rsidP="009C43F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16"/>
          <w:szCs w:val="16"/>
        </w:rPr>
      </w:pPr>
      <w:r w:rsidRPr="009C43FD">
        <w:rPr>
          <w:rFonts w:ascii="Calibri" w:eastAsia="Calibri" w:hAnsi="Calibri" w:cs="Calibri"/>
          <w:color w:val="000000"/>
          <w:sz w:val="16"/>
          <w:szCs w:val="16"/>
        </w:rPr>
        <w:t>dokument należy sporządzić w postaci elektronicznej i podpisać</w:t>
      </w:r>
    </w:p>
    <w:p w14:paraId="20A32638" w14:textId="77777777" w:rsidR="009C43FD" w:rsidRPr="009C43FD" w:rsidRDefault="009C43FD" w:rsidP="009C43F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16"/>
          <w:szCs w:val="16"/>
        </w:rPr>
      </w:pPr>
      <w:r w:rsidRPr="009C43FD">
        <w:rPr>
          <w:rFonts w:ascii="Calibri" w:eastAsia="Calibri" w:hAnsi="Calibri" w:cs="Calibri"/>
          <w:color w:val="000000"/>
          <w:sz w:val="16"/>
          <w:szCs w:val="16"/>
        </w:rPr>
        <w:t>kwalifikowanym podpisem elektronicznym, podpisem zaufanym bądź podpisem osobistym</w:t>
      </w:r>
    </w:p>
    <w:p w14:paraId="2DFDEAFE" w14:textId="77777777" w:rsidR="009C43FD" w:rsidRPr="009C43FD" w:rsidRDefault="009C43FD" w:rsidP="009C43FD">
      <w:pPr>
        <w:autoSpaceDE w:val="0"/>
        <w:autoSpaceDN w:val="0"/>
        <w:adjustRightInd w:val="0"/>
        <w:jc w:val="center"/>
        <w:rPr>
          <w:rFonts w:ascii="Garamond" w:eastAsia="Calibri" w:hAnsi="Garamond" w:cs="Times New Roman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16"/>
          <w:szCs w:val="16"/>
        </w:rPr>
        <w:t>osoby/osób uprawnionej/-</w:t>
      </w:r>
      <w:proofErr w:type="spellStart"/>
      <w:r w:rsidRPr="009C43FD">
        <w:rPr>
          <w:rFonts w:ascii="Calibri" w:eastAsia="Calibri" w:hAnsi="Calibri" w:cs="Calibri"/>
          <w:color w:val="000000"/>
          <w:sz w:val="16"/>
          <w:szCs w:val="16"/>
        </w:rPr>
        <w:t>ych</w:t>
      </w:r>
      <w:proofErr w:type="spellEnd"/>
      <w:r w:rsidRPr="009C43FD">
        <w:rPr>
          <w:rFonts w:ascii="Calibri" w:eastAsia="Calibri" w:hAnsi="Calibri" w:cs="Calibri"/>
          <w:color w:val="000000"/>
          <w:sz w:val="16"/>
          <w:szCs w:val="16"/>
        </w:rPr>
        <w:t xml:space="preserve"> do reprezentacji Wykonawcy&gt;</w:t>
      </w:r>
      <w:bookmarkEnd w:id="0"/>
    </w:p>
    <w:sectPr w:rsidR="009C43FD" w:rsidRPr="009C43FD" w:rsidSect="004B5810">
      <w:headerReference w:type="default" r:id="rId13"/>
      <w:footerReference w:type="default" r:id="rId14"/>
      <w:footerReference w:type="first" r:id="rId15"/>
      <w:pgSz w:w="11900" w:h="16840"/>
      <w:pgMar w:top="1383" w:right="1418" w:bottom="284" w:left="1418" w:header="70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04589" w14:textId="77777777" w:rsidR="00273776" w:rsidRDefault="00273776" w:rsidP="007D03BC">
      <w:r>
        <w:separator/>
      </w:r>
    </w:p>
  </w:endnote>
  <w:endnote w:type="continuationSeparator" w:id="0">
    <w:p w14:paraId="7146C07F" w14:textId="77777777" w:rsidR="00273776" w:rsidRDefault="00273776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713D7732" w:rsidR="004B5810" w:rsidRDefault="004B5810" w:rsidP="004B5810">
    <w:pPr>
      <w:pStyle w:val="Stopka"/>
      <w:tabs>
        <w:tab w:val="clear" w:pos="4536"/>
        <w:tab w:val="clear" w:pos="9072"/>
        <w:tab w:val="left" w:pos="2235"/>
      </w:tabs>
    </w:pPr>
    <w:r>
      <w:tab/>
    </w:r>
    <w:r>
      <w:rPr>
        <w:noProof/>
      </w:rPr>
      <w:drawing>
        <wp:inline distT="0" distB="0" distL="0" distR="0" wp14:anchorId="5E12BF5C" wp14:editId="44092448">
          <wp:extent cx="5755640" cy="918831"/>
          <wp:effectExtent l="0" t="0" r="0" b="0"/>
          <wp:docPr id="348331579" name="Obraz 348331579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918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591630942" name="Obraz 5916309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ECCCA" w14:textId="77777777" w:rsidR="00273776" w:rsidRDefault="00273776" w:rsidP="007D03BC">
      <w:r>
        <w:separator/>
      </w:r>
    </w:p>
  </w:footnote>
  <w:footnote w:type="continuationSeparator" w:id="0">
    <w:p w14:paraId="5CC68411" w14:textId="77777777" w:rsidR="00273776" w:rsidRDefault="00273776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19EFC004">
          <wp:extent cx="5753649" cy="914400"/>
          <wp:effectExtent l="0" t="0" r="0" b="0"/>
          <wp:docPr id="1815039413" name="Obraz 1815039413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85" cy="915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68E"/>
    <w:multiLevelType w:val="hybridMultilevel"/>
    <w:tmpl w:val="2012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25534"/>
    <w:multiLevelType w:val="hybridMultilevel"/>
    <w:tmpl w:val="E1C8517E"/>
    <w:lvl w:ilvl="0" w:tplc="D8B89C4A">
      <w:start w:val="1"/>
      <w:numFmt w:val="decimal"/>
      <w:lvlText w:val="%1."/>
      <w:lvlJc w:val="left"/>
      <w:pPr>
        <w:ind w:left="75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" w15:restartNumberingAfterBreak="0">
    <w:nsid w:val="45052410"/>
    <w:multiLevelType w:val="hybridMultilevel"/>
    <w:tmpl w:val="7032D0CA"/>
    <w:lvl w:ilvl="0" w:tplc="157A5E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586F626D"/>
    <w:multiLevelType w:val="hybridMultilevel"/>
    <w:tmpl w:val="CA7814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37D3B"/>
    <w:multiLevelType w:val="hybridMultilevel"/>
    <w:tmpl w:val="B25CF5C0"/>
    <w:lvl w:ilvl="0" w:tplc="C1E64880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B3FC1"/>
    <w:multiLevelType w:val="hybridMultilevel"/>
    <w:tmpl w:val="9878CF16"/>
    <w:lvl w:ilvl="0" w:tplc="A3C07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501647">
    <w:abstractNumId w:val="7"/>
  </w:num>
  <w:num w:numId="2" w16cid:durableId="1668946010">
    <w:abstractNumId w:val="6"/>
  </w:num>
  <w:num w:numId="3" w16cid:durableId="234050510">
    <w:abstractNumId w:val="16"/>
  </w:num>
  <w:num w:numId="4" w16cid:durableId="1581984425">
    <w:abstractNumId w:val="12"/>
  </w:num>
  <w:num w:numId="5" w16cid:durableId="1248199193">
    <w:abstractNumId w:val="18"/>
  </w:num>
  <w:num w:numId="6" w16cid:durableId="873811806">
    <w:abstractNumId w:val="11"/>
  </w:num>
  <w:num w:numId="7" w16cid:durableId="1900902105">
    <w:abstractNumId w:val="17"/>
  </w:num>
  <w:num w:numId="8" w16cid:durableId="1984460261">
    <w:abstractNumId w:val="4"/>
  </w:num>
  <w:num w:numId="9" w16cid:durableId="725222072">
    <w:abstractNumId w:val="19"/>
  </w:num>
  <w:num w:numId="10" w16cid:durableId="1672220716">
    <w:abstractNumId w:val="8"/>
  </w:num>
  <w:num w:numId="11" w16cid:durableId="1415006026">
    <w:abstractNumId w:val="3"/>
  </w:num>
  <w:num w:numId="12" w16cid:durableId="1883135357">
    <w:abstractNumId w:val="13"/>
  </w:num>
  <w:num w:numId="13" w16cid:durableId="1224292575">
    <w:abstractNumId w:val="14"/>
  </w:num>
  <w:num w:numId="14" w16cid:durableId="1903634245">
    <w:abstractNumId w:val="2"/>
  </w:num>
  <w:num w:numId="15" w16cid:durableId="1022628561">
    <w:abstractNumId w:val="1"/>
  </w:num>
  <w:num w:numId="16" w16cid:durableId="29259887">
    <w:abstractNumId w:val="5"/>
  </w:num>
  <w:num w:numId="17" w16cid:durableId="724180512">
    <w:abstractNumId w:val="0"/>
  </w:num>
  <w:num w:numId="18" w16cid:durableId="2035842451">
    <w:abstractNumId w:val="20"/>
  </w:num>
  <w:num w:numId="19" w16cid:durableId="722753016">
    <w:abstractNumId w:val="15"/>
  </w:num>
  <w:num w:numId="20" w16cid:durableId="272858163">
    <w:abstractNumId w:val="10"/>
  </w:num>
  <w:num w:numId="21" w16cid:durableId="1277422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12968"/>
    <w:rsid w:val="000351E3"/>
    <w:rsid w:val="00042C0D"/>
    <w:rsid w:val="00043990"/>
    <w:rsid w:val="000447CC"/>
    <w:rsid w:val="00045D49"/>
    <w:rsid w:val="00053A6D"/>
    <w:rsid w:val="00065775"/>
    <w:rsid w:val="00072EC1"/>
    <w:rsid w:val="000837C5"/>
    <w:rsid w:val="00097967"/>
    <w:rsid w:val="000A0711"/>
    <w:rsid w:val="000A230D"/>
    <w:rsid w:val="000B5103"/>
    <w:rsid w:val="000B5F63"/>
    <w:rsid w:val="000B6137"/>
    <w:rsid w:val="000F08C4"/>
    <w:rsid w:val="000F0ACC"/>
    <w:rsid w:val="000F7CFB"/>
    <w:rsid w:val="00115AF0"/>
    <w:rsid w:val="00131936"/>
    <w:rsid w:val="00133047"/>
    <w:rsid w:val="00133822"/>
    <w:rsid w:val="00134CA7"/>
    <w:rsid w:val="00141CF4"/>
    <w:rsid w:val="00144063"/>
    <w:rsid w:val="00151ABD"/>
    <w:rsid w:val="00156D97"/>
    <w:rsid w:val="0016757A"/>
    <w:rsid w:val="00167729"/>
    <w:rsid w:val="00167C36"/>
    <w:rsid w:val="00175B90"/>
    <w:rsid w:val="00184AAB"/>
    <w:rsid w:val="001868FE"/>
    <w:rsid w:val="001968FE"/>
    <w:rsid w:val="001A4C84"/>
    <w:rsid w:val="001A7DF8"/>
    <w:rsid w:val="001C1A63"/>
    <w:rsid w:val="001C1B4A"/>
    <w:rsid w:val="001E0836"/>
    <w:rsid w:val="00215C3F"/>
    <w:rsid w:val="0021661D"/>
    <w:rsid w:val="00226493"/>
    <w:rsid w:val="00241D17"/>
    <w:rsid w:val="00246C9C"/>
    <w:rsid w:val="002472B1"/>
    <w:rsid w:val="00255AB5"/>
    <w:rsid w:val="002712B5"/>
    <w:rsid w:val="00273776"/>
    <w:rsid w:val="00291773"/>
    <w:rsid w:val="002951EB"/>
    <w:rsid w:val="00295B50"/>
    <w:rsid w:val="002A4A26"/>
    <w:rsid w:val="002D1060"/>
    <w:rsid w:val="002D1EBE"/>
    <w:rsid w:val="002D291D"/>
    <w:rsid w:val="002E37F6"/>
    <w:rsid w:val="002E6856"/>
    <w:rsid w:val="003100DE"/>
    <w:rsid w:val="00311DDD"/>
    <w:rsid w:val="003153E8"/>
    <w:rsid w:val="00326EE8"/>
    <w:rsid w:val="00327DD1"/>
    <w:rsid w:val="00333651"/>
    <w:rsid w:val="00334733"/>
    <w:rsid w:val="003416EB"/>
    <w:rsid w:val="0034282A"/>
    <w:rsid w:val="00343DE0"/>
    <w:rsid w:val="00344320"/>
    <w:rsid w:val="00351056"/>
    <w:rsid w:val="0036325D"/>
    <w:rsid w:val="00363589"/>
    <w:rsid w:val="00374AC5"/>
    <w:rsid w:val="00384E78"/>
    <w:rsid w:val="003914FA"/>
    <w:rsid w:val="00397093"/>
    <w:rsid w:val="003A4E0C"/>
    <w:rsid w:val="003A7010"/>
    <w:rsid w:val="003B1169"/>
    <w:rsid w:val="003B3647"/>
    <w:rsid w:val="003B725C"/>
    <w:rsid w:val="003B7D84"/>
    <w:rsid w:val="003C4B47"/>
    <w:rsid w:val="003D2D03"/>
    <w:rsid w:val="003D2F44"/>
    <w:rsid w:val="003D39BF"/>
    <w:rsid w:val="003D3A33"/>
    <w:rsid w:val="003D65C5"/>
    <w:rsid w:val="003D6BBF"/>
    <w:rsid w:val="003E3F95"/>
    <w:rsid w:val="003F78B5"/>
    <w:rsid w:val="00400564"/>
    <w:rsid w:val="00406559"/>
    <w:rsid w:val="00410A09"/>
    <w:rsid w:val="00457ECC"/>
    <w:rsid w:val="00476125"/>
    <w:rsid w:val="004764A7"/>
    <w:rsid w:val="00476BF5"/>
    <w:rsid w:val="0047732C"/>
    <w:rsid w:val="00481ABD"/>
    <w:rsid w:val="004911B6"/>
    <w:rsid w:val="00496902"/>
    <w:rsid w:val="004A36D3"/>
    <w:rsid w:val="004B024D"/>
    <w:rsid w:val="004B3A00"/>
    <w:rsid w:val="004B4335"/>
    <w:rsid w:val="004B5810"/>
    <w:rsid w:val="004C5D98"/>
    <w:rsid w:val="004C65B5"/>
    <w:rsid w:val="004D0508"/>
    <w:rsid w:val="004D47AC"/>
    <w:rsid w:val="004E757B"/>
    <w:rsid w:val="004E7D8C"/>
    <w:rsid w:val="004F18D9"/>
    <w:rsid w:val="00530EAC"/>
    <w:rsid w:val="00533B4D"/>
    <w:rsid w:val="0053454F"/>
    <w:rsid w:val="005612DD"/>
    <w:rsid w:val="005625DE"/>
    <w:rsid w:val="0057512F"/>
    <w:rsid w:val="00593E1F"/>
    <w:rsid w:val="00594931"/>
    <w:rsid w:val="0059632C"/>
    <w:rsid w:val="005A6367"/>
    <w:rsid w:val="005B03D1"/>
    <w:rsid w:val="005B2931"/>
    <w:rsid w:val="005C5D20"/>
    <w:rsid w:val="005D39BC"/>
    <w:rsid w:val="005D6633"/>
    <w:rsid w:val="005E0C1E"/>
    <w:rsid w:val="005F03AE"/>
    <w:rsid w:val="005F322D"/>
    <w:rsid w:val="00602CF8"/>
    <w:rsid w:val="006051A6"/>
    <w:rsid w:val="0060763C"/>
    <w:rsid w:val="006101D2"/>
    <w:rsid w:val="00610C4F"/>
    <w:rsid w:val="00625332"/>
    <w:rsid w:val="0063513F"/>
    <w:rsid w:val="00653DA6"/>
    <w:rsid w:val="00655518"/>
    <w:rsid w:val="006646A0"/>
    <w:rsid w:val="00666F9A"/>
    <w:rsid w:val="0066773B"/>
    <w:rsid w:val="00667970"/>
    <w:rsid w:val="00684C79"/>
    <w:rsid w:val="00685472"/>
    <w:rsid w:val="006868E0"/>
    <w:rsid w:val="006A5DB5"/>
    <w:rsid w:val="006C16D2"/>
    <w:rsid w:val="006D34E0"/>
    <w:rsid w:val="006D57A6"/>
    <w:rsid w:val="006D6EBF"/>
    <w:rsid w:val="006E1104"/>
    <w:rsid w:val="006E2953"/>
    <w:rsid w:val="006E6264"/>
    <w:rsid w:val="006F4034"/>
    <w:rsid w:val="006F6634"/>
    <w:rsid w:val="00702CAA"/>
    <w:rsid w:val="00707CCF"/>
    <w:rsid w:val="007174C3"/>
    <w:rsid w:val="00722D59"/>
    <w:rsid w:val="00746798"/>
    <w:rsid w:val="007472EE"/>
    <w:rsid w:val="00750AFA"/>
    <w:rsid w:val="00753E45"/>
    <w:rsid w:val="00771A47"/>
    <w:rsid w:val="00771B82"/>
    <w:rsid w:val="00780655"/>
    <w:rsid w:val="00785FBB"/>
    <w:rsid w:val="0078659C"/>
    <w:rsid w:val="00795B12"/>
    <w:rsid w:val="007963BC"/>
    <w:rsid w:val="007963F6"/>
    <w:rsid w:val="007B7C01"/>
    <w:rsid w:val="007C3971"/>
    <w:rsid w:val="007C5E9C"/>
    <w:rsid w:val="007C74B9"/>
    <w:rsid w:val="007D03BC"/>
    <w:rsid w:val="007D608F"/>
    <w:rsid w:val="007E0F3A"/>
    <w:rsid w:val="008073A4"/>
    <w:rsid w:val="00821396"/>
    <w:rsid w:val="008214D7"/>
    <w:rsid w:val="00825452"/>
    <w:rsid w:val="00826DE7"/>
    <w:rsid w:val="00837C1D"/>
    <w:rsid w:val="00843F76"/>
    <w:rsid w:val="00845CB5"/>
    <w:rsid w:val="00854C90"/>
    <w:rsid w:val="008553C2"/>
    <w:rsid w:val="00864197"/>
    <w:rsid w:val="00875BF9"/>
    <w:rsid w:val="008776B3"/>
    <w:rsid w:val="0088159F"/>
    <w:rsid w:val="008911E7"/>
    <w:rsid w:val="00892E23"/>
    <w:rsid w:val="008A07D6"/>
    <w:rsid w:val="008A6CF9"/>
    <w:rsid w:val="008B5058"/>
    <w:rsid w:val="008B7737"/>
    <w:rsid w:val="008B77E6"/>
    <w:rsid w:val="008C5515"/>
    <w:rsid w:val="008E7BE3"/>
    <w:rsid w:val="008F03A3"/>
    <w:rsid w:val="008F0CD4"/>
    <w:rsid w:val="00904034"/>
    <w:rsid w:val="009045E0"/>
    <w:rsid w:val="00922781"/>
    <w:rsid w:val="00923877"/>
    <w:rsid w:val="00946EAB"/>
    <w:rsid w:val="009473A0"/>
    <w:rsid w:val="009505D1"/>
    <w:rsid w:val="00951E09"/>
    <w:rsid w:val="009524D8"/>
    <w:rsid w:val="0095349B"/>
    <w:rsid w:val="009550CD"/>
    <w:rsid w:val="00955615"/>
    <w:rsid w:val="00960365"/>
    <w:rsid w:val="00983F52"/>
    <w:rsid w:val="00984CD0"/>
    <w:rsid w:val="009905A7"/>
    <w:rsid w:val="009908D1"/>
    <w:rsid w:val="00995B8A"/>
    <w:rsid w:val="009A009B"/>
    <w:rsid w:val="009C3345"/>
    <w:rsid w:val="009C43FD"/>
    <w:rsid w:val="009C65DE"/>
    <w:rsid w:val="009D2D24"/>
    <w:rsid w:val="009D7D71"/>
    <w:rsid w:val="009E12DA"/>
    <w:rsid w:val="009F45D1"/>
    <w:rsid w:val="009F4670"/>
    <w:rsid w:val="009F5C05"/>
    <w:rsid w:val="00A004DF"/>
    <w:rsid w:val="00A05D7B"/>
    <w:rsid w:val="00A10821"/>
    <w:rsid w:val="00A11A25"/>
    <w:rsid w:val="00A1391C"/>
    <w:rsid w:val="00A176CC"/>
    <w:rsid w:val="00A34031"/>
    <w:rsid w:val="00A3643C"/>
    <w:rsid w:val="00A52822"/>
    <w:rsid w:val="00A705EF"/>
    <w:rsid w:val="00A71728"/>
    <w:rsid w:val="00A72C97"/>
    <w:rsid w:val="00A8096E"/>
    <w:rsid w:val="00A824FD"/>
    <w:rsid w:val="00A87990"/>
    <w:rsid w:val="00A90A67"/>
    <w:rsid w:val="00A90C2A"/>
    <w:rsid w:val="00A948C3"/>
    <w:rsid w:val="00AA1560"/>
    <w:rsid w:val="00AA78AA"/>
    <w:rsid w:val="00AB254F"/>
    <w:rsid w:val="00AB6AAC"/>
    <w:rsid w:val="00AB7BF7"/>
    <w:rsid w:val="00AC2E45"/>
    <w:rsid w:val="00AD41A4"/>
    <w:rsid w:val="00AD4488"/>
    <w:rsid w:val="00AD75F7"/>
    <w:rsid w:val="00AE2C06"/>
    <w:rsid w:val="00AE3D2D"/>
    <w:rsid w:val="00AE4433"/>
    <w:rsid w:val="00AF0344"/>
    <w:rsid w:val="00AF6699"/>
    <w:rsid w:val="00B10659"/>
    <w:rsid w:val="00B11EB3"/>
    <w:rsid w:val="00B15D97"/>
    <w:rsid w:val="00B2559A"/>
    <w:rsid w:val="00B318E8"/>
    <w:rsid w:val="00B33680"/>
    <w:rsid w:val="00B4626A"/>
    <w:rsid w:val="00B5035D"/>
    <w:rsid w:val="00B53326"/>
    <w:rsid w:val="00B53CB0"/>
    <w:rsid w:val="00B643AE"/>
    <w:rsid w:val="00B643BB"/>
    <w:rsid w:val="00B64683"/>
    <w:rsid w:val="00B66FEC"/>
    <w:rsid w:val="00B70D39"/>
    <w:rsid w:val="00B76E54"/>
    <w:rsid w:val="00B7758F"/>
    <w:rsid w:val="00B85CF9"/>
    <w:rsid w:val="00B94701"/>
    <w:rsid w:val="00B95EB1"/>
    <w:rsid w:val="00B9601B"/>
    <w:rsid w:val="00BB4069"/>
    <w:rsid w:val="00BC24CE"/>
    <w:rsid w:val="00BD047B"/>
    <w:rsid w:val="00BE4656"/>
    <w:rsid w:val="00BE53FA"/>
    <w:rsid w:val="00C07D0D"/>
    <w:rsid w:val="00C23B37"/>
    <w:rsid w:val="00C41B79"/>
    <w:rsid w:val="00C47167"/>
    <w:rsid w:val="00C7056A"/>
    <w:rsid w:val="00C76413"/>
    <w:rsid w:val="00C84B27"/>
    <w:rsid w:val="00C92332"/>
    <w:rsid w:val="00C94BFF"/>
    <w:rsid w:val="00C972E1"/>
    <w:rsid w:val="00CA2718"/>
    <w:rsid w:val="00CA3CC9"/>
    <w:rsid w:val="00CA72B8"/>
    <w:rsid w:val="00CA7473"/>
    <w:rsid w:val="00CB134A"/>
    <w:rsid w:val="00CB7EA8"/>
    <w:rsid w:val="00CC32BD"/>
    <w:rsid w:val="00CD3E33"/>
    <w:rsid w:val="00CD67C4"/>
    <w:rsid w:val="00CE0115"/>
    <w:rsid w:val="00CE65C5"/>
    <w:rsid w:val="00CF4A34"/>
    <w:rsid w:val="00D14376"/>
    <w:rsid w:val="00D22EAF"/>
    <w:rsid w:val="00D24A4C"/>
    <w:rsid w:val="00D373A2"/>
    <w:rsid w:val="00D51538"/>
    <w:rsid w:val="00D628AF"/>
    <w:rsid w:val="00D63D09"/>
    <w:rsid w:val="00D75EF2"/>
    <w:rsid w:val="00D90145"/>
    <w:rsid w:val="00D95A27"/>
    <w:rsid w:val="00DA1A61"/>
    <w:rsid w:val="00DA3B81"/>
    <w:rsid w:val="00DB07DA"/>
    <w:rsid w:val="00DB355F"/>
    <w:rsid w:val="00DD23B4"/>
    <w:rsid w:val="00DE1C8F"/>
    <w:rsid w:val="00DE2E70"/>
    <w:rsid w:val="00DE6CBB"/>
    <w:rsid w:val="00DF2F1F"/>
    <w:rsid w:val="00DF3102"/>
    <w:rsid w:val="00DF6AB3"/>
    <w:rsid w:val="00E00CD1"/>
    <w:rsid w:val="00E01313"/>
    <w:rsid w:val="00E025F3"/>
    <w:rsid w:val="00E029D0"/>
    <w:rsid w:val="00E15594"/>
    <w:rsid w:val="00E20AA3"/>
    <w:rsid w:val="00E31D73"/>
    <w:rsid w:val="00E3798E"/>
    <w:rsid w:val="00E43279"/>
    <w:rsid w:val="00E43C7A"/>
    <w:rsid w:val="00E4690D"/>
    <w:rsid w:val="00E47742"/>
    <w:rsid w:val="00E529A1"/>
    <w:rsid w:val="00E62880"/>
    <w:rsid w:val="00E62FFC"/>
    <w:rsid w:val="00E63BB7"/>
    <w:rsid w:val="00E7527D"/>
    <w:rsid w:val="00E838CA"/>
    <w:rsid w:val="00E838D1"/>
    <w:rsid w:val="00E942D2"/>
    <w:rsid w:val="00E97B12"/>
    <w:rsid w:val="00E97B21"/>
    <w:rsid w:val="00EA451B"/>
    <w:rsid w:val="00EB4CF3"/>
    <w:rsid w:val="00EC377B"/>
    <w:rsid w:val="00ED26AD"/>
    <w:rsid w:val="00EE1E2E"/>
    <w:rsid w:val="00EE6DA9"/>
    <w:rsid w:val="00F0356E"/>
    <w:rsid w:val="00F0508A"/>
    <w:rsid w:val="00F066EC"/>
    <w:rsid w:val="00F141D3"/>
    <w:rsid w:val="00F17CE3"/>
    <w:rsid w:val="00F24878"/>
    <w:rsid w:val="00F44319"/>
    <w:rsid w:val="00F4722C"/>
    <w:rsid w:val="00F5517E"/>
    <w:rsid w:val="00F574D6"/>
    <w:rsid w:val="00F619D2"/>
    <w:rsid w:val="00F64BDF"/>
    <w:rsid w:val="00F86456"/>
    <w:rsid w:val="00F94D86"/>
    <w:rsid w:val="00F965E6"/>
    <w:rsid w:val="00F97455"/>
    <w:rsid w:val="00FA6065"/>
    <w:rsid w:val="00FA7518"/>
    <w:rsid w:val="00FB19DE"/>
    <w:rsid w:val="00FB5C10"/>
    <w:rsid w:val="00FB6BE2"/>
    <w:rsid w:val="00FC274A"/>
    <w:rsid w:val="00FC331E"/>
    <w:rsid w:val="00FD42A4"/>
    <w:rsid w:val="00FE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  <w:style w:type="numbering" w:customStyle="1" w:styleId="Styl2211">
    <w:name w:val="Styl2211"/>
    <w:uiPriority w:val="99"/>
    <w:rsid w:val="009C43FD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plikacja.ceidg.gov.pl/ceidg/ceidg.public.ui/search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/krs/wyszukiwaniepodmiotu?t:lb=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234</TotalTime>
  <Pages>3</Pages>
  <Words>1026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Edyta Lodowska</cp:lastModifiedBy>
  <cp:revision>145</cp:revision>
  <cp:lastPrinted>2023-02-24T13:08:00Z</cp:lastPrinted>
  <dcterms:created xsi:type="dcterms:W3CDTF">2024-05-27T11:39:00Z</dcterms:created>
  <dcterms:modified xsi:type="dcterms:W3CDTF">2024-09-18T12:01:00Z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