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3C4D0" w14:textId="41407EAA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253393">
        <w:rPr>
          <w:rFonts w:ascii="Arial" w:eastAsia="Times New Roman" w:hAnsi="Arial" w:cs="Arial"/>
          <w:bCs/>
          <w:sz w:val="24"/>
          <w:szCs w:val="20"/>
          <w:lang w:eastAsia="pl-PL"/>
        </w:rPr>
        <w:t>6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56AED95E" w14:textId="77777777" w:rsidTr="00D62E6E">
        <w:tc>
          <w:tcPr>
            <w:tcW w:w="2800" w:type="dxa"/>
            <w:shd w:val="clear" w:color="auto" w:fill="auto"/>
          </w:tcPr>
          <w:p w14:paraId="0482453F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4A721BC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AC5E45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4D5BC8A" w14:textId="427731BA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</w:t>
            </w:r>
            <w:r w:rsidR="00CC39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REGON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D62E6E" w14:paraId="29E1DFDD" w14:textId="77777777" w:rsidTr="00D62E6E">
        <w:tc>
          <w:tcPr>
            <w:tcW w:w="2800" w:type="dxa"/>
            <w:shd w:val="clear" w:color="auto" w:fill="auto"/>
          </w:tcPr>
          <w:p w14:paraId="0CD5BFD2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F2C9880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CE3760F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D351E8C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955F6A1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313A2A" w:rsidRPr="00C14101" w14:paraId="0E294352" w14:textId="77777777" w:rsidTr="007D1018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E3540E" w14:textId="77777777" w:rsidR="00313A2A" w:rsidRPr="00C14101" w:rsidRDefault="00313A2A" w:rsidP="007D1018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191C8790" w14:textId="0A059EC8" w:rsidR="00313A2A" w:rsidRPr="00C14101" w:rsidRDefault="00313A2A" w:rsidP="007D1018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313A2A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313A2A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313A2A">
              <w:rPr>
                <w:rFonts w:ascii="Arial" w:eastAsia="Times New Roman" w:hAnsi="Arial" w:cs="Arial"/>
                <w:lang w:eastAsia="pl-PL"/>
              </w:rPr>
              <w:t>. Dz. U. z 202</w:t>
            </w:r>
            <w:r w:rsidR="00CC397A">
              <w:rPr>
                <w:rFonts w:ascii="Arial" w:eastAsia="Times New Roman" w:hAnsi="Arial" w:cs="Arial"/>
                <w:lang w:eastAsia="pl-PL"/>
              </w:rPr>
              <w:t>4</w:t>
            </w:r>
            <w:r w:rsidRPr="00313A2A">
              <w:rPr>
                <w:rFonts w:ascii="Arial" w:eastAsia="Times New Roman" w:hAnsi="Arial" w:cs="Arial"/>
                <w:lang w:eastAsia="pl-PL"/>
              </w:rPr>
              <w:t>r. poz. 1</w:t>
            </w:r>
            <w:r w:rsidR="00CC397A">
              <w:rPr>
                <w:rFonts w:ascii="Arial" w:eastAsia="Times New Roman" w:hAnsi="Arial" w:cs="Arial"/>
                <w:lang w:eastAsia="pl-PL"/>
              </w:rPr>
              <w:t>320</w:t>
            </w:r>
            <w:r w:rsidRPr="00313A2A">
              <w:rPr>
                <w:rFonts w:ascii="Arial" w:eastAsia="Times New Roman" w:hAnsi="Arial" w:cs="Arial"/>
                <w:lang w:eastAsia="pl-PL"/>
              </w:rPr>
              <w:t>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</w:t>
            </w:r>
            <w:proofErr w:type="spellStart"/>
            <w:r w:rsidRPr="00C14101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C14101">
              <w:rPr>
                <w:rFonts w:ascii="Arial" w:eastAsia="Times New Roman" w:hAnsi="Arial" w:cs="Arial"/>
                <w:lang w:eastAsia="pl-PL"/>
              </w:rPr>
              <w:t>), dotyczące:</w:t>
            </w:r>
          </w:p>
          <w:p w14:paraId="7689570E" w14:textId="77777777" w:rsidR="00313A2A" w:rsidRPr="00C14101" w:rsidRDefault="00313A2A" w:rsidP="007D1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0DDDB9B0" w14:textId="77777777" w:rsidR="00313A2A" w:rsidRPr="00C14101" w:rsidRDefault="00313A2A" w:rsidP="007D1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600864F9" w14:textId="77777777" w:rsidR="00BC121E" w:rsidRPr="00C14101" w:rsidRDefault="00313A2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BB1DE25" w14:textId="77777777" w:rsidTr="00D62E6E">
        <w:tc>
          <w:tcPr>
            <w:tcW w:w="2269" w:type="dxa"/>
            <w:shd w:val="clear" w:color="auto" w:fill="auto"/>
          </w:tcPr>
          <w:p w14:paraId="3D168989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4A727E2" w14:textId="389096CD" w:rsidR="00D62E6E" w:rsidRPr="00CC397A" w:rsidRDefault="00313A2A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C39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Utrzymanie i konserwacja dróg leśnych Nadleśnictwa Lipusz w 2024 roku</w:t>
            </w:r>
            <w:r w:rsidR="00CC397A" w:rsidRPr="00CC39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– zadanie częściowe nr ………..</w:t>
            </w:r>
          </w:p>
        </w:tc>
      </w:tr>
      <w:tr w:rsidR="00313A2A" w:rsidRPr="00D62E6E" w14:paraId="7F81E554" w14:textId="77777777" w:rsidTr="007D1018">
        <w:tc>
          <w:tcPr>
            <w:tcW w:w="2269" w:type="dxa"/>
            <w:shd w:val="clear" w:color="auto" w:fill="auto"/>
          </w:tcPr>
          <w:p w14:paraId="31A41180" w14:textId="77777777" w:rsidR="00313A2A" w:rsidRPr="00D62E6E" w:rsidRDefault="00313A2A" w:rsidP="007D1018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E403017" w14:textId="77777777" w:rsidR="00313A2A" w:rsidRPr="00CC397A" w:rsidRDefault="00313A2A" w:rsidP="007D1018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C39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NZP.270.10.3.2024</w:t>
            </w:r>
          </w:p>
        </w:tc>
      </w:tr>
    </w:tbl>
    <w:p w14:paraId="3547B4D6" w14:textId="50847EE9" w:rsidR="00BC121E" w:rsidRDefault="00313A2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313A2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Skarb Państwa- Państwowe Gospodarstwo Leśne- </w:t>
      </w:r>
      <w:r w:rsidR="00CC397A" w:rsidRPr="00313A2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Lasy Państwowe </w:t>
      </w:r>
      <w:r w:rsidRPr="00313A2A">
        <w:rPr>
          <w:rFonts w:ascii="Arial" w:eastAsia="Times New Roman" w:hAnsi="Arial" w:cs="Arial"/>
          <w:b/>
          <w:sz w:val="24"/>
          <w:szCs w:val="24"/>
          <w:lang w:eastAsia="pl-PL"/>
        </w:rPr>
        <w:t>Nadleśnictwo Lipusz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AF1502F" w14:textId="76E449AD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1440" w:dyaOrig="1440" w14:anchorId="42ECD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53pt;height:17.25pt" o:ole="">
            <v:imagedata r:id="rId8" o:title=""/>
          </v:shape>
          <w:control r:id="rId9" w:name="OptionButton211" w:shapeid="_x0000_i1033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  <w:r w:rsidR="00505D1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</w:t>
      </w:r>
      <w:r w:rsidR="00CC397A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CC397A">
        <w:rPr>
          <w:rFonts w:ascii="Arial" w:eastAsia="Times New Roman" w:hAnsi="Arial" w:cs="Arial"/>
          <w:sz w:val="24"/>
          <w:szCs w:val="24"/>
          <w:lang w:eastAsia="pl-PL"/>
        </w:rPr>
        <w:t xml:space="preserve">594 z </w:t>
      </w:r>
      <w:proofErr w:type="spellStart"/>
      <w:r w:rsidR="00CC397A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CC397A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69DD7C4" w14:textId="6D12ECE9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1440" w:dyaOrig="1440" w14:anchorId="13532767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</w:t>
      </w:r>
      <w:r w:rsidR="00505D1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</w:t>
      </w:r>
      <w:r w:rsidR="00CC397A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CC397A">
        <w:rPr>
          <w:rFonts w:ascii="Arial" w:eastAsia="Times New Roman" w:hAnsi="Arial" w:cs="Arial"/>
          <w:sz w:val="24"/>
          <w:szCs w:val="24"/>
          <w:lang w:eastAsia="pl-PL"/>
        </w:rPr>
        <w:t xml:space="preserve">594 z </w:t>
      </w:r>
      <w:proofErr w:type="spellStart"/>
      <w:r w:rsidR="00CC397A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CC397A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606B58FC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4B1BDF08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B32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1F54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C253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753A2625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81704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B78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0C3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0F47123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5D2A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FAB0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F10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CA50C3B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22D2F5F9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12331BCA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4DBDCF0D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1B150ED1" w14:textId="77777777" w:rsidTr="00620E37">
        <w:tc>
          <w:tcPr>
            <w:tcW w:w="2660" w:type="dxa"/>
            <w:shd w:val="clear" w:color="auto" w:fill="auto"/>
          </w:tcPr>
          <w:p w14:paraId="05BD082F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FEF9A1D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65F8165C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797EC0BA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EB4A2B3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42D25BB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313A2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E61629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E2F00" w14:textId="77777777" w:rsidR="00686B5E" w:rsidRDefault="00686B5E">
      <w:r>
        <w:separator/>
      </w:r>
    </w:p>
  </w:endnote>
  <w:endnote w:type="continuationSeparator" w:id="0">
    <w:p w14:paraId="0E7A4E85" w14:textId="77777777" w:rsidR="00686B5E" w:rsidRDefault="00686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12D4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D25D6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968FA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02D14B0" w14:textId="76693E4C" w:rsidR="009A4CD3" w:rsidRDefault="004A693C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01B551" wp14:editId="1E246CA8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47756048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27A36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C7F83E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A0B6C" w14:textId="77777777" w:rsidR="00313A2A" w:rsidRDefault="00313A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17420" w14:textId="77777777" w:rsidR="00686B5E" w:rsidRDefault="00686B5E">
      <w:r>
        <w:separator/>
      </w:r>
    </w:p>
  </w:footnote>
  <w:footnote w:type="continuationSeparator" w:id="0">
    <w:p w14:paraId="1BDAB73B" w14:textId="77777777" w:rsidR="00686B5E" w:rsidRDefault="00686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923EE" w14:textId="77777777" w:rsidR="00313A2A" w:rsidRDefault="00313A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C884" w14:textId="77777777" w:rsidR="00313A2A" w:rsidRDefault="00313A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12428" w14:textId="77777777" w:rsidR="00313A2A" w:rsidRDefault="00313A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1834306">
    <w:abstractNumId w:val="13"/>
  </w:num>
  <w:num w:numId="2" w16cid:durableId="1003897262">
    <w:abstractNumId w:val="0"/>
  </w:num>
  <w:num w:numId="3" w16cid:durableId="1976177198">
    <w:abstractNumId w:val="11"/>
  </w:num>
  <w:num w:numId="4" w16cid:durableId="893347895">
    <w:abstractNumId w:val="8"/>
  </w:num>
  <w:num w:numId="5" w16cid:durableId="1104812136">
    <w:abstractNumId w:val="7"/>
  </w:num>
  <w:num w:numId="6" w16cid:durableId="2021618507">
    <w:abstractNumId w:val="1"/>
  </w:num>
  <w:num w:numId="7" w16cid:durableId="1553030885">
    <w:abstractNumId w:val="6"/>
  </w:num>
  <w:num w:numId="8" w16cid:durableId="1312710230">
    <w:abstractNumId w:val="3"/>
  </w:num>
  <w:num w:numId="9" w16cid:durableId="1500657876">
    <w:abstractNumId w:val="2"/>
  </w:num>
  <w:num w:numId="10" w16cid:durableId="1621913228">
    <w:abstractNumId w:val="5"/>
  </w:num>
  <w:num w:numId="11" w16cid:durableId="837841592">
    <w:abstractNumId w:val="10"/>
  </w:num>
  <w:num w:numId="12" w16cid:durableId="1074626147">
    <w:abstractNumId w:val="4"/>
  </w:num>
  <w:num w:numId="13" w16cid:durableId="2093745255">
    <w:abstractNumId w:val="9"/>
  </w:num>
  <w:num w:numId="14" w16cid:durableId="856127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B5E"/>
    <w:rsid w:val="0000184A"/>
    <w:rsid w:val="00007C1C"/>
    <w:rsid w:val="00012997"/>
    <w:rsid w:val="000378DD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10BE0"/>
    <w:rsid w:val="0025339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13A2A"/>
    <w:rsid w:val="00336EEB"/>
    <w:rsid w:val="00350211"/>
    <w:rsid w:val="00360BC3"/>
    <w:rsid w:val="003E5D20"/>
    <w:rsid w:val="003F6927"/>
    <w:rsid w:val="00415097"/>
    <w:rsid w:val="00422381"/>
    <w:rsid w:val="0043102D"/>
    <w:rsid w:val="00460820"/>
    <w:rsid w:val="004704CB"/>
    <w:rsid w:val="004A693C"/>
    <w:rsid w:val="004B1027"/>
    <w:rsid w:val="004C55DE"/>
    <w:rsid w:val="004D5C77"/>
    <w:rsid w:val="00505D1E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B5E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24942"/>
    <w:rsid w:val="00A311C9"/>
    <w:rsid w:val="00A46EFE"/>
    <w:rsid w:val="00A73C79"/>
    <w:rsid w:val="00A807A7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397A"/>
    <w:rsid w:val="00CC527A"/>
    <w:rsid w:val="00D343E6"/>
    <w:rsid w:val="00D62E6E"/>
    <w:rsid w:val="00D74F94"/>
    <w:rsid w:val="00DD482A"/>
    <w:rsid w:val="00DE0396"/>
    <w:rsid w:val="00DE0405"/>
    <w:rsid w:val="00DE252B"/>
    <w:rsid w:val="00E0229C"/>
    <w:rsid w:val="00E37A20"/>
    <w:rsid w:val="00EA59BA"/>
    <w:rsid w:val="00EB5766"/>
    <w:rsid w:val="00EC667E"/>
    <w:rsid w:val="00F46593"/>
    <w:rsid w:val="00F568D6"/>
    <w:rsid w:val="00F70072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7528BDF"/>
  <w15:chartTrackingRefBased/>
  <w15:docId w15:val="{37E44DC1-83F3-4AF5-8A81-A2CBACAA6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232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Suchy Lipińska - Nadleśnictwo Lipusz</dc:creator>
  <cp:keywords/>
  <cp:lastModifiedBy>Bożena Suchy Lipińska - Nadleśnictwo Lipusz</cp:lastModifiedBy>
  <cp:revision>4</cp:revision>
  <cp:lastPrinted>2024-10-11T09:19:00Z</cp:lastPrinted>
  <dcterms:created xsi:type="dcterms:W3CDTF">2024-10-10T08:03:00Z</dcterms:created>
  <dcterms:modified xsi:type="dcterms:W3CDTF">2024-10-11T09:21:00Z</dcterms:modified>
</cp:coreProperties>
</file>