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3B4CA6" w:rsidRDefault="00025386" w:rsidP="00025386">
      <w:pPr>
        <w:pStyle w:val="Nagwek4"/>
        <w:rPr>
          <w:i w:val="0"/>
          <w:lang w:val="pl-PL"/>
        </w:rPr>
      </w:pPr>
      <w:r w:rsidRPr="003B4CA6">
        <w:rPr>
          <w:i w:val="0"/>
        </w:rPr>
        <w:t xml:space="preserve">Załącznik nr </w:t>
      </w:r>
      <w:r w:rsidR="003B4CA6" w:rsidRPr="003B4CA6">
        <w:rPr>
          <w:lang w:val="pl-PL"/>
        </w:rPr>
        <w:t>1</w:t>
      </w:r>
      <w:r w:rsidR="00A3166C">
        <w:rPr>
          <w:lang w:val="pl-PL"/>
        </w:rPr>
        <w:t>2</w:t>
      </w:r>
      <w:r w:rsidR="003B4CA6" w:rsidRPr="003B4CA6">
        <w:rPr>
          <w:lang w:val="pl-PL"/>
        </w:rPr>
        <w:t xml:space="preserve"> do SWZ </w:t>
      </w:r>
    </w:p>
    <w:p w:rsidR="00025386" w:rsidRDefault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76315">
        <w:rPr>
          <w:rFonts w:ascii="Times New Roman" w:eastAsia="Times New Roman" w:hAnsi="Times New Roman"/>
          <w:b/>
          <w:sz w:val="24"/>
          <w:szCs w:val="20"/>
          <w:lang w:eastAsia="pl-PL"/>
        </w:rPr>
        <w:t>11</w:t>
      </w:r>
      <w:r w:rsidR="003B4CA6">
        <w:rPr>
          <w:rFonts w:ascii="Times New Roman" w:eastAsia="Times New Roman" w:hAnsi="Times New Roman"/>
          <w:b/>
          <w:sz w:val="24"/>
          <w:szCs w:val="20"/>
          <w:lang w:eastAsia="pl-PL"/>
        </w:rPr>
        <w:t>/R/2</w:t>
      </w:r>
      <w:r w:rsidR="009976A4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</w:p>
    <w:p w:rsidR="003B4CA6" w:rsidRPr="006837B6" w:rsidRDefault="003B4CA6" w:rsidP="003B4CA6">
      <w:pPr>
        <w:suppressAutoHyphens/>
        <w:spacing w:after="0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Zamawiający: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SP ZOZ MSWiA w Łodzi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ul. P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ółnocna 42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 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1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- 4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25 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Łódź 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Wykonawca</w:t>
      </w: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3B4CA6" w:rsidRPr="006837B6" w:rsidRDefault="003B4CA6" w:rsidP="003B4CA6">
      <w:pPr>
        <w:suppressAutoHyphens/>
        <w:ind w:right="7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(w przypadku Wykonawców wspólnie ubiegających się</w:t>
      </w:r>
    </w:p>
    <w:p w:rsidR="003B4CA6" w:rsidRPr="006837B6" w:rsidRDefault="003B4CA6" w:rsidP="00B9227F">
      <w:pPr>
        <w:suppressAutoHyphens/>
        <w:ind w:right="7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(pełna nazwa/firma, adres)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reprezentowany przez: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:rsidR="00025386" w:rsidRPr="00B9227F" w:rsidRDefault="003B4CA6" w:rsidP="00B9227F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podstawowy</w:t>
      </w:r>
      <w:r w:rsidR="001D4B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pkt. 1 ustawy </w:t>
      </w:r>
      <w:proofErr w:type="spellStart"/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Pzp</w:t>
      </w:r>
      <w:proofErr w:type="spellEnd"/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9431A9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na:</w:t>
      </w:r>
    </w:p>
    <w:p w:rsidR="00F76315" w:rsidRPr="00F76315" w:rsidRDefault="00C32136" w:rsidP="00F76315">
      <w:pPr>
        <w:widowControl w:val="0"/>
        <w:ind w:right="7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„</w:t>
      </w:r>
      <w:r w:rsidR="00F76315">
        <w:rPr>
          <w:b/>
          <w:bCs/>
          <w:iCs/>
          <w:sz w:val="28"/>
          <w:szCs w:val="28"/>
        </w:rPr>
        <w:t xml:space="preserve">Dostosowanie korytarzy, gabinetów lekarskich, szatni, portierni oraz strefy wejściowej do budynku na poziomie 0 w budynku A w SP ZOZ MSWiA w Łodzi do obowiązujących przepisów prawa.” </w:t>
      </w:r>
      <w:bookmarkStart w:id="0" w:name="_GoBack"/>
      <w:bookmarkEnd w:id="0"/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C904C8" w:rsidRPr="00744E49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="00C904C8" w:rsidRPr="00744E49">
        <w:rPr>
          <w:rFonts w:ascii="Times New Roman" w:hAnsi="Times New Roman"/>
          <w:color w:val="000000"/>
          <w:sz w:val="24"/>
          <w:szCs w:val="24"/>
        </w:rPr>
        <w:t>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6636D">
        <w:rPr>
          <w:rFonts w:ascii="Times New Roman" w:hAnsi="Times New Roman"/>
          <w:bCs/>
          <w:sz w:val="24"/>
          <w:szCs w:val="24"/>
        </w:rPr>
        <w:t xml:space="preserve">, określonymi w Specyfikacji </w:t>
      </w:r>
      <w:r w:rsidR="00833E3D">
        <w:rPr>
          <w:rFonts w:ascii="Times New Roman" w:hAnsi="Times New Roman"/>
          <w:bCs/>
          <w:sz w:val="24"/>
          <w:szCs w:val="24"/>
        </w:rPr>
        <w:t>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Pr="003B4CA6" w:rsidRDefault="003B4CA6" w:rsidP="003B4CA6">
      <w:pPr>
        <w:spacing w:after="0" w:line="276" w:lineRule="auto"/>
        <w:rPr>
          <w:b/>
          <w:i/>
          <w:sz w:val="20"/>
        </w:rPr>
      </w:pPr>
      <w:r w:rsidRPr="003B4CA6">
        <w:rPr>
          <w:b/>
          <w:i/>
          <w:sz w:val="20"/>
        </w:rPr>
        <w:t>Informacja dla wykonawcy:</w:t>
      </w:r>
    </w:p>
    <w:p w:rsidR="003B4CA6" w:rsidRPr="003B4CA6" w:rsidRDefault="003B4CA6" w:rsidP="003B4CA6">
      <w:pPr>
        <w:spacing w:after="0" w:line="276" w:lineRule="auto"/>
        <w:rPr>
          <w:i/>
          <w:color w:val="FF0000"/>
          <w:sz w:val="20"/>
        </w:rPr>
      </w:pPr>
      <w:r w:rsidRPr="003B4CA6">
        <w:rPr>
          <w:i/>
          <w:sz w:val="20"/>
        </w:rPr>
        <w:t xml:space="preserve">Formularz (plik) musi być opatrzony przez osobę lub osoby uprawnione do reprezentowania Wykonawcy </w:t>
      </w:r>
      <w:r w:rsidRPr="003B4CA6">
        <w:rPr>
          <w:i/>
          <w:color w:val="FF0000"/>
          <w:sz w:val="20"/>
        </w:rPr>
        <w:t>jednym z nw. podpisów elektronicznych: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kwalifikowanym podpisem elektronicznym</w:t>
      </w:r>
      <w:r w:rsidRPr="003B4CA6">
        <w:rPr>
          <w:i/>
          <w:sz w:val="20"/>
        </w:rPr>
        <w:t xml:space="preserve"> lub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zaufanym</w:t>
      </w:r>
      <w:r w:rsidRPr="003B4CA6">
        <w:rPr>
          <w:i/>
          <w:sz w:val="20"/>
        </w:rPr>
        <w:t xml:space="preserve"> (e-PUAP) lub </w:t>
      </w:r>
    </w:p>
    <w:p w:rsidR="0002538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osobistym (</w:t>
      </w:r>
      <w:r w:rsidRPr="003B4CA6">
        <w:rPr>
          <w:i/>
          <w:sz w:val="20"/>
        </w:rPr>
        <w:t>e-dowód z warstwą cyfrową)</w:t>
      </w:r>
    </w:p>
    <w:sectPr w:rsidR="00025386" w:rsidRPr="003B4CA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1B1" w:rsidRDefault="002371B1" w:rsidP="00025386">
      <w:pPr>
        <w:spacing w:after="0" w:line="240" w:lineRule="auto"/>
      </w:pPr>
      <w:r>
        <w:separator/>
      </w:r>
    </w:p>
  </w:endnote>
  <w:end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6" w:rsidRDefault="003B4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227F">
      <w:rPr>
        <w:noProof/>
      </w:rPr>
      <w:t>1</w:t>
    </w:r>
    <w: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1B1" w:rsidRDefault="002371B1" w:rsidP="00025386">
      <w:pPr>
        <w:spacing w:after="0" w:line="240" w:lineRule="auto"/>
      </w:pPr>
      <w:r>
        <w:separator/>
      </w:r>
    </w:p>
  </w:footnote>
  <w:foot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1B1"/>
    <w:rsid w:val="00025386"/>
    <w:rsid w:val="001C2314"/>
    <w:rsid w:val="001D4BC6"/>
    <w:rsid w:val="002371B1"/>
    <w:rsid w:val="003B4CA6"/>
    <w:rsid w:val="004202B7"/>
    <w:rsid w:val="005624D8"/>
    <w:rsid w:val="005B76A1"/>
    <w:rsid w:val="006518E7"/>
    <w:rsid w:val="006C4257"/>
    <w:rsid w:val="007206F1"/>
    <w:rsid w:val="007A69F8"/>
    <w:rsid w:val="00833E3D"/>
    <w:rsid w:val="0086636D"/>
    <w:rsid w:val="008C7D6F"/>
    <w:rsid w:val="008F2498"/>
    <w:rsid w:val="009431A9"/>
    <w:rsid w:val="0094423D"/>
    <w:rsid w:val="009976A4"/>
    <w:rsid w:val="00A3166C"/>
    <w:rsid w:val="00A56A6F"/>
    <w:rsid w:val="00AE62F2"/>
    <w:rsid w:val="00B9227F"/>
    <w:rsid w:val="00C2068F"/>
    <w:rsid w:val="00C32136"/>
    <w:rsid w:val="00C904C8"/>
    <w:rsid w:val="00CD751B"/>
    <w:rsid w:val="00D47CF6"/>
    <w:rsid w:val="00D55FC4"/>
    <w:rsid w:val="00D56C1D"/>
    <w:rsid w:val="00E10D5B"/>
    <w:rsid w:val="00EE46AD"/>
    <w:rsid w:val="00F563C2"/>
    <w:rsid w:val="00F7631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5E4A68"/>
  <w15:docId w15:val="{8A5FA0AD-D624-4780-B437-27EBB4C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WA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Wiertelak-Lewandowska</dc:creator>
  <cp:keywords/>
  <dc:description/>
  <cp:lastModifiedBy>user</cp:lastModifiedBy>
  <cp:revision>4</cp:revision>
  <cp:lastPrinted>2023-07-27T07:14:00Z</cp:lastPrinted>
  <dcterms:created xsi:type="dcterms:W3CDTF">2023-12-22T11:27:00Z</dcterms:created>
  <dcterms:modified xsi:type="dcterms:W3CDTF">2024-06-05T11:39:00Z</dcterms:modified>
</cp:coreProperties>
</file>