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B7ED31" w14:textId="6FF23B28" w:rsidR="008A0E18" w:rsidRPr="008A0E18" w:rsidRDefault="008A0E18" w:rsidP="008A0E18">
      <w:pPr>
        <w:pStyle w:val="Tytu"/>
        <w:spacing w:line="360" w:lineRule="auto"/>
        <w:jc w:val="right"/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</w:pPr>
      <w:r w:rsidRPr="008A0E18">
        <w:rPr>
          <w:rFonts w:asciiTheme="minorHAnsi" w:hAnsiTheme="minorHAnsi" w:cstheme="minorHAnsi"/>
          <w:sz w:val="24"/>
          <w:szCs w:val="24"/>
          <w:u w:val="single"/>
        </w:rPr>
        <w:t>Załącznik nr 10 do SWZ</w:t>
      </w:r>
    </w:p>
    <w:p w14:paraId="0C1353EF" w14:textId="77777777" w:rsidR="008A0E18" w:rsidRDefault="008A0E18" w:rsidP="008A0E18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</w:p>
    <w:p w14:paraId="5C87B736" w14:textId="77777777" w:rsidR="008A0E18" w:rsidRPr="008A0E18" w:rsidRDefault="008A0E18" w:rsidP="008A0E18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>……………………………</w:t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  <w:t>………………………….</w:t>
      </w:r>
    </w:p>
    <w:p w14:paraId="5D8C8615" w14:textId="77777777" w:rsidR="008A0E18" w:rsidRPr="008A0E18" w:rsidRDefault="008A0E18" w:rsidP="008A0E18">
      <w:pPr>
        <w:pStyle w:val="Tytu"/>
        <w:spacing w:line="360" w:lineRule="auto"/>
        <w:jc w:val="left"/>
        <w:rPr>
          <w:rFonts w:asciiTheme="minorHAnsi" w:hAnsiTheme="minorHAnsi" w:cstheme="minorHAnsi"/>
          <w:b w:val="0"/>
          <w:color w:val="000000" w:themeColor="text1"/>
          <w:sz w:val="20"/>
        </w:rPr>
      </w:pP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>(Nazwa Wykonawcy)</w:t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</w:r>
      <w:r w:rsidRPr="008A0E18">
        <w:rPr>
          <w:rFonts w:asciiTheme="minorHAnsi" w:hAnsiTheme="minorHAnsi" w:cstheme="minorHAnsi"/>
          <w:b w:val="0"/>
          <w:color w:val="000000" w:themeColor="text1"/>
          <w:sz w:val="20"/>
        </w:rPr>
        <w:tab/>
        <w:t>(miejscowość i data)</w:t>
      </w:r>
    </w:p>
    <w:p w14:paraId="7300A9F2" w14:textId="5E8D5CCC" w:rsidR="008A0E18" w:rsidRPr="008A0E18" w:rsidRDefault="008A0E18" w:rsidP="008A0E18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8A0E18">
        <w:rPr>
          <w:rFonts w:asciiTheme="minorHAnsi" w:hAnsiTheme="minorHAnsi" w:cstheme="minorHAnsi"/>
          <w:sz w:val="24"/>
          <w:szCs w:val="24"/>
        </w:rPr>
        <w:t xml:space="preserve">WYKAZ WYKONANYCH </w:t>
      </w:r>
      <w:r w:rsidR="00CD2796">
        <w:rPr>
          <w:rFonts w:asciiTheme="minorHAnsi" w:hAnsiTheme="minorHAnsi" w:cstheme="minorHAnsi"/>
          <w:sz w:val="24"/>
          <w:szCs w:val="24"/>
        </w:rPr>
        <w:t xml:space="preserve">DOSTAW LUB </w:t>
      </w:r>
      <w:r w:rsidRPr="008A0E18">
        <w:rPr>
          <w:rFonts w:asciiTheme="minorHAnsi" w:hAnsiTheme="minorHAnsi" w:cstheme="minorHAnsi"/>
          <w:sz w:val="24"/>
          <w:szCs w:val="24"/>
        </w:rPr>
        <w:t>USŁUG</w:t>
      </w:r>
    </w:p>
    <w:p w14:paraId="7B848C57" w14:textId="77777777" w:rsidR="009C772E" w:rsidRPr="008A0E18" w:rsidRDefault="008A0E18" w:rsidP="008A0E18">
      <w:pPr>
        <w:jc w:val="center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i/>
          <w:sz w:val="20"/>
        </w:rPr>
        <w:t>(składany przez Wykonawcę w postępowaniu na wezwanie Zamawiającego)</w:t>
      </w:r>
    </w:p>
    <w:p w14:paraId="2708E74F" w14:textId="77777777" w:rsidR="00741EC9" w:rsidRPr="008A0E18" w:rsidRDefault="00741EC9" w:rsidP="00934568">
      <w:pPr>
        <w:jc w:val="center"/>
        <w:rPr>
          <w:rFonts w:asciiTheme="minorHAnsi" w:hAnsiTheme="minorHAnsi" w:cstheme="minorHAnsi"/>
          <w:sz w:val="20"/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"/>
        <w:gridCol w:w="2410"/>
        <w:gridCol w:w="2344"/>
        <w:gridCol w:w="2715"/>
        <w:gridCol w:w="2550"/>
        <w:gridCol w:w="3569"/>
      </w:tblGrid>
      <w:tr w:rsidR="00431AAA" w:rsidRPr="008A0E18" w14:paraId="33642B27" w14:textId="77777777" w:rsidTr="003A5683">
        <w:trPr>
          <w:trHeight w:val="774"/>
        </w:trPr>
        <w:tc>
          <w:tcPr>
            <w:tcW w:w="241" w:type="pct"/>
            <w:shd w:val="clear" w:color="auto" w:fill="auto"/>
            <w:vAlign w:val="center"/>
          </w:tcPr>
          <w:p w14:paraId="1B9E855D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Lp.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2B6EF516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Nazwa zadania*)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5ABD1E96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Wartość zrealizowanego zadania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244B5947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Data wykonania (dzień/ miesiąc/rok)</w:t>
            </w:r>
          </w:p>
        </w:tc>
        <w:tc>
          <w:tcPr>
            <w:tcW w:w="893" w:type="pct"/>
            <w:vAlign w:val="center"/>
          </w:tcPr>
          <w:p w14:paraId="79ACCB23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Zakres zrealizowanego zadania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74F9EF74" w14:textId="77777777" w:rsidR="00431AAA" w:rsidRPr="008A0E18" w:rsidRDefault="00431AAA" w:rsidP="00431AAA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Podmiot, na rzecz którego usługa została wykonana</w:t>
            </w:r>
          </w:p>
        </w:tc>
      </w:tr>
      <w:tr w:rsidR="00431AAA" w:rsidRPr="008A0E18" w14:paraId="5C62781B" w14:textId="77777777" w:rsidTr="003A5683">
        <w:trPr>
          <w:trHeight w:val="266"/>
        </w:trPr>
        <w:tc>
          <w:tcPr>
            <w:tcW w:w="241" w:type="pct"/>
            <w:shd w:val="clear" w:color="auto" w:fill="auto"/>
          </w:tcPr>
          <w:p w14:paraId="24D8544E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1A2705B6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6612D4A2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7B74298F" w14:textId="77777777" w:rsidR="00431AAA" w:rsidRPr="008A0E18" w:rsidRDefault="00431AAA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326B4391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80BEBD0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431AAA" w:rsidRPr="008A0E18" w14:paraId="7725AD8F" w14:textId="77777777" w:rsidTr="003A5683">
        <w:trPr>
          <w:trHeight w:val="254"/>
        </w:trPr>
        <w:tc>
          <w:tcPr>
            <w:tcW w:w="241" w:type="pct"/>
            <w:shd w:val="clear" w:color="auto" w:fill="auto"/>
          </w:tcPr>
          <w:p w14:paraId="48A69314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396535FD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7AD50EF0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5AAAF9D5" w14:textId="77777777" w:rsidR="00431AAA" w:rsidRPr="008A0E18" w:rsidRDefault="00431AAA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6C3F48E7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2DCAEAB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431AAA" w:rsidRPr="008A0E18" w14:paraId="163D42AA" w14:textId="77777777" w:rsidTr="003A5683">
        <w:trPr>
          <w:trHeight w:val="254"/>
        </w:trPr>
        <w:tc>
          <w:tcPr>
            <w:tcW w:w="241" w:type="pct"/>
            <w:shd w:val="clear" w:color="auto" w:fill="auto"/>
          </w:tcPr>
          <w:p w14:paraId="7B80462D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031116AD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419F94BC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2219B862" w14:textId="77777777" w:rsidR="00431AAA" w:rsidRPr="008A0E18" w:rsidRDefault="00431AAA" w:rsidP="00253001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4FC3480A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1AF8991" w14:textId="77777777" w:rsidR="00431AAA" w:rsidRPr="008A0E18" w:rsidRDefault="00431AAA" w:rsidP="00253001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</w:tbl>
    <w:p w14:paraId="47333612" w14:textId="77777777" w:rsidR="00741EC9" w:rsidRPr="008A0E18" w:rsidRDefault="00741EC9" w:rsidP="00E809E6">
      <w:pPr>
        <w:rPr>
          <w:rFonts w:asciiTheme="minorHAnsi" w:hAnsiTheme="minorHAnsi" w:cstheme="minorHAnsi"/>
          <w:sz w:val="20"/>
          <w:lang w:val="de-DE"/>
        </w:rPr>
      </w:pPr>
    </w:p>
    <w:p w14:paraId="12AE20DE" w14:textId="75410EC4" w:rsidR="002112FD" w:rsidRPr="008A0E18" w:rsidRDefault="0039681F" w:rsidP="002112FD">
      <w:pPr>
        <w:jc w:val="both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sz w:val="20"/>
          <w:lang w:val="de-DE"/>
        </w:rPr>
        <w:t xml:space="preserve">*) </w:t>
      </w:r>
      <w:r w:rsidR="00983939" w:rsidRPr="008A0E18">
        <w:rPr>
          <w:rFonts w:asciiTheme="minorHAnsi" w:hAnsiTheme="minorHAnsi" w:cstheme="minorHAnsi"/>
          <w:b/>
          <w:sz w:val="20"/>
          <w:lang w:val="x-none"/>
        </w:rPr>
        <w:t xml:space="preserve">wykonanie w okresie ostatnich </w:t>
      </w:r>
      <w:r w:rsidR="00C64782">
        <w:rPr>
          <w:rFonts w:asciiTheme="minorHAnsi" w:hAnsiTheme="minorHAnsi" w:cstheme="minorHAnsi"/>
          <w:b/>
          <w:sz w:val="20"/>
        </w:rPr>
        <w:t>3</w:t>
      </w:r>
      <w:r w:rsidR="00983939" w:rsidRPr="008A0E18">
        <w:rPr>
          <w:rFonts w:asciiTheme="minorHAnsi" w:hAnsiTheme="minorHAnsi" w:cstheme="minorHAnsi"/>
          <w:b/>
          <w:sz w:val="20"/>
          <w:lang w:val="x-none"/>
        </w:rPr>
        <w:t xml:space="preserve"> lat przed upływem terminu składania ofert</w:t>
      </w:r>
      <w:r w:rsidR="00983939" w:rsidRPr="008A0E18">
        <w:rPr>
          <w:rFonts w:asciiTheme="minorHAnsi" w:hAnsiTheme="minorHAnsi" w:cstheme="minorHAnsi"/>
          <w:sz w:val="20"/>
          <w:lang w:val="x-none"/>
        </w:rPr>
        <w:t>, a jeżeli okres prowadzenia działalności jest krótszy – w tym okresie</w:t>
      </w:r>
      <w:r w:rsidR="00983939" w:rsidRPr="008A0E18">
        <w:rPr>
          <w:rFonts w:asciiTheme="minorHAnsi" w:hAnsiTheme="minorHAnsi" w:cstheme="minorHAnsi"/>
          <w:sz w:val="20"/>
        </w:rPr>
        <w:t xml:space="preserve"> usług polegających na </w:t>
      </w:r>
      <w:r w:rsidR="002112FD" w:rsidRPr="008A0E18">
        <w:rPr>
          <w:rFonts w:asciiTheme="minorHAnsi" w:hAnsiTheme="minorHAnsi" w:cstheme="minorHAnsi"/>
          <w:sz w:val="20"/>
        </w:rPr>
        <w:t>wykonaniu:</w:t>
      </w:r>
    </w:p>
    <w:p w14:paraId="3D2F8D56" w14:textId="6A06BFFF" w:rsidR="00431AAA" w:rsidRDefault="002112FD" w:rsidP="002112FD">
      <w:pPr>
        <w:jc w:val="both"/>
        <w:rPr>
          <w:rFonts w:asciiTheme="minorHAnsi" w:hAnsiTheme="minorHAnsi" w:cstheme="minorHAnsi"/>
          <w:sz w:val="20"/>
        </w:rPr>
      </w:pPr>
      <w:r w:rsidRPr="00C64782">
        <w:rPr>
          <w:rFonts w:asciiTheme="minorHAnsi" w:hAnsiTheme="minorHAnsi" w:cstheme="minorHAnsi"/>
          <w:color w:val="00B050"/>
          <w:sz w:val="20"/>
        </w:rPr>
        <w:t xml:space="preserve">1. </w:t>
      </w:r>
      <w:r w:rsidR="005D753F" w:rsidRPr="00C64782">
        <w:rPr>
          <w:rFonts w:asciiTheme="minorHAnsi" w:hAnsiTheme="minorHAnsi" w:cstheme="minorHAnsi"/>
          <w:color w:val="00B050"/>
          <w:sz w:val="20"/>
        </w:rPr>
        <w:t xml:space="preserve">co najmniej </w:t>
      </w:r>
      <w:r w:rsidR="00C64782" w:rsidRPr="00C64782">
        <w:rPr>
          <w:rFonts w:asciiTheme="minorHAnsi" w:hAnsiTheme="minorHAnsi" w:cstheme="minorHAnsi"/>
          <w:color w:val="00B050"/>
          <w:sz w:val="20"/>
        </w:rPr>
        <w:t>jednej</w:t>
      </w:r>
      <w:r w:rsidR="005D753F" w:rsidRPr="00C64782">
        <w:rPr>
          <w:rFonts w:asciiTheme="minorHAnsi" w:hAnsiTheme="minorHAnsi" w:cstheme="minorHAnsi"/>
          <w:color w:val="00B050"/>
          <w:sz w:val="20"/>
        </w:rPr>
        <w:t xml:space="preserve"> dostaw</w:t>
      </w:r>
      <w:r w:rsidR="00C64782" w:rsidRPr="00C64782">
        <w:rPr>
          <w:rFonts w:asciiTheme="minorHAnsi" w:hAnsiTheme="minorHAnsi" w:cstheme="minorHAnsi"/>
          <w:color w:val="00B050"/>
          <w:sz w:val="20"/>
        </w:rPr>
        <w:t>y</w:t>
      </w:r>
      <w:r w:rsidR="005D753F" w:rsidRPr="00C64782">
        <w:rPr>
          <w:rFonts w:asciiTheme="minorHAnsi" w:hAnsiTheme="minorHAnsi" w:cstheme="minorHAnsi"/>
          <w:color w:val="00B050"/>
          <w:sz w:val="20"/>
        </w:rPr>
        <w:t xml:space="preserve"> lub usług</w:t>
      </w:r>
      <w:r w:rsidR="00C64782" w:rsidRPr="00C64782">
        <w:rPr>
          <w:rFonts w:asciiTheme="minorHAnsi" w:hAnsiTheme="minorHAnsi" w:cstheme="minorHAnsi"/>
          <w:color w:val="00B050"/>
          <w:sz w:val="20"/>
        </w:rPr>
        <w:t>i</w:t>
      </w:r>
      <w:r w:rsidR="005D753F" w:rsidRPr="00C64782">
        <w:rPr>
          <w:rFonts w:asciiTheme="minorHAnsi" w:hAnsiTheme="minorHAnsi" w:cstheme="minorHAnsi"/>
          <w:color w:val="00B050"/>
          <w:sz w:val="20"/>
        </w:rPr>
        <w:t xml:space="preserve"> </w:t>
      </w:r>
      <w:r w:rsidR="005D753F" w:rsidRPr="005D753F">
        <w:rPr>
          <w:rFonts w:asciiTheme="minorHAnsi" w:hAnsiTheme="minorHAnsi" w:cstheme="minorHAnsi"/>
          <w:sz w:val="20"/>
        </w:rPr>
        <w:t xml:space="preserve">polegających na rozbudowie bądź wdrożeniu nowego oprogramowania dedykowanego do zarządzania infrastrukturą drogową w wersji przeglądarkowej działającej bez potrzeby instalacji </w:t>
      </w:r>
      <w:proofErr w:type="spellStart"/>
      <w:r w:rsidR="005D753F" w:rsidRPr="005D753F">
        <w:rPr>
          <w:rFonts w:asciiTheme="minorHAnsi" w:hAnsiTheme="minorHAnsi" w:cstheme="minorHAnsi"/>
          <w:sz w:val="20"/>
        </w:rPr>
        <w:t>pluginów</w:t>
      </w:r>
      <w:proofErr w:type="spellEnd"/>
      <w:r w:rsidR="005D753F" w:rsidRPr="005D753F">
        <w:rPr>
          <w:rFonts w:asciiTheme="minorHAnsi" w:hAnsiTheme="minorHAnsi" w:cstheme="minorHAnsi"/>
          <w:sz w:val="20"/>
        </w:rPr>
        <w:t xml:space="preserve"> lub dodatkowego oprogramowania na komputerach użytkowników oraz zasileniu danymi z wykonanej fotorejestracji pasa drogowego oraz skaningu mobilnego (laserowego), przy czym wartość każdej z dostaw lub usług nie może byś mniejsza niż 200 000 złotych brutto, i</w:t>
      </w:r>
    </w:p>
    <w:p w14:paraId="644DE7EB" w14:textId="77777777" w:rsidR="008A0E18" w:rsidRPr="008A0E18" w:rsidRDefault="008A0E18" w:rsidP="002112FD">
      <w:pPr>
        <w:jc w:val="both"/>
        <w:rPr>
          <w:rFonts w:asciiTheme="minorHAnsi" w:hAnsiTheme="minorHAnsi" w:cstheme="minorHAnsi"/>
          <w:sz w:val="20"/>
        </w:rPr>
      </w:pPr>
    </w:p>
    <w:tbl>
      <w:tblPr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2401"/>
        <w:gridCol w:w="2336"/>
        <w:gridCol w:w="2706"/>
        <w:gridCol w:w="2541"/>
        <w:gridCol w:w="3557"/>
      </w:tblGrid>
      <w:tr w:rsidR="00431AAA" w:rsidRPr="008A0E18" w14:paraId="20332DAA" w14:textId="77777777" w:rsidTr="00DA7D89">
        <w:trPr>
          <w:trHeight w:val="838"/>
        </w:trPr>
        <w:tc>
          <w:tcPr>
            <w:tcW w:w="241" w:type="pct"/>
            <w:shd w:val="clear" w:color="auto" w:fill="auto"/>
            <w:vAlign w:val="center"/>
          </w:tcPr>
          <w:p w14:paraId="1BC70DBF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Lp.</w:t>
            </w:r>
          </w:p>
        </w:tc>
        <w:tc>
          <w:tcPr>
            <w:tcW w:w="844" w:type="pct"/>
            <w:shd w:val="clear" w:color="auto" w:fill="auto"/>
            <w:vAlign w:val="center"/>
          </w:tcPr>
          <w:p w14:paraId="3E671707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Nazwa zadania*)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13EB3BB1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Wartość zrealizowanego zadania</w:t>
            </w:r>
          </w:p>
        </w:tc>
        <w:tc>
          <w:tcPr>
            <w:tcW w:w="951" w:type="pct"/>
            <w:shd w:val="clear" w:color="auto" w:fill="auto"/>
            <w:vAlign w:val="center"/>
          </w:tcPr>
          <w:p w14:paraId="425DA81A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Data wykonania (dzień/ miesiąc/rok)</w:t>
            </w:r>
          </w:p>
        </w:tc>
        <w:tc>
          <w:tcPr>
            <w:tcW w:w="893" w:type="pct"/>
            <w:vAlign w:val="center"/>
          </w:tcPr>
          <w:p w14:paraId="1E06CD22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Zakres zrealizowanego zadania</w:t>
            </w:r>
          </w:p>
        </w:tc>
        <w:tc>
          <w:tcPr>
            <w:tcW w:w="1250" w:type="pct"/>
            <w:shd w:val="clear" w:color="auto" w:fill="auto"/>
            <w:vAlign w:val="center"/>
          </w:tcPr>
          <w:p w14:paraId="05F8431C" w14:textId="77777777" w:rsidR="00431AAA" w:rsidRPr="008A0E18" w:rsidRDefault="00431AAA" w:rsidP="00E77913">
            <w:pPr>
              <w:pStyle w:val="Tekstpodstawowy"/>
              <w:jc w:val="center"/>
              <w:rPr>
                <w:rFonts w:asciiTheme="minorHAnsi" w:hAnsiTheme="minorHAnsi" w:cstheme="minorHAnsi"/>
                <w:i/>
                <w:color w:val="auto"/>
                <w:sz w:val="20"/>
              </w:rPr>
            </w:pPr>
            <w:r w:rsidRPr="008A0E18">
              <w:rPr>
                <w:rFonts w:asciiTheme="minorHAnsi" w:hAnsiTheme="minorHAnsi" w:cstheme="minorHAnsi"/>
                <w:color w:val="auto"/>
                <w:sz w:val="20"/>
              </w:rPr>
              <w:t>Podmiot, na rzecz którego usługa została wykonana</w:t>
            </w:r>
          </w:p>
        </w:tc>
      </w:tr>
      <w:tr w:rsidR="00431AAA" w:rsidRPr="008A0E18" w14:paraId="129C4868" w14:textId="77777777" w:rsidTr="00DA7D89">
        <w:trPr>
          <w:trHeight w:val="287"/>
        </w:trPr>
        <w:tc>
          <w:tcPr>
            <w:tcW w:w="241" w:type="pct"/>
            <w:shd w:val="clear" w:color="auto" w:fill="auto"/>
          </w:tcPr>
          <w:p w14:paraId="666B97D7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48ACFF14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2FC2724A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51A75A6C" w14:textId="77777777" w:rsidR="00431AAA" w:rsidRPr="008A0E18" w:rsidRDefault="00431AAA" w:rsidP="00E77913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1C44BD66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422B591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431AAA" w:rsidRPr="008A0E18" w14:paraId="356FCEAF" w14:textId="77777777" w:rsidTr="00DA7D89">
        <w:trPr>
          <w:trHeight w:val="275"/>
        </w:trPr>
        <w:tc>
          <w:tcPr>
            <w:tcW w:w="241" w:type="pct"/>
            <w:shd w:val="clear" w:color="auto" w:fill="auto"/>
          </w:tcPr>
          <w:p w14:paraId="10927143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5D0FC2A6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40AB33B2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02EB01E5" w14:textId="77777777" w:rsidR="00431AAA" w:rsidRPr="008A0E18" w:rsidRDefault="00431AAA" w:rsidP="00E77913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0CB45396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CF7471B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  <w:tr w:rsidR="00431AAA" w:rsidRPr="008A0E18" w14:paraId="4216D607" w14:textId="77777777" w:rsidTr="00DA7D89">
        <w:trPr>
          <w:trHeight w:val="275"/>
        </w:trPr>
        <w:tc>
          <w:tcPr>
            <w:tcW w:w="241" w:type="pct"/>
            <w:shd w:val="clear" w:color="auto" w:fill="auto"/>
          </w:tcPr>
          <w:p w14:paraId="1D58F242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44" w:type="pct"/>
            <w:shd w:val="clear" w:color="auto" w:fill="auto"/>
          </w:tcPr>
          <w:p w14:paraId="785289EB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21" w:type="pct"/>
            <w:shd w:val="clear" w:color="auto" w:fill="auto"/>
          </w:tcPr>
          <w:p w14:paraId="1181E234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951" w:type="pct"/>
            <w:shd w:val="clear" w:color="auto" w:fill="auto"/>
          </w:tcPr>
          <w:p w14:paraId="3ECF92AC" w14:textId="77777777" w:rsidR="00431AAA" w:rsidRPr="008A0E18" w:rsidRDefault="00431AAA" w:rsidP="00E77913">
            <w:pPr>
              <w:pStyle w:val="Tekstpodstawowy"/>
              <w:ind w:left="354" w:right="-290" w:hanging="354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893" w:type="pct"/>
          </w:tcPr>
          <w:p w14:paraId="3C3AA9A6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318B24FD" w14:textId="77777777" w:rsidR="00431AAA" w:rsidRPr="008A0E18" w:rsidRDefault="00431AAA" w:rsidP="00E77913">
            <w:pPr>
              <w:pStyle w:val="Tekstpodstawowy"/>
              <w:jc w:val="both"/>
              <w:rPr>
                <w:rFonts w:asciiTheme="minorHAnsi" w:hAnsiTheme="minorHAnsi" w:cstheme="minorHAnsi"/>
                <w:b/>
                <w:i/>
                <w:color w:val="auto"/>
                <w:sz w:val="20"/>
              </w:rPr>
            </w:pPr>
          </w:p>
        </w:tc>
      </w:tr>
    </w:tbl>
    <w:p w14:paraId="011D9567" w14:textId="77777777" w:rsidR="00431AAA" w:rsidRPr="008A0E18" w:rsidRDefault="00431AAA" w:rsidP="002112FD">
      <w:pPr>
        <w:jc w:val="both"/>
        <w:rPr>
          <w:rFonts w:asciiTheme="minorHAnsi" w:hAnsiTheme="minorHAnsi" w:cstheme="minorHAnsi"/>
          <w:sz w:val="20"/>
        </w:rPr>
      </w:pPr>
    </w:p>
    <w:p w14:paraId="66F92F23" w14:textId="4D7A9525" w:rsidR="00431AAA" w:rsidRPr="008A0E18" w:rsidRDefault="00431AAA" w:rsidP="002112FD">
      <w:pPr>
        <w:jc w:val="both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sz w:val="20"/>
          <w:lang w:val="de-DE"/>
        </w:rPr>
        <w:t xml:space="preserve">*) </w:t>
      </w:r>
      <w:r w:rsidRPr="008A0E18">
        <w:rPr>
          <w:rFonts w:asciiTheme="minorHAnsi" w:hAnsiTheme="minorHAnsi" w:cstheme="minorHAnsi"/>
          <w:b/>
          <w:sz w:val="20"/>
          <w:lang w:val="x-none"/>
        </w:rPr>
        <w:t xml:space="preserve">wykonanie w okresie ostatnich </w:t>
      </w:r>
      <w:r w:rsidR="00C64782">
        <w:rPr>
          <w:rFonts w:asciiTheme="minorHAnsi" w:hAnsiTheme="minorHAnsi" w:cstheme="minorHAnsi"/>
          <w:b/>
          <w:sz w:val="20"/>
        </w:rPr>
        <w:t>3</w:t>
      </w:r>
      <w:r w:rsidRPr="008A0E18">
        <w:rPr>
          <w:rFonts w:asciiTheme="minorHAnsi" w:hAnsiTheme="minorHAnsi" w:cstheme="minorHAnsi"/>
          <w:b/>
          <w:sz w:val="20"/>
          <w:lang w:val="x-none"/>
        </w:rPr>
        <w:t xml:space="preserve"> lat przed upływem terminu składania ofert</w:t>
      </w:r>
      <w:r w:rsidRPr="008A0E18">
        <w:rPr>
          <w:rFonts w:asciiTheme="minorHAnsi" w:hAnsiTheme="minorHAnsi" w:cstheme="minorHAnsi"/>
          <w:sz w:val="20"/>
          <w:lang w:val="x-none"/>
        </w:rPr>
        <w:t>, a jeżeli okres prowadzenia działalności jest krótszy – w tym okresie</w:t>
      </w:r>
      <w:r w:rsidRPr="008A0E18">
        <w:rPr>
          <w:rFonts w:asciiTheme="minorHAnsi" w:hAnsiTheme="minorHAnsi" w:cstheme="minorHAnsi"/>
          <w:sz w:val="20"/>
        </w:rPr>
        <w:t xml:space="preserve"> usług polegających na wykonaniu:</w:t>
      </w:r>
    </w:p>
    <w:p w14:paraId="00923DB1" w14:textId="28BB2C58" w:rsidR="002112FD" w:rsidRPr="008A0E18" w:rsidRDefault="002112FD" w:rsidP="002112FD">
      <w:pPr>
        <w:jc w:val="both"/>
        <w:rPr>
          <w:rFonts w:asciiTheme="minorHAnsi" w:hAnsiTheme="minorHAnsi" w:cstheme="minorHAnsi"/>
          <w:sz w:val="20"/>
        </w:rPr>
      </w:pPr>
      <w:r w:rsidRPr="00C64782">
        <w:rPr>
          <w:rFonts w:asciiTheme="minorHAnsi" w:hAnsiTheme="minorHAnsi" w:cstheme="minorHAnsi"/>
          <w:color w:val="00B050"/>
          <w:sz w:val="20"/>
        </w:rPr>
        <w:t>2</w:t>
      </w:r>
      <w:r w:rsidR="00C64782" w:rsidRPr="00C64782">
        <w:rPr>
          <w:rFonts w:asciiTheme="minorHAnsi" w:hAnsiTheme="minorHAnsi" w:cstheme="minorHAnsi"/>
          <w:color w:val="00B050"/>
          <w:sz w:val="20"/>
        </w:rPr>
        <w:t>.</w:t>
      </w:r>
      <w:r w:rsidR="00DA7D89" w:rsidRPr="00C64782">
        <w:rPr>
          <w:rFonts w:asciiTheme="minorHAnsi" w:hAnsiTheme="minorHAnsi" w:cstheme="minorHAnsi"/>
          <w:color w:val="00B050"/>
          <w:sz w:val="20"/>
        </w:rPr>
        <w:t xml:space="preserve"> </w:t>
      </w:r>
      <w:r w:rsidR="00C64782" w:rsidRPr="00C64782">
        <w:rPr>
          <w:rFonts w:asciiTheme="minorHAnsi" w:hAnsiTheme="minorHAnsi" w:cstheme="minorHAnsi"/>
          <w:color w:val="00B050"/>
          <w:sz w:val="20"/>
        </w:rPr>
        <w:t xml:space="preserve">co najmniej jednej dostawy lub usługi </w:t>
      </w:r>
      <w:r w:rsidR="005D753F" w:rsidRPr="005D753F">
        <w:rPr>
          <w:rFonts w:asciiTheme="minorHAnsi" w:hAnsiTheme="minorHAnsi" w:cstheme="minorHAnsi"/>
          <w:sz w:val="20"/>
        </w:rPr>
        <w:t xml:space="preserve">polegających </w:t>
      </w:r>
      <w:r w:rsidR="00C64782">
        <w:rPr>
          <w:rFonts w:asciiTheme="minorHAnsi" w:hAnsiTheme="minorHAnsi" w:cstheme="minorHAnsi"/>
          <w:sz w:val="20"/>
        </w:rPr>
        <w:t xml:space="preserve">na </w:t>
      </w:r>
      <w:r w:rsidR="005D753F" w:rsidRPr="005D753F">
        <w:rPr>
          <w:rFonts w:asciiTheme="minorHAnsi" w:hAnsiTheme="minorHAnsi" w:cstheme="minorHAnsi"/>
          <w:sz w:val="20"/>
        </w:rPr>
        <w:t>budowie lub rozbudowie platformy e-usług publicznych na której uruchomione zostało co najmniej 5 e-usług publicznych na 4 lub 5 poziomie dojrzałości</w:t>
      </w:r>
      <w:r w:rsidR="00C64782">
        <w:rPr>
          <w:rFonts w:asciiTheme="minorHAnsi" w:hAnsiTheme="minorHAnsi" w:cstheme="minorHAnsi"/>
          <w:sz w:val="20"/>
        </w:rPr>
        <w:t>.</w:t>
      </w:r>
    </w:p>
    <w:p w14:paraId="4D2BFD38" w14:textId="77777777" w:rsidR="00D77434" w:rsidRDefault="00D77434" w:rsidP="00192D72">
      <w:pPr>
        <w:rPr>
          <w:rFonts w:asciiTheme="minorHAnsi" w:hAnsiTheme="minorHAnsi" w:cstheme="minorHAnsi"/>
          <w:sz w:val="20"/>
        </w:rPr>
      </w:pPr>
    </w:p>
    <w:p w14:paraId="2B9E326C" w14:textId="77777777" w:rsidR="008A0E18" w:rsidRDefault="008A0E18" w:rsidP="00192D72">
      <w:pPr>
        <w:rPr>
          <w:rFonts w:asciiTheme="minorHAnsi" w:hAnsiTheme="minorHAnsi" w:cstheme="minorHAnsi"/>
          <w:sz w:val="20"/>
        </w:rPr>
      </w:pPr>
    </w:p>
    <w:p w14:paraId="6F013458" w14:textId="77777777" w:rsidR="008A0E18" w:rsidRDefault="008A0E18" w:rsidP="00192D72">
      <w:pPr>
        <w:rPr>
          <w:rFonts w:asciiTheme="minorHAnsi" w:hAnsiTheme="minorHAnsi" w:cstheme="minorHAnsi"/>
          <w:sz w:val="20"/>
        </w:rPr>
      </w:pPr>
    </w:p>
    <w:p w14:paraId="1C420F61" w14:textId="77777777" w:rsidR="008A0E18" w:rsidRPr="008A0E18" w:rsidRDefault="008A0E18" w:rsidP="00192D72">
      <w:pPr>
        <w:rPr>
          <w:rFonts w:asciiTheme="minorHAnsi" w:hAnsiTheme="minorHAnsi" w:cstheme="minorHAnsi"/>
          <w:sz w:val="20"/>
        </w:rPr>
      </w:pPr>
    </w:p>
    <w:p w14:paraId="2D54B602" w14:textId="77777777" w:rsidR="00B676C1" w:rsidRPr="008A0E18" w:rsidRDefault="00B676C1" w:rsidP="00934568">
      <w:pPr>
        <w:ind w:left="5103"/>
        <w:jc w:val="center"/>
        <w:rPr>
          <w:rFonts w:asciiTheme="minorHAnsi" w:hAnsiTheme="minorHAnsi" w:cstheme="minorHAnsi"/>
          <w:sz w:val="20"/>
        </w:rPr>
      </w:pPr>
      <w:r w:rsidRPr="008A0E18">
        <w:rPr>
          <w:rFonts w:asciiTheme="minorHAnsi" w:hAnsiTheme="minorHAnsi" w:cstheme="minorHAnsi"/>
          <w:sz w:val="20"/>
        </w:rPr>
        <w:t>.......................................................</w:t>
      </w:r>
    </w:p>
    <w:p w14:paraId="25D7464A" w14:textId="77777777" w:rsidR="00B676C1" w:rsidRPr="008A0E18" w:rsidRDefault="00B676C1">
      <w:pPr>
        <w:pStyle w:val="Tekstpodstawowywcity"/>
        <w:ind w:left="5103"/>
        <w:rPr>
          <w:rFonts w:asciiTheme="minorHAnsi" w:hAnsiTheme="minorHAnsi" w:cstheme="minorHAnsi"/>
        </w:rPr>
      </w:pPr>
      <w:r w:rsidRPr="008A0E18">
        <w:rPr>
          <w:rFonts w:asciiTheme="minorHAnsi" w:hAnsiTheme="minorHAnsi" w:cstheme="minorHAnsi"/>
        </w:rPr>
        <w:t>(Upełnomocniony przedstawiciel Wykonawcy)</w:t>
      </w:r>
    </w:p>
    <w:p w14:paraId="4EB05D5F" w14:textId="77777777" w:rsidR="00C8410A" w:rsidRPr="008A0E18" w:rsidRDefault="00C8410A">
      <w:pPr>
        <w:pStyle w:val="Tekstpodstawowywcity"/>
        <w:ind w:left="5103"/>
        <w:rPr>
          <w:rFonts w:asciiTheme="minorHAnsi" w:hAnsiTheme="minorHAnsi" w:cstheme="minorHAnsi"/>
        </w:rPr>
      </w:pPr>
    </w:p>
    <w:p w14:paraId="5EFAF335" w14:textId="77777777" w:rsidR="002112FD" w:rsidRDefault="002112FD">
      <w:pPr>
        <w:pStyle w:val="Tekstpodstawowywcity"/>
        <w:ind w:left="5103"/>
        <w:rPr>
          <w:rFonts w:asciiTheme="minorHAnsi" w:hAnsiTheme="minorHAnsi" w:cstheme="minorHAnsi"/>
        </w:rPr>
      </w:pPr>
    </w:p>
    <w:p w14:paraId="5C510F18" w14:textId="77777777" w:rsidR="008A0E1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2CBCF991" w14:textId="77777777" w:rsidR="008A0E1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68BEEE17" w14:textId="77777777" w:rsidR="008A0E1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7FC0CDF4" w14:textId="77777777" w:rsidR="008A0E1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22AA1589" w14:textId="77777777" w:rsidR="008A0E1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7208E10A" w14:textId="77777777" w:rsidR="008A0E1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59AE2648" w14:textId="77777777" w:rsidR="008A0E18" w:rsidRPr="008A0E18" w:rsidRDefault="008A0E18">
      <w:pPr>
        <w:pStyle w:val="Tekstpodstawowywcity"/>
        <w:ind w:left="5103"/>
        <w:rPr>
          <w:rFonts w:asciiTheme="minorHAnsi" w:hAnsiTheme="minorHAnsi" w:cstheme="minorHAnsi"/>
        </w:rPr>
      </w:pPr>
    </w:p>
    <w:p w14:paraId="08FF767F" w14:textId="77777777" w:rsidR="00C8410A" w:rsidRPr="008A0E18" w:rsidRDefault="00C8410A" w:rsidP="00C8410A">
      <w:pPr>
        <w:pStyle w:val="Tekstpodstawowywcity"/>
        <w:ind w:left="0"/>
        <w:jc w:val="left"/>
        <w:rPr>
          <w:rFonts w:asciiTheme="minorHAnsi" w:hAnsiTheme="minorHAnsi" w:cstheme="minorHAnsi"/>
        </w:rPr>
      </w:pPr>
      <w:r w:rsidRPr="008A0E18">
        <w:rPr>
          <w:rFonts w:asciiTheme="minorHAnsi" w:hAnsiTheme="minorHAnsi" w:cstheme="minorHAnsi"/>
          <w:b/>
        </w:rPr>
        <w:t>Dokument należy wypełnić elektronicznie i podpisać kwalifikowanym podpisem elek</w:t>
      </w:r>
      <w:r w:rsidR="003A5683" w:rsidRPr="008A0E18">
        <w:rPr>
          <w:rFonts w:asciiTheme="minorHAnsi" w:hAnsiTheme="minorHAnsi" w:cstheme="minorHAnsi"/>
          <w:b/>
        </w:rPr>
        <w:t>tronicznym zgodnie z zapisami S</w:t>
      </w:r>
      <w:r w:rsidRPr="008A0E18">
        <w:rPr>
          <w:rFonts w:asciiTheme="minorHAnsi" w:hAnsiTheme="minorHAnsi" w:cstheme="minorHAnsi"/>
          <w:b/>
        </w:rPr>
        <w:t>WZ.</w:t>
      </w:r>
    </w:p>
    <w:sectPr w:rsidR="00C8410A" w:rsidRPr="008A0E18" w:rsidSect="004D3DCF">
      <w:headerReference w:type="default" r:id="rId7"/>
      <w:footerReference w:type="even" r:id="rId8"/>
      <w:footerReference w:type="default" r:id="rId9"/>
      <w:pgSz w:w="16840" w:h="11907" w:orient="landscape"/>
      <w:pgMar w:top="1543" w:right="1135" w:bottom="993" w:left="1418" w:header="708" w:footer="54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9F0F2" w14:textId="77777777" w:rsidR="00011458" w:rsidRDefault="00011458" w:rsidP="00E809E6">
      <w:r>
        <w:separator/>
      </w:r>
    </w:p>
  </w:endnote>
  <w:endnote w:type="continuationSeparator" w:id="0">
    <w:p w14:paraId="474DF602" w14:textId="77777777" w:rsidR="00011458" w:rsidRDefault="00011458" w:rsidP="00E80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5B66E" w14:textId="77777777" w:rsidR="003A5683" w:rsidRDefault="003A5683" w:rsidP="003A568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BCF6C" w14:textId="4C073CBA" w:rsidR="002112FD" w:rsidRPr="00654A9C" w:rsidRDefault="00654A9C" w:rsidP="00654A9C">
    <w:pPr>
      <w:pStyle w:val="Stopka"/>
      <w:jc w:val="center"/>
      <w:rPr>
        <w:rFonts w:eastAsia="Calibri"/>
      </w:rPr>
    </w:pPr>
    <w:r w:rsidRPr="00E03269">
      <w:rPr>
        <w:rFonts w:asciiTheme="minorHAnsi" w:hAnsiTheme="minorHAnsi" w:cstheme="minorHAnsi"/>
        <w:sz w:val="18"/>
        <w:szCs w:val="18"/>
      </w:rPr>
      <w:t>Projekt „</w:t>
    </w:r>
    <w:r w:rsidR="002D31F9" w:rsidRPr="00FA52A2">
      <w:rPr>
        <w:rFonts w:asciiTheme="minorHAnsi" w:hAnsiTheme="minorHAnsi" w:cstheme="minorHAnsi"/>
        <w:sz w:val="18"/>
        <w:szCs w:val="18"/>
      </w:rPr>
      <w:t>Platforma e-usług Zarządu Dróg Powiatowych w Dębicy</w:t>
    </w:r>
    <w:r w:rsidRPr="00E03269">
      <w:rPr>
        <w:rFonts w:asciiTheme="minorHAnsi" w:hAnsiTheme="minorHAnsi" w:cstheme="minorHAnsi"/>
        <w:sz w:val="18"/>
        <w:szCs w:val="18"/>
      </w:rPr>
      <w:t xml:space="preserve">” </w:t>
    </w:r>
    <w:r>
      <w:rPr>
        <w:rFonts w:asciiTheme="minorHAnsi" w:hAnsiTheme="minorHAnsi" w:cstheme="minorHAnsi"/>
        <w:sz w:val="18"/>
        <w:szCs w:val="18"/>
      </w:rPr>
      <w:t xml:space="preserve">jest </w:t>
    </w:r>
    <w:r w:rsidRPr="00875616">
      <w:rPr>
        <w:rFonts w:asciiTheme="minorHAnsi" w:hAnsiTheme="minorHAnsi" w:cstheme="minorHAnsi"/>
        <w:sz w:val="18"/>
        <w:szCs w:val="18"/>
      </w:rPr>
      <w:t>współfinansowany z Europejskiego Funduszu Rozwoju Regionalnego w ramach Priorytetu nr FEPK.01 „Konkurencyjna i Cyfrowa Gospodarka” programu regionalnego Fundusze Europejskie dla Podkarpacia 2021-2027</w:t>
    </w:r>
    <w:r>
      <w:rPr>
        <w:rFonts w:asciiTheme="minorHAnsi" w:hAnsiTheme="minorHAnsi" w:cstheme="minorHAnsi"/>
        <w:sz w:val="18"/>
        <w:szCs w:val="18"/>
      </w:rPr>
      <w:t xml:space="preserve">, umowa </w:t>
    </w:r>
    <w:r w:rsidRPr="00875616">
      <w:rPr>
        <w:rFonts w:asciiTheme="minorHAnsi" w:hAnsiTheme="minorHAnsi" w:cstheme="minorHAnsi"/>
        <w:sz w:val="18"/>
        <w:szCs w:val="18"/>
      </w:rPr>
      <w:t>FEPK.01.02-IZ.00-007</w:t>
    </w:r>
    <w:r w:rsidR="002D31F9">
      <w:rPr>
        <w:rFonts w:asciiTheme="minorHAnsi" w:hAnsiTheme="minorHAnsi" w:cstheme="minorHAnsi"/>
        <w:sz w:val="18"/>
        <w:szCs w:val="18"/>
      </w:rPr>
      <w:t>5</w:t>
    </w:r>
    <w:r w:rsidRPr="00875616">
      <w:rPr>
        <w:rFonts w:asciiTheme="minorHAnsi" w:hAnsiTheme="minorHAnsi" w:cstheme="minorHAnsi"/>
        <w:sz w:val="18"/>
        <w:szCs w:val="18"/>
      </w:rPr>
      <w:t>/23</w:t>
    </w:r>
    <w:r>
      <w:rPr>
        <w:rFonts w:asciiTheme="minorHAnsi" w:hAnsiTheme="minorHAnsi" w:cstheme="minorHAnsi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7B9D9" w14:textId="77777777" w:rsidR="00011458" w:rsidRDefault="00011458" w:rsidP="00E809E6">
      <w:r>
        <w:separator/>
      </w:r>
    </w:p>
  </w:footnote>
  <w:footnote w:type="continuationSeparator" w:id="0">
    <w:p w14:paraId="39DCDBDE" w14:textId="77777777" w:rsidR="00011458" w:rsidRDefault="00011458" w:rsidP="00E80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05D02" w14:textId="58F85F83" w:rsidR="00E809E6" w:rsidRDefault="00455303" w:rsidP="003A5683">
    <w:pPr>
      <w:pStyle w:val="Nagwek"/>
      <w:jc w:val="center"/>
    </w:pPr>
    <w:r>
      <w:rPr>
        <w:rFonts w:ascii="Calibri" w:hAnsi="Calibri" w:cs="Calibri"/>
        <w:noProof/>
        <w:color w:val="000000"/>
        <w:sz w:val="22"/>
        <w:szCs w:val="22"/>
        <w:bdr w:val="none" w:sz="0" w:space="0" w:color="auto" w:frame="1"/>
      </w:rPr>
      <w:drawing>
        <wp:inline distT="0" distB="0" distL="0" distR="0" wp14:anchorId="4B7501E0" wp14:editId="62D5CDAF">
          <wp:extent cx="5762625" cy="466725"/>
          <wp:effectExtent l="0" t="0" r="9525" b="9525"/>
          <wp:docPr id="1196122210" name="Obraz 1" descr="logotyp programu regionalnego Fundusze Europejskie dla Podkarpac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 programu regionalnego Fundusze Europejskie dla Podkarpac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E0090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8BE153A"/>
    <w:multiLevelType w:val="singleLevel"/>
    <w:tmpl w:val="6B7CF4A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470A13AD"/>
    <w:multiLevelType w:val="hybridMultilevel"/>
    <w:tmpl w:val="353EF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D1980"/>
    <w:multiLevelType w:val="hybridMultilevel"/>
    <w:tmpl w:val="D90AF68A"/>
    <w:lvl w:ilvl="0" w:tplc="287EF7A2">
      <w:start w:val="1"/>
      <w:numFmt w:val="decimal"/>
      <w:lvlText w:val="%1. "/>
      <w:lvlJc w:val="left"/>
      <w:pPr>
        <w:tabs>
          <w:tab w:val="num" w:pos="142"/>
        </w:tabs>
        <w:ind w:left="425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 w:tplc="B7604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F339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D0F0715"/>
    <w:multiLevelType w:val="hybridMultilevel"/>
    <w:tmpl w:val="C016B550"/>
    <w:lvl w:ilvl="0" w:tplc="B7604B1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7222466">
    <w:abstractNumId w:val="0"/>
  </w:num>
  <w:num w:numId="2" w16cid:durableId="851988300">
    <w:abstractNumId w:val="1"/>
  </w:num>
  <w:num w:numId="3" w16cid:durableId="1739399071">
    <w:abstractNumId w:val="4"/>
  </w:num>
  <w:num w:numId="4" w16cid:durableId="62217973">
    <w:abstractNumId w:val="3"/>
  </w:num>
  <w:num w:numId="5" w16cid:durableId="875236251">
    <w:abstractNumId w:val="5"/>
  </w:num>
  <w:num w:numId="6" w16cid:durableId="2004698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6C1"/>
    <w:rsid w:val="00011458"/>
    <w:rsid w:val="000318F3"/>
    <w:rsid w:val="00045455"/>
    <w:rsid w:val="00051415"/>
    <w:rsid w:val="000741E9"/>
    <w:rsid w:val="00083171"/>
    <w:rsid w:val="000A3B19"/>
    <w:rsid w:val="000D3E02"/>
    <w:rsid w:val="00143CEA"/>
    <w:rsid w:val="001608F3"/>
    <w:rsid w:val="00174683"/>
    <w:rsid w:val="00175114"/>
    <w:rsid w:val="00192D72"/>
    <w:rsid w:val="001E7B25"/>
    <w:rsid w:val="002112FD"/>
    <w:rsid w:val="00214F87"/>
    <w:rsid w:val="00247D99"/>
    <w:rsid w:val="00253001"/>
    <w:rsid w:val="002703B3"/>
    <w:rsid w:val="00290563"/>
    <w:rsid w:val="002D31F9"/>
    <w:rsid w:val="002D699C"/>
    <w:rsid w:val="002F235E"/>
    <w:rsid w:val="00311E99"/>
    <w:rsid w:val="003310BE"/>
    <w:rsid w:val="003826F5"/>
    <w:rsid w:val="0039681F"/>
    <w:rsid w:val="003A513C"/>
    <w:rsid w:val="003A5683"/>
    <w:rsid w:val="003B402A"/>
    <w:rsid w:val="003B7420"/>
    <w:rsid w:val="003C7C90"/>
    <w:rsid w:val="0043099A"/>
    <w:rsid w:val="00431AAA"/>
    <w:rsid w:val="00437909"/>
    <w:rsid w:val="00455303"/>
    <w:rsid w:val="0046302C"/>
    <w:rsid w:val="00485D9B"/>
    <w:rsid w:val="004A79FB"/>
    <w:rsid w:val="004A7A53"/>
    <w:rsid w:val="004D0569"/>
    <w:rsid w:val="004D3DCF"/>
    <w:rsid w:val="004D4236"/>
    <w:rsid w:val="004F67CC"/>
    <w:rsid w:val="005512D6"/>
    <w:rsid w:val="005848FD"/>
    <w:rsid w:val="00591A2A"/>
    <w:rsid w:val="005B0471"/>
    <w:rsid w:val="005D753F"/>
    <w:rsid w:val="005F7985"/>
    <w:rsid w:val="00635F71"/>
    <w:rsid w:val="00636FD1"/>
    <w:rsid w:val="00654A9C"/>
    <w:rsid w:val="006B399F"/>
    <w:rsid w:val="006C2538"/>
    <w:rsid w:val="006C75D2"/>
    <w:rsid w:val="0074101C"/>
    <w:rsid w:val="00741EC9"/>
    <w:rsid w:val="00745320"/>
    <w:rsid w:val="0076616D"/>
    <w:rsid w:val="0078095E"/>
    <w:rsid w:val="007821F6"/>
    <w:rsid w:val="00785302"/>
    <w:rsid w:val="007873DA"/>
    <w:rsid w:val="007D47C4"/>
    <w:rsid w:val="007D47C9"/>
    <w:rsid w:val="007E14E3"/>
    <w:rsid w:val="007E3A6C"/>
    <w:rsid w:val="007F584F"/>
    <w:rsid w:val="0084012F"/>
    <w:rsid w:val="00861FC6"/>
    <w:rsid w:val="0087058A"/>
    <w:rsid w:val="008836B5"/>
    <w:rsid w:val="008863F1"/>
    <w:rsid w:val="008A0E18"/>
    <w:rsid w:val="008E26CC"/>
    <w:rsid w:val="00934568"/>
    <w:rsid w:val="00956852"/>
    <w:rsid w:val="00983939"/>
    <w:rsid w:val="009B1DB0"/>
    <w:rsid w:val="009B595E"/>
    <w:rsid w:val="009C772E"/>
    <w:rsid w:val="009D262C"/>
    <w:rsid w:val="00A0222A"/>
    <w:rsid w:val="00A218F9"/>
    <w:rsid w:val="00A308B6"/>
    <w:rsid w:val="00A410CB"/>
    <w:rsid w:val="00A76387"/>
    <w:rsid w:val="00A82D03"/>
    <w:rsid w:val="00AC7B88"/>
    <w:rsid w:val="00B16765"/>
    <w:rsid w:val="00B512CF"/>
    <w:rsid w:val="00B6185D"/>
    <w:rsid w:val="00B633B1"/>
    <w:rsid w:val="00B676C1"/>
    <w:rsid w:val="00BA5C06"/>
    <w:rsid w:val="00BE1B55"/>
    <w:rsid w:val="00C00DDF"/>
    <w:rsid w:val="00C40C8D"/>
    <w:rsid w:val="00C4779D"/>
    <w:rsid w:val="00C64782"/>
    <w:rsid w:val="00C81252"/>
    <w:rsid w:val="00C8410A"/>
    <w:rsid w:val="00C912C0"/>
    <w:rsid w:val="00CD2437"/>
    <w:rsid w:val="00CD2796"/>
    <w:rsid w:val="00CD3257"/>
    <w:rsid w:val="00CE5767"/>
    <w:rsid w:val="00CF4389"/>
    <w:rsid w:val="00D063C9"/>
    <w:rsid w:val="00D22894"/>
    <w:rsid w:val="00D35AE0"/>
    <w:rsid w:val="00D61AA9"/>
    <w:rsid w:val="00D77434"/>
    <w:rsid w:val="00DA7D89"/>
    <w:rsid w:val="00DB48E0"/>
    <w:rsid w:val="00DD3520"/>
    <w:rsid w:val="00DD70B4"/>
    <w:rsid w:val="00E21077"/>
    <w:rsid w:val="00E27BFA"/>
    <w:rsid w:val="00E348F1"/>
    <w:rsid w:val="00E46FEA"/>
    <w:rsid w:val="00E6188A"/>
    <w:rsid w:val="00E77913"/>
    <w:rsid w:val="00E809E6"/>
    <w:rsid w:val="00E90DA1"/>
    <w:rsid w:val="00E9361D"/>
    <w:rsid w:val="00EB20FF"/>
    <w:rsid w:val="00EB4178"/>
    <w:rsid w:val="00EB6435"/>
    <w:rsid w:val="00EB67E3"/>
    <w:rsid w:val="00EF42CD"/>
    <w:rsid w:val="00F01B64"/>
    <w:rsid w:val="00F04A13"/>
    <w:rsid w:val="00F47ACD"/>
    <w:rsid w:val="00F539F8"/>
    <w:rsid w:val="00F600BE"/>
    <w:rsid w:val="00F75C91"/>
    <w:rsid w:val="00FA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9CDD31"/>
  <w15:chartTrackingRefBased/>
  <w15:docId w15:val="{1977A7B1-963C-48D7-8E3A-1320A67A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b/>
      <w:sz w:val="1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5670"/>
      <w:jc w:val="center"/>
    </w:pPr>
    <w:rPr>
      <w:sz w:val="20"/>
    </w:rPr>
  </w:style>
  <w:style w:type="paragraph" w:styleId="Tekstpodstawowy">
    <w:name w:val="Body Text"/>
    <w:basedOn w:val="Normalny"/>
    <w:rPr>
      <w:color w:val="FF0000"/>
    </w:rPr>
  </w:style>
  <w:style w:type="character" w:customStyle="1" w:styleId="dane1">
    <w:name w:val="dane1"/>
    <w:rPr>
      <w:color w:val="0000CD"/>
    </w:rPr>
  </w:style>
  <w:style w:type="paragraph" w:styleId="Tekstdymka">
    <w:name w:val="Balloon Text"/>
    <w:basedOn w:val="Normalny"/>
    <w:link w:val="TekstdymkaZnak"/>
    <w:rsid w:val="00BA5C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A5C06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BA5C06"/>
    <w:rPr>
      <w:b/>
      <w:sz w:val="18"/>
    </w:rPr>
  </w:style>
  <w:style w:type="paragraph" w:styleId="Nagwek">
    <w:name w:val="header"/>
    <w:basedOn w:val="Normalny"/>
    <w:link w:val="NagwekZnak"/>
    <w:rsid w:val="00E809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809E6"/>
    <w:rPr>
      <w:sz w:val="24"/>
    </w:rPr>
  </w:style>
  <w:style w:type="paragraph" w:styleId="Stopka">
    <w:name w:val="footer"/>
    <w:basedOn w:val="Normalny"/>
    <w:link w:val="StopkaZnak"/>
    <w:rsid w:val="00E809E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qFormat/>
    <w:rsid w:val="00E809E6"/>
    <w:rPr>
      <w:sz w:val="24"/>
    </w:rPr>
  </w:style>
  <w:style w:type="paragraph" w:styleId="Tytu">
    <w:name w:val="Title"/>
    <w:basedOn w:val="Normalny"/>
    <w:link w:val="TytuZnak"/>
    <w:qFormat/>
    <w:rsid w:val="008A0E18"/>
    <w:pPr>
      <w:jc w:val="center"/>
    </w:pPr>
    <w:rPr>
      <w:b/>
      <w:sz w:val="32"/>
    </w:rPr>
  </w:style>
  <w:style w:type="character" w:customStyle="1" w:styleId="TytuZnak">
    <w:name w:val="Tytuł Znak"/>
    <w:basedOn w:val="Domylnaczcionkaakapitu"/>
    <w:link w:val="Tytu"/>
    <w:rsid w:val="008A0E18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oje%20dokumenty\WZP\Przetargi\Druki_SIWZ\Druki_do_SIWZ_04\12082004\04_zal_dosw_zawod_rob_drog_most_budow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D:\Moje dokumenty\WZP\Przetargi\Druki_SIWZ\Druki_do_SIWZ_04\12082004\04_zal_dosw_zawod_rob_drog_most_budowl.dot</Template>
  <TotalTime>5</TotalTime>
  <Pages>2</Pages>
  <Words>267</Words>
  <Characters>1608</Characters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2016-10-21T06:35:00Z</cp:lastPrinted>
  <dcterms:created xsi:type="dcterms:W3CDTF">2021-11-27T09:58:00Z</dcterms:created>
  <dcterms:modified xsi:type="dcterms:W3CDTF">2024-09-16T13:28:00Z</dcterms:modified>
  <cp:category/>
</cp:coreProperties>
</file>