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bookmarkStart w:id="0" w:name="_GoBack"/>
      <w:bookmarkEnd w:id="0"/>
      <w:r w:rsidR="007660F6">
        <w:rPr>
          <w:rFonts w:ascii="Arial Narrow" w:eastAsia="Arial" w:hAnsi="Arial Narrow" w:cs="Times New Roman"/>
          <w:b/>
          <w:sz w:val="24"/>
          <w:szCs w:val="24"/>
          <w:lang w:eastAsia="pl-PL"/>
        </w:rPr>
        <w:t>2</w:t>
      </w: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UCMMiT/DZ/…./D/TP-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42318D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AD3F75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</w:t>
      </w:r>
      <w:r w:rsidR="007C6245">
        <w:rPr>
          <w:rFonts w:ascii="Arial Narrow" w:eastAsia="Times New Roman" w:hAnsi="Arial Narrow" w:cs="Arial"/>
          <w:iCs/>
          <w:lang w:eastAsia="pl-PL"/>
        </w:rPr>
        <w:t>,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74A" w:rsidRDefault="0042318D">
      <w:pPr>
        <w:spacing w:after="0" w:line="240" w:lineRule="auto"/>
      </w:pPr>
      <w:r>
        <w:separator/>
      </w:r>
    </w:p>
  </w:endnote>
  <w:endnote w:type="continuationSeparator" w:id="0">
    <w:p w:rsidR="0084774A" w:rsidRDefault="0042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903588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903588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74A" w:rsidRDefault="0042318D">
      <w:pPr>
        <w:spacing w:after="0" w:line="240" w:lineRule="auto"/>
      </w:pPr>
      <w:r>
        <w:separator/>
      </w:r>
    </w:p>
  </w:footnote>
  <w:footnote w:type="continuationSeparator" w:id="0">
    <w:p w:rsidR="0084774A" w:rsidRDefault="00423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42318D"/>
    <w:rsid w:val="00574143"/>
    <w:rsid w:val="007660F6"/>
    <w:rsid w:val="007C6245"/>
    <w:rsid w:val="0084774A"/>
    <w:rsid w:val="00903588"/>
    <w:rsid w:val="009E15B8"/>
    <w:rsid w:val="00AD3F75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BC2599C7</Template>
  <TotalTime>3</TotalTime>
  <Pages>1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6</cp:revision>
  <dcterms:created xsi:type="dcterms:W3CDTF">2023-07-20T10:19:00Z</dcterms:created>
  <dcterms:modified xsi:type="dcterms:W3CDTF">2024-10-30T10:18:00Z</dcterms:modified>
</cp:coreProperties>
</file>