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029A" w14:textId="09694D85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09502D">
        <w:rPr>
          <w:b/>
          <w:i w:val="0"/>
          <w:szCs w:val="24"/>
        </w:rPr>
        <w:t>8</w:t>
      </w:r>
      <w:r w:rsidRPr="00E563B7">
        <w:rPr>
          <w:b/>
          <w:i w:val="0"/>
          <w:szCs w:val="24"/>
        </w:rPr>
        <w:t>.202</w:t>
      </w:r>
      <w:r w:rsidR="00540B0E">
        <w:rPr>
          <w:b/>
          <w:i w:val="0"/>
          <w:szCs w:val="24"/>
        </w:rPr>
        <w:t>4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1226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41D978D4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t.j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Dz.U. z 202</w:t>
      </w:r>
      <w:r w:rsidR="0009502D">
        <w:rPr>
          <w:rFonts w:ascii="Times New Roman" w:hAnsi="Times New Roman"/>
          <w:sz w:val="24"/>
          <w:szCs w:val="24"/>
        </w:rPr>
        <w:t>4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09502D">
        <w:rPr>
          <w:rFonts w:ascii="Times New Roman" w:hAnsi="Times New Roman"/>
          <w:sz w:val="24"/>
          <w:szCs w:val="24"/>
        </w:rPr>
        <w:t>320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72B7D844" w14:textId="77777777" w:rsidR="0009502D" w:rsidRPr="0009502D" w:rsidRDefault="00E563B7" w:rsidP="000950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  <w:r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</w:t>
      </w:r>
      <w:r w:rsidR="0009502D" w:rsidRPr="0009502D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 xml:space="preserve">Budowa drogi leśnej nr 189 o nazwie ZABRODY-PODRĄBIONA </w:t>
      </w:r>
    </w:p>
    <w:p w14:paraId="759ADE9D" w14:textId="11F09294" w:rsidR="0071340C" w:rsidRPr="00012269" w:rsidRDefault="0009502D" w:rsidP="000950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  <w:r w:rsidRPr="0009502D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na terenie Leśnictwa Zabrody i Podrąbiona</w:t>
      </w:r>
      <w:r w:rsidR="00E563B7"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EDBFD09" w14:textId="77777777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B64EE" w14:textId="77777777" w:rsidR="00A2047C" w:rsidRDefault="00A2047C" w:rsidP="00025386">
      <w:pPr>
        <w:spacing w:after="0" w:line="240" w:lineRule="auto"/>
      </w:pPr>
      <w:r>
        <w:separator/>
      </w:r>
    </w:p>
  </w:endnote>
  <w:endnote w:type="continuationSeparator" w:id="0">
    <w:p w14:paraId="31FD5DA5" w14:textId="77777777" w:rsidR="00A2047C" w:rsidRDefault="00A2047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8562" w14:textId="77777777" w:rsidR="004D2E0B" w:rsidRDefault="004D2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05D6" w14:textId="77777777" w:rsidR="004D2E0B" w:rsidRDefault="004D2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36E15" w14:textId="77777777" w:rsidR="00A2047C" w:rsidRDefault="00A2047C" w:rsidP="00025386">
      <w:pPr>
        <w:spacing w:after="0" w:line="240" w:lineRule="auto"/>
      </w:pPr>
      <w:r>
        <w:separator/>
      </w:r>
    </w:p>
  </w:footnote>
  <w:footnote w:type="continuationSeparator" w:id="0">
    <w:p w14:paraId="57D62557" w14:textId="77777777" w:rsidR="00A2047C" w:rsidRDefault="00A2047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CACF" w14:textId="77777777" w:rsidR="004D2E0B" w:rsidRDefault="004D2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4B433" w14:textId="77777777" w:rsidR="004D2E0B" w:rsidRDefault="004D2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FF43" w14:textId="77777777" w:rsidR="004D2E0B" w:rsidRDefault="004D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12269"/>
    <w:rsid w:val="00025386"/>
    <w:rsid w:val="000423B9"/>
    <w:rsid w:val="00053927"/>
    <w:rsid w:val="00066C44"/>
    <w:rsid w:val="00071D4C"/>
    <w:rsid w:val="00084786"/>
    <w:rsid w:val="00094BC1"/>
    <w:rsid w:val="0009502D"/>
    <w:rsid w:val="0016158F"/>
    <w:rsid w:val="00167782"/>
    <w:rsid w:val="001C2314"/>
    <w:rsid w:val="00213980"/>
    <w:rsid w:val="004374F2"/>
    <w:rsid w:val="00460705"/>
    <w:rsid w:val="00485239"/>
    <w:rsid w:val="004D2E0B"/>
    <w:rsid w:val="004E27D7"/>
    <w:rsid w:val="00540B0E"/>
    <w:rsid w:val="0055145C"/>
    <w:rsid w:val="005624D8"/>
    <w:rsid w:val="005A18B9"/>
    <w:rsid w:val="00620476"/>
    <w:rsid w:val="00657A47"/>
    <w:rsid w:val="0071340C"/>
    <w:rsid w:val="00745A44"/>
    <w:rsid w:val="007666D6"/>
    <w:rsid w:val="007D6755"/>
    <w:rsid w:val="00824D73"/>
    <w:rsid w:val="00830970"/>
    <w:rsid w:val="00881A47"/>
    <w:rsid w:val="008833CF"/>
    <w:rsid w:val="008B797E"/>
    <w:rsid w:val="008F2498"/>
    <w:rsid w:val="009028E6"/>
    <w:rsid w:val="0093388F"/>
    <w:rsid w:val="0097208F"/>
    <w:rsid w:val="009F0CFF"/>
    <w:rsid w:val="00A2047C"/>
    <w:rsid w:val="00A41FE4"/>
    <w:rsid w:val="00A56A6F"/>
    <w:rsid w:val="00A87380"/>
    <w:rsid w:val="00AF4E90"/>
    <w:rsid w:val="00AF7375"/>
    <w:rsid w:val="00B62AD0"/>
    <w:rsid w:val="00B77707"/>
    <w:rsid w:val="00BE3BCE"/>
    <w:rsid w:val="00CA6372"/>
    <w:rsid w:val="00CB29AC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5941"/>
    <w:rsid w:val="00E86D3B"/>
    <w:rsid w:val="00EC10EE"/>
    <w:rsid w:val="00EF3368"/>
    <w:rsid w:val="00F334B4"/>
    <w:rsid w:val="00FB7BA7"/>
    <w:rsid w:val="00FC5CCC"/>
    <w:rsid w:val="00FD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7</cp:revision>
  <dcterms:created xsi:type="dcterms:W3CDTF">2022-06-14T12:51:00Z</dcterms:created>
  <dcterms:modified xsi:type="dcterms:W3CDTF">2024-11-06T17:24:00Z</dcterms:modified>
</cp:coreProperties>
</file>