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D" w:rsidRDefault="00E3231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E3231D" w:rsidRDefault="00E3231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3231D" w:rsidRDefault="00E3231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3231D" w:rsidRDefault="00E3231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E3231D" w:rsidRDefault="00E3231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E3231D" w:rsidRDefault="00E3231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231D" w:rsidRDefault="00E3231D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E3231D" w:rsidRPr="00D665F2" w:rsidRDefault="00E3231D" w:rsidP="00847A1F">
      <w:pPr>
        <w:pStyle w:val="NormalWeb"/>
        <w:spacing w:before="0" w:after="0" w:line="276" w:lineRule="auto"/>
        <w:jc w:val="center"/>
        <w:rPr>
          <w:rFonts w:ascii="Cambria" w:hAnsi="Cambria"/>
          <w:b/>
          <w:bCs/>
          <w:color w:val="0000FF"/>
          <w:sz w:val="22"/>
          <w:szCs w:val="22"/>
        </w:rPr>
      </w:pPr>
      <w:r w:rsidRPr="00D665F2">
        <w:rPr>
          <w:rFonts w:ascii="Cambria" w:hAnsi="Cambria" w:cs="Verdana"/>
          <w:b/>
          <w:color w:val="0000FF"/>
          <w:sz w:val="22"/>
          <w:szCs w:val="22"/>
        </w:rPr>
        <w:t>„</w:t>
      </w:r>
      <w:r w:rsidRPr="00D665F2">
        <w:rPr>
          <w:rFonts w:ascii="Cambria" w:hAnsi="Cambria"/>
          <w:b/>
          <w:bCs/>
          <w:color w:val="0000FF"/>
          <w:sz w:val="22"/>
          <w:szCs w:val="22"/>
        </w:rPr>
        <w:t xml:space="preserve">Sukcesywna 24 miesięczna dostawa produktów leczniczych/wyrobów medycznych </w:t>
      </w:r>
    </w:p>
    <w:p w:rsidR="00E3231D" w:rsidRPr="00D665F2" w:rsidRDefault="00E3231D" w:rsidP="00847A1F">
      <w:pPr>
        <w:pStyle w:val="NormalWeb"/>
        <w:spacing w:before="0" w:after="0" w:line="276" w:lineRule="auto"/>
        <w:jc w:val="center"/>
        <w:rPr>
          <w:rFonts w:ascii="Cambria" w:eastAsia="Microsoft YaHei" w:hAnsi="Cambria"/>
          <w:b/>
          <w:bCs/>
          <w:color w:val="0000FF"/>
          <w:sz w:val="22"/>
          <w:szCs w:val="22"/>
        </w:rPr>
      </w:pPr>
      <w:r w:rsidRPr="00D665F2">
        <w:rPr>
          <w:rFonts w:ascii="Cambria" w:hAnsi="Cambria"/>
          <w:b/>
          <w:bCs/>
          <w:color w:val="0000FF"/>
          <w:sz w:val="22"/>
          <w:szCs w:val="22"/>
        </w:rPr>
        <w:t>dla SPZOZ w Wolsztynie</w:t>
      </w:r>
      <w:r w:rsidRPr="00D665F2">
        <w:rPr>
          <w:rFonts w:ascii="Cambria" w:eastAsia="Microsoft YaHei" w:hAnsi="Cambria" w:cs="Cambria"/>
          <w:b/>
          <w:bCs/>
          <w:color w:val="0000FF"/>
          <w:spacing w:val="20"/>
          <w:sz w:val="22"/>
          <w:szCs w:val="22"/>
        </w:rPr>
        <w:t>"</w:t>
      </w:r>
    </w:p>
    <w:p w:rsidR="00E3231D" w:rsidRPr="00D665F2" w:rsidRDefault="00E3231D" w:rsidP="00AB6F0F">
      <w:pPr>
        <w:jc w:val="center"/>
        <w:rPr>
          <w:rFonts w:ascii="Cambria" w:hAnsi="Cambria" w:cs="Arial"/>
          <w:b/>
          <w:bCs/>
          <w:color w:val="0000FF"/>
          <w:sz w:val="22"/>
          <w:szCs w:val="22"/>
        </w:rPr>
      </w:pPr>
      <w:r w:rsidRPr="00D665F2">
        <w:rPr>
          <w:rFonts w:ascii="Cambria" w:hAnsi="Cambria" w:cs="Arial"/>
          <w:b/>
          <w:bCs/>
          <w:color w:val="0000FF"/>
          <w:sz w:val="22"/>
          <w:szCs w:val="22"/>
        </w:rPr>
        <w:t>TP/14/2024</w:t>
      </w:r>
    </w:p>
    <w:p w:rsidR="00E3231D" w:rsidRDefault="00E3231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E3231D" w:rsidRDefault="00E3231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E3231D" w:rsidRDefault="00E3231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E3231D" w:rsidRDefault="00E3231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E3231D" w:rsidTr="00637C8E"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E3231D" w:rsidTr="00637C8E"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231D" w:rsidTr="00637C8E"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231D" w:rsidTr="00637C8E"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231D" w:rsidRPr="00637C8E" w:rsidRDefault="00E3231D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E3231D" w:rsidRDefault="00E3231D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E3231D" w:rsidSect="00D665F2">
      <w:headerReference w:type="default" r:id="rId6"/>
      <w:footerReference w:type="default" r:id="rId7"/>
      <w:footerReference w:type="first" r:id="rId8"/>
      <w:pgSz w:w="11906" w:h="16838"/>
      <w:pgMar w:top="719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31D" w:rsidRDefault="00E3231D" w:rsidP="00335FC4">
      <w:r>
        <w:separator/>
      </w:r>
    </w:p>
  </w:endnote>
  <w:endnote w:type="continuationSeparator" w:id="0">
    <w:p w:rsidR="00E3231D" w:rsidRDefault="00E3231D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1D" w:rsidRDefault="00E3231D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3231D" w:rsidRDefault="00E3231D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1D" w:rsidRDefault="00E3231D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3231D" w:rsidRDefault="00E323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31D" w:rsidRDefault="00E3231D" w:rsidP="00335FC4">
      <w:r>
        <w:separator/>
      </w:r>
    </w:p>
  </w:footnote>
  <w:footnote w:type="continuationSeparator" w:id="0">
    <w:p w:rsidR="00E3231D" w:rsidRDefault="00E3231D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31D" w:rsidRDefault="00E323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4B4C"/>
    <w:rsid w:val="00083F69"/>
    <w:rsid w:val="000F781D"/>
    <w:rsid w:val="00173724"/>
    <w:rsid w:val="00184A55"/>
    <w:rsid w:val="00184F4A"/>
    <w:rsid w:val="0019177A"/>
    <w:rsid w:val="001C4C1E"/>
    <w:rsid w:val="0021518F"/>
    <w:rsid w:val="0023662C"/>
    <w:rsid w:val="00274EEC"/>
    <w:rsid w:val="00281845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F65F8"/>
    <w:rsid w:val="00420BF4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518"/>
    <w:rsid w:val="005B34C5"/>
    <w:rsid w:val="005E4622"/>
    <w:rsid w:val="005E55FE"/>
    <w:rsid w:val="005E5D24"/>
    <w:rsid w:val="005F12FA"/>
    <w:rsid w:val="006212CA"/>
    <w:rsid w:val="00637C8E"/>
    <w:rsid w:val="00646CE2"/>
    <w:rsid w:val="00657C92"/>
    <w:rsid w:val="00673959"/>
    <w:rsid w:val="0067703D"/>
    <w:rsid w:val="00696778"/>
    <w:rsid w:val="00696C43"/>
    <w:rsid w:val="006D16D5"/>
    <w:rsid w:val="006F2CCC"/>
    <w:rsid w:val="007040F0"/>
    <w:rsid w:val="00754E03"/>
    <w:rsid w:val="00777FED"/>
    <w:rsid w:val="00780A13"/>
    <w:rsid w:val="00792C01"/>
    <w:rsid w:val="007E1F16"/>
    <w:rsid w:val="0082390A"/>
    <w:rsid w:val="00843BC9"/>
    <w:rsid w:val="0084674C"/>
    <w:rsid w:val="00847A1F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64598"/>
    <w:rsid w:val="00995809"/>
    <w:rsid w:val="009B1703"/>
    <w:rsid w:val="009D04C2"/>
    <w:rsid w:val="009D1198"/>
    <w:rsid w:val="009D58E5"/>
    <w:rsid w:val="009F7C43"/>
    <w:rsid w:val="00A2387A"/>
    <w:rsid w:val="00A33474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C15C3A"/>
    <w:rsid w:val="00C521C6"/>
    <w:rsid w:val="00C5254D"/>
    <w:rsid w:val="00C95541"/>
    <w:rsid w:val="00CC16E9"/>
    <w:rsid w:val="00CC3A53"/>
    <w:rsid w:val="00CC6A01"/>
    <w:rsid w:val="00CC79DF"/>
    <w:rsid w:val="00CD39F8"/>
    <w:rsid w:val="00CF1EAB"/>
    <w:rsid w:val="00D46B86"/>
    <w:rsid w:val="00D51D92"/>
    <w:rsid w:val="00D665F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1D"/>
    <w:rsid w:val="00E323E8"/>
    <w:rsid w:val="00E515A9"/>
    <w:rsid w:val="00E823A1"/>
    <w:rsid w:val="00EA462B"/>
    <w:rsid w:val="00EA6450"/>
    <w:rsid w:val="00F02E53"/>
    <w:rsid w:val="00F0755D"/>
    <w:rsid w:val="00F113B4"/>
    <w:rsid w:val="00F20B70"/>
    <w:rsid w:val="00F5144A"/>
    <w:rsid w:val="00F51E63"/>
    <w:rsid w:val="00F52167"/>
    <w:rsid w:val="00F52353"/>
    <w:rsid w:val="00F633F3"/>
    <w:rsid w:val="00F850DA"/>
    <w:rsid w:val="00F87376"/>
    <w:rsid w:val="00F97E23"/>
    <w:rsid w:val="00FC39C1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154</Words>
  <Characters>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32</cp:revision>
  <cp:lastPrinted>2024-09-05T05:46:00Z</cp:lastPrinted>
  <dcterms:created xsi:type="dcterms:W3CDTF">2021-02-06T20:23:00Z</dcterms:created>
  <dcterms:modified xsi:type="dcterms:W3CDTF">2024-09-05T05:47:00Z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