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DB2262" w14:textId="2527C684" w:rsidR="00114920" w:rsidRPr="00F744E4" w:rsidRDefault="00E40BED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F744E4">
        <w:rPr>
          <w:rFonts w:ascii="Arial" w:eastAsia="Times New Roman" w:hAnsi="Arial" w:cs="Arial"/>
          <w:bCs/>
          <w:szCs w:val="20"/>
          <w:lang w:val="pl-PL" w:eastAsia="pl-PL"/>
        </w:rPr>
        <w:t>Załącznik nr 2</w:t>
      </w:r>
      <w:r w:rsidR="00AE030B" w:rsidRPr="00F744E4">
        <w:rPr>
          <w:rFonts w:ascii="Arial" w:eastAsia="Times New Roman" w:hAnsi="Arial" w:cs="Arial"/>
          <w:bCs/>
          <w:szCs w:val="20"/>
          <w:lang w:val="pl-PL" w:eastAsia="pl-PL"/>
        </w:rPr>
        <w:t>.1.</w:t>
      </w:r>
      <w:r w:rsidR="00114920" w:rsidRPr="00F744E4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F744E4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14"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80"/>
      </w:tblGrid>
      <w:tr w:rsidR="007C505E" w:rsidRPr="00F744E4" w14:paraId="385FE44D" w14:textId="77777777" w:rsidTr="00BA7656">
        <w:tc>
          <w:tcPr>
            <w:tcW w:w="9180" w:type="dxa"/>
          </w:tcPr>
          <w:p w14:paraId="352A2665" w14:textId="77777777" w:rsidR="00AE030B" w:rsidRPr="00F744E4" w:rsidRDefault="00AE030B" w:rsidP="00AE030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4"/>
                <w:u w:val="single"/>
                <w:lang w:val="pl-PL" w:eastAsia="pl-PL"/>
              </w:rPr>
            </w:pPr>
            <w:bookmarkStart w:id="0" w:name="_GoBack"/>
          </w:p>
          <w:p w14:paraId="402D4BAF" w14:textId="317373B1" w:rsidR="00D60B94" w:rsidRPr="00F744E4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F744E4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4F613187" w14:textId="76C9E63C" w:rsidR="00D60B94" w:rsidRPr="00F744E4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F744E4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F744E4">
              <w:rPr>
                <w:rFonts w:ascii="Arial" w:eastAsia="Times New Roman" w:hAnsi="Arial" w:cs="Arial"/>
                <w:b/>
                <w:bCs/>
                <w:lang w:val="pl-PL" w:eastAsia="pl-PL"/>
              </w:rPr>
              <w:t>iniejsze oświadczenie</w:t>
            </w:r>
            <w:r w:rsidRPr="00F744E4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elektronicznym kwalifikowanym podpisem lub </w:t>
            </w:r>
            <w:r w:rsidR="00221B41" w:rsidRPr="00F744E4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F744E4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221B41" w:rsidRPr="00F744E4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F744E4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D0FBA0C" w:rsidR="00AE030B" w:rsidRPr="00F744E4" w:rsidRDefault="00AE030B" w:rsidP="00AE030B">
            <w:pPr>
              <w:jc w:val="center"/>
              <w:rPr>
                <w:rFonts w:ascii="Arial" w:eastAsia="Times New Roman" w:hAnsi="Arial" w:cs="Arial"/>
                <w:b/>
                <w:bCs/>
                <w:sz w:val="14"/>
                <w:lang w:val="pl-PL" w:eastAsia="pl-PL"/>
              </w:rPr>
            </w:pPr>
          </w:p>
        </w:tc>
      </w:tr>
      <w:bookmarkEnd w:id="0"/>
    </w:tbl>
    <w:p w14:paraId="4B6B7D9E" w14:textId="11405AB8" w:rsidR="00D60B94" w:rsidRPr="00F744E4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p w14:paraId="44F305C0" w14:textId="69071DD3" w:rsidR="00045861" w:rsidRPr="00F744E4" w:rsidRDefault="00D60B94" w:rsidP="00045861">
      <w:pPr>
        <w:spacing w:after="0" w:line="276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F744E4">
        <w:rPr>
          <w:rFonts w:ascii="Arial" w:eastAsia="Times New Roman" w:hAnsi="Arial" w:cs="Arial"/>
          <w:b/>
          <w:bCs/>
          <w:lang w:val="pl-PL" w:eastAsia="pl-PL"/>
        </w:rPr>
        <w:tab/>
      </w:r>
      <w:r w:rsidRPr="00F744E4">
        <w:rPr>
          <w:rFonts w:ascii="Arial" w:eastAsia="Times New Roman" w:hAnsi="Arial" w:cs="Arial"/>
          <w:b/>
          <w:bCs/>
          <w:lang w:val="pl-PL" w:eastAsia="pl-PL"/>
        </w:rPr>
        <w:tab/>
      </w:r>
      <w:r w:rsidRPr="00F744E4">
        <w:rPr>
          <w:rFonts w:ascii="Arial" w:eastAsia="Times New Roman" w:hAnsi="Arial" w:cs="Arial"/>
          <w:b/>
          <w:bCs/>
          <w:lang w:val="pl-PL" w:eastAsia="pl-PL"/>
        </w:rPr>
        <w:tab/>
      </w:r>
      <w:r w:rsidRPr="00F744E4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F744E4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F744E4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F744E4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129BC518" w:rsidR="00045861" w:rsidRPr="00F744E4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F744E4">
        <w:rPr>
          <w:rFonts w:ascii="Arial" w:eastAsia="Times New Roman" w:hAnsi="Arial" w:cs="Arial"/>
          <w:bCs/>
          <w:lang w:val="pl-PL" w:eastAsia="pl-PL"/>
        </w:rPr>
        <w:tab/>
      </w:r>
      <w:r w:rsidRPr="00F744E4">
        <w:rPr>
          <w:rFonts w:ascii="Arial" w:eastAsia="Times New Roman" w:hAnsi="Arial" w:cs="Arial"/>
          <w:bCs/>
          <w:lang w:val="pl-PL" w:eastAsia="pl-PL"/>
        </w:rPr>
        <w:tab/>
      </w:r>
      <w:r w:rsidRPr="00F744E4">
        <w:rPr>
          <w:rFonts w:ascii="Arial" w:eastAsia="Times New Roman" w:hAnsi="Arial" w:cs="Arial"/>
          <w:bCs/>
          <w:lang w:val="pl-PL" w:eastAsia="pl-PL"/>
        </w:rPr>
        <w:tab/>
      </w:r>
      <w:r w:rsidR="00D60B94" w:rsidRPr="00F744E4">
        <w:rPr>
          <w:rFonts w:ascii="Arial" w:eastAsia="Times New Roman" w:hAnsi="Arial" w:cs="Arial"/>
          <w:bCs/>
          <w:lang w:val="pl-PL" w:eastAsia="pl-PL"/>
        </w:rPr>
        <w:tab/>
      </w:r>
      <w:r w:rsidR="00B85839" w:rsidRPr="00F744E4">
        <w:rPr>
          <w:rFonts w:ascii="Arial" w:eastAsia="Times New Roman" w:hAnsi="Arial" w:cs="Arial"/>
          <w:bCs/>
          <w:lang w:val="pl-PL" w:eastAsia="pl-PL"/>
        </w:rPr>
        <w:t>Powiat Jarociński</w:t>
      </w:r>
    </w:p>
    <w:p w14:paraId="6D1A5C85" w14:textId="21186C8D" w:rsidR="00045861" w:rsidRPr="00F744E4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F744E4">
        <w:rPr>
          <w:rFonts w:ascii="Arial" w:eastAsia="Times New Roman" w:hAnsi="Arial" w:cs="Arial"/>
          <w:bCs/>
          <w:lang w:val="pl-PL" w:eastAsia="pl-PL"/>
        </w:rPr>
        <w:tab/>
      </w:r>
      <w:r w:rsidRPr="00F744E4">
        <w:rPr>
          <w:rFonts w:ascii="Arial" w:eastAsia="Times New Roman" w:hAnsi="Arial" w:cs="Arial"/>
          <w:bCs/>
          <w:lang w:val="pl-PL" w:eastAsia="pl-PL"/>
        </w:rPr>
        <w:tab/>
      </w:r>
      <w:r w:rsidRPr="00F744E4">
        <w:rPr>
          <w:rFonts w:ascii="Arial" w:eastAsia="Times New Roman" w:hAnsi="Arial" w:cs="Arial"/>
          <w:bCs/>
          <w:lang w:val="pl-PL" w:eastAsia="pl-PL"/>
        </w:rPr>
        <w:tab/>
      </w:r>
      <w:r w:rsidR="00D60B94" w:rsidRPr="00F744E4">
        <w:rPr>
          <w:rFonts w:ascii="Arial" w:eastAsia="Times New Roman" w:hAnsi="Arial" w:cs="Arial"/>
          <w:bCs/>
          <w:lang w:val="pl-PL" w:eastAsia="pl-PL"/>
        </w:rPr>
        <w:tab/>
      </w:r>
      <w:r w:rsidR="00B85839" w:rsidRPr="00F744E4">
        <w:rPr>
          <w:rFonts w:ascii="Arial" w:eastAsia="Times New Roman" w:hAnsi="Arial" w:cs="Arial"/>
          <w:bCs/>
          <w:lang w:val="pl-PL" w:eastAsia="pl-PL"/>
        </w:rPr>
        <w:t>Al. Niepodległości 10</w:t>
      </w:r>
    </w:p>
    <w:p w14:paraId="275C4A69" w14:textId="66AF113B" w:rsidR="00045861" w:rsidRPr="00F744E4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F744E4">
        <w:rPr>
          <w:rFonts w:ascii="Arial" w:eastAsia="Times New Roman" w:hAnsi="Arial" w:cs="Arial"/>
          <w:bCs/>
          <w:lang w:val="pl-PL" w:eastAsia="pl-PL"/>
        </w:rPr>
        <w:tab/>
      </w:r>
      <w:r w:rsidRPr="00F744E4">
        <w:rPr>
          <w:rFonts w:ascii="Arial" w:eastAsia="Times New Roman" w:hAnsi="Arial" w:cs="Arial"/>
          <w:bCs/>
          <w:lang w:val="pl-PL" w:eastAsia="pl-PL"/>
        </w:rPr>
        <w:tab/>
      </w:r>
      <w:r w:rsidRPr="00F744E4">
        <w:rPr>
          <w:rFonts w:ascii="Arial" w:eastAsia="Times New Roman" w:hAnsi="Arial" w:cs="Arial"/>
          <w:bCs/>
          <w:lang w:val="pl-PL" w:eastAsia="pl-PL"/>
        </w:rPr>
        <w:tab/>
      </w:r>
      <w:r w:rsidR="00D60B94" w:rsidRPr="00F744E4">
        <w:rPr>
          <w:rFonts w:ascii="Arial" w:eastAsia="Times New Roman" w:hAnsi="Arial" w:cs="Arial"/>
          <w:bCs/>
          <w:lang w:val="pl-PL" w:eastAsia="pl-PL"/>
        </w:rPr>
        <w:tab/>
      </w:r>
      <w:r w:rsidR="00B85839" w:rsidRPr="00F744E4">
        <w:rPr>
          <w:rFonts w:ascii="Arial" w:eastAsia="Times New Roman" w:hAnsi="Arial" w:cs="Arial"/>
          <w:bCs/>
          <w:lang w:val="pl-PL" w:eastAsia="pl-PL"/>
        </w:rPr>
        <w:t>63-200 Jarocin</w:t>
      </w:r>
    </w:p>
    <w:p w14:paraId="2A2F37E5" w14:textId="77777777" w:rsidR="00045861" w:rsidRPr="00F744E4" w:rsidRDefault="00045861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F744E4">
        <w:rPr>
          <w:rFonts w:ascii="Arial" w:eastAsia="Times New Roman" w:hAnsi="Arial" w:cs="Arial"/>
          <w:b/>
          <w:lang w:val="pl-PL" w:eastAsia="pl-PL"/>
        </w:rPr>
        <w:t>Wykonawca:</w:t>
      </w:r>
    </w:p>
    <w:p w14:paraId="70801911" w14:textId="79CD651D" w:rsidR="00045861" w:rsidRPr="00F744E4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F744E4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49B720E1" w:rsidR="00045861" w:rsidRPr="00F744E4" w:rsidRDefault="00B8281B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F744E4">
        <w:rPr>
          <w:rFonts w:ascii="Arial" w:eastAsia="Times New Roman" w:hAnsi="Arial" w:cs="Arial"/>
          <w:i/>
          <w:lang w:val="pl-PL" w:eastAsia="pl-PL"/>
        </w:rPr>
        <w:t xml:space="preserve">(pełna nazwa/firma, </w:t>
      </w:r>
      <w:r w:rsidR="00045861" w:rsidRPr="00F744E4">
        <w:rPr>
          <w:rFonts w:ascii="Arial" w:eastAsia="Times New Roman" w:hAnsi="Arial" w:cs="Arial"/>
          <w:i/>
          <w:lang w:val="pl-PL" w:eastAsia="pl-PL"/>
        </w:rPr>
        <w:t>s</w:t>
      </w:r>
      <w:r w:rsidRPr="00F744E4">
        <w:rPr>
          <w:rFonts w:ascii="Arial" w:eastAsia="Times New Roman" w:hAnsi="Arial" w:cs="Arial"/>
          <w:i/>
          <w:lang w:val="pl-PL" w:eastAsia="pl-PL"/>
        </w:rPr>
        <w:t>iedziba</w:t>
      </w:r>
      <w:r w:rsidR="00045861" w:rsidRPr="00F744E4">
        <w:rPr>
          <w:rFonts w:ascii="Arial" w:eastAsia="Times New Roman" w:hAnsi="Arial" w:cs="Arial"/>
          <w:i/>
          <w:lang w:val="pl-PL" w:eastAsia="pl-PL"/>
        </w:rPr>
        <w:t>, w zależności od podmiotu: NIP/PESEL, KRS/CEiDG)</w:t>
      </w:r>
    </w:p>
    <w:p w14:paraId="48E8C225" w14:textId="77777777" w:rsidR="00045861" w:rsidRPr="00F744E4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F744E4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F744E4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F744E4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0E68724F" w:rsidR="00045861" w:rsidRPr="00F744E4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F744E4">
        <w:rPr>
          <w:rFonts w:ascii="Arial" w:eastAsia="Times New Roman" w:hAnsi="Arial" w:cs="Arial"/>
          <w:i/>
          <w:lang w:val="pl-PL" w:eastAsia="pl-PL"/>
        </w:rPr>
        <w:t>(imię, n</w:t>
      </w:r>
      <w:r w:rsidR="009A1AE8" w:rsidRPr="00F744E4">
        <w:rPr>
          <w:rFonts w:ascii="Arial" w:eastAsia="Times New Roman" w:hAnsi="Arial" w:cs="Arial"/>
          <w:i/>
          <w:lang w:val="pl-PL" w:eastAsia="pl-PL"/>
        </w:rPr>
        <w:t>azwisko, stanowisko/podstawa do</w:t>
      </w:r>
      <w:r w:rsidRPr="00F744E4">
        <w:rPr>
          <w:rFonts w:ascii="Arial" w:eastAsia="Times New Roman" w:hAnsi="Arial" w:cs="Arial"/>
          <w:i/>
          <w:lang w:val="pl-PL" w:eastAsia="pl-PL"/>
        </w:rPr>
        <w:t xml:space="preserve"> reprezentacji)</w:t>
      </w:r>
    </w:p>
    <w:p w14:paraId="59B6DA22" w14:textId="47A744DC" w:rsidR="00106061" w:rsidRPr="00F744E4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56DB33C6" w14:textId="6586CDDC" w:rsidR="00106061" w:rsidRPr="00F744E4" w:rsidRDefault="00D60B94" w:rsidP="00106061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F744E4">
        <w:rPr>
          <w:rFonts w:ascii="Arial" w:eastAsia="Times New Roman" w:hAnsi="Arial" w:cs="Arial"/>
          <w:b/>
          <w:u w:val="single"/>
          <w:lang w:val="pl-PL" w:eastAsia="pl-PL"/>
        </w:rPr>
        <w:t>Oświadczenie W</w:t>
      </w:r>
      <w:r w:rsidR="00106061" w:rsidRPr="00F744E4">
        <w:rPr>
          <w:rFonts w:ascii="Arial" w:eastAsia="Times New Roman" w:hAnsi="Arial" w:cs="Arial"/>
          <w:b/>
          <w:u w:val="single"/>
          <w:lang w:val="pl-PL" w:eastAsia="pl-PL"/>
        </w:rPr>
        <w:t xml:space="preserve">ykonawcy </w:t>
      </w:r>
    </w:p>
    <w:p w14:paraId="07AC5C97" w14:textId="77777777" w:rsidR="00D60B94" w:rsidRPr="00F744E4" w:rsidRDefault="00106061" w:rsidP="00106061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F744E4">
        <w:rPr>
          <w:rFonts w:ascii="Arial" w:eastAsia="Times New Roman" w:hAnsi="Arial" w:cs="Arial"/>
          <w:b/>
          <w:lang w:val="pl-PL" w:eastAsia="pl-PL"/>
        </w:rPr>
        <w:t xml:space="preserve">składane na podstawie art. </w:t>
      </w:r>
      <w:r w:rsidR="00D60B94" w:rsidRPr="00F744E4">
        <w:rPr>
          <w:rFonts w:ascii="Arial" w:eastAsia="Times New Roman" w:hAnsi="Arial" w:cs="Arial"/>
          <w:b/>
          <w:lang w:val="pl-PL" w:eastAsia="pl-PL"/>
        </w:rPr>
        <w:t>125 ust. 1 ustawy z dnia 11</w:t>
      </w:r>
      <w:r w:rsidRPr="00F744E4">
        <w:rPr>
          <w:rFonts w:ascii="Arial" w:eastAsia="Times New Roman" w:hAnsi="Arial" w:cs="Arial"/>
          <w:b/>
          <w:lang w:val="pl-PL" w:eastAsia="pl-PL"/>
        </w:rPr>
        <w:t xml:space="preserve"> </w:t>
      </w:r>
      <w:r w:rsidR="00D60B94" w:rsidRPr="00F744E4">
        <w:rPr>
          <w:rFonts w:ascii="Arial" w:eastAsia="Times New Roman" w:hAnsi="Arial" w:cs="Arial"/>
          <w:b/>
          <w:lang w:val="pl-PL" w:eastAsia="pl-PL"/>
        </w:rPr>
        <w:t>września 2019</w:t>
      </w:r>
      <w:r w:rsidRPr="00F744E4">
        <w:rPr>
          <w:rFonts w:ascii="Arial" w:eastAsia="Times New Roman" w:hAnsi="Arial" w:cs="Arial"/>
          <w:b/>
          <w:lang w:val="pl-PL" w:eastAsia="pl-PL"/>
        </w:rPr>
        <w:t xml:space="preserve"> r.</w:t>
      </w:r>
      <w:r w:rsidR="00D60B94" w:rsidRPr="00F744E4">
        <w:rPr>
          <w:rFonts w:ascii="Arial" w:eastAsia="Times New Roman" w:hAnsi="Arial" w:cs="Arial"/>
          <w:b/>
          <w:lang w:val="pl-PL" w:eastAsia="pl-PL"/>
        </w:rPr>
        <w:t xml:space="preserve"> </w:t>
      </w:r>
    </w:p>
    <w:p w14:paraId="60612D9A" w14:textId="6F33B5F8" w:rsidR="00106061" w:rsidRPr="00F744E4" w:rsidRDefault="00D60B94" w:rsidP="00106061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F744E4">
        <w:rPr>
          <w:rFonts w:ascii="Arial" w:eastAsia="Times New Roman" w:hAnsi="Arial" w:cs="Arial"/>
          <w:b/>
          <w:lang w:val="pl-PL" w:eastAsia="pl-PL"/>
        </w:rPr>
        <w:t xml:space="preserve">– </w:t>
      </w:r>
      <w:r w:rsidR="00106061" w:rsidRPr="00F744E4">
        <w:rPr>
          <w:rFonts w:ascii="Arial" w:eastAsia="Times New Roman" w:hAnsi="Arial" w:cs="Arial"/>
          <w:b/>
          <w:lang w:val="pl-PL" w:eastAsia="pl-PL"/>
        </w:rPr>
        <w:t xml:space="preserve"> Prawo zamówień pub</w:t>
      </w:r>
      <w:r w:rsidRPr="00F744E4">
        <w:rPr>
          <w:rFonts w:ascii="Arial" w:eastAsia="Times New Roman" w:hAnsi="Arial" w:cs="Arial"/>
          <w:b/>
          <w:lang w:val="pl-PL" w:eastAsia="pl-PL"/>
        </w:rPr>
        <w:t>licznych (dalej jako: ustawa PZP</w:t>
      </w:r>
      <w:r w:rsidR="00106061" w:rsidRPr="00F744E4">
        <w:rPr>
          <w:rFonts w:ascii="Arial" w:eastAsia="Times New Roman" w:hAnsi="Arial" w:cs="Arial"/>
          <w:b/>
          <w:lang w:val="pl-PL" w:eastAsia="pl-PL"/>
        </w:rPr>
        <w:t xml:space="preserve">), </w:t>
      </w:r>
    </w:p>
    <w:p w14:paraId="0B1F62BC" w14:textId="4453F592" w:rsidR="00106061" w:rsidRPr="00F744E4" w:rsidRDefault="00106061" w:rsidP="00106061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F744E4">
        <w:rPr>
          <w:rFonts w:ascii="Arial" w:eastAsia="Times New Roman" w:hAnsi="Arial" w:cs="Arial"/>
          <w:b/>
          <w:u w:val="single"/>
          <w:lang w:val="pl-PL" w:eastAsia="pl-PL"/>
        </w:rPr>
        <w:t xml:space="preserve">DOTYCZĄCE SPEŁNIANIA </w:t>
      </w:r>
      <w:r w:rsidR="00D60B94" w:rsidRPr="00F744E4">
        <w:rPr>
          <w:rFonts w:ascii="Arial" w:eastAsia="Times New Roman" w:hAnsi="Arial" w:cs="Arial"/>
          <w:b/>
          <w:u w:val="single"/>
          <w:lang w:val="pl-PL" w:eastAsia="pl-PL"/>
        </w:rPr>
        <w:t>WARUNKÓW UDZIAŁU W POSTĘPOWANIU</w:t>
      </w:r>
    </w:p>
    <w:p w14:paraId="4E1B8E74" w14:textId="77777777" w:rsidR="00106061" w:rsidRPr="00F744E4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1797B7A8" w14:textId="6FFCDA1E" w:rsidR="006F13BF" w:rsidRPr="00F744E4" w:rsidRDefault="006F13BF" w:rsidP="00B03AA9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F744E4">
        <w:rPr>
          <w:rFonts w:ascii="Arial" w:eastAsia="Times New Roman" w:hAnsi="Arial" w:cs="Arial"/>
          <w:lang w:val="pl-PL" w:eastAsia="pl-PL"/>
        </w:rPr>
        <w:t>Na potrzeby postępowania o udzielenie zamówienia publicznego prowadzonego w trybie podstawowym o jakim stanowi art. 275 pkt 2</w:t>
      </w:r>
      <w:r w:rsidR="00514D80" w:rsidRPr="00F744E4">
        <w:rPr>
          <w:rFonts w:ascii="Arial" w:eastAsia="Times New Roman" w:hAnsi="Arial" w:cs="Arial"/>
          <w:lang w:val="pl-PL" w:eastAsia="pl-PL"/>
        </w:rPr>
        <w:t xml:space="preserve"> </w:t>
      </w:r>
      <w:r w:rsidRPr="00F744E4">
        <w:rPr>
          <w:rFonts w:ascii="Arial" w:eastAsia="Times New Roman" w:hAnsi="Arial" w:cs="Arial"/>
          <w:lang w:val="pl-PL" w:eastAsia="pl-PL"/>
        </w:rPr>
        <w:t>ustawy z dnia 11 września 2019 r. – Prawo zamówień</w:t>
      </w:r>
      <w:r w:rsidR="00320DEA" w:rsidRPr="00F744E4">
        <w:rPr>
          <w:rFonts w:ascii="Arial" w:eastAsia="Times New Roman" w:hAnsi="Arial" w:cs="Arial"/>
          <w:lang w:val="pl-PL" w:eastAsia="pl-PL"/>
        </w:rPr>
        <w:t xml:space="preserve"> publicznych na </w:t>
      </w:r>
      <w:r w:rsidR="00483309" w:rsidRPr="00F744E4">
        <w:rPr>
          <w:rFonts w:ascii="Arial" w:eastAsia="Times New Roman" w:hAnsi="Arial" w:cs="Arial"/>
          <w:lang w:val="pl-PL" w:eastAsia="pl-PL"/>
        </w:rPr>
        <w:t>usługę</w:t>
      </w:r>
      <w:r w:rsidRPr="00F744E4">
        <w:rPr>
          <w:rFonts w:ascii="Arial" w:eastAsia="Times New Roman" w:hAnsi="Arial" w:cs="Arial"/>
          <w:lang w:val="pl-PL" w:eastAsia="pl-PL"/>
        </w:rPr>
        <w:t xml:space="preserve"> pn.: </w:t>
      </w:r>
      <w:r w:rsidR="00B8281B" w:rsidRPr="00F744E4">
        <w:rPr>
          <w:rFonts w:ascii="Arial" w:eastAsia="Times New Roman" w:hAnsi="Arial" w:cs="Arial"/>
          <w:lang w:val="pl-PL" w:eastAsia="pl-PL"/>
        </w:rPr>
        <w:t>„</w:t>
      </w:r>
      <w:r w:rsidR="00483309" w:rsidRPr="00F744E4">
        <w:rPr>
          <w:rFonts w:ascii="Arial" w:eastAsia="Times New Roman" w:hAnsi="Arial" w:cs="Arial"/>
          <w:lang w:val="pl-PL" w:eastAsia="pl-PL"/>
        </w:rPr>
        <w:t>Rewaloryza</w:t>
      </w:r>
      <w:r w:rsidR="00BE4B4B" w:rsidRPr="00F744E4">
        <w:rPr>
          <w:rFonts w:ascii="Arial" w:eastAsia="Times New Roman" w:hAnsi="Arial" w:cs="Arial"/>
          <w:lang w:val="pl-PL" w:eastAsia="pl-PL"/>
        </w:rPr>
        <w:t>cja parku zabytkowego w Górze</w:t>
      </w:r>
      <w:r w:rsidR="00483309" w:rsidRPr="00F744E4">
        <w:rPr>
          <w:rFonts w:ascii="Arial" w:eastAsia="Times New Roman" w:hAnsi="Arial" w:cs="Arial"/>
          <w:lang w:val="pl-PL" w:eastAsia="pl-PL"/>
        </w:rPr>
        <w:t xml:space="preserve"> – etap I</w:t>
      </w:r>
      <w:r w:rsidR="004C6D35" w:rsidRPr="00F744E4">
        <w:rPr>
          <w:rFonts w:ascii="Arial" w:eastAsia="Times New Roman" w:hAnsi="Arial" w:cs="Arial"/>
          <w:lang w:val="pl-PL" w:eastAsia="pl-PL"/>
        </w:rPr>
        <w:t>”</w:t>
      </w:r>
    </w:p>
    <w:p w14:paraId="39BF2D8C" w14:textId="77777777" w:rsidR="00AE030B" w:rsidRPr="00F744E4" w:rsidRDefault="00AE030B" w:rsidP="006F13BF">
      <w:pPr>
        <w:spacing w:after="0" w:line="240" w:lineRule="auto"/>
        <w:jc w:val="both"/>
        <w:rPr>
          <w:rFonts w:ascii="Arial" w:eastAsia="Times New Roman" w:hAnsi="Arial" w:cs="Arial"/>
          <w:lang w:val="pl-PL" w:eastAsia="pl-PL"/>
        </w:rPr>
      </w:pPr>
    </w:p>
    <w:p w14:paraId="5F173775" w14:textId="77777777" w:rsidR="00106061" w:rsidRPr="00F744E4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F744E4">
        <w:rPr>
          <w:rFonts w:ascii="Arial" w:eastAsia="Times New Roman" w:hAnsi="Arial" w:cs="Arial"/>
          <w:lang w:val="pl-PL" w:eastAsia="pl-PL"/>
        </w:rPr>
        <w:t>oświadczam, co następuje:</w:t>
      </w:r>
    </w:p>
    <w:p w14:paraId="537EECC6" w14:textId="432536AA" w:rsidR="00106061" w:rsidRPr="00F744E4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sz w:val="16"/>
          <w:lang w:val="pl-PL" w:eastAsia="pl-PL"/>
        </w:rPr>
      </w:pPr>
    </w:p>
    <w:p w14:paraId="384D4D81" w14:textId="25DFC822" w:rsidR="000F4870" w:rsidRPr="00F744E4" w:rsidRDefault="0044424B" w:rsidP="000F4870">
      <w:pPr>
        <w:shd w:val="clear" w:color="auto" w:fill="D9D9D9" w:themeFill="background1" w:themeFillShade="D9"/>
        <w:spacing w:after="0" w:line="240" w:lineRule="auto"/>
        <w:rPr>
          <w:rFonts w:ascii="Arial" w:eastAsia="Calibri" w:hAnsi="Arial" w:cs="Arial"/>
          <w:b/>
          <w:szCs w:val="26"/>
          <w:lang w:val="pl-PL"/>
        </w:rPr>
      </w:pPr>
      <w:r w:rsidRPr="00F744E4">
        <w:rPr>
          <w:rFonts w:ascii="Arial" w:eastAsia="Calibri" w:hAnsi="Arial" w:cs="Arial"/>
          <w:b/>
          <w:szCs w:val="26"/>
          <w:lang w:val="pl-PL"/>
        </w:rPr>
        <w:t xml:space="preserve">*  </w:t>
      </w:r>
      <w:r w:rsidR="000F4870" w:rsidRPr="00F744E4">
        <w:rPr>
          <w:rFonts w:ascii="Arial" w:eastAsia="Calibri" w:hAnsi="Arial" w:cs="Arial"/>
          <w:b/>
          <w:szCs w:val="26"/>
          <w:lang w:val="pl-PL"/>
        </w:rPr>
        <w:t>INFORMACJA DOTYCZĄCA WYKONAWCY:</w:t>
      </w:r>
    </w:p>
    <w:p w14:paraId="22D3167F" w14:textId="77777777" w:rsidR="00106061" w:rsidRPr="00F744E4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1712C468" w14:textId="3E3B529A" w:rsidR="00106061" w:rsidRPr="00F744E4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F744E4">
        <w:rPr>
          <w:rFonts w:ascii="Arial" w:eastAsia="Times New Roman" w:hAnsi="Arial" w:cs="Arial"/>
          <w:lang w:val="pl-PL" w:eastAsia="pl-PL"/>
        </w:rPr>
        <w:t xml:space="preserve">Oświadczam, że spełniam warunki udziału w postępowaniu określone przez Zamawiającego w Specyfikacji </w:t>
      </w:r>
      <w:r w:rsidR="00AE2426" w:rsidRPr="00F744E4">
        <w:rPr>
          <w:rFonts w:ascii="Arial" w:eastAsia="Times New Roman" w:hAnsi="Arial" w:cs="Arial"/>
          <w:lang w:val="pl-PL" w:eastAsia="pl-PL"/>
        </w:rPr>
        <w:t>Warunków Zamówienia w rozdziale</w:t>
      </w:r>
      <w:r w:rsidRPr="00F744E4">
        <w:rPr>
          <w:rFonts w:ascii="Arial" w:eastAsia="Times New Roman" w:hAnsi="Arial" w:cs="Arial"/>
          <w:lang w:val="pl-PL" w:eastAsia="pl-PL"/>
        </w:rPr>
        <w:t xml:space="preserve"> V</w:t>
      </w:r>
      <w:r w:rsidR="00AE2426" w:rsidRPr="00F744E4">
        <w:rPr>
          <w:rFonts w:ascii="Arial" w:eastAsia="Times New Roman" w:hAnsi="Arial" w:cs="Arial"/>
          <w:lang w:val="pl-PL" w:eastAsia="pl-PL"/>
        </w:rPr>
        <w:t>III pkt 2</w:t>
      </w:r>
      <w:r w:rsidRPr="00F744E4">
        <w:rPr>
          <w:rFonts w:ascii="Arial" w:eastAsia="Times New Roman" w:hAnsi="Arial" w:cs="Arial"/>
          <w:lang w:val="pl-PL" w:eastAsia="pl-PL"/>
        </w:rPr>
        <w:t>.</w:t>
      </w:r>
    </w:p>
    <w:p w14:paraId="1345005F" w14:textId="38D156C1" w:rsidR="006A786F" w:rsidRPr="00F744E4" w:rsidRDefault="006A786F" w:rsidP="006A786F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51F9ED40" w14:textId="75ADD443" w:rsidR="004A2BF5" w:rsidRPr="00F744E4" w:rsidRDefault="005E7641" w:rsidP="005E7641">
      <w:pPr>
        <w:shd w:val="clear" w:color="auto" w:fill="D9D9D9" w:themeFill="background1" w:themeFillShade="D9"/>
        <w:spacing w:after="0" w:line="240" w:lineRule="auto"/>
        <w:rPr>
          <w:rFonts w:ascii="Arial" w:eastAsia="Calibri" w:hAnsi="Arial" w:cs="Arial"/>
          <w:b/>
          <w:szCs w:val="26"/>
          <w:lang w:val="pl-PL"/>
        </w:rPr>
      </w:pPr>
      <w:r w:rsidRPr="00F744E4">
        <w:rPr>
          <w:rFonts w:ascii="Arial" w:eastAsia="Calibri" w:hAnsi="Arial" w:cs="Arial"/>
          <w:b/>
          <w:szCs w:val="26"/>
          <w:lang w:val="pl-PL"/>
        </w:rPr>
        <w:t xml:space="preserve">*  </w:t>
      </w:r>
      <w:r w:rsidR="004A2BF5" w:rsidRPr="00F744E4">
        <w:rPr>
          <w:rFonts w:ascii="Arial" w:eastAsia="Calibri" w:hAnsi="Arial" w:cs="Arial"/>
          <w:b/>
          <w:szCs w:val="26"/>
          <w:lang w:val="pl-PL"/>
        </w:rPr>
        <w:t>INFORMACJA W ZWIĄZKU Z POLEGANIEM NA ZASOBACH INNYCH PODMIOTÓW:</w:t>
      </w:r>
    </w:p>
    <w:p w14:paraId="42FBCC35" w14:textId="77777777" w:rsidR="004A2BF5" w:rsidRPr="00F744E4" w:rsidRDefault="004A2BF5" w:rsidP="004A2BF5">
      <w:pPr>
        <w:spacing w:after="0" w:line="276" w:lineRule="auto"/>
        <w:jc w:val="both"/>
        <w:rPr>
          <w:rFonts w:ascii="Arial" w:eastAsia="Times New Roman" w:hAnsi="Arial" w:cs="Arial"/>
          <w:sz w:val="14"/>
          <w:lang w:val="pl-PL" w:eastAsia="pl-PL"/>
        </w:rPr>
      </w:pPr>
    </w:p>
    <w:p w14:paraId="27FC024B" w14:textId="0D0412E2" w:rsidR="004A2BF5" w:rsidRPr="00F744E4" w:rsidRDefault="004A2BF5" w:rsidP="004A2BF5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F744E4">
        <w:rPr>
          <w:rFonts w:ascii="Arial" w:eastAsia="Times New Roman" w:hAnsi="Arial" w:cs="Arial"/>
          <w:lang w:val="pl-PL" w:eastAsia="pl-PL"/>
        </w:rPr>
        <w:t>Oświadczam, że w celu wykazania spełniania warunków udziału w postępowaniu, określonych przez Zamawiającego w Specyfikacji Warunków Zamówienia</w:t>
      </w:r>
      <w:r w:rsidR="00A118D8" w:rsidRPr="00F744E4">
        <w:rPr>
          <w:rFonts w:ascii="Arial" w:eastAsia="Times New Roman" w:hAnsi="Arial" w:cs="Arial"/>
          <w:lang w:val="pl-PL" w:eastAsia="pl-PL"/>
        </w:rPr>
        <w:t xml:space="preserve"> w</w:t>
      </w:r>
      <w:r w:rsidRPr="00F744E4">
        <w:rPr>
          <w:rFonts w:ascii="Arial" w:eastAsia="Times New Roman" w:hAnsi="Arial" w:cs="Arial"/>
          <w:lang w:val="pl-PL" w:eastAsia="pl-PL"/>
        </w:rPr>
        <w:t xml:space="preserve"> rozdziale VII</w:t>
      </w:r>
      <w:r w:rsidR="00A118D8" w:rsidRPr="00F744E4">
        <w:rPr>
          <w:rFonts w:ascii="Arial" w:eastAsia="Times New Roman" w:hAnsi="Arial" w:cs="Arial"/>
          <w:lang w:val="pl-PL" w:eastAsia="pl-PL"/>
        </w:rPr>
        <w:t>I pkt 2</w:t>
      </w:r>
      <w:r w:rsidRPr="00F744E4">
        <w:rPr>
          <w:rFonts w:ascii="Arial" w:eastAsia="Times New Roman" w:hAnsi="Arial" w:cs="Arial"/>
          <w:lang w:val="pl-PL" w:eastAsia="pl-PL"/>
        </w:rPr>
        <w:t xml:space="preserve"> polegam na zasobach następującego/ych podmiotu/ów: </w:t>
      </w:r>
    </w:p>
    <w:p w14:paraId="235C1121" w14:textId="4CDEB81D" w:rsidR="004A2BF5" w:rsidRPr="00F744E4" w:rsidRDefault="004A2BF5" w:rsidP="004A2BF5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F744E4">
        <w:rPr>
          <w:rFonts w:ascii="Arial" w:eastAsia="Times New Roman" w:hAnsi="Arial" w:cs="Arial"/>
          <w:lang w:val="pl-PL" w:eastAsia="pl-PL"/>
        </w:rPr>
        <w:t>__________________________________________________________________________</w:t>
      </w:r>
    </w:p>
    <w:p w14:paraId="7B81B19E" w14:textId="77777777" w:rsidR="004A2BF5" w:rsidRPr="00F744E4" w:rsidRDefault="004A2BF5" w:rsidP="004A2BF5">
      <w:pPr>
        <w:spacing w:after="0" w:line="276" w:lineRule="auto"/>
        <w:rPr>
          <w:rFonts w:ascii="Verdana" w:eastAsia="Times New Roman" w:hAnsi="Verdana" w:cs="Arial"/>
          <w:sz w:val="20"/>
          <w:szCs w:val="20"/>
          <w:lang w:val="pl-PL" w:eastAsia="pl-PL"/>
        </w:rPr>
      </w:pPr>
    </w:p>
    <w:p w14:paraId="2BF70435" w14:textId="05D7FAFD" w:rsidR="004A2BF5" w:rsidRPr="00F744E4" w:rsidRDefault="004A2BF5" w:rsidP="004A2BF5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F744E4">
        <w:rPr>
          <w:rFonts w:ascii="Arial" w:eastAsia="Times New Roman" w:hAnsi="Arial" w:cs="Arial"/>
          <w:szCs w:val="20"/>
          <w:lang w:val="pl-PL" w:eastAsia="pl-PL"/>
        </w:rPr>
        <w:t>w następującym zakresie:</w:t>
      </w:r>
      <w:r w:rsidRPr="00F744E4">
        <w:rPr>
          <w:rFonts w:ascii="Verdana" w:eastAsia="Times New Roman" w:hAnsi="Verdana" w:cs="Arial"/>
          <w:szCs w:val="20"/>
          <w:lang w:val="pl-PL" w:eastAsia="pl-PL"/>
        </w:rPr>
        <w:t xml:space="preserve"> </w:t>
      </w:r>
      <w:r w:rsidRPr="00F744E4">
        <w:rPr>
          <w:rFonts w:ascii="Arial" w:eastAsia="Times New Roman" w:hAnsi="Arial" w:cs="Arial"/>
          <w:lang w:val="pl-PL" w:eastAsia="pl-PL"/>
        </w:rPr>
        <w:t>_________________________________________________</w:t>
      </w:r>
      <w:r w:rsidR="00A118D8" w:rsidRPr="00F744E4">
        <w:rPr>
          <w:rFonts w:ascii="Arial" w:eastAsia="Times New Roman" w:hAnsi="Arial" w:cs="Arial"/>
          <w:lang w:val="pl-PL" w:eastAsia="pl-PL"/>
        </w:rPr>
        <w:t>_________________________</w:t>
      </w:r>
    </w:p>
    <w:p w14:paraId="75361616" w14:textId="66033BB0" w:rsidR="00EF008E" w:rsidRPr="00F744E4" w:rsidRDefault="004A2BF5" w:rsidP="004C6ED5">
      <w:pPr>
        <w:spacing w:after="0" w:line="276" w:lineRule="auto"/>
        <w:jc w:val="center"/>
        <w:rPr>
          <w:rFonts w:ascii="Arial" w:eastAsia="Times New Roman" w:hAnsi="Arial" w:cs="Arial"/>
          <w:i/>
          <w:sz w:val="20"/>
          <w:lang w:val="pl-PL" w:eastAsia="pl-PL"/>
        </w:rPr>
      </w:pPr>
      <w:r w:rsidRPr="00F744E4">
        <w:rPr>
          <w:rFonts w:ascii="Arial" w:eastAsia="Times New Roman" w:hAnsi="Arial" w:cs="Arial"/>
          <w:i/>
          <w:sz w:val="20"/>
          <w:lang w:val="pl-PL" w:eastAsia="pl-PL"/>
        </w:rPr>
        <w:t>(wskazać podmiot i określić odpowiedni zakres dla wskazanego podmiotu)</w:t>
      </w:r>
    </w:p>
    <w:p w14:paraId="2515AA5A" w14:textId="46F31CED" w:rsidR="00B03AA9" w:rsidRPr="00F744E4" w:rsidRDefault="00B03AA9" w:rsidP="004C6ED5">
      <w:pPr>
        <w:spacing w:after="0" w:line="276" w:lineRule="auto"/>
        <w:jc w:val="center"/>
        <w:rPr>
          <w:rFonts w:ascii="Arial" w:eastAsia="Times New Roman" w:hAnsi="Arial" w:cs="Arial"/>
          <w:i/>
          <w:sz w:val="20"/>
          <w:lang w:val="pl-PL" w:eastAsia="pl-PL"/>
        </w:rPr>
      </w:pPr>
    </w:p>
    <w:p w14:paraId="77A98F54" w14:textId="77777777" w:rsidR="000E79F0" w:rsidRPr="00F744E4" w:rsidRDefault="000E79F0" w:rsidP="004C6ED5">
      <w:pPr>
        <w:spacing w:after="0" w:line="276" w:lineRule="auto"/>
        <w:jc w:val="center"/>
        <w:rPr>
          <w:rFonts w:ascii="Arial" w:eastAsia="Times New Roman" w:hAnsi="Arial" w:cs="Arial"/>
          <w:i/>
          <w:sz w:val="20"/>
          <w:lang w:val="pl-PL" w:eastAsia="pl-PL"/>
        </w:rPr>
      </w:pPr>
    </w:p>
    <w:p w14:paraId="2DDA06E7" w14:textId="1B7CEAA4" w:rsidR="005E7641" w:rsidRPr="00F744E4" w:rsidRDefault="005E7641" w:rsidP="005E7641">
      <w:pPr>
        <w:shd w:val="clear" w:color="auto" w:fill="D9D9D9" w:themeFill="background1" w:themeFillShade="D9"/>
        <w:spacing w:after="0" w:line="240" w:lineRule="auto"/>
        <w:ind w:left="284" w:hanging="284"/>
        <w:jc w:val="both"/>
        <w:rPr>
          <w:rFonts w:ascii="Arial" w:eastAsia="Calibri" w:hAnsi="Arial" w:cs="Arial"/>
          <w:b/>
          <w:szCs w:val="26"/>
          <w:lang w:val="pl-PL"/>
        </w:rPr>
      </w:pPr>
      <w:r w:rsidRPr="00F744E4">
        <w:rPr>
          <w:rFonts w:ascii="Arial" w:eastAsia="Calibri" w:hAnsi="Arial" w:cs="Arial"/>
          <w:b/>
          <w:szCs w:val="26"/>
          <w:lang w:val="pl-PL"/>
        </w:rPr>
        <w:lastRenderedPageBreak/>
        <w:t>* INFORMACJA DOTYCZĄCA WYKONAWCÓW WSPÓLNIE UBIEGAJĄCYCH SIĘ O UDZIELENIE ZAMÓWIENIA</w:t>
      </w:r>
    </w:p>
    <w:p w14:paraId="2047999F" w14:textId="77777777" w:rsidR="005E7641" w:rsidRPr="00F744E4" w:rsidRDefault="005E7641" w:rsidP="005E7641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05DE97B9" w14:textId="2CA15890" w:rsidR="005E7641" w:rsidRPr="00F744E4" w:rsidRDefault="005E7641" w:rsidP="005E7641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F744E4">
        <w:rPr>
          <w:rFonts w:ascii="Arial" w:eastAsia="Times New Roman" w:hAnsi="Arial" w:cs="Arial"/>
          <w:lang w:val="pl-PL" w:eastAsia="pl-PL"/>
        </w:rPr>
        <w:t xml:space="preserve">Oświadczam, że spełniam </w:t>
      </w:r>
      <w:r w:rsidR="00FB36BA" w:rsidRPr="00F744E4">
        <w:rPr>
          <w:rFonts w:ascii="Arial" w:eastAsia="Times New Roman" w:hAnsi="Arial" w:cs="Arial"/>
          <w:lang w:val="pl-PL" w:eastAsia="pl-PL"/>
        </w:rPr>
        <w:t>następujący warunek</w:t>
      </w:r>
      <w:r w:rsidRPr="00F744E4">
        <w:rPr>
          <w:rFonts w:ascii="Arial" w:eastAsia="Times New Roman" w:hAnsi="Arial" w:cs="Arial"/>
          <w:lang w:val="pl-PL" w:eastAsia="pl-PL"/>
        </w:rPr>
        <w:t xml:space="preserve"> </w:t>
      </w:r>
      <w:r w:rsidR="00FB36BA" w:rsidRPr="00F744E4">
        <w:rPr>
          <w:rFonts w:ascii="Arial" w:eastAsia="Times New Roman" w:hAnsi="Arial" w:cs="Arial"/>
          <w:lang w:val="pl-PL" w:eastAsia="pl-PL"/>
        </w:rPr>
        <w:t>udziału w postępowaniu określony</w:t>
      </w:r>
      <w:r w:rsidRPr="00F744E4">
        <w:rPr>
          <w:rFonts w:ascii="Arial" w:eastAsia="Times New Roman" w:hAnsi="Arial" w:cs="Arial"/>
          <w:lang w:val="pl-PL" w:eastAsia="pl-PL"/>
        </w:rPr>
        <w:t xml:space="preserve"> przez Zamawiającego w Specyfikacji Warunków Zamówienia w rozdziale VIII pkt 2</w:t>
      </w:r>
      <w:r w:rsidR="00FB36BA" w:rsidRPr="00F744E4">
        <w:rPr>
          <w:rFonts w:ascii="Arial" w:eastAsia="Times New Roman" w:hAnsi="Arial" w:cs="Arial"/>
          <w:lang w:val="pl-PL" w:eastAsia="pl-PL"/>
        </w:rPr>
        <w:t>:</w:t>
      </w:r>
    </w:p>
    <w:p w14:paraId="44CF682D" w14:textId="7EEBFB19" w:rsidR="00FB36BA" w:rsidRPr="00F744E4" w:rsidRDefault="00FB36BA" w:rsidP="005E7641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F744E4">
        <w:rPr>
          <w:rFonts w:ascii="Arial" w:eastAsia="Times New Roman" w:hAnsi="Arial" w:cs="Arial"/>
          <w:lang w:val="pl-PL" w:eastAsia="pl-PL"/>
        </w:rPr>
        <w:t>__________________________________________________________________________</w:t>
      </w:r>
    </w:p>
    <w:p w14:paraId="0E7CCDF5" w14:textId="65FE462C" w:rsidR="004A2BF5" w:rsidRPr="00F744E4" w:rsidRDefault="004A2BF5" w:rsidP="00CF11DE">
      <w:pPr>
        <w:spacing w:after="0" w:line="276" w:lineRule="auto"/>
        <w:jc w:val="both"/>
        <w:rPr>
          <w:rFonts w:ascii="Arial" w:eastAsia="Times New Roman" w:hAnsi="Arial" w:cs="Arial"/>
          <w:sz w:val="18"/>
          <w:szCs w:val="20"/>
          <w:lang w:val="pl-PL" w:eastAsia="pl-PL"/>
        </w:rPr>
      </w:pPr>
    </w:p>
    <w:p w14:paraId="17DC2927" w14:textId="0DC225D5" w:rsidR="00455B56" w:rsidRPr="00F744E4" w:rsidRDefault="00455B56" w:rsidP="000A13A4">
      <w:pPr>
        <w:shd w:val="clear" w:color="auto" w:fill="D9D9D9" w:themeFill="background1" w:themeFillShade="D9"/>
        <w:spacing w:after="0" w:line="276" w:lineRule="auto"/>
        <w:jc w:val="both"/>
        <w:rPr>
          <w:rFonts w:ascii="Arial" w:eastAsia="Times New Roman" w:hAnsi="Arial" w:cs="Arial"/>
          <w:b/>
          <w:szCs w:val="20"/>
          <w:lang w:val="pl-PL" w:eastAsia="pl-PL"/>
        </w:rPr>
      </w:pPr>
      <w:r w:rsidRPr="00F744E4">
        <w:rPr>
          <w:rFonts w:ascii="Arial" w:eastAsia="Times New Roman" w:hAnsi="Arial" w:cs="Arial"/>
          <w:b/>
          <w:szCs w:val="20"/>
          <w:lang w:val="pl-PL" w:eastAsia="pl-PL"/>
        </w:rPr>
        <w:t>OŚWIADCZENIE DOTYCZĄCE PODANYCH INFORMACJI:</w:t>
      </w:r>
    </w:p>
    <w:p w14:paraId="5A5476AC" w14:textId="77777777" w:rsidR="00455B56" w:rsidRPr="00F744E4" w:rsidRDefault="00455B56" w:rsidP="00CF11DE">
      <w:pPr>
        <w:spacing w:after="0" w:line="276" w:lineRule="auto"/>
        <w:jc w:val="both"/>
        <w:rPr>
          <w:rFonts w:ascii="Arial" w:eastAsia="Times New Roman" w:hAnsi="Arial" w:cs="Arial"/>
          <w:sz w:val="18"/>
          <w:szCs w:val="20"/>
          <w:lang w:val="pl-PL" w:eastAsia="pl-PL"/>
        </w:rPr>
      </w:pPr>
    </w:p>
    <w:p w14:paraId="75EE837D" w14:textId="384E7775" w:rsidR="00455B56" w:rsidRPr="00F744E4" w:rsidRDefault="00455B56" w:rsidP="00455B56">
      <w:pPr>
        <w:spacing w:after="0" w:line="276" w:lineRule="auto"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F744E4">
        <w:rPr>
          <w:rFonts w:ascii="Arial" w:eastAsia="Times New Roman" w:hAnsi="Arial" w:cs="Arial"/>
          <w:szCs w:val="20"/>
          <w:lang w:val="pl-PL" w:eastAsia="pl-PL"/>
        </w:rPr>
        <w:t xml:space="preserve">Oświadczam, że wszystkie informacje podane w powyższych oświadczeniach są aktualne </w:t>
      </w:r>
      <w:r w:rsidRPr="00F744E4">
        <w:rPr>
          <w:rFonts w:ascii="Arial" w:eastAsia="Times New Roman" w:hAnsi="Arial" w:cs="Arial"/>
          <w:szCs w:val="20"/>
          <w:lang w:val="pl-PL" w:eastAsia="pl-PL"/>
        </w:rPr>
        <w:br/>
        <w:t>i zgodne z prawdą oraz zostały przedstawione z pełną świadomością konsekwencji wprowadzenia Zamawiającego w błąd przy przedstawianiu informacji.</w:t>
      </w:r>
    </w:p>
    <w:p w14:paraId="62340B27" w14:textId="77777777" w:rsidR="00455B56" w:rsidRPr="00F744E4" w:rsidRDefault="00455B56" w:rsidP="00A5629E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</w:p>
    <w:p w14:paraId="09D9CE2A" w14:textId="77777777" w:rsidR="005E7641" w:rsidRPr="00F744E4" w:rsidRDefault="005E7641" w:rsidP="005E7641">
      <w:pPr>
        <w:spacing w:after="0" w:line="276" w:lineRule="auto"/>
        <w:rPr>
          <w:rFonts w:ascii="Arial" w:eastAsia="Times New Roman" w:hAnsi="Arial" w:cs="Arial"/>
          <w:bCs/>
          <w:lang w:val="pl-PL" w:eastAsia="pl-PL"/>
        </w:rPr>
      </w:pPr>
    </w:p>
    <w:p w14:paraId="4FFDDD3A" w14:textId="266EF5D6" w:rsidR="00166CD1" w:rsidRPr="00F744E4" w:rsidRDefault="005E7641" w:rsidP="005E7641">
      <w:pPr>
        <w:spacing w:after="0" w:line="276" w:lineRule="auto"/>
        <w:rPr>
          <w:rFonts w:ascii="Arial" w:eastAsia="Times New Roman" w:hAnsi="Arial" w:cs="Arial"/>
          <w:b/>
          <w:bCs/>
          <w:lang w:val="pl-PL" w:eastAsia="pl-PL"/>
        </w:rPr>
      </w:pPr>
      <w:r w:rsidRPr="00F744E4">
        <w:rPr>
          <w:rFonts w:ascii="Arial" w:eastAsia="Times New Roman" w:hAnsi="Arial" w:cs="Arial"/>
          <w:b/>
          <w:bCs/>
          <w:lang w:val="pl-PL" w:eastAsia="pl-PL"/>
        </w:rPr>
        <w:t>* – niepotrzebne skreślić</w:t>
      </w:r>
    </w:p>
    <w:p w14:paraId="0E9AE763" w14:textId="705C77DB" w:rsidR="005E7641" w:rsidRPr="00F744E4" w:rsidRDefault="005E7641" w:rsidP="005E7641">
      <w:pPr>
        <w:spacing w:after="0" w:line="276" w:lineRule="auto"/>
        <w:rPr>
          <w:rFonts w:ascii="Arial" w:eastAsia="Times New Roman" w:hAnsi="Arial" w:cs="Arial"/>
          <w:b/>
          <w:bCs/>
          <w:lang w:val="pl-PL" w:eastAsia="pl-PL"/>
        </w:rPr>
      </w:pPr>
    </w:p>
    <w:p w14:paraId="7E185F40" w14:textId="77777777" w:rsidR="005E7641" w:rsidRPr="00F744E4" w:rsidRDefault="005E7641" w:rsidP="006F13BF">
      <w:pPr>
        <w:spacing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</w:p>
    <w:p w14:paraId="77CA069E" w14:textId="2EBA8E2B" w:rsidR="002810FF" w:rsidRPr="00F744E4" w:rsidRDefault="00376494" w:rsidP="006F13BF">
      <w:pPr>
        <w:spacing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  <w:r w:rsidRPr="00F744E4">
        <w:rPr>
          <w:rFonts w:ascii="Arial" w:eastAsia="Times New Roman" w:hAnsi="Arial" w:cs="Arial"/>
          <w:b/>
          <w:bCs/>
          <w:lang w:val="pl-PL" w:eastAsia="pl-PL"/>
        </w:rPr>
        <w:t>N</w:t>
      </w:r>
      <w:r w:rsidR="008F114B" w:rsidRPr="00F744E4">
        <w:rPr>
          <w:rFonts w:ascii="Arial" w:eastAsia="Times New Roman" w:hAnsi="Arial" w:cs="Arial"/>
          <w:b/>
          <w:bCs/>
          <w:lang w:val="pl-PL" w:eastAsia="pl-PL"/>
        </w:rPr>
        <w:t>iniejsze oświadczenie</w:t>
      </w:r>
      <w:r w:rsidRPr="00F744E4">
        <w:rPr>
          <w:rFonts w:ascii="Arial" w:eastAsia="Times New Roman" w:hAnsi="Arial" w:cs="Arial"/>
          <w:b/>
          <w:bCs/>
          <w:lang w:val="pl-PL" w:eastAsia="pl-PL"/>
        </w:rPr>
        <w:t xml:space="preserve"> należy podpisać elektronicznym kwalifikowanym podpisem lub </w:t>
      </w:r>
      <w:r w:rsidR="00221B41" w:rsidRPr="00F744E4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Pr="00F744E4">
        <w:rPr>
          <w:rFonts w:ascii="Arial" w:eastAsia="Times New Roman" w:hAnsi="Arial" w:cs="Arial"/>
          <w:b/>
          <w:bCs/>
          <w:lang w:val="pl-PL" w:eastAsia="pl-PL"/>
        </w:rPr>
        <w:t xml:space="preserve">podpisem zaufanym lub </w:t>
      </w:r>
      <w:r w:rsidR="00221B41" w:rsidRPr="00F744E4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Pr="00F744E4">
        <w:rPr>
          <w:rFonts w:ascii="Arial" w:eastAsia="Times New Roman" w:hAnsi="Arial" w:cs="Arial"/>
          <w:b/>
          <w:bCs/>
          <w:lang w:val="pl-PL" w:eastAsia="pl-PL"/>
        </w:rPr>
        <w:t>podpisem osobistym</w:t>
      </w:r>
    </w:p>
    <w:sectPr w:rsidR="002810FF" w:rsidRPr="00F744E4" w:rsidSect="0099239A">
      <w:headerReference w:type="default" r:id="rId9"/>
      <w:footerReference w:type="default" r:id="rId10"/>
      <w:pgSz w:w="11906" w:h="16838"/>
      <w:pgMar w:top="1985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105392" w14:textId="77777777" w:rsidR="007C505E" w:rsidRDefault="007C505E" w:rsidP="00114920">
      <w:pPr>
        <w:spacing w:after="0" w:line="240" w:lineRule="auto"/>
      </w:pPr>
      <w:r>
        <w:separator/>
      </w:r>
    </w:p>
  </w:endnote>
  <w:endnote w:type="continuationSeparator" w:id="0">
    <w:p w14:paraId="1F29A8FB" w14:textId="77777777" w:rsidR="007C505E" w:rsidRDefault="007C505E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D3C32B" w14:textId="1476D528" w:rsidR="007C505E" w:rsidRPr="0099239A" w:rsidRDefault="007C505E" w:rsidP="0099239A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sz w:val="18"/>
        <w:szCs w:val="24"/>
        <w:lang w:val="pl-PL" w:eastAsia="pl-PL"/>
      </w:rPr>
    </w:pPr>
    <w:r w:rsidRPr="0099239A">
      <w:rPr>
        <w:rFonts w:ascii="Arial" w:eastAsia="Times New Roman" w:hAnsi="Arial" w:cs="Arial"/>
        <w:sz w:val="18"/>
        <w:szCs w:val="24"/>
        <w:lang w:val="pl-PL" w:eastAsia="pl-PL"/>
      </w:rPr>
      <w:t>Przedsięwzięcie pn.: „Rewaloryza</w:t>
    </w:r>
    <w:r>
      <w:rPr>
        <w:rFonts w:ascii="Arial" w:eastAsia="Times New Roman" w:hAnsi="Arial" w:cs="Arial"/>
        <w:sz w:val="18"/>
        <w:szCs w:val="24"/>
        <w:lang w:val="pl-PL" w:eastAsia="pl-PL"/>
      </w:rPr>
      <w:t>cja parku zabytkowego w Górze</w:t>
    </w:r>
    <w:r w:rsidRPr="0099239A">
      <w:rPr>
        <w:rFonts w:ascii="Arial" w:eastAsia="Times New Roman" w:hAnsi="Arial" w:cs="Arial"/>
        <w:sz w:val="18"/>
        <w:szCs w:val="24"/>
        <w:lang w:val="pl-PL" w:eastAsia="pl-PL"/>
      </w:rPr>
      <w:t xml:space="preserve"> – etap I” dofinansowane ze środków Wojewódzkiego Funduszu Ochrony Środowiska i Gospodarki Wodnej w Poznaniu</w:t>
    </w:r>
  </w:p>
  <w:p w14:paraId="7EDFCCF5" w14:textId="548C882F" w:rsidR="007C505E" w:rsidRPr="00114920" w:rsidRDefault="007C505E" w:rsidP="00114920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sz w:val="20"/>
        <w:szCs w:val="20"/>
        <w:lang w:val="pl-PL" w:eastAsia="pl-PL"/>
      </w:rPr>
    </w:pPr>
  </w:p>
  <w:p w14:paraId="0652D170" w14:textId="77777777" w:rsidR="007C505E" w:rsidRDefault="007C505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B55877" w14:textId="77777777" w:rsidR="007C505E" w:rsidRDefault="007C505E" w:rsidP="00114920">
      <w:pPr>
        <w:spacing w:after="0" w:line="240" w:lineRule="auto"/>
      </w:pPr>
      <w:r>
        <w:separator/>
      </w:r>
    </w:p>
  </w:footnote>
  <w:footnote w:type="continuationSeparator" w:id="0">
    <w:p w14:paraId="2A481568" w14:textId="77777777" w:rsidR="007C505E" w:rsidRDefault="007C505E" w:rsidP="00114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B45B41" w14:textId="68865C44" w:rsidR="007C505E" w:rsidRDefault="007C505E" w:rsidP="00702042">
    <w:pPr>
      <w:pStyle w:val="Nagwek"/>
      <w:tabs>
        <w:tab w:val="clear" w:pos="9072"/>
        <w:tab w:val="right" w:pos="9923"/>
      </w:tabs>
      <w:ind w:left="-993" w:right="-851" w:hanging="2"/>
      <w:jc w:val="center"/>
    </w:pPr>
    <w:r>
      <w:rPr>
        <w:noProof/>
        <w:lang w:val="pl-PL" w:eastAsia="pl-PL"/>
      </w:rPr>
      <w:drawing>
        <wp:anchor distT="0" distB="0" distL="114300" distR="114300" simplePos="0" relativeHeight="251657216" behindDoc="1" locked="0" layoutInCell="1" allowOverlap="1" wp14:anchorId="6BB9091E" wp14:editId="16486A2D">
          <wp:simplePos x="0" y="0"/>
          <wp:positionH relativeFrom="column">
            <wp:posOffset>-247396</wp:posOffset>
          </wp:positionH>
          <wp:positionV relativeFrom="paragraph">
            <wp:posOffset>-39370</wp:posOffset>
          </wp:positionV>
          <wp:extent cx="6139180" cy="865505"/>
          <wp:effectExtent l="0" t="0" r="0" b="0"/>
          <wp:wrapNone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9180" cy="865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D0368"/>
    <w:multiLevelType w:val="hybridMultilevel"/>
    <w:tmpl w:val="9864C126"/>
    <w:lvl w:ilvl="0" w:tplc="0D1C597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>
    <w:nsid w:val="402D4885"/>
    <w:multiLevelType w:val="hybridMultilevel"/>
    <w:tmpl w:val="9814C52E"/>
    <w:lvl w:ilvl="0" w:tplc="B2607D76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C721A6"/>
    <w:multiLevelType w:val="hybridMultilevel"/>
    <w:tmpl w:val="89AAE2AA"/>
    <w:lvl w:ilvl="0" w:tplc="A588E354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3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E9"/>
    <w:rsid w:val="00031626"/>
    <w:rsid w:val="00041291"/>
    <w:rsid w:val="00045861"/>
    <w:rsid w:val="00061D3F"/>
    <w:rsid w:val="000620CC"/>
    <w:rsid w:val="000919D6"/>
    <w:rsid w:val="000A13A4"/>
    <w:rsid w:val="000A616B"/>
    <w:rsid w:val="000B5FC5"/>
    <w:rsid w:val="000E38C3"/>
    <w:rsid w:val="000E47A9"/>
    <w:rsid w:val="000E79F0"/>
    <w:rsid w:val="000F4870"/>
    <w:rsid w:val="00104E52"/>
    <w:rsid w:val="00105043"/>
    <w:rsid w:val="00106061"/>
    <w:rsid w:val="0011207D"/>
    <w:rsid w:val="00114920"/>
    <w:rsid w:val="00166CD1"/>
    <w:rsid w:val="001A1A92"/>
    <w:rsid w:val="001C3DE6"/>
    <w:rsid w:val="001C4B89"/>
    <w:rsid w:val="002030DF"/>
    <w:rsid w:val="00221B41"/>
    <w:rsid w:val="00227F27"/>
    <w:rsid w:val="00257C79"/>
    <w:rsid w:val="00261A9D"/>
    <w:rsid w:val="00262601"/>
    <w:rsid w:val="00273244"/>
    <w:rsid w:val="002810FF"/>
    <w:rsid w:val="00290764"/>
    <w:rsid w:val="002E0815"/>
    <w:rsid w:val="0030038F"/>
    <w:rsid w:val="00320DEA"/>
    <w:rsid w:val="003334FE"/>
    <w:rsid w:val="00351D12"/>
    <w:rsid w:val="00376494"/>
    <w:rsid w:val="003C5436"/>
    <w:rsid w:val="003D4E01"/>
    <w:rsid w:val="003E4DE9"/>
    <w:rsid w:val="0044424B"/>
    <w:rsid w:val="00455B56"/>
    <w:rsid w:val="004652E7"/>
    <w:rsid w:val="00467B91"/>
    <w:rsid w:val="00483309"/>
    <w:rsid w:val="004A2BF5"/>
    <w:rsid w:val="004C6D35"/>
    <w:rsid w:val="004C6ED5"/>
    <w:rsid w:val="004C7136"/>
    <w:rsid w:val="00504BE1"/>
    <w:rsid w:val="00505419"/>
    <w:rsid w:val="00514D80"/>
    <w:rsid w:val="0051649C"/>
    <w:rsid w:val="00544308"/>
    <w:rsid w:val="00567FD6"/>
    <w:rsid w:val="005A20AA"/>
    <w:rsid w:val="005A3F3C"/>
    <w:rsid w:val="005C4839"/>
    <w:rsid w:val="005E7641"/>
    <w:rsid w:val="0060133E"/>
    <w:rsid w:val="0060611E"/>
    <w:rsid w:val="0065566E"/>
    <w:rsid w:val="006679AD"/>
    <w:rsid w:val="0068516C"/>
    <w:rsid w:val="00686591"/>
    <w:rsid w:val="00693EF5"/>
    <w:rsid w:val="00696C57"/>
    <w:rsid w:val="006A786F"/>
    <w:rsid w:val="006B29C6"/>
    <w:rsid w:val="006C2647"/>
    <w:rsid w:val="006E31C0"/>
    <w:rsid w:val="006F13BF"/>
    <w:rsid w:val="006F75EE"/>
    <w:rsid w:val="00702042"/>
    <w:rsid w:val="007739C9"/>
    <w:rsid w:val="007C505E"/>
    <w:rsid w:val="007D6B25"/>
    <w:rsid w:val="008015AC"/>
    <w:rsid w:val="00864ACB"/>
    <w:rsid w:val="00872F80"/>
    <w:rsid w:val="0088047B"/>
    <w:rsid w:val="00892629"/>
    <w:rsid w:val="008F114B"/>
    <w:rsid w:val="009229B2"/>
    <w:rsid w:val="00927F88"/>
    <w:rsid w:val="00932E9F"/>
    <w:rsid w:val="00953C75"/>
    <w:rsid w:val="0096063B"/>
    <w:rsid w:val="009806B5"/>
    <w:rsid w:val="0099239A"/>
    <w:rsid w:val="009A1AE8"/>
    <w:rsid w:val="00A118D8"/>
    <w:rsid w:val="00A163A6"/>
    <w:rsid w:val="00A47F53"/>
    <w:rsid w:val="00A5629E"/>
    <w:rsid w:val="00A72359"/>
    <w:rsid w:val="00A7566F"/>
    <w:rsid w:val="00AA136D"/>
    <w:rsid w:val="00AD4917"/>
    <w:rsid w:val="00AE030B"/>
    <w:rsid w:val="00AE2426"/>
    <w:rsid w:val="00AE3F0A"/>
    <w:rsid w:val="00AF5308"/>
    <w:rsid w:val="00AF579D"/>
    <w:rsid w:val="00B007B0"/>
    <w:rsid w:val="00B03AA9"/>
    <w:rsid w:val="00B07A36"/>
    <w:rsid w:val="00B128E0"/>
    <w:rsid w:val="00B12DB1"/>
    <w:rsid w:val="00B2331F"/>
    <w:rsid w:val="00B357AF"/>
    <w:rsid w:val="00B57F47"/>
    <w:rsid w:val="00B8281B"/>
    <w:rsid w:val="00B84280"/>
    <w:rsid w:val="00B85839"/>
    <w:rsid w:val="00B9762D"/>
    <w:rsid w:val="00BA4419"/>
    <w:rsid w:val="00BA7656"/>
    <w:rsid w:val="00BA7DA0"/>
    <w:rsid w:val="00BC260B"/>
    <w:rsid w:val="00BD48F6"/>
    <w:rsid w:val="00BE4B4B"/>
    <w:rsid w:val="00C122F1"/>
    <w:rsid w:val="00C426DD"/>
    <w:rsid w:val="00C57AFF"/>
    <w:rsid w:val="00C755C3"/>
    <w:rsid w:val="00CF11DE"/>
    <w:rsid w:val="00CF4CF9"/>
    <w:rsid w:val="00D24362"/>
    <w:rsid w:val="00D33B98"/>
    <w:rsid w:val="00D52632"/>
    <w:rsid w:val="00D60B94"/>
    <w:rsid w:val="00D806C9"/>
    <w:rsid w:val="00D87E09"/>
    <w:rsid w:val="00DA1A72"/>
    <w:rsid w:val="00E40BED"/>
    <w:rsid w:val="00E62097"/>
    <w:rsid w:val="00E6276C"/>
    <w:rsid w:val="00E84C9F"/>
    <w:rsid w:val="00E90B52"/>
    <w:rsid w:val="00E91A90"/>
    <w:rsid w:val="00EA140E"/>
    <w:rsid w:val="00EA38EA"/>
    <w:rsid w:val="00EF008E"/>
    <w:rsid w:val="00F07B38"/>
    <w:rsid w:val="00F51922"/>
    <w:rsid w:val="00F744E4"/>
    <w:rsid w:val="00F75A9A"/>
    <w:rsid w:val="00F92B55"/>
    <w:rsid w:val="00F945B4"/>
    <w:rsid w:val="00FA1816"/>
    <w:rsid w:val="00FB36BA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7204D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0CEA8-8E93-43C5-BA1C-F6ADC77B4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FB87BE59</Template>
  <TotalTime>552</TotalTime>
  <Pages>2</Pages>
  <Words>358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Monika Gola</cp:lastModifiedBy>
  <cp:revision>143</cp:revision>
  <cp:lastPrinted>2021-02-15T11:36:00Z</cp:lastPrinted>
  <dcterms:created xsi:type="dcterms:W3CDTF">2021-02-04T12:40:00Z</dcterms:created>
  <dcterms:modified xsi:type="dcterms:W3CDTF">2024-08-05T12:20:00Z</dcterms:modified>
</cp:coreProperties>
</file>