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B5DEC" w14:textId="4313BB81" w:rsidR="00025386" w:rsidRPr="001B0C40" w:rsidRDefault="0092586A" w:rsidP="008F75E5">
      <w:pPr>
        <w:pStyle w:val="Nagwek4"/>
        <w:spacing w:after="480" w:line="276" w:lineRule="auto"/>
        <w:ind w:left="0"/>
        <w:rPr>
          <w:rFonts w:ascii="Cambria" w:hAnsi="Cambria" w:cs="Arial"/>
          <w:b/>
          <w:iCs/>
          <w:szCs w:val="24"/>
        </w:rPr>
      </w:pPr>
      <w:bookmarkStart w:id="0" w:name="_Hlk60301409"/>
      <w:r w:rsidRPr="001B0C40">
        <w:rPr>
          <w:rFonts w:ascii="Cambria" w:hAnsi="Cambria" w:cs="Arial"/>
          <w:b/>
          <w:iCs/>
          <w:szCs w:val="24"/>
        </w:rPr>
        <w:t xml:space="preserve">Załącznik nr </w:t>
      </w:r>
      <w:r w:rsidR="000B1C6C">
        <w:rPr>
          <w:rFonts w:ascii="Cambria" w:hAnsi="Cambria" w:cs="Arial"/>
          <w:b/>
          <w:iCs/>
          <w:szCs w:val="24"/>
        </w:rPr>
        <w:t>7</w:t>
      </w:r>
      <w:r w:rsidR="00324AEC" w:rsidRPr="001B0C40">
        <w:rPr>
          <w:rFonts w:ascii="Cambria" w:hAnsi="Cambria" w:cs="Arial"/>
          <w:b/>
          <w:iCs/>
          <w:szCs w:val="24"/>
        </w:rPr>
        <w:t xml:space="preserve"> </w:t>
      </w:r>
      <w:r w:rsidRPr="001B0C40">
        <w:rPr>
          <w:rFonts w:ascii="Cambria" w:hAnsi="Cambria" w:cs="Arial"/>
          <w:b/>
          <w:iCs/>
          <w:szCs w:val="24"/>
        </w:rPr>
        <w:t>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33EB2B9E" w14:textId="77777777" w:rsidTr="0092586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AF0453" w14:textId="77777777" w:rsidR="008D442B" w:rsidRPr="0092586A" w:rsidRDefault="008D442B" w:rsidP="008D442B">
            <w:pPr>
              <w:spacing w:before="240" w:after="0" w:line="360" w:lineRule="auto"/>
              <w:jc w:val="center"/>
              <w:rPr>
                <w:rFonts w:ascii="Cambria" w:hAnsi="Cambria" w:cs="Arial"/>
                <w:b/>
                <w:sz w:val="28"/>
                <w:szCs w:val="28"/>
              </w:rPr>
            </w:pPr>
            <w:r w:rsidRPr="0092586A">
              <w:rPr>
                <w:rFonts w:ascii="Cambria" w:hAnsi="Cambria" w:cs="Arial"/>
                <w:b/>
                <w:sz w:val="28"/>
                <w:szCs w:val="28"/>
              </w:rPr>
              <w:t xml:space="preserve">OŚWIADCZENIE WYKONAWCÓW </w:t>
            </w:r>
          </w:p>
          <w:p w14:paraId="6845A0FE" w14:textId="77777777" w:rsidR="00053927" w:rsidRPr="0092586A" w:rsidRDefault="008D442B" w:rsidP="008D442B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28"/>
                <w:szCs w:val="28"/>
              </w:rPr>
            </w:pPr>
            <w:r w:rsidRPr="0092586A">
              <w:rPr>
                <w:rFonts w:ascii="Cambria" w:hAnsi="Cambria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92586A">
              <w:rPr>
                <w:rFonts w:ascii="Cambria" w:hAnsi="Cambria" w:cs="Arial"/>
                <w:b/>
                <w:sz w:val="28"/>
                <w:szCs w:val="28"/>
              </w:rPr>
              <w:t xml:space="preserve"> </w:t>
            </w:r>
          </w:p>
          <w:p w14:paraId="523E1CFE" w14:textId="3D1F2AF2" w:rsidR="00053927" w:rsidRPr="0092586A" w:rsidRDefault="00053927" w:rsidP="00053927">
            <w:pPr>
              <w:spacing w:before="120" w:after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92586A">
              <w:rPr>
                <w:rFonts w:ascii="Cambria" w:hAnsi="Cambria" w:cs="Arial"/>
                <w:b/>
                <w:bCs/>
                <w:sz w:val="20"/>
                <w:szCs w:val="20"/>
              </w:rPr>
              <w:t>Uwaga:</w:t>
            </w:r>
            <w:r w:rsidRPr="0092586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Niniejsze </w:t>
            </w:r>
            <w:r w:rsidR="007A2C38"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, gdy </w:t>
            </w:r>
            <w:r w:rsidR="00B641BE"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>W</w:t>
            </w:r>
            <w:r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>ykonawc</w:t>
            </w:r>
            <w:r w:rsidR="00B641BE" w:rsidRPr="0092586A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5FF52317" w14:textId="77777777" w:rsidR="003A486D" w:rsidRPr="0092586A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="Cambria" w:eastAsia="Times New Roman" w:hAnsi="Cambria" w:cs="Arial"/>
          <w:lang w:eastAsia="pl-PL"/>
        </w:rPr>
      </w:pPr>
      <w:r w:rsidRPr="0092586A">
        <w:rPr>
          <w:rFonts w:ascii="Cambria" w:eastAsia="Times New Roman" w:hAnsi="Cambria" w:cs="Arial"/>
          <w:lang w:eastAsia="pl-PL"/>
        </w:rPr>
        <w:t xml:space="preserve">Działając </w:t>
      </w:r>
      <w:r w:rsidR="003A486D" w:rsidRPr="0092586A">
        <w:rPr>
          <w:rFonts w:ascii="Cambria" w:eastAsia="Times New Roman" w:hAnsi="Cambria" w:cs="Arial"/>
          <w:lang w:eastAsia="pl-PL"/>
        </w:rPr>
        <w:t xml:space="preserve">w imieniu Wykonawców wspólnie ubiegających się o udzielenie zamówienia w </w:t>
      </w:r>
      <w:r w:rsidRPr="0092586A">
        <w:rPr>
          <w:rFonts w:ascii="Cambria" w:eastAsia="Times New Roman" w:hAnsi="Cambria" w:cs="Arial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3752"/>
        <w:gridCol w:w="4761"/>
      </w:tblGrid>
      <w:tr w:rsidR="003A486D" w:rsidRPr="0087706D" w14:paraId="2197BC01" w14:textId="77777777" w:rsidTr="0087706D">
        <w:tc>
          <w:tcPr>
            <w:tcW w:w="550" w:type="dxa"/>
            <w:shd w:val="clear" w:color="auto" w:fill="auto"/>
            <w:vAlign w:val="center"/>
          </w:tcPr>
          <w:p w14:paraId="5A500943" w14:textId="64FCF0C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Lp.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4B803C5C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Nazwa</w:t>
            </w:r>
            <w:r w:rsidR="0024648D" w:rsidRPr="0092586A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92586A">
              <w:rPr>
                <w:rFonts w:ascii="Cambria" w:eastAsia="Times New Roman" w:hAnsi="Cambria" w:cs="Arial"/>
                <w:lang w:eastAsia="pl-PL"/>
              </w:rPr>
              <w:t>Wykonawcy</w:t>
            </w:r>
            <w:r w:rsidR="0024648D" w:rsidRPr="0092586A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4A0686" w:rsidRPr="0092586A">
              <w:rPr>
                <w:rFonts w:ascii="Cambria" w:hAnsi="Cambria" w:cs="Arial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11987A47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Adres</w:t>
            </w:r>
          </w:p>
        </w:tc>
      </w:tr>
      <w:tr w:rsidR="003A486D" w:rsidRPr="0087706D" w14:paraId="4E729548" w14:textId="77777777" w:rsidTr="0087706D">
        <w:tc>
          <w:tcPr>
            <w:tcW w:w="550" w:type="dxa"/>
            <w:shd w:val="clear" w:color="auto" w:fill="auto"/>
            <w:vAlign w:val="center"/>
          </w:tcPr>
          <w:p w14:paraId="55142D68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14:paraId="021ECDB8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72C6C4A3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3A486D" w:rsidRPr="0087706D" w14:paraId="78780886" w14:textId="77777777" w:rsidTr="0087706D">
        <w:tc>
          <w:tcPr>
            <w:tcW w:w="550" w:type="dxa"/>
            <w:shd w:val="clear" w:color="auto" w:fill="auto"/>
            <w:vAlign w:val="center"/>
          </w:tcPr>
          <w:p w14:paraId="1CD5C380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14:paraId="4FB9BEE5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23DD3647" w14:textId="77777777" w:rsidR="003A486D" w:rsidRPr="0092586A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14:paraId="3FF75688" w14:textId="77777777" w:rsidR="0092586A" w:rsidRDefault="0092586A" w:rsidP="0092586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687315B3" w14:textId="536A2EF8" w:rsidR="00784B79" w:rsidRDefault="0092586A" w:rsidP="00784B7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O</w:t>
      </w:r>
      <w:r w:rsidR="008D442B" w:rsidRPr="0092586A">
        <w:rPr>
          <w:rFonts w:ascii="Cambria" w:eastAsia="Times New Roman" w:hAnsi="Cambria" w:cs="Arial"/>
          <w:b/>
          <w:bCs/>
          <w:lang w:eastAsia="pl-PL"/>
        </w:rPr>
        <w:t xml:space="preserve">świadczam, </w:t>
      </w:r>
      <w:r w:rsidR="008D442B" w:rsidRPr="0092586A">
        <w:rPr>
          <w:rFonts w:ascii="Cambria" w:eastAsia="Times New Roman" w:hAnsi="Cambria" w:cs="Arial"/>
          <w:lang w:eastAsia="pl-PL"/>
        </w:rPr>
        <w:t xml:space="preserve">stosownie do postanowień art. 117 ust. 4 </w:t>
      </w:r>
      <w:r w:rsidR="0024648D" w:rsidRPr="0092586A">
        <w:rPr>
          <w:rFonts w:ascii="Cambria" w:hAnsi="Cambria" w:cs="Arial"/>
        </w:rPr>
        <w:t>ustawy z dnia 11 września 2019r. Prawo zamówień publicznych, że w ramach zamówienia</w:t>
      </w:r>
      <w:r w:rsidR="00BE3BCE" w:rsidRPr="0092586A">
        <w:rPr>
          <w:rFonts w:ascii="Cambria" w:eastAsia="Times New Roman" w:hAnsi="Cambria" w:cs="Arial"/>
          <w:lang w:eastAsia="pl-PL"/>
        </w:rPr>
        <w:t xml:space="preserve"> pn.:</w:t>
      </w:r>
      <w:r w:rsidR="00784B79">
        <w:rPr>
          <w:rFonts w:ascii="Cambria" w:eastAsia="Times New Roman" w:hAnsi="Cambria" w:cs="Arial"/>
          <w:lang w:eastAsia="pl-PL"/>
        </w:rPr>
        <w:t xml:space="preserve"> </w:t>
      </w:r>
      <w:r w:rsidR="00784B79">
        <w:rPr>
          <w:rFonts w:ascii="Cambria" w:hAnsi="Cambria"/>
          <w:b/>
          <w:bCs/>
          <w:i/>
          <w:iCs/>
        </w:rPr>
        <w:t>„</w:t>
      </w:r>
      <w:r w:rsidR="000B1C6C">
        <w:rPr>
          <w:rFonts w:ascii="Cambria" w:hAnsi="Cambria"/>
          <w:b/>
          <w:bCs/>
          <w:i/>
          <w:iCs/>
        </w:rPr>
        <w:t>Budowa żłobka w Jarantowie”</w:t>
      </w:r>
    </w:p>
    <w:p w14:paraId="1BA151EF" w14:textId="55A3ED46" w:rsidR="00EC10EE" w:rsidRPr="000B1C6C" w:rsidRDefault="000B1C6C" w:rsidP="000B1C6C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EC10EE" w:rsidRPr="0092586A">
        <w:rPr>
          <w:rFonts w:ascii="Cambria" w:eastAsia="Times New Roman" w:hAnsi="Cambria" w:cs="Arial"/>
          <w:sz w:val="20"/>
          <w:szCs w:val="20"/>
          <w:lang w:eastAsia="pl-PL"/>
        </w:rPr>
        <w:t xml:space="preserve">Znak sprawy: </w:t>
      </w:r>
      <w:r w:rsidR="00FA00F9" w:rsidRPr="0092586A">
        <w:rPr>
          <w:rFonts w:ascii="Cambria" w:eastAsia="Times New Roman" w:hAnsi="Cambria" w:cs="Arial"/>
          <w:b/>
          <w:sz w:val="20"/>
          <w:szCs w:val="20"/>
          <w:lang w:eastAsia="pl-PL"/>
        </w:rPr>
        <w:t>B.271.1.</w:t>
      </w:r>
      <w:r>
        <w:rPr>
          <w:rFonts w:ascii="Cambria" w:eastAsia="Times New Roman" w:hAnsi="Cambria" w:cs="Arial"/>
          <w:b/>
          <w:sz w:val="20"/>
          <w:szCs w:val="20"/>
          <w:lang w:eastAsia="pl-PL"/>
        </w:rPr>
        <w:t>1.2025</w:t>
      </w:r>
    </w:p>
    <w:p w14:paraId="16D0EEC1" w14:textId="1FB61EFC" w:rsidR="00DC652A" w:rsidRPr="0092586A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 w:cs="Arial"/>
          <w:lang w:eastAsia="pl-PL"/>
        </w:rPr>
      </w:pPr>
      <w:r w:rsidRPr="0092586A">
        <w:rPr>
          <w:rFonts w:ascii="Cambria" w:eastAsia="Times New Roman" w:hAnsi="Cambria" w:cs="Arial"/>
          <w:lang w:eastAsia="pl-PL"/>
        </w:rPr>
        <w:t>następujące roboty/usługi/dostawy</w:t>
      </w:r>
      <w:r w:rsidR="00B641BE" w:rsidRPr="0092586A">
        <w:rPr>
          <w:rFonts w:ascii="Cambria" w:eastAsia="Times New Roman" w:hAnsi="Cambria" w:cs="Arial"/>
          <w:lang w:eastAsia="pl-PL"/>
        </w:rPr>
        <w:t>,</w:t>
      </w:r>
      <w:r w:rsidRPr="0092586A">
        <w:rPr>
          <w:rFonts w:ascii="Cambria" w:eastAsia="Times New Roman" w:hAnsi="Cambria" w:cs="Arial"/>
          <w:lang w:eastAsia="pl-PL"/>
        </w:rPr>
        <w:t xml:space="preserve"> wykonają wskazani niżej Wykonawcy wspólnie ubiegający się </w:t>
      </w:r>
      <w:r w:rsidR="00B641BE" w:rsidRPr="0092586A">
        <w:rPr>
          <w:rFonts w:ascii="Cambria" w:eastAsia="Times New Roman" w:hAnsi="Cambria" w:cs="Arial"/>
          <w:lang w:eastAsia="pl-PL"/>
        </w:rPr>
        <w:t>u</w:t>
      </w:r>
      <w:r w:rsidRPr="0092586A">
        <w:rPr>
          <w:rFonts w:ascii="Cambria" w:eastAsia="Times New Roman" w:hAnsi="Cambria" w:cs="Arial"/>
          <w:lang w:eastAsia="pl-PL"/>
        </w:rPr>
        <w:t>dzielenie zamówienia</w:t>
      </w:r>
      <w:r w:rsidR="00DC652A" w:rsidRPr="0092586A">
        <w:rPr>
          <w:rFonts w:ascii="Cambria" w:eastAsia="Times New Roman" w:hAnsi="Cambria" w:cs="Arial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3506"/>
        <w:gridCol w:w="4944"/>
      </w:tblGrid>
      <w:tr w:rsidR="00B641BE" w:rsidRPr="0087706D" w14:paraId="78C2AF03" w14:textId="77777777" w:rsidTr="0087706D">
        <w:tc>
          <w:tcPr>
            <w:tcW w:w="617" w:type="dxa"/>
            <w:shd w:val="clear" w:color="auto" w:fill="auto"/>
            <w:vAlign w:val="center"/>
          </w:tcPr>
          <w:p w14:paraId="68642D0A" w14:textId="710B9917" w:rsidR="00B641BE" w:rsidRPr="0092586A" w:rsidRDefault="00B641BE" w:rsidP="00417B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Lp.</w:t>
            </w:r>
          </w:p>
        </w:tc>
        <w:tc>
          <w:tcPr>
            <w:tcW w:w="3602" w:type="dxa"/>
            <w:shd w:val="clear" w:color="auto" w:fill="auto"/>
          </w:tcPr>
          <w:p w14:paraId="6620CB0C" w14:textId="77777777" w:rsidR="00B641BE" w:rsidRPr="0092586A" w:rsidRDefault="00B641BE" w:rsidP="00417B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131A7337" w14:textId="77777777" w:rsidR="00B641BE" w:rsidRPr="0092586A" w:rsidRDefault="00B641BE" w:rsidP="00417B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Wykaz realizowanych robót/dostaw/usług</w:t>
            </w:r>
          </w:p>
        </w:tc>
      </w:tr>
      <w:tr w:rsidR="00B641BE" w:rsidRPr="0087706D" w14:paraId="0D79F8BA" w14:textId="77777777" w:rsidTr="0087706D">
        <w:tc>
          <w:tcPr>
            <w:tcW w:w="617" w:type="dxa"/>
            <w:shd w:val="clear" w:color="auto" w:fill="auto"/>
            <w:vAlign w:val="center"/>
          </w:tcPr>
          <w:p w14:paraId="5FC10278" w14:textId="77777777" w:rsidR="00B641BE" w:rsidRPr="0092586A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14:paraId="7BCF24B5" w14:textId="77777777" w:rsidR="00B641BE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  <w:p w14:paraId="0A88A384" w14:textId="77777777" w:rsidR="00784B79" w:rsidRPr="0092586A" w:rsidRDefault="00784B79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36F5C456" w14:textId="77777777" w:rsidR="00B641BE" w:rsidRPr="0092586A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641BE" w:rsidRPr="0087706D" w14:paraId="7A17637A" w14:textId="77777777" w:rsidTr="0087706D">
        <w:tc>
          <w:tcPr>
            <w:tcW w:w="617" w:type="dxa"/>
            <w:shd w:val="clear" w:color="auto" w:fill="auto"/>
            <w:vAlign w:val="center"/>
          </w:tcPr>
          <w:p w14:paraId="1B47B71D" w14:textId="77777777" w:rsidR="00B641BE" w:rsidRPr="0092586A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2586A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14:paraId="6C5112DA" w14:textId="77777777" w:rsidR="00B641BE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  <w:p w14:paraId="29488836" w14:textId="77777777" w:rsidR="00784B79" w:rsidRPr="0092586A" w:rsidRDefault="00784B79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5E9E4DB1" w14:textId="77777777" w:rsidR="00B641BE" w:rsidRPr="0092586A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14:paraId="6E5039E7" w14:textId="77777777" w:rsidR="007A2C38" w:rsidRPr="00053927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CA330E" w14:textId="77777777" w:rsidR="00E27ABB" w:rsidRPr="00053927" w:rsidRDefault="00E27ABB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4851"/>
      </w:tblGrid>
      <w:tr w:rsidR="0092586A" w:rsidRPr="008833CF" w14:paraId="6570A81D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4B1C3BF1" w14:textId="77777777" w:rsidR="0092586A" w:rsidRDefault="00053927" w:rsidP="009258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</w:pPr>
            <w:r w:rsidRP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…………………………………</w:t>
            </w:r>
            <w:r w:rsid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………..</w:t>
            </w:r>
            <w:r w:rsidRP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……………..</w:t>
            </w:r>
          </w:p>
          <w:p w14:paraId="5B7889E1" w14:textId="2BAB7E66" w:rsidR="00053927" w:rsidRPr="0092586A" w:rsidRDefault="0092586A" w:rsidP="009258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 xml:space="preserve">                     </w:t>
            </w:r>
            <w:r w:rsidR="00053927" w:rsidRP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A4E6650" w14:textId="40A2F565" w:rsidR="00053927" w:rsidRPr="0092586A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</w:pPr>
            <w:r w:rsidRP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………………….…………………</w:t>
            </w:r>
            <w:r w:rsid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……………………………………………</w:t>
            </w:r>
            <w:r w:rsidRPr="0092586A">
              <w:rPr>
                <w:rFonts w:ascii="Cambria" w:eastAsia="Times New Roman" w:hAnsi="Cambria" w:cs="Arial"/>
                <w:i/>
                <w:sz w:val="16"/>
                <w:szCs w:val="16"/>
                <w:lang w:eastAsia="pl-PL"/>
              </w:rPr>
              <w:t>………………………</w:t>
            </w:r>
          </w:p>
          <w:p w14:paraId="6CB7E247" w14:textId="77777777" w:rsidR="00053927" w:rsidRPr="0092586A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2586A">
              <w:rPr>
                <w:rFonts w:ascii="Cambria" w:eastAsia="Times New Roman" w:hAnsi="Cambria" w:cs="Arial"/>
                <w:i/>
                <w:iCs/>
                <w:sz w:val="16"/>
                <w:szCs w:val="16"/>
                <w:lang w:eastAsia="pl-PL"/>
              </w:rPr>
              <w:t xml:space="preserve">(podpis osoby uprawnionej do </w:t>
            </w:r>
            <w:r w:rsidR="00B641BE" w:rsidRPr="0092586A">
              <w:rPr>
                <w:rFonts w:ascii="Cambria" w:eastAsia="Times New Roman" w:hAnsi="Cambria" w:cs="Arial"/>
                <w:i/>
                <w:iCs/>
                <w:sz w:val="16"/>
                <w:szCs w:val="16"/>
                <w:lang w:eastAsia="pl-PL"/>
              </w:rPr>
              <w:t>reprezentowania wykonawców wspólnie ubiegających się o udzielenie zamówienia</w:t>
            </w:r>
            <w:r w:rsidRPr="0092586A">
              <w:rPr>
                <w:rFonts w:ascii="Cambria" w:eastAsia="Times New Roman" w:hAnsi="Cambria" w:cs="Arial"/>
                <w:i/>
                <w:iCs/>
                <w:sz w:val="16"/>
                <w:szCs w:val="16"/>
                <w:lang w:eastAsia="pl-PL"/>
              </w:rPr>
              <w:t>)</w:t>
            </w:r>
          </w:p>
        </w:tc>
      </w:tr>
      <w:bookmarkEnd w:id="0"/>
    </w:tbl>
    <w:p w14:paraId="2DEE5726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2B9214E3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2A84F6EF" w14:textId="43357571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4A01F9D4" w14:textId="77777777" w:rsidR="004A0686" w:rsidRDefault="004A0686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48DA0D09" w14:textId="74E73954" w:rsidR="004A0686" w:rsidRPr="00A12742" w:rsidRDefault="004A0686" w:rsidP="004A0686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A12742">
        <w:rPr>
          <w:rFonts w:ascii="Arial" w:hAnsi="Arial" w:cs="Arial"/>
          <w:b/>
          <w:bCs/>
          <w:i/>
          <w:iCs/>
          <w:sz w:val="18"/>
          <w:szCs w:val="18"/>
        </w:rPr>
        <w:t>* wypełnić tyle razy ile to konieczne</w:t>
      </w:r>
    </w:p>
    <w:p w14:paraId="05CA2C76" w14:textId="77777777" w:rsidR="00784B79" w:rsidRDefault="00784B79" w:rsidP="004A0686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70D14CA" w14:textId="02AADBE7" w:rsidR="00417B5E" w:rsidRPr="00A12742" w:rsidRDefault="00417B5E" w:rsidP="000B1C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color w:val="FF0000"/>
          <w:sz w:val="18"/>
          <w:szCs w:val="18"/>
          <w:lang w:eastAsia="pl-PL"/>
        </w:rPr>
      </w:pPr>
      <w:r w:rsidRPr="00A12742">
        <w:rPr>
          <w:rFonts w:ascii="Arial" w:eastAsia="Times New Roman" w:hAnsi="Arial"/>
          <w:b/>
          <w:bCs/>
          <w:i/>
          <w:iCs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="000B1C6C" w:rsidRPr="00A12742">
        <w:rPr>
          <w:rFonts w:ascii="Arial" w:eastAsia="Times New Roman" w:hAnsi="Arial"/>
          <w:color w:val="FF0000"/>
          <w:sz w:val="18"/>
          <w:szCs w:val="18"/>
          <w:lang w:eastAsia="pl-PL"/>
        </w:rPr>
        <w:t xml:space="preserve"> </w:t>
      </w:r>
      <w:r w:rsidRPr="00A12742">
        <w:rPr>
          <w:rFonts w:ascii="Arial" w:eastAsia="Times New Roman" w:hAnsi="Arial"/>
          <w:b/>
          <w:bCs/>
          <w:i/>
          <w:iCs/>
          <w:color w:val="FF0000"/>
          <w:sz w:val="18"/>
          <w:szCs w:val="18"/>
          <w:lang w:eastAsia="pl-PL"/>
        </w:rPr>
        <w:t>Zamawiający zaleca zapisanie dokumentu w formacie PDF</w:t>
      </w:r>
    </w:p>
    <w:p w14:paraId="63CEDB2E" w14:textId="77777777" w:rsidR="00417B5E" w:rsidRPr="00A12742" w:rsidRDefault="00417B5E" w:rsidP="004A0686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  <w:lang w:eastAsia="pl-PL"/>
        </w:rPr>
      </w:pPr>
    </w:p>
    <w:sectPr w:rsidR="00417B5E" w:rsidRPr="00A12742" w:rsidSect="008F75E5">
      <w:headerReference w:type="default" r:id="rId7"/>
      <w:pgSz w:w="11906" w:h="16838"/>
      <w:pgMar w:top="2127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78B57" w14:textId="77777777" w:rsidR="006A7997" w:rsidRDefault="006A7997" w:rsidP="00025386">
      <w:pPr>
        <w:spacing w:after="0" w:line="240" w:lineRule="auto"/>
      </w:pPr>
      <w:r>
        <w:separator/>
      </w:r>
    </w:p>
  </w:endnote>
  <w:endnote w:type="continuationSeparator" w:id="0">
    <w:p w14:paraId="1D9F6B4E" w14:textId="77777777" w:rsidR="006A7997" w:rsidRDefault="006A799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20E50" w14:textId="77777777" w:rsidR="006A7997" w:rsidRDefault="006A7997" w:rsidP="00025386">
      <w:pPr>
        <w:spacing w:after="0" w:line="240" w:lineRule="auto"/>
      </w:pPr>
      <w:r>
        <w:separator/>
      </w:r>
    </w:p>
  </w:footnote>
  <w:footnote w:type="continuationSeparator" w:id="0">
    <w:p w14:paraId="72EA0869" w14:textId="77777777" w:rsidR="006A7997" w:rsidRDefault="006A799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220C3" w14:textId="2139D4AD" w:rsidR="008F75E5" w:rsidRDefault="008F75E5">
    <w:pPr>
      <w:pStyle w:val="Nagwek"/>
    </w:pPr>
    <w:r w:rsidRPr="008F75E5">
      <w:rPr>
        <w:noProof/>
      </w:rPr>
      <w:drawing>
        <wp:inline distT="0" distB="0" distL="0" distR="0" wp14:anchorId="42A0BDF3" wp14:editId="2BA3E999">
          <wp:extent cx="5724525" cy="1019175"/>
          <wp:effectExtent l="0" t="0" r="9525" b="9525"/>
          <wp:docPr id="1268899819" name="Obraz 1268899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411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38"/>
    <w:rsid w:val="00025386"/>
    <w:rsid w:val="000423B9"/>
    <w:rsid w:val="00053927"/>
    <w:rsid w:val="00084786"/>
    <w:rsid w:val="0009174C"/>
    <w:rsid w:val="000B1C6C"/>
    <w:rsid w:val="00105752"/>
    <w:rsid w:val="001213AF"/>
    <w:rsid w:val="001310A9"/>
    <w:rsid w:val="00141E74"/>
    <w:rsid w:val="0015269A"/>
    <w:rsid w:val="0016158F"/>
    <w:rsid w:val="001B0C40"/>
    <w:rsid w:val="001C2314"/>
    <w:rsid w:val="00213980"/>
    <w:rsid w:val="0024648D"/>
    <w:rsid w:val="0026308B"/>
    <w:rsid w:val="002D0AA6"/>
    <w:rsid w:val="002E1499"/>
    <w:rsid w:val="00324AEC"/>
    <w:rsid w:val="003558B4"/>
    <w:rsid w:val="003A486D"/>
    <w:rsid w:val="003F76EB"/>
    <w:rsid w:val="00417B5E"/>
    <w:rsid w:val="00437001"/>
    <w:rsid w:val="004374F2"/>
    <w:rsid w:val="00460705"/>
    <w:rsid w:val="00485239"/>
    <w:rsid w:val="004A0686"/>
    <w:rsid w:val="004D35DE"/>
    <w:rsid w:val="004E27D7"/>
    <w:rsid w:val="0055145C"/>
    <w:rsid w:val="005624D8"/>
    <w:rsid w:val="005A04B8"/>
    <w:rsid w:val="00620476"/>
    <w:rsid w:val="00657A47"/>
    <w:rsid w:val="00666A10"/>
    <w:rsid w:val="006A7997"/>
    <w:rsid w:val="007435C8"/>
    <w:rsid w:val="00745A44"/>
    <w:rsid w:val="0076039D"/>
    <w:rsid w:val="00764D47"/>
    <w:rsid w:val="007666D6"/>
    <w:rsid w:val="00784B79"/>
    <w:rsid w:val="007A2C38"/>
    <w:rsid w:val="007E6B62"/>
    <w:rsid w:val="00824D73"/>
    <w:rsid w:val="00830970"/>
    <w:rsid w:val="00833E93"/>
    <w:rsid w:val="00837D28"/>
    <w:rsid w:val="00843196"/>
    <w:rsid w:val="00871FD3"/>
    <w:rsid w:val="0087706D"/>
    <w:rsid w:val="008833CF"/>
    <w:rsid w:val="008A336E"/>
    <w:rsid w:val="008B797E"/>
    <w:rsid w:val="008D442B"/>
    <w:rsid w:val="008F2498"/>
    <w:rsid w:val="008F75E5"/>
    <w:rsid w:val="0092586A"/>
    <w:rsid w:val="00932238"/>
    <w:rsid w:val="0093388F"/>
    <w:rsid w:val="00943333"/>
    <w:rsid w:val="009450BC"/>
    <w:rsid w:val="0095042A"/>
    <w:rsid w:val="00A12742"/>
    <w:rsid w:val="00A27F0B"/>
    <w:rsid w:val="00A56A6F"/>
    <w:rsid w:val="00A87380"/>
    <w:rsid w:val="00AB67C2"/>
    <w:rsid w:val="00AF4E90"/>
    <w:rsid w:val="00AF7375"/>
    <w:rsid w:val="00B46292"/>
    <w:rsid w:val="00B641BE"/>
    <w:rsid w:val="00B77707"/>
    <w:rsid w:val="00BE3BCE"/>
    <w:rsid w:val="00C42B38"/>
    <w:rsid w:val="00C475DB"/>
    <w:rsid w:val="00C9252E"/>
    <w:rsid w:val="00CB29AC"/>
    <w:rsid w:val="00D06253"/>
    <w:rsid w:val="00D55FC4"/>
    <w:rsid w:val="00D9169E"/>
    <w:rsid w:val="00D9320D"/>
    <w:rsid w:val="00DC4842"/>
    <w:rsid w:val="00DC587A"/>
    <w:rsid w:val="00DC652A"/>
    <w:rsid w:val="00DE3B21"/>
    <w:rsid w:val="00DE73DD"/>
    <w:rsid w:val="00E1572E"/>
    <w:rsid w:val="00E27ABB"/>
    <w:rsid w:val="00E67109"/>
    <w:rsid w:val="00E86D3B"/>
    <w:rsid w:val="00EC10EE"/>
    <w:rsid w:val="00EC2677"/>
    <w:rsid w:val="00EF3368"/>
    <w:rsid w:val="00F334B4"/>
    <w:rsid w:val="00F342A1"/>
    <w:rsid w:val="00F75765"/>
    <w:rsid w:val="00FA00F9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0F664"/>
  <w15:docId w15:val="{99814CBB-7A12-495B-8017-5179F682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SZY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Muszyńska</dc:creator>
  <cp:lastModifiedBy>Malwina Sodolska</cp:lastModifiedBy>
  <cp:revision>16</cp:revision>
  <dcterms:created xsi:type="dcterms:W3CDTF">2024-06-20T07:39:00Z</dcterms:created>
  <dcterms:modified xsi:type="dcterms:W3CDTF">2025-01-27T09:51:00Z</dcterms:modified>
</cp:coreProperties>
</file>