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73EAC62C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B10970">
        <w:rPr>
          <w:rFonts w:ascii="Arial" w:hAnsi="Arial" w:cs="Arial"/>
          <w:bCs/>
          <w:i w:val="0"/>
          <w:sz w:val="22"/>
          <w:szCs w:val="22"/>
        </w:rPr>
        <w:t>a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03620910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5B31EF">
        <w:rPr>
          <w:rFonts w:ascii="Arial" w:hAnsi="Arial" w:cs="Arial"/>
          <w:b/>
          <w:lang w:eastAsia="ar-SA"/>
        </w:rPr>
        <w:t>ZP/</w:t>
      </w:r>
      <w:r w:rsidR="00EF5DD6">
        <w:rPr>
          <w:rFonts w:ascii="Arial" w:hAnsi="Arial" w:cs="Arial"/>
          <w:b/>
          <w:lang w:eastAsia="ar-SA"/>
        </w:rPr>
        <w:t>30</w:t>
      </w:r>
      <w:r w:rsidR="00F27C5B">
        <w:rPr>
          <w:rFonts w:ascii="Arial" w:hAnsi="Arial" w:cs="Arial"/>
          <w:b/>
          <w:lang w:eastAsia="ar-SA"/>
        </w:rPr>
        <w:t>/2</w:t>
      </w:r>
      <w:r w:rsidR="00552404">
        <w:rPr>
          <w:rFonts w:ascii="Arial" w:hAnsi="Arial" w:cs="Arial"/>
          <w:b/>
          <w:lang w:eastAsia="ar-SA"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7777777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2C03D6">
      <w:pPr>
        <w:spacing w:after="0" w:line="276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2C03D6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2C03D6">
      <w:pPr>
        <w:spacing w:after="0" w:line="276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2C03D6">
      <w:pPr>
        <w:spacing w:after="0" w:line="276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2C03D6">
      <w:pPr>
        <w:spacing w:after="0" w:line="276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23FB0EB5" w14:textId="064E011A" w:rsidR="00C65428" w:rsidRPr="00AB2F66" w:rsidRDefault="00C65428" w:rsidP="00C6542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2F66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  <w:r w:rsidR="00B10970" w:rsidRPr="00AB2F66">
              <w:rPr>
                <w:rFonts w:ascii="Arial" w:hAnsi="Arial" w:cs="Arial"/>
                <w:b/>
                <w:sz w:val="24"/>
                <w:szCs w:val="24"/>
              </w:rPr>
              <w:t>/Wykonawcy wspólnie ubiegającego się o udzielenie zamówienia</w:t>
            </w:r>
            <w:r w:rsidRPr="00AB2F6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717004F3" w14:textId="2B4BAEEE" w:rsidR="00C65428" w:rsidRPr="00CF0D12" w:rsidRDefault="00C65428" w:rsidP="00CF0D12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2B62FE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2B62FE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320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CF0D12"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2B62FE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>.08.</w:t>
            </w:r>
            <w:r w:rsidR="002B62FE">
              <w:rPr>
                <w:rFonts w:ascii="Arial" w:hAnsi="Arial" w:cs="Arial"/>
                <w:color w:val="auto"/>
                <w:sz w:val="22"/>
                <w:szCs w:val="22"/>
              </w:rPr>
              <w:t>30 ze zm.</w:t>
            </w:r>
            <w:bookmarkStart w:id="0" w:name="_GoBack"/>
            <w:bookmarkEnd w:id="0"/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62E52E0A" w14:textId="4F3854B8" w:rsidR="000F3EC0" w:rsidRPr="00AB2F66" w:rsidRDefault="00B10970" w:rsidP="00577C01">
            <w:pPr>
              <w:spacing w:before="120"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AB2F6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PRZESŁANEK WYKLUCZENIA Z ART. 5K ROZPORZĄDZENIA 833/2014 ORAZ ART. 7 UST. 1 USTAWY </w:t>
            </w:r>
            <w:r w:rsidRPr="00AB2F66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6C62D90" w14:textId="30D35633" w:rsidR="00716EDA" w:rsidRPr="002C10C4" w:rsidRDefault="001F027E" w:rsidP="002C03D6">
      <w:pPr>
        <w:spacing w:line="276" w:lineRule="auto"/>
        <w:jc w:val="both"/>
        <w:rPr>
          <w:rFonts w:ascii="Arial" w:hAnsi="Arial" w:cs="Arial"/>
          <w:b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AB2F66">
        <w:rPr>
          <w:rFonts w:ascii="Arial" w:hAnsi="Arial" w:cs="Arial"/>
        </w:rPr>
        <w:t xml:space="preserve"> </w:t>
      </w:r>
      <w:r w:rsidR="00AB2F66">
        <w:rPr>
          <w:rFonts w:ascii="Arial" w:hAnsi="Arial" w:cs="Arial"/>
          <w:b/>
        </w:rPr>
        <w:t>Jednorazowe  artykuły  medyczne  na  potrzeby oddziałów szpitalnych.</w:t>
      </w:r>
    </w:p>
    <w:p w14:paraId="10273A59" w14:textId="39EFAAD9" w:rsidR="00F90CD1" w:rsidRPr="00882417" w:rsidRDefault="00953DE1" w:rsidP="00CA15D4">
      <w:pPr>
        <w:spacing w:after="120" w:line="276" w:lineRule="auto"/>
        <w:jc w:val="both"/>
        <w:rPr>
          <w:rFonts w:ascii="Times New Roman" w:hAnsi="Times New Roman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09F024F7" w14:textId="77777777" w:rsidR="008B48E5" w:rsidRPr="00C77EA4" w:rsidRDefault="008B48E5" w:rsidP="008B48E5">
      <w:pPr>
        <w:shd w:val="clear" w:color="auto" w:fill="BFBFBF"/>
        <w:spacing w:before="360" w:line="360" w:lineRule="auto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CC6C270" w14:textId="77777777" w:rsidR="008B48E5" w:rsidRPr="00C77EA4" w:rsidRDefault="008B48E5" w:rsidP="008B48E5">
      <w:pPr>
        <w:pStyle w:val="Akapitzlist"/>
        <w:numPr>
          <w:ilvl w:val="0"/>
          <w:numId w:val="16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77EA4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01E310E" w14:textId="70A52B79" w:rsidR="008B48E5" w:rsidRPr="00C77EA4" w:rsidRDefault="008B48E5" w:rsidP="008B48E5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C77EA4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C77EA4">
        <w:rPr>
          <w:rFonts w:ascii="Arial" w:hAnsi="Arial" w:cs="Arial"/>
          <w:sz w:val="21"/>
          <w:szCs w:val="21"/>
        </w:rPr>
        <w:t>z dnia 13 kwietnia 2022 r.</w:t>
      </w:r>
      <w:r w:rsidRPr="00C77EA4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77EA4">
        <w:rPr>
          <w:rFonts w:ascii="Arial" w:hAnsi="Arial" w:cs="Arial"/>
          <w:sz w:val="21"/>
          <w:szCs w:val="21"/>
        </w:rPr>
        <w:t>(</w:t>
      </w:r>
      <w:r w:rsidR="008B6E3B">
        <w:t>Dz. U. 2024.507 t.j. z dnia 2024.04.04</w:t>
      </w:r>
      <w:r w:rsidRPr="00C77EA4">
        <w:rPr>
          <w:rFonts w:ascii="Arial" w:hAnsi="Arial" w:cs="Arial"/>
          <w:sz w:val="21"/>
          <w:szCs w:val="21"/>
        </w:rPr>
        <w:t>)</w:t>
      </w:r>
      <w:r w:rsidRPr="00C77EA4">
        <w:rPr>
          <w:rFonts w:ascii="Arial" w:hAnsi="Arial" w:cs="Arial"/>
          <w:i/>
          <w:iCs/>
          <w:sz w:val="21"/>
          <w:szCs w:val="21"/>
        </w:rPr>
        <w:t>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314CD548" w14:textId="77777777" w:rsidR="008B48E5" w:rsidRPr="00C77EA4" w:rsidRDefault="008B48E5" w:rsidP="008B48E5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C77EA4">
        <w:rPr>
          <w:rFonts w:ascii="Arial" w:hAnsi="Arial" w:cs="Arial"/>
          <w:b/>
          <w:bCs/>
          <w:sz w:val="21"/>
          <w:szCs w:val="21"/>
        </w:rPr>
        <w:t>:</w:t>
      </w:r>
    </w:p>
    <w:p w14:paraId="6B9EF3E9" w14:textId="77777777" w:rsidR="008B48E5" w:rsidRPr="00C77EA4" w:rsidRDefault="008B48E5" w:rsidP="008B48E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C77EA4">
        <w:rPr>
          <w:rFonts w:ascii="Arial" w:hAnsi="Arial" w:cs="Arial"/>
          <w:sz w:val="16"/>
          <w:szCs w:val="16"/>
        </w:rPr>
        <w:t>[UWAGA</w:t>
      </w:r>
      <w:r w:rsidRPr="00C77EA4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77EA4">
        <w:rPr>
          <w:rFonts w:ascii="Arial" w:hAnsi="Arial" w:cs="Arial"/>
          <w:sz w:val="16"/>
          <w:szCs w:val="16"/>
        </w:rPr>
        <w:t>]</w:t>
      </w:r>
      <w:bookmarkEnd w:id="2"/>
    </w:p>
    <w:p w14:paraId="4C0019CB" w14:textId="77777777" w:rsidR="008B48E5" w:rsidRPr="00C77EA4" w:rsidRDefault="008B48E5" w:rsidP="008B48E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C77EA4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C77EA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C77EA4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C77EA4"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C77EA4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Pr="00C77E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77E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77EA4">
        <w:rPr>
          <w:rFonts w:ascii="Arial" w:hAnsi="Arial" w:cs="Arial"/>
          <w:i/>
          <w:sz w:val="16"/>
          <w:szCs w:val="16"/>
        </w:rPr>
        <w:t>)</w:t>
      </w:r>
      <w:r w:rsidRPr="00C77EA4">
        <w:rPr>
          <w:rFonts w:ascii="Arial" w:hAnsi="Arial" w:cs="Arial"/>
          <w:sz w:val="16"/>
          <w:szCs w:val="16"/>
        </w:rPr>
        <w:t>,</w:t>
      </w:r>
      <w:r w:rsidRPr="00C77EA4"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C77EA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C77EA4">
        <w:rPr>
          <w:rFonts w:ascii="Arial" w:hAnsi="Arial" w:cs="Arial"/>
          <w:iCs/>
          <w:sz w:val="16"/>
          <w:szCs w:val="16"/>
        </w:rPr>
        <w:t>,</w:t>
      </w:r>
      <w:r w:rsidRPr="00C77EA4">
        <w:rPr>
          <w:rFonts w:ascii="Arial" w:hAnsi="Arial" w:cs="Arial"/>
          <w:i/>
          <w:sz w:val="16"/>
          <w:szCs w:val="16"/>
        </w:rPr>
        <w:br/>
      </w:r>
      <w:r w:rsidRPr="00C77EA4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3AEA6D2B" w14:textId="77777777" w:rsidR="008B48E5" w:rsidRPr="00C77EA4" w:rsidRDefault="008B48E5" w:rsidP="008B48E5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4E6ADE17" w14:textId="77777777" w:rsidR="008B48E5" w:rsidRPr="00C77EA4" w:rsidRDefault="008B48E5" w:rsidP="008B48E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77EA4">
        <w:rPr>
          <w:rFonts w:ascii="Arial" w:hAnsi="Arial" w:cs="Arial"/>
          <w:sz w:val="16"/>
          <w:szCs w:val="16"/>
        </w:rPr>
        <w:t>[UWAGA</w:t>
      </w:r>
      <w:r w:rsidRPr="00C77EA4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77EA4">
        <w:rPr>
          <w:rFonts w:ascii="Arial" w:hAnsi="Arial" w:cs="Arial"/>
          <w:sz w:val="16"/>
          <w:szCs w:val="16"/>
        </w:rPr>
        <w:t>]</w:t>
      </w:r>
    </w:p>
    <w:p w14:paraId="74D6FF87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C77EA4">
        <w:rPr>
          <w:rFonts w:ascii="Arial" w:hAnsi="Arial" w:cs="Arial"/>
          <w:sz w:val="20"/>
          <w:szCs w:val="20"/>
        </w:rPr>
        <w:t xml:space="preserve"> </w:t>
      </w:r>
      <w:r w:rsidRPr="00C77E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77E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77EA4">
        <w:rPr>
          <w:rFonts w:ascii="Arial" w:hAnsi="Arial" w:cs="Arial"/>
          <w:i/>
          <w:sz w:val="16"/>
          <w:szCs w:val="16"/>
        </w:rPr>
        <w:t>)</w:t>
      </w:r>
      <w:r w:rsidRPr="00C77EA4">
        <w:rPr>
          <w:rFonts w:ascii="Arial" w:hAnsi="Arial" w:cs="Arial"/>
          <w:sz w:val="16"/>
          <w:szCs w:val="16"/>
        </w:rPr>
        <w:t>,</w:t>
      </w:r>
      <w:r w:rsidRPr="00C77EA4">
        <w:rPr>
          <w:rFonts w:ascii="Arial" w:hAnsi="Arial" w:cs="Arial"/>
          <w:sz w:val="16"/>
          <w:szCs w:val="16"/>
        </w:rPr>
        <w:br/>
      </w:r>
      <w:r w:rsidRPr="00C77EA4">
        <w:rPr>
          <w:rFonts w:ascii="Arial" w:hAnsi="Arial" w:cs="Arial"/>
          <w:sz w:val="21"/>
          <w:szCs w:val="21"/>
        </w:rPr>
        <w:t>nie</w:t>
      </w:r>
      <w:r w:rsidRPr="00C77EA4">
        <w:rPr>
          <w:rFonts w:ascii="Arial" w:hAnsi="Arial" w:cs="Arial"/>
          <w:sz w:val="16"/>
          <w:szCs w:val="16"/>
        </w:rPr>
        <w:t xml:space="preserve"> </w:t>
      </w:r>
      <w:r w:rsidRPr="00C77EA4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715E2D0" w14:textId="77777777" w:rsidR="008B48E5" w:rsidRPr="00C77EA4" w:rsidRDefault="008B48E5" w:rsidP="008B48E5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1DAB40AC" w14:textId="77777777" w:rsidR="008B48E5" w:rsidRPr="00C77EA4" w:rsidRDefault="008B48E5" w:rsidP="008B48E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77EA4">
        <w:rPr>
          <w:rFonts w:ascii="Arial" w:hAnsi="Arial" w:cs="Arial"/>
          <w:sz w:val="16"/>
          <w:szCs w:val="16"/>
        </w:rPr>
        <w:t>[UWAGA</w:t>
      </w:r>
      <w:r w:rsidRPr="00C77EA4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77EA4">
        <w:rPr>
          <w:rFonts w:ascii="Arial" w:hAnsi="Arial" w:cs="Arial"/>
          <w:sz w:val="16"/>
          <w:szCs w:val="16"/>
        </w:rPr>
        <w:t>]</w:t>
      </w:r>
    </w:p>
    <w:p w14:paraId="4DDCCABE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C77EA4">
        <w:rPr>
          <w:rFonts w:ascii="Arial" w:hAnsi="Arial" w:cs="Arial"/>
          <w:sz w:val="20"/>
          <w:szCs w:val="20"/>
        </w:rPr>
        <w:t xml:space="preserve"> </w:t>
      </w:r>
      <w:r w:rsidRPr="00C77E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77E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77EA4">
        <w:rPr>
          <w:rFonts w:ascii="Arial" w:hAnsi="Arial" w:cs="Arial"/>
          <w:i/>
          <w:sz w:val="16"/>
          <w:szCs w:val="16"/>
        </w:rPr>
        <w:t>)</w:t>
      </w:r>
      <w:r w:rsidRPr="00C77EA4">
        <w:rPr>
          <w:rFonts w:ascii="Arial" w:hAnsi="Arial" w:cs="Arial"/>
          <w:sz w:val="16"/>
          <w:szCs w:val="16"/>
        </w:rPr>
        <w:t>,</w:t>
      </w:r>
      <w:r w:rsidRPr="00C77EA4">
        <w:rPr>
          <w:rFonts w:ascii="Arial" w:hAnsi="Arial" w:cs="Arial"/>
          <w:sz w:val="16"/>
          <w:szCs w:val="16"/>
        </w:rPr>
        <w:br/>
      </w:r>
      <w:r w:rsidRPr="00C77EA4">
        <w:rPr>
          <w:rFonts w:ascii="Arial" w:hAnsi="Arial" w:cs="Arial"/>
          <w:sz w:val="21"/>
          <w:szCs w:val="21"/>
        </w:rPr>
        <w:t>nie</w:t>
      </w:r>
      <w:r w:rsidRPr="00C77EA4">
        <w:rPr>
          <w:rFonts w:ascii="Arial" w:hAnsi="Arial" w:cs="Arial"/>
          <w:sz w:val="16"/>
          <w:szCs w:val="16"/>
        </w:rPr>
        <w:t xml:space="preserve"> </w:t>
      </w:r>
      <w:r w:rsidRPr="00C77EA4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A5AC712" w14:textId="77777777" w:rsidR="008B48E5" w:rsidRPr="00C77EA4" w:rsidRDefault="008B48E5" w:rsidP="008B48E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93D487" w14:textId="77777777" w:rsidR="008B48E5" w:rsidRPr="00C77EA4" w:rsidRDefault="008B48E5" w:rsidP="008B48E5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D4D3AD2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b/>
        </w:rPr>
      </w:pPr>
    </w:p>
    <w:p w14:paraId="16D68D31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C77EA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F350DD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7213BC" w14:textId="77777777" w:rsidR="008B48E5" w:rsidRPr="00C77EA4" w:rsidRDefault="008B48E5" w:rsidP="008B48E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76C1140" w14:textId="77777777" w:rsidR="008B48E5" w:rsidRPr="00C77EA4" w:rsidRDefault="008B48E5" w:rsidP="008B48E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77EA4">
        <w:t xml:space="preserve"> </w:t>
      </w:r>
      <w:r w:rsidRPr="00C77EA4">
        <w:rPr>
          <w:rFonts w:ascii="Arial" w:hAnsi="Arial" w:cs="Arial"/>
          <w:sz w:val="21"/>
          <w:szCs w:val="21"/>
        </w:rPr>
        <w:t>dane umożliwiające dostęp do tych środków:</w:t>
      </w:r>
      <w:r w:rsidRPr="00C77EA4"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67DEAB20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457D386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85AA0E9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7E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7DBCD54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6102AD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B0AE06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F10C35E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i/>
          <w:sz w:val="21"/>
          <w:szCs w:val="21"/>
        </w:rPr>
        <w:tab/>
      </w:r>
      <w:r w:rsidRPr="00C77EA4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Pr="00C77EA4"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5"/>
    </w:p>
    <w:p w14:paraId="55844DFD" w14:textId="77777777" w:rsidR="00B10970" w:rsidRPr="00C77EA4" w:rsidRDefault="00B10970" w:rsidP="00B10970">
      <w:pPr>
        <w:rPr>
          <w:rFonts w:ascii="Tahoma" w:hAnsi="Tahoma" w:cs="Tahoma"/>
          <w:sz w:val="18"/>
          <w:szCs w:val="18"/>
        </w:rPr>
      </w:pPr>
    </w:p>
    <w:p w14:paraId="213D4752" w14:textId="055FAAB0" w:rsidR="00B10970" w:rsidRPr="006C5762" w:rsidRDefault="00B10970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B10970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27C5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27C5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  <w:footnote w:id="1">
    <w:p w14:paraId="5123C6EA" w14:textId="77777777" w:rsidR="008B48E5" w:rsidRPr="00B929A1" w:rsidRDefault="008B48E5" w:rsidP="008B48E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492E0B6" w14:textId="77777777" w:rsidR="008B48E5" w:rsidRDefault="008B48E5" w:rsidP="008B48E5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1C3A0EC" w14:textId="77777777" w:rsidR="008B48E5" w:rsidRDefault="008B48E5" w:rsidP="008B48E5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90172C5" w14:textId="77777777" w:rsidR="008B48E5" w:rsidRPr="00B929A1" w:rsidRDefault="008B48E5" w:rsidP="008B48E5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9CE547" w14:textId="77777777" w:rsidR="008B48E5" w:rsidRPr="004E3F67" w:rsidRDefault="008B48E5" w:rsidP="008B48E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914BC6B" w14:textId="77777777" w:rsidR="008B48E5" w:rsidRPr="00A82964" w:rsidRDefault="008B48E5" w:rsidP="008B48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B8D36BA" w14:textId="77777777" w:rsidR="008B48E5" w:rsidRPr="00A82964" w:rsidRDefault="008B48E5" w:rsidP="008B48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795FF3" w14:textId="77777777" w:rsidR="008B48E5" w:rsidRPr="00A82964" w:rsidRDefault="008B48E5" w:rsidP="008B48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62DA12" w14:textId="77777777" w:rsidR="008B48E5" w:rsidRPr="00896587" w:rsidRDefault="008B48E5" w:rsidP="008B48E5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0030B"/>
    <w:rsid w:val="00023477"/>
    <w:rsid w:val="000247FF"/>
    <w:rsid w:val="00025C8D"/>
    <w:rsid w:val="000303EE"/>
    <w:rsid w:val="0004415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0F3EC0"/>
    <w:rsid w:val="0010759F"/>
    <w:rsid w:val="00110593"/>
    <w:rsid w:val="00160A7A"/>
    <w:rsid w:val="001902D2"/>
    <w:rsid w:val="001C614F"/>
    <w:rsid w:val="001C6945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84368"/>
    <w:rsid w:val="00290B01"/>
    <w:rsid w:val="00292198"/>
    <w:rsid w:val="002B2AD9"/>
    <w:rsid w:val="002B62FE"/>
    <w:rsid w:val="002C03D6"/>
    <w:rsid w:val="002C04E9"/>
    <w:rsid w:val="002C10C4"/>
    <w:rsid w:val="002C1C7B"/>
    <w:rsid w:val="002C4137"/>
    <w:rsid w:val="002C4948"/>
    <w:rsid w:val="002C543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21CF"/>
    <w:rsid w:val="00432CFC"/>
    <w:rsid w:val="00434CC2"/>
    <w:rsid w:val="004422E1"/>
    <w:rsid w:val="004541F9"/>
    <w:rsid w:val="00454820"/>
    <w:rsid w:val="00454AD9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52404"/>
    <w:rsid w:val="005641F0"/>
    <w:rsid w:val="00577C01"/>
    <w:rsid w:val="005B31EF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676AE"/>
    <w:rsid w:val="00687C82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804F07"/>
    <w:rsid w:val="00820B2C"/>
    <w:rsid w:val="00825A09"/>
    <w:rsid w:val="00830AB1"/>
    <w:rsid w:val="00833FCD"/>
    <w:rsid w:val="00842991"/>
    <w:rsid w:val="00860C1E"/>
    <w:rsid w:val="0086164B"/>
    <w:rsid w:val="008757E1"/>
    <w:rsid w:val="00882417"/>
    <w:rsid w:val="00892E48"/>
    <w:rsid w:val="008B48E5"/>
    <w:rsid w:val="008B6E3B"/>
    <w:rsid w:val="008C5709"/>
    <w:rsid w:val="008C6DF8"/>
    <w:rsid w:val="008D0487"/>
    <w:rsid w:val="008F3B4E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75019"/>
    <w:rsid w:val="00975C49"/>
    <w:rsid w:val="00977587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1280"/>
    <w:rsid w:val="00AB2F66"/>
    <w:rsid w:val="00AE6FF2"/>
    <w:rsid w:val="00AF36B8"/>
    <w:rsid w:val="00B0088C"/>
    <w:rsid w:val="00B105BC"/>
    <w:rsid w:val="00B10970"/>
    <w:rsid w:val="00B15219"/>
    <w:rsid w:val="00B15FD3"/>
    <w:rsid w:val="00B34079"/>
    <w:rsid w:val="00B36ABD"/>
    <w:rsid w:val="00B62DD5"/>
    <w:rsid w:val="00B664F9"/>
    <w:rsid w:val="00B8005E"/>
    <w:rsid w:val="00B90C3E"/>
    <w:rsid w:val="00B90E42"/>
    <w:rsid w:val="00BB0C3C"/>
    <w:rsid w:val="00BB7748"/>
    <w:rsid w:val="00C014B5"/>
    <w:rsid w:val="00C113BF"/>
    <w:rsid w:val="00C4103F"/>
    <w:rsid w:val="00C57DEB"/>
    <w:rsid w:val="00C65428"/>
    <w:rsid w:val="00C737A7"/>
    <w:rsid w:val="00C81012"/>
    <w:rsid w:val="00C909B9"/>
    <w:rsid w:val="00CA15D4"/>
    <w:rsid w:val="00CD0851"/>
    <w:rsid w:val="00CF0D12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B0780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7B32"/>
    <w:rsid w:val="00EE1FBF"/>
    <w:rsid w:val="00EE40F5"/>
    <w:rsid w:val="00EF5DD6"/>
    <w:rsid w:val="00EF74CA"/>
    <w:rsid w:val="00F04280"/>
    <w:rsid w:val="00F27C5B"/>
    <w:rsid w:val="00F365F2"/>
    <w:rsid w:val="00F43919"/>
    <w:rsid w:val="00F66810"/>
    <w:rsid w:val="00F8042D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13271B5"/>
  <w15:docId w15:val="{59D891FF-CD9F-40F4-8982-79CF22B48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0D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CF0D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CF0D12"/>
  </w:style>
  <w:style w:type="character" w:customStyle="1" w:styleId="ng-scope">
    <w:name w:val="ng-scope"/>
    <w:basedOn w:val="Domylnaczcionkaakapitu"/>
    <w:rsid w:val="00CF0D12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B1097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B10970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4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6F9BD-4E5C-4C66-A414-ACEB2D8D0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56</TotalTime>
  <Pages>3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60</cp:revision>
  <cp:lastPrinted>2016-07-26T10:32:00Z</cp:lastPrinted>
  <dcterms:created xsi:type="dcterms:W3CDTF">2021-01-28T12:17:00Z</dcterms:created>
  <dcterms:modified xsi:type="dcterms:W3CDTF">2024-11-18T07:40:00Z</dcterms:modified>
</cp:coreProperties>
</file>