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8A86A" w14:textId="46AF0153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 w:rsidR="004D413F">
        <w:rPr>
          <w:rFonts w:cs="Arial"/>
          <w:sz w:val="20"/>
          <w:szCs w:val="20"/>
        </w:rPr>
        <w:t>36</w:t>
      </w:r>
      <w:r w:rsidR="00313244">
        <w:rPr>
          <w:rFonts w:cs="Arial"/>
          <w:sz w:val="20"/>
          <w:szCs w:val="20"/>
        </w:rPr>
        <w:t>.202</w:t>
      </w:r>
      <w:r w:rsidR="005C6716">
        <w:rPr>
          <w:rFonts w:cs="Arial"/>
          <w:sz w:val="20"/>
          <w:szCs w:val="20"/>
        </w:rPr>
        <w:t>3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321371DF" w14:textId="7A17FA0E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2EE481E9" w14:textId="297AAEA3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628A6021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0F588949" w14:textId="345AE4F5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1E0E6C0A" w14:textId="77777777" w:rsidR="008745AB" w:rsidRPr="00EB76C0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52976D7D" w14:textId="3570B0DA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</w:p>
    <w:p w14:paraId="3F3D7915" w14:textId="77777777" w:rsidR="008745AB" w:rsidRPr="00337357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01394CC0" w14:textId="08A1F6B2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</w:p>
    <w:p w14:paraId="4881C508" w14:textId="77777777" w:rsidR="008745AB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3FA3389" w14:textId="439D7F90" w:rsidR="003B7604" w:rsidRDefault="003B7604" w:rsidP="003B7604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1657247B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43E32F7C" w14:textId="51A086F6" w:rsidR="003B7604" w:rsidRDefault="00E8370B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1666697B" w14:textId="77777777" w:rsidR="003B7604" w:rsidRPr="003B7604" w:rsidRDefault="003B7604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</w:p>
    <w:p w14:paraId="36AA5FBE" w14:textId="490F8137" w:rsidR="004D413F" w:rsidRPr="004D413F" w:rsidRDefault="000C2176" w:rsidP="004D413F">
      <w:pPr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DC2A92">
        <w:rPr>
          <w:rFonts w:cs="Arial"/>
          <w:sz w:val="20"/>
          <w:szCs w:val="20"/>
        </w:rPr>
        <w:t>Nawiązując do ogłoszenia</w:t>
      </w:r>
      <w:r w:rsidR="008745AB">
        <w:rPr>
          <w:rFonts w:cs="Arial"/>
          <w:sz w:val="20"/>
          <w:szCs w:val="20"/>
        </w:rPr>
        <w:t xml:space="preserve"> o zamówieniu</w:t>
      </w:r>
      <w:r w:rsidRPr="00DC2A92">
        <w:rPr>
          <w:rFonts w:cs="Arial"/>
          <w:sz w:val="20"/>
          <w:szCs w:val="20"/>
        </w:rPr>
        <w:t xml:space="preserve"> na </w:t>
      </w:r>
      <w:r w:rsidR="00A03598">
        <w:rPr>
          <w:rFonts w:cs="Arial"/>
          <w:sz w:val="20"/>
          <w:szCs w:val="20"/>
        </w:rPr>
        <w:t xml:space="preserve">usługi </w:t>
      </w:r>
      <w:r w:rsidRPr="00DC2A92">
        <w:rPr>
          <w:rFonts w:cs="Arial"/>
          <w:sz w:val="20"/>
          <w:szCs w:val="20"/>
        </w:rPr>
        <w:t>pn</w:t>
      </w:r>
      <w:r w:rsidR="00D17A2D">
        <w:rPr>
          <w:rFonts w:cs="Arial"/>
          <w:sz w:val="20"/>
          <w:szCs w:val="20"/>
        </w:rPr>
        <w:t>.</w:t>
      </w:r>
      <w:r w:rsidR="00D17A2D" w:rsidRPr="00D17A2D">
        <w:rPr>
          <w:rFonts w:cs="Arial"/>
          <w:b/>
          <w:sz w:val="20"/>
          <w:szCs w:val="20"/>
        </w:rPr>
        <w:t xml:space="preserve"> </w:t>
      </w:r>
      <w:bookmarkStart w:id="0" w:name="_Hlk3928222"/>
      <w:r w:rsidR="004D413F" w:rsidRPr="004D413F">
        <w:rPr>
          <w:rFonts w:eastAsia="Calibri" w:cs="Arial"/>
          <w:b/>
          <w:bCs/>
          <w:sz w:val="20"/>
          <w:szCs w:val="20"/>
          <w:lang w:eastAsia="en-US"/>
        </w:rPr>
        <w:t>Wykonanie dokumentacji projektowej dla termomodernizacji i instalacji odnawialnych źródeł energii w budynkach użyteczności publicznej z podziałem na części</w:t>
      </w:r>
      <w:r w:rsidR="004D413F">
        <w:rPr>
          <w:rFonts w:eastAsia="Calibri" w:cs="Arial"/>
          <w:b/>
          <w:bCs/>
          <w:sz w:val="20"/>
          <w:szCs w:val="20"/>
          <w:lang w:eastAsia="en-US"/>
        </w:rPr>
        <w:t>,</w:t>
      </w:r>
      <w:r w:rsidR="004D413F" w:rsidRPr="004D413F">
        <w:rPr>
          <w:rFonts w:eastAsia="Calibri" w:cs="Arial"/>
          <w:b/>
          <w:bCs/>
          <w:sz w:val="20"/>
          <w:szCs w:val="20"/>
          <w:lang w:eastAsia="en-US"/>
        </w:rPr>
        <w:t xml:space="preserve"> składam(y) niniejszą ofertę:</w:t>
      </w:r>
    </w:p>
    <w:p w14:paraId="74B2CE8D" w14:textId="4127B9EA" w:rsidR="004D413F" w:rsidRDefault="004D413F" w:rsidP="004D413F">
      <w:pPr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4D413F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</w:p>
    <w:p w14:paraId="5C48B13E" w14:textId="77777777" w:rsidR="004D413F" w:rsidRPr="004D413F" w:rsidRDefault="004D413F" w:rsidP="004D413F">
      <w:pPr>
        <w:jc w:val="both"/>
        <w:rPr>
          <w:rFonts w:eastAsia="Calibri" w:cs="Arial"/>
          <w:b/>
          <w:bCs/>
          <w:sz w:val="20"/>
          <w:szCs w:val="20"/>
          <w:lang w:eastAsia="en-US"/>
        </w:rPr>
      </w:pPr>
    </w:p>
    <w:p w14:paraId="0AAADA95" w14:textId="77777777" w:rsidR="004D413F" w:rsidRPr="004D413F" w:rsidRDefault="004D413F" w:rsidP="004D413F">
      <w:pPr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  <w:r w:rsidRPr="004D413F">
        <w:rPr>
          <w:rFonts w:eastAsia="Calibri" w:cs="Arial"/>
          <w:b/>
          <w:bCs/>
          <w:color w:val="FF0000"/>
          <w:sz w:val="20"/>
          <w:szCs w:val="20"/>
          <w:lang w:eastAsia="en-US"/>
        </w:rPr>
        <w:t xml:space="preserve">Część I. Wykonanie dokumentacji projektowej dla termomodernizacji i instalacji odnawialnych źródeł energii w budynkach użyteczności publicznej (Wydział Geodezji Starostwa Powiatowego w Chojnicach). </w:t>
      </w:r>
    </w:p>
    <w:p w14:paraId="1C76FA05" w14:textId="77777777" w:rsidR="000554BB" w:rsidRPr="000C2176" w:rsidRDefault="000554BB" w:rsidP="000554BB">
      <w:pPr>
        <w:rPr>
          <w:lang w:eastAsia="en-US"/>
        </w:rPr>
      </w:pPr>
    </w:p>
    <w:p w14:paraId="1B625B19" w14:textId="77777777" w:rsidR="000554BB" w:rsidRPr="00D748CF" w:rsidRDefault="000554BB" w:rsidP="000554BB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274D9A49" w14:textId="77777777" w:rsidR="000554BB" w:rsidRPr="00D748CF" w:rsidRDefault="000554BB" w:rsidP="000554BB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6724B1F1" w14:textId="77777777" w:rsidR="000554BB" w:rsidRPr="003B7604" w:rsidRDefault="000554BB" w:rsidP="000554BB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……………………………………………………….……………zł</w:t>
      </w:r>
    </w:p>
    <w:p w14:paraId="05CB5913" w14:textId="77777777" w:rsidR="000554BB" w:rsidRPr="00D748CF" w:rsidRDefault="000554BB" w:rsidP="000554BB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6524DE4E" w14:textId="77777777" w:rsidR="000554BB" w:rsidRPr="00D748CF" w:rsidRDefault="000554BB" w:rsidP="000554BB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52713D36" w14:textId="77777777" w:rsidR="000554BB" w:rsidRPr="00D748CF" w:rsidRDefault="000554BB" w:rsidP="000554BB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5D462984" w14:textId="77777777" w:rsidR="000554BB" w:rsidRDefault="000554BB" w:rsidP="000554BB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…………………...z</w:t>
      </w:r>
      <w:r w:rsidRPr="00D748CF">
        <w:rPr>
          <w:b/>
          <w:sz w:val="20"/>
          <w:szCs w:val="20"/>
        </w:rPr>
        <w:t>łotych</w:t>
      </w:r>
    </w:p>
    <w:p w14:paraId="67B3922E" w14:textId="77777777" w:rsidR="000554BB" w:rsidRDefault="000554BB" w:rsidP="000554BB">
      <w:pPr>
        <w:spacing w:after="100"/>
        <w:rPr>
          <w:b/>
          <w:sz w:val="20"/>
          <w:szCs w:val="20"/>
        </w:rPr>
      </w:pPr>
    </w:p>
    <w:p w14:paraId="6EFBD7C2" w14:textId="77777777" w:rsidR="000554BB" w:rsidRDefault="000554BB" w:rsidP="000554BB">
      <w:pPr>
        <w:spacing w:after="100"/>
        <w:rPr>
          <w:b/>
          <w:sz w:val="20"/>
          <w:szCs w:val="20"/>
        </w:rPr>
      </w:pPr>
    </w:p>
    <w:p w14:paraId="4E9120A4" w14:textId="77777777" w:rsidR="000554BB" w:rsidRDefault="000554BB" w:rsidP="000554BB">
      <w:pPr>
        <w:spacing w:after="100"/>
        <w:rPr>
          <w:b/>
          <w:sz w:val="20"/>
          <w:szCs w:val="20"/>
        </w:rPr>
      </w:pPr>
    </w:p>
    <w:p w14:paraId="309E1476" w14:textId="77777777" w:rsidR="000554BB" w:rsidRDefault="000554BB" w:rsidP="000554BB">
      <w:pPr>
        <w:spacing w:after="100"/>
        <w:rPr>
          <w:b/>
          <w:sz w:val="20"/>
          <w:szCs w:val="20"/>
        </w:rPr>
      </w:pPr>
    </w:p>
    <w:p w14:paraId="3B83C763" w14:textId="77777777" w:rsidR="000554BB" w:rsidRPr="00D17A2D" w:rsidRDefault="000554BB" w:rsidP="000554BB">
      <w:pPr>
        <w:spacing w:after="100"/>
        <w:rPr>
          <w:b/>
          <w:sz w:val="20"/>
          <w:szCs w:val="20"/>
        </w:rPr>
      </w:pPr>
    </w:p>
    <w:p w14:paraId="478B49EB" w14:textId="2FD4EF9C" w:rsidR="004D413F" w:rsidRPr="004D413F" w:rsidRDefault="000554BB" w:rsidP="004D413F">
      <w:pPr>
        <w:pStyle w:val="Akapitzlist"/>
        <w:numPr>
          <w:ilvl w:val="0"/>
          <w:numId w:val="8"/>
        </w:numPr>
        <w:spacing w:line="600" w:lineRule="auto"/>
        <w:ind w:left="284" w:hanging="284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</w:t>
      </w:r>
      <w:r w:rsidR="004D413F">
        <w:rPr>
          <w:rFonts w:cs="Arial"/>
          <w:b/>
          <w:sz w:val="20"/>
        </w:rPr>
        <w:t xml:space="preserve"> oferujemy </w:t>
      </w:r>
      <w:r w:rsidR="004D413F" w:rsidRPr="004D413F">
        <w:rPr>
          <w:rFonts w:cs="Arial"/>
          <w:b/>
          <w:bCs/>
          <w:sz w:val="20"/>
        </w:rPr>
        <w:t xml:space="preserve">okres  rękojmi i gwarancji </w:t>
      </w:r>
      <w:r w:rsidR="004D413F" w:rsidRPr="004D413F">
        <w:rPr>
          <w:rFonts w:cs="Arial"/>
          <w:b/>
          <w:i/>
          <w:sz w:val="20"/>
        </w:rPr>
        <w:t>( zaznaczyć):</w:t>
      </w:r>
    </w:p>
    <w:p w14:paraId="18079FF7" w14:textId="2B256D3E" w:rsidR="004D413F" w:rsidRPr="004D413F" w:rsidRDefault="004D413F" w:rsidP="004D413F">
      <w:pPr>
        <w:pStyle w:val="Akapitzlist"/>
        <w:numPr>
          <w:ilvl w:val="0"/>
          <w:numId w:val="24"/>
        </w:numPr>
        <w:spacing w:line="600" w:lineRule="auto"/>
        <w:rPr>
          <w:rFonts w:cs="Arial"/>
          <w:b/>
          <w:bCs/>
          <w:sz w:val="20"/>
        </w:rPr>
      </w:pPr>
      <w:r w:rsidRPr="004D413F">
        <w:rPr>
          <w:rFonts w:cs="Arial"/>
          <w:b/>
          <w:bCs/>
          <w:sz w:val="20"/>
        </w:rPr>
        <w:t>36 miesięcy</w:t>
      </w:r>
    </w:p>
    <w:p w14:paraId="77908FEF" w14:textId="22080E73" w:rsidR="004D413F" w:rsidRPr="004D413F" w:rsidRDefault="004D413F" w:rsidP="004D413F">
      <w:pPr>
        <w:pStyle w:val="Akapitzlist"/>
        <w:numPr>
          <w:ilvl w:val="0"/>
          <w:numId w:val="24"/>
        </w:numPr>
        <w:spacing w:line="600" w:lineRule="auto"/>
        <w:rPr>
          <w:rFonts w:cs="Arial"/>
          <w:b/>
          <w:bCs/>
          <w:sz w:val="20"/>
        </w:rPr>
      </w:pPr>
      <w:r w:rsidRPr="004D413F">
        <w:rPr>
          <w:rFonts w:cs="Arial"/>
          <w:b/>
          <w:bCs/>
          <w:sz w:val="20"/>
        </w:rPr>
        <w:t>48 miesięcy</w:t>
      </w:r>
    </w:p>
    <w:p w14:paraId="3B7D3087" w14:textId="113DA8BC" w:rsidR="000554BB" w:rsidRPr="004D413F" w:rsidRDefault="004D413F" w:rsidP="004D413F">
      <w:pPr>
        <w:pStyle w:val="Akapitzlist"/>
        <w:spacing w:line="600" w:lineRule="auto"/>
        <w:ind w:left="284"/>
        <w:rPr>
          <w:rFonts w:cs="Arial"/>
          <w:b/>
          <w:sz w:val="20"/>
        </w:rPr>
      </w:pPr>
      <w:r w:rsidRPr="004D413F">
        <w:rPr>
          <w:rFonts w:cs="Arial"/>
          <w:b/>
          <w:sz w:val="20"/>
        </w:rPr>
        <w:t>(słownie</w:t>
      </w:r>
      <w:r>
        <w:rPr>
          <w:rFonts w:cs="Arial"/>
          <w:b/>
          <w:sz w:val="20"/>
        </w:rPr>
        <w:t xml:space="preserve"> wpisać</w:t>
      </w:r>
      <w:r w:rsidRPr="004D413F">
        <w:rPr>
          <w:rFonts w:cs="Arial"/>
          <w:b/>
          <w:sz w:val="20"/>
        </w:rPr>
        <w:t xml:space="preserve"> : ……………………………..………………………………</w:t>
      </w:r>
      <w:r>
        <w:rPr>
          <w:rFonts w:cs="Arial"/>
          <w:b/>
          <w:sz w:val="20"/>
        </w:rPr>
        <w:t>…………………</w:t>
      </w:r>
      <w:r w:rsidRPr="004D413F">
        <w:rPr>
          <w:rFonts w:cs="Arial"/>
          <w:b/>
          <w:sz w:val="20"/>
        </w:rPr>
        <w:t xml:space="preserve"> miesięcy)</w:t>
      </w:r>
    </w:p>
    <w:p w14:paraId="4325C802" w14:textId="77777777" w:rsidR="004D413F" w:rsidRPr="004D413F" w:rsidRDefault="004D413F" w:rsidP="004D413F">
      <w:pPr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  <w:r w:rsidRPr="004D413F">
        <w:rPr>
          <w:rFonts w:eastAsia="Calibri" w:cs="Arial"/>
          <w:b/>
          <w:bCs/>
          <w:color w:val="FF0000"/>
          <w:sz w:val="20"/>
          <w:szCs w:val="20"/>
          <w:lang w:eastAsia="en-US"/>
        </w:rPr>
        <w:t xml:space="preserve">Część II. Wykonanie dokumentacji projektowej dla termomodernizacji i instalacji odnawialnych źródeł energii w budynkach użyteczności publicznej (budynek Domu Pomocy Społecznej w Chojnicach). </w:t>
      </w:r>
    </w:p>
    <w:p w14:paraId="34049896" w14:textId="77777777" w:rsidR="000554BB" w:rsidRPr="00142137" w:rsidRDefault="000554BB" w:rsidP="00142137">
      <w:pPr>
        <w:jc w:val="both"/>
        <w:rPr>
          <w:rFonts w:cs="Arial"/>
          <w:b/>
          <w:bCs/>
          <w:sz w:val="20"/>
          <w:szCs w:val="20"/>
        </w:rPr>
      </w:pPr>
    </w:p>
    <w:bookmarkEnd w:id="0"/>
    <w:p w14:paraId="5133EBA4" w14:textId="442B7AD5" w:rsidR="003B7604" w:rsidRPr="008745AB" w:rsidRDefault="000C2176" w:rsidP="00D17A2D">
      <w:pPr>
        <w:jc w:val="both"/>
        <w:rPr>
          <w:rFonts w:cs="Arial"/>
          <w:b/>
          <w:sz w:val="20"/>
          <w:szCs w:val="20"/>
        </w:rPr>
      </w:pPr>
      <w:r w:rsidRPr="00DC2A92">
        <w:rPr>
          <w:rFonts w:cs="Arial"/>
          <w:sz w:val="20"/>
          <w:szCs w:val="20"/>
        </w:rPr>
        <w:t>składam(y) niniejszą ofertę:</w:t>
      </w:r>
    </w:p>
    <w:p w14:paraId="56804ED8" w14:textId="77777777" w:rsidR="000C2176" w:rsidRPr="000C2176" w:rsidRDefault="000C2176" w:rsidP="000C2176">
      <w:pPr>
        <w:rPr>
          <w:lang w:eastAsia="en-US"/>
        </w:rPr>
      </w:pPr>
    </w:p>
    <w:p w14:paraId="7E33E2F5" w14:textId="60C11345" w:rsidR="00D748CF" w:rsidRPr="00D748CF" w:rsidRDefault="00D748CF" w:rsidP="000554BB">
      <w:pPr>
        <w:pStyle w:val="Akapitzlist"/>
        <w:numPr>
          <w:ilvl w:val="0"/>
          <w:numId w:val="1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2796CBBD" w14:textId="77777777" w:rsidR="00D748CF" w:rsidRPr="00D748CF" w:rsidRDefault="00D748CF" w:rsidP="00D748CF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4609AE9D" w14:textId="11530EA6" w:rsidR="00D748CF" w:rsidRPr="003B7604" w:rsidRDefault="00D748CF" w:rsidP="003B7604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 w:rsidR="003B7604"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</w:t>
      </w:r>
      <w:r w:rsidR="004D413F">
        <w:rPr>
          <w:b/>
          <w:sz w:val="20"/>
          <w:szCs w:val="20"/>
        </w:rPr>
        <w:t>..</w:t>
      </w:r>
      <w:r w:rsidRPr="003B7604">
        <w:rPr>
          <w:b/>
          <w:sz w:val="20"/>
          <w:szCs w:val="20"/>
        </w:rPr>
        <w:t>……zł</w:t>
      </w:r>
    </w:p>
    <w:p w14:paraId="7C7CA482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54C00982" w14:textId="4592017A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 w:rsidR="003B7604"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6639AAD9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4D5C32E1" w14:textId="2A4A7684" w:rsid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</w:t>
      </w:r>
      <w:r w:rsidR="003B7604">
        <w:rPr>
          <w:b/>
          <w:sz w:val="20"/>
          <w:szCs w:val="20"/>
        </w:rPr>
        <w:t>………...</w:t>
      </w:r>
      <w:r>
        <w:rPr>
          <w:b/>
          <w:sz w:val="20"/>
          <w:szCs w:val="20"/>
        </w:rPr>
        <w:t>z</w:t>
      </w:r>
      <w:r w:rsidRPr="00D748CF">
        <w:rPr>
          <w:b/>
          <w:sz w:val="20"/>
          <w:szCs w:val="20"/>
        </w:rPr>
        <w:t>łotych</w:t>
      </w:r>
    </w:p>
    <w:p w14:paraId="0AAEC26B" w14:textId="77777777" w:rsidR="00142137" w:rsidRPr="00D17A2D" w:rsidRDefault="00142137" w:rsidP="00D17A2D">
      <w:pPr>
        <w:spacing w:after="100"/>
        <w:rPr>
          <w:b/>
          <w:sz w:val="20"/>
          <w:szCs w:val="20"/>
        </w:rPr>
      </w:pPr>
    </w:p>
    <w:p w14:paraId="2965A9AA" w14:textId="77777777" w:rsidR="004D413F" w:rsidRPr="004D413F" w:rsidRDefault="00B60FD7" w:rsidP="004D413F">
      <w:pPr>
        <w:pStyle w:val="Akapitzlist"/>
        <w:numPr>
          <w:ilvl w:val="0"/>
          <w:numId w:val="25"/>
        </w:numPr>
        <w:spacing w:line="600" w:lineRule="auto"/>
        <w:ind w:left="284" w:hanging="284"/>
        <w:rPr>
          <w:rFonts w:cs="Arial"/>
          <w:b/>
          <w:sz w:val="20"/>
        </w:rPr>
      </w:pPr>
      <w:r w:rsidRPr="004D413F">
        <w:rPr>
          <w:rFonts w:cs="Arial"/>
          <w:b/>
          <w:sz w:val="20"/>
        </w:rPr>
        <w:t xml:space="preserve">Oświadczamy, </w:t>
      </w:r>
      <w:r w:rsidR="004D413F" w:rsidRPr="00B60FD7">
        <w:rPr>
          <w:rFonts w:cs="Arial"/>
          <w:b/>
          <w:sz w:val="20"/>
        </w:rPr>
        <w:t>że</w:t>
      </w:r>
      <w:r w:rsidR="004D413F">
        <w:rPr>
          <w:rFonts w:cs="Arial"/>
          <w:b/>
          <w:sz w:val="20"/>
        </w:rPr>
        <w:t xml:space="preserve"> oferujemy </w:t>
      </w:r>
      <w:r w:rsidR="004D413F" w:rsidRPr="004D413F">
        <w:rPr>
          <w:rFonts w:cs="Arial"/>
          <w:b/>
          <w:bCs/>
          <w:sz w:val="20"/>
        </w:rPr>
        <w:t xml:space="preserve">okres  rękojmi i gwarancji </w:t>
      </w:r>
      <w:r w:rsidR="004D413F" w:rsidRPr="004D413F">
        <w:rPr>
          <w:rFonts w:cs="Arial"/>
          <w:b/>
          <w:i/>
          <w:sz w:val="20"/>
        </w:rPr>
        <w:t>( zaznaczyć):</w:t>
      </w:r>
    </w:p>
    <w:p w14:paraId="3C2AA917" w14:textId="77777777" w:rsidR="004D413F" w:rsidRPr="004D413F" w:rsidRDefault="004D413F" w:rsidP="004D413F">
      <w:pPr>
        <w:pStyle w:val="Akapitzlist"/>
        <w:numPr>
          <w:ilvl w:val="0"/>
          <w:numId w:val="24"/>
        </w:numPr>
        <w:spacing w:line="600" w:lineRule="auto"/>
        <w:rPr>
          <w:rFonts w:cs="Arial"/>
          <w:b/>
          <w:bCs/>
          <w:sz w:val="20"/>
        </w:rPr>
      </w:pPr>
      <w:r w:rsidRPr="004D413F">
        <w:rPr>
          <w:rFonts w:cs="Arial"/>
          <w:b/>
          <w:bCs/>
          <w:sz w:val="20"/>
        </w:rPr>
        <w:t>36 miesięcy</w:t>
      </w:r>
    </w:p>
    <w:p w14:paraId="4BA5A907" w14:textId="77777777" w:rsidR="004D413F" w:rsidRPr="004D413F" w:rsidRDefault="004D413F" w:rsidP="004D413F">
      <w:pPr>
        <w:pStyle w:val="Akapitzlist"/>
        <w:numPr>
          <w:ilvl w:val="0"/>
          <w:numId w:val="24"/>
        </w:numPr>
        <w:spacing w:line="600" w:lineRule="auto"/>
        <w:rPr>
          <w:rFonts w:cs="Arial"/>
          <w:b/>
          <w:bCs/>
          <w:sz w:val="20"/>
        </w:rPr>
      </w:pPr>
      <w:r w:rsidRPr="004D413F">
        <w:rPr>
          <w:rFonts w:cs="Arial"/>
          <w:b/>
          <w:bCs/>
          <w:sz w:val="20"/>
        </w:rPr>
        <w:t>48 miesięcy</w:t>
      </w:r>
    </w:p>
    <w:p w14:paraId="6C6CA7E1" w14:textId="2C0292E2" w:rsidR="00707BA3" w:rsidRPr="004D413F" w:rsidRDefault="004D413F" w:rsidP="004D413F">
      <w:pPr>
        <w:pStyle w:val="Akapitzlist"/>
        <w:spacing w:line="600" w:lineRule="auto"/>
        <w:ind w:left="284"/>
        <w:rPr>
          <w:rFonts w:cs="Arial"/>
          <w:b/>
          <w:sz w:val="20"/>
        </w:rPr>
      </w:pPr>
      <w:r w:rsidRPr="004D413F">
        <w:rPr>
          <w:rFonts w:cs="Arial"/>
          <w:b/>
          <w:sz w:val="20"/>
        </w:rPr>
        <w:t>(słownie</w:t>
      </w:r>
      <w:r>
        <w:rPr>
          <w:rFonts w:cs="Arial"/>
          <w:b/>
          <w:sz w:val="20"/>
        </w:rPr>
        <w:t xml:space="preserve"> wpisać</w:t>
      </w:r>
      <w:r w:rsidRPr="004D413F">
        <w:rPr>
          <w:rFonts w:cs="Arial"/>
          <w:b/>
          <w:sz w:val="20"/>
        </w:rPr>
        <w:t xml:space="preserve"> : ……………………………..………………………………</w:t>
      </w:r>
      <w:r>
        <w:rPr>
          <w:rFonts w:cs="Arial"/>
          <w:b/>
          <w:sz w:val="20"/>
        </w:rPr>
        <w:t>…………………</w:t>
      </w:r>
      <w:r w:rsidRPr="004D413F">
        <w:rPr>
          <w:rFonts w:cs="Arial"/>
          <w:b/>
          <w:sz w:val="20"/>
        </w:rPr>
        <w:t xml:space="preserve"> miesięcy)</w:t>
      </w:r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10606975" w14:textId="77777777" w:rsidR="000554BB" w:rsidRDefault="000554BB" w:rsidP="000C2176">
      <w:pPr>
        <w:jc w:val="both"/>
        <w:rPr>
          <w:rFonts w:cs="Arial"/>
          <w:bCs/>
          <w:sz w:val="20"/>
          <w:szCs w:val="20"/>
        </w:rPr>
      </w:pP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EC47F3B" w14:textId="5FB633DB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dokumentacją </w:t>
      </w:r>
      <w:r w:rsidR="008E0BEF">
        <w:rPr>
          <w:rFonts w:cs="Arial"/>
          <w:sz w:val="20"/>
          <w:szCs w:val="20"/>
        </w:rPr>
        <w:t>projektową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030DC8B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2204E9D3" w14:textId="77777777" w:rsidR="004D413F" w:rsidRDefault="004D413F" w:rsidP="004D413F">
      <w:pPr>
        <w:spacing w:line="360" w:lineRule="auto"/>
        <w:jc w:val="both"/>
        <w:rPr>
          <w:rFonts w:cs="Arial"/>
          <w:sz w:val="20"/>
          <w:szCs w:val="20"/>
        </w:rPr>
      </w:pPr>
    </w:p>
    <w:p w14:paraId="3E67D9EF" w14:textId="77777777" w:rsidR="004D413F" w:rsidRDefault="004D413F" w:rsidP="004D413F">
      <w:pPr>
        <w:spacing w:line="360" w:lineRule="auto"/>
        <w:jc w:val="both"/>
        <w:rPr>
          <w:rFonts w:cs="Arial"/>
          <w:sz w:val="20"/>
          <w:szCs w:val="20"/>
        </w:rPr>
      </w:pPr>
    </w:p>
    <w:p w14:paraId="42DA23BE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11F3DAD" w14:textId="7CF9266D" w:rsidR="00C65C63" w:rsidRDefault="00C65C63" w:rsidP="00C65C63">
      <w:pPr>
        <w:spacing w:line="360" w:lineRule="auto"/>
        <w:ind w:left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CZI</w:t>
      </w:r>
    </w:p>
    <w:p w14:paraId="459A1541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21D55B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A6D8446" w14:textId="77777777" w:rsidR="000C2176" w:rsidRPr="00C65C63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3AB97A3D" w14:textId="77777777" w:rsidR="00C65C63" w:rsidRDefault="00C65C63" w:rsidP="00C65C63">
      <w:pPr>
        <w:suppressAutoHyphens/>
        <w:ind w:left="1077"/>
        <w:jc w:val="both"/>
        <w:rPr>
          <w:rFonts w:cs="Arial"/>
          <w:b/>
          <w:sz w:val="20"/>
          <w:szCs w:val="20"/>
        </w:rPr>
      </w:pPr>
    </w:p>
    <w:p w14:paraId="0D303287" w14:textId="00016CE8" w:rsidR="00C65C63" w:rsidRDefault="00C65C63" w:rsidP="00C65C63">
      <w:pPr>
        <w:spacing w:line="360" w:lineRule="auto"/>
        <w:ind w:left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CZII</w:t>
      </w:r>
    </w:p>
    <w:p w14:paraId="0D0F11DB" w14:textId="77777777" w:rsidR="00C65C63" w:rsidRDefault="00C65C63" w:rsidP="00C65C63">
      <w:pPr>
        <w:numPr>
          <w:ilvl w:val="3"/>
          <w:numId w:val="21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C65C63" w:rsidRPr="007B1C9D" w14:paraId="0BCB1D2A" w14:textId="77777777" w:rsidTr="0000029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62CA380" w14:textId="77777777" w:rsidR="00C65C63" w:rsidRPr="007B1C9D" w:rsidRDefault="00C65C63" w:rsidP="00000298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49892E08" w14:textId="77777777" w:rsidR="00C65C63" w:rsidRPr="007B1C9D" w:rsidRDefault="00C65C63" w:rsidP="0000029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EB7BC27" w14:textId="77777777" w:rsidR="00C65C63" w:rsidRPr="007B1C9D" w:rsidRDefault="00C65C63" w:rsidP="0000029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9B9F670" w14:textId="77777777" w:rsidR="00C65C63" w:rsidRPr="007B1C9D" w:rsidRDefault="00C65C63" w:rsidP="00000298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E301176" w14:textId="77777777" w:rsidR="00C65C63" w:rsidRPr="007B1C9D" w:rsidRDefault="00C65C63" w:rsidP="00000298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51AAF7D" w14:textId="77777777" w:rsidR="00C65C63" w:rsidRPr="007B1C9D" w:rsidRDefault="00C65C63" w:rsidP="00000298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C65C63" w:rsidRPr="007B1C9D" w14:paraId="3A608A1A" w14:textId="77777777" w:rsidTr="0000029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A2A8411" w14:textId="77777777" w:rsidR="00C65C63" w:rsidRPr="000C2176" w:rsidRDefault="00C65C63" w:rsidP="0000029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C192F4F" w14:textId="77777777" w:rsidR="00C65C63" w:rsidRPr="000C2176" w:rsidRDefault="00C65C63" w:rsidP="0000029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D38A6D8" w14:textId="77777777" w:rsidR="00C65C63" w:rsidRPr="000C2176" w:rsidRDefault="00C65C63" w:rsidP="0000029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1656856" w14:textId="77777777" w:rsidR="00C65C63" w:rsidRPr="000C2176" w:rsidRDefault="00C65C63" w:rsidP="0000029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C65C63" w:rsidRPr="007B1C9D" w14:paraId="067EF821" w14:textId="77777777" w:rsidTr="0000029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9EDFA3" w14:textId="77777777" w:rsidR="00C65C63" w:rsidRPr="007B1C9D" w:rsidRDefault="00C65C63" w:rsidP="0000029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F64208" w14:textId="77777777" w:rsidR="00C65C63" w:rsidRPr="007B1C9D" w:rsidRDefault="00C65C63" w:rsidP="0000029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503A98" w14:textId="77777777" w:rsidR="00C65C63" w:rsidRPr="007B1C9D" w:rsidRDefault="00C65C63" w:rsidP="0000029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4C5A3" w14:textId="77777777" w:rsidR="00C65C63" w:rsidRPr="007B1C9D" w:rsidRDefault="00C65C63" w:rsidP="0000029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C65C63" w:rsidRPr="007B1C9D" w14:paraId="0093D52B" w14:textId="77777777" w:rsidTr="0000029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01AB7B" w14:textId="77777777" w:rsidR="00C65C63" w:rsidRPr="007B1C9D" w:rsidRDefault="00C65C63" w:rsidP="0000029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1C6EF0" w14:textId="77777777" w:rsidR="00C65C63" w:rsidRPr="007B1C9D" w:rsidRDefault="00C65C63" w:rsidP="0000029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D8E48C" w14:textId="77777777" w:rsidR="00C65C63" w:rsidRPr="007B1C9D" w:rsidRDefault="00C65C63" w:rsidP="0000029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4B655" w14:textId="77777777" w:rsidR="00C65C63" w:rsidRPr="007B1C9D" w:rsidRDefault="00C65C63" w:rsidP="0000029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42657085" w14:textId="77777777" w:rsidR="00C65C63" w:rsidRPr="0022624E" w:rsidRDefault="00C65C63" w:rsidP="00C65C63">
      <w:pPr>
        <w:suppressAutoHyphens/>
        <w:jc w:val="both"/>
        <w:rPr>
          <w:rFonts w:cs="Arial"/>
          <w:sz w:val="20"/>
          <w:szCs w:val="20"/>
        </w:rPr>
      </w:pPr>
    </w:p>
    <w:p w14:paraId="489A6400" w14:textId="77777777" w:rsidR="00C65C63" w:rsidRPr="00C65C63" w:rsidRDefault="00C65C63" w:rsidP="00C65C63">
      <w:pPr>
        <w:numPr>
          <w:ilvl w:val="3"/>
          <w:numId w:val="21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3DCA08B7" w14:textId="77777777" w:rsidR="00C65C63" w:rsidRPr="003E0E15" w:rsidRDefault="00C65C63" w:rsidP="00C65C63">
      <w:pPr>
        <w:suppressAutoHyphens/>
        <w:ind w:left="1077"/>
        <w:jc w:val="both"/>
        <w:rPr>
          <w:rFonts w:cs="Arial"/>
          <w:sz w:val="20"/>
          <w:szCs w:val="20"/>
        </w:rPr>
      </w:pP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457A13E9" w14:textId="77777777" w:rsidR="000C2176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57DE2058" w14:textId="77777777" w:rsidR="004D413F" w:rsidRDefault="004D413F" w:rsidP="000C2176">
      <w:pPr>
        <w:rPr>
          <w:rFonts w:cs="Arial"/>
          <w:sz w:val="20"/>
          <w:szCs w:val="20"/>
        </w:rPr>
      </w:pPr>
    </w:p>
    <w:p w14:paraId="2D5A0C39" w14:textId="77777777" w:rsidR="004D413F" w:rsidRPr="00061553" w:rsidRDefault="004D413F" w:rsidP="000C2176">
      <w:pPr>
        <w:rPr>
          <w:rFonts w:cs="Arial"/>
          <w:sz w:val="20"/>
          <w:szCs w:val="20"/>
        </w:rPr>
      </w:pP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53F29CC3" w14:textId="153E5FF6" w:rsidR="000C2176" w:rsidRDefault="000C2176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Default="003B7604" w:rsidP="000C2176">
      <w:pPr>
        <w:rPr>
          <w:rFonts w:cs="Arial"/>
          <w:i/>
          <w:sz w:val="16"/>
          <w:szCs w:val="16"/>
        </w:rPr>
      </w:pPr>
    </w:p>
    <w:p w14:paraId="61674492" w14:textId="77777777" w:rsidR="004D413F" w:rsidRDefault="004D413F" w:rsidP="004D413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p w14:paraId="51BE7579" w14:textId="77777777" w:rsidR="004D413F" w:rsidRPr="00A63522" w:rsidRDefault="004D413F" w:rsidP="004D413F">
      <w:pPr>
        <w:spacing w:line="360" w:lineRule="auto"/>
        <w:ind w:left="360"/>
        <w:jc w:val="both"/>
        <w:rPr>
          <w:rFonts w:cs="Arial"/>
          <w:b/>
          <w:color w:val="FF0000"/>
          <w:sz w:val="20"/>
          <w:szCs w:val="20"/>
        </w:rPr>
      </w:pPr>
    </w:p>
    <w:tbl>
      <w:tblPr>
        <w:tblStyle w:val="Tabela-Siatka11"/>
        <w:tblW w:w="0" w:type="auto"/>
        <w:tblInd w:w="534" w:type="dxa"/>
        <w:tblLook w:val="04A0" w:firstRow="1" w:lastRow="0" w:firstColumn="1" w:lastColumn="0" w:noHBand="0" w:noVBand="1"/>
      </w:tblPr>
      <w:tblGrid>
        <w:gridCol w:w="1417"/>
        <w:gridCol w:w="2216"/>
        <w:gridCol w:w="5404"/>
      </w:tblGrid>
      <w:tr w:rsidR="004D413F" w:rsidRPr="003E0E15" w14:paraId="275363DD" w14:textId="77777777" w:rsidTr="004D413F">
        <w:tc>
          <w:tcPr>
            <w:tcW w:w="1417" w:type="dxa"/>
          </w:tcPr>
          <w:p w14:paraId="0B8328A2" w14:textId="50C44A46" w:rsidR="004D413F" w:rsidRPr="003E0E15" w:rsidRDefault="004D413F" w:rsidP="004D413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część</w:t>
            </w:r>
          </w:p>
        </w:tc>
        <w:tc>
          <w:tcPr>
            <w:tcW w:w="2216" w:type="dxa"/>
          </w:tcPr>
          <w:p w14:paraId="12AD7408" w14:textId="0D583202" w:rsidR="004D413F" w:rsidRPr="003E0E15" w:rsidRDefault="004D413F" w:rsidP="00D2278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5404" w:type="dxa"/>
          </w:tcPr>
          <w:p w14:paraId="23491EEA" w14:textId="7691C2D6" w:rsidR="004D413F" w:rsidRPr="003E0E15" w:rsidRDefault="004D413F" w:rsidP="00D2278A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f</w:t>
            </w:r>
            <w:r w:rsidRPr="003E0E15">
              <w:rPr>
                <w:rFonts w:cs="Arial"/>
                <w:b/>
                <w:sz w:val="20"/>
                <w:szCs w:val="20"/>
              </w:rPr>
              <w:t>orma</w:t>
            </w:r>
          </w:p>
          <w:p w14:paraId="4733BFD7" w14:textId="77777777" w:rsidR="004D413F" w:rsidRPr="003E0E15" w:rsidRDefault="004D413F" w:rsidP="00D2278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4D413F" w:rsidRPr="003E0E15" w14:paraId="2F845623" w14:textId="77777777" w:rsidTr="004D413F">
        <w:trPr>
          <w:trHeight w:val="769"/>
        </w:trPr>
        <w:tc>
          <w:tcPr>
            <w:tcW w:w="1417" w:type="dxa"/>
            <w:vAlign w:val="center"/>
          </w:tcPr>
          <w:p w14:paraId="2AFE6400" w14:textId="66DC81BE" w:rsidR="004D413F" w:rsidRDefault="004D413F" w:rsidP="004D413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CZ.I</w:t>
            </w:r>
          </w:p>
        </w:tc>
        <w:tc>
          <w:tcPr>
            <w:tcW w:w="2216" w:type="dxa"/>
            <w:vAlign w:val="center"/>
          </w:tcPr>
          <w:p w14:paraId="452AD712" w14:textId="6A80CD32" w:rsidR="004D413F" w:rsidRPr="003E0E15" w:rsidRDefault="004D413F" w:rsidP="004D413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4</w:t>
            </w:r>
            <w:r w:rsidRPr="003E0E15">
              <w:rPr>
                <w:rFonts w:cs="Arial"/>
                <w:b/>
                <w:sz w:val="20"/>
                <w:szCs w:val="20"/>
              </w:rPr>
              <w:t>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5404" w:type="dxa"/>
            <w:vAlign w:val="center"/>
          </w:tcPr>
          <w:p w14:paraId="1789B9D0" w14:textId="77777777" w:rsidR="004D413F" w:rsidRDefault="004D413F" w:rsidP="004D413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19AA2619" w14:textId="77777777" w:rsidR="004D413F" w:rsidRPr="003E0E15" w:rsidRDefault="004D413F" w:rsidP="004D413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4D413F" w:rsidRPr="003E0E15" w14:paraId="11E071F7" w14:textId="77777777" w:rsidTr="004D413F">
        <w:trPr>
          <w:trHeight w:val="769"/>
        </w:trPr>
        <w:tc>
          <w:tcPr>
            <w:tcW w:w="1417" w:type="dxa"/>
            <w:vAlign w:val="center"/>
          </w:tcPr>
          <w:p w14:paraId="660E672C" w14:textId="71F0E376" w:rsidR="004D413F" w:rsidRDefault="004D413F" w:rsidP="004D413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CZ.II</w:t>
            </w:r>
          </w:p>
        </w:tc>
        <w:tc>
          <w:tcPr>
            <w:tcW w:w="2216" w:type="dxa"/>
            <w:vAlign w:val="center"/>
          </w:tcPr>
          <w:p w14:paraId="5198F7F2" w14:textId="1797CE1D" w:rsidR="004D413F" w:rsidRDefault="004D413F" w:rsidP="004D413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10 000,00 zł</w:t>
            </w:r>
          </w:p>
        </w:tc>
        <w:tc>
          <w:tcPr>
            <w:tcW w:w="5404" w:type="dxa"/>
            <w:vAlign w:val="center"/>
          </w:tcPr>
          <w:p w14:paraId="746CED81" w14:textId="77777777" w:rsidR="004D413F" w:rsidRDefault="004D413F" w:rsidP="004D413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02E95A61" w14:textId="77777777" w:rsidR="004D413F" w:rsidRDefault="004D413F" w:rsidP="004D413F">
      <w:pPr>
        <w:spacing w:after="240" w:line="23" w:lineRule="atLeast"/>
        <w:rPr>
          <w:rFonts w:cs="Arial"/>
          <w:sz w:val="20"/>
          <w:szCs w:val="20"/>
        </w:rPr>
      </w:pPr>
    </w:p>
    <w:p w14:paraId="4D3CF0A9" w14:textId="77777777" w:rsidR="004D413F" w:rsidRPr="003E0E15" w:rsidRDefault="004D413F" w:rsidP="004D413F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35E970CB" w14:textId="77777777" w:rsidR="004D413F" w:rsidRDefault="004D413F" w:rsidP="004D413F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798EDB7" w14:textId="77777777" w:rsidR="004D413F" w:rsidRDefault="004D413F" w:rsidP="004D413F">
      <w:pPr>
        <w:rPr>
          <w:rFonts w:cs="Arial"/>
          <w:i/>
          <w:sz w:val="16"/>
          <w:szCs w:val="16"/>
        </w:rPr>
      </w:pPr>
    </w:p>
    <w:p w14:paraId="4A062DB2" w14:textId="77777777" w:rsidR="004D413F" w:rsidRDefault="004D413F" w:rsidP="000C2176">
      <w:pPr>
        <w:rPr>
          <w:rFonts w:cs="Arial"/>
          <w:i/>
          <w:sz w:val="16"/>
          <w:szCs w:val="16"/>
        </w:rPr>
      </w:pPr>
    </w:p>
    <w:p w14:paraId="437E3C90" w14:textId="77777777" w:rsidR="004D413F" w:rsidRDefault="004D413F" w:rsidP="000C2176">
      <w:pPr>
        <w:rPr>
          <w:rFonts w:cs="Arial"/>
          <w:i/>
          <w:sz w:val="16"/>
          <w:szCs w:val="16"/>
        </w:rPr>
      </w:pPr>
    </w:p>
    <w:p w14:paraId="0840511C" w14:textId="77777777" w:rsidR="004D413F" w:rsidRDefault="004D413F" w:rsidP="000C2176">
      <w:pPr>
        <w:rPr>
          <w:rFonts w:cs="Arial"/>
          <w:i/>
          <w:sz w:val="16"/>
          <w:szCs w:val="16"/>
        </w:rPr>
      </w:pPr>
    </w:p>
    <w:p w14:paraId="57FDD731" w14:textId="77777777" w:rsidR="004D413F" w:rsidRDefault="004D413F" w:rsidP="000C2176">
      <w:pPr>
        <w:rPr>
          <w:rFonts w:cs="Arial"/>
          <w:i/>
          <w:sz w:val="16"/>
          <w:szCs w:val="16"/>
        </w:rPr>
      </w:pPr>
    </w:p>
    <w:p w14:paraId="180A82AF" w14:textId="77777777" w:rsidR="004D413F" w:rsidRDefault="004D413F" w:rsidP="000C2176">
      <w:pPr>
        <w:rPr>
          <w:rFonts w:cs="Arial"/>
          <w:i/>
          <w:sz w:val="16"/>
          <w:szCs w:val="16"/>
        </w:rPr>
      </w:pPr>
    </w:p>
    <w:p w14:paraId="614CFBDD" w14:textId="77777777" w:rsidR="004D413F" w:rsidRPr="003D2F96" w:rsidRDefault="004D413F" w:rsidP="000C2176">
      <w:pPr>
        <w:rPr>
          <w:rFonts w:cs="Arial"/>
          <w:i/>
          <w:sz w:val="16"/>
          <w:szCs w:val="16"/>
        </w:rPr>
      </w:pPr>
    </w:p>
    <w:p w14:paraId="1D74D3A9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5E8C6AC" w14:textId="3CED18C6" w:rsid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DC46FB" w14:textId="77777777" w:rsidR="003B7604" w:rsidRPr="002A6B66" w:rsidRDefault="003B7604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00E9B4A" w14:textId="2B96CF72" w:rsidR="003B7604" w:rsidRPr="00C65C63" w:rsidRDefault="00E8370B" w:rsidP="00C65C63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23B4960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7925E75" w14:textId="77777777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P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77D17196" w14:textId="6141924F" w:rsidR="00CE6FA8" w:rsidRPr="00C65C63" w:rsidRDefault="000C2176" w:rsidP="00C65C63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177259">
      <w:pgSz w:w="11906" w:h="16838" w:code="9"/>
      <w:pgMar w:top="1108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54409" w14:textId="77777777" w:rsidR="00B46838" w:rsidRDefault="00B46838">
      <w:r>
        <w:separator/>
      </w:r>
    </w:p>
  </w:endnote>
  <w:endnote w:type="continuationSeparator" w:id="0">
    <w:p w14:paraId="0F6A544C" w14:textId="77777777" w:rsidR="00B46838" w:rsidRDefault="00B46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4F2B4" w14:textId="77777777" w:rsidR="00B46838" w:rsidRDefault="00B46838">
      <w:r>
        <w:separator/>
      </w:r>
    </w:p>
  </w:footnote>
  <w:footnote w:type="continuationSeparator" w:id="0">
    <w:p w14:paraId="04CD47F4" w14:textId="77777777" w:rsidR="00B46838" w:rsidRDefault="00B46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42FC6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141D73"/>
    <w:multiLevelType w:val="hybridMultilevel"/>
    <w:tmpl w:val="DB82850C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415DD"/>
    <w:multiLevelType w:val="hybridMultilevel"/>
    <w:tmpl w:val="C4EC24F0"/>
    <w:lvl w:ilvl="0" w:tplc="47B4140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658B8"/>
    <w:multiLevelType w:val="hybridMultilevel"/>
    <w:tmpl w:val="BF86F3AE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A6460D"/>
    <w:multiLevelType w:val="hybridMultilevel"/>
    <w:tmpl w:val="00B452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C3DAF"/>
    <w:multiLevelType w:val="hybridMultilevel"/>
    <w:tmpl w:val="5EEAAE74"/>
    <w:lvl w:ilvl="0" w:tplc="9BB27A7E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48A4B13"/>
    <w:multiLevelType w:val="hybridMultilevel"/>
    <w:tmpl w:val="C38A08FC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1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A7F78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4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8"/>
  </w:num>
  <w:num w:numId="2" w16cid:durableId="479687491">
    <w:abstractNumId w:val="7"/>
  </w:num>
  <w:num w:numId="3" w16cid:durableId="960654042">
    <w:abstractNumId w:val="4"/>
  </w:num>
  <w:num w:numId="4" w16cid:durableId="1498114899">
    <w:abstractNumId w:val="2"/>
  </w:num>
  <w:num w:numId="5" w16cid:durableId="435640673">
    <w:abstractNumId w:val="14"/>
  </w:num>
  <w:num w:numId="6" w16cid:durableId="623079396">
    <w:abstractNumId w:val="20"/>
  </w:num>
  <w:num w:numId="7" w16cid:durableId="1820803447">
    <w:abstractNumId w:val="0"/>
  </w:num>
  <w:num w:numId="8" w16cid:durableId="252512673">
    <w:abstractNumId w:val="15"/>
  </w:num>
  <w:num w:numId="9" w16cid:durableId="473373497">
    <w:abstractNumId w:val="6"/>
  </w:num>
  <w:num w:numId="10" w16cid:durableId="410548678">
    <w:abstractNumId w:val="1"/>
  </w:num>
  <w:num w:numId="11" w16cid:durableId="794442640">
    <w:abstractNumId w:val="22"/>
  </w:num>
  <w:num w:numId="12" w16cid:durableId="510068442">
    <w:abstractNumId w:val="10"/>
  </w:num>
  <w:num w:numId="13" w16cid:durableId="1297101073">
    <w:abstractNumId w:val="17"/>
  </w:num>
  <w:num w:numId="14" w16cid:durableId="207644832">
    <w:abstractNumId w:val="24"/>
  </w:num>
  <w:num w:numId="15" w16cid:durableId="603029011">
    <w:abstractNumId w:val="21"/>
  </w:num>
  <w:num w:numId="16" w16cid:durableId="2098164035">
    <w:abstractNumId w:val="19"/>
  </w:num>
  <w:num w:numId="17" w16cid:durableId="755978553">
    <w:abstractNumId w:val="12"/>
  </w:num>
  <w:num w:numId="18" w16cid:durableId="875429967">
    <w:abstractNumId w:val="13"/>
  </w:num>
  <w:num w:numId="19" w16cid:durableId="1972900144">
    <w:abstractNumId w:val="9"/>
  </w:num>
  <w:num w:numId="20" w16cid:durableId="189690540">
    <w:abstractNumId w:val="5"/>
  </w:num>
  <w:num w:numId="21" w16cid:durableId="1936328893">
    <w:abstractNumId w:val="23"/>
  </w:num>
  <w:num w:numId="22" w16cid:durableId="1124499354">
    <w:abstractNumId w:val="3"/>
  </w:num>
  <w:num w:numId="23" w16cid:durableId="882056817">
    <w:abstractNumId w:val="18"/>
  </w:num>
  <w:num w:numId="24" w16cid:durableId="521670161">
    <w:abstractNumId w:val="16"/>
  </w:num>
  <w:num w:numId="25" w16cid:durableId="10399348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54BB"/>
    <w:rsid w:val="00061F20"/>
    <w:rsid w:val="00080D83"/>
    <w:rsid w:val="000950D7"/>
    <w:rsid w:val="000C2176"/>
    <w:rsid w:val="000D283E"/>
    <w:rsid w:val="000D39B7"/>
    <w:rsid w:val="00100DBB"/>
    <w:rsid w:val="00102E49"/>
    <w:rsid w:val="00124D4A"/>
    <w:rsid w:val="00130B23"/>
    <w:rsid w:val="001413F0"/>
    <w:rsid w:val="00142137"/>
    <w:rsid w:val="001467B2"/>
    <w:rsid w:val="0016487F"/>
    <w:rsid w:val="00177259"/>
    <w:rsid w:val="001B210F"/>
    <w:rsid w:val="001B77FC"/>
    <w:rsid w:val="001C7ACF"/>
    <w:rsid w:val="001F73A4"/>
    <w:rsid w:val="00225BC9"/>
    <w:rsid w:val="00226044"/>
    <w:rsid w:val="00233BB7"/>
    <w:rsid w:val="00241C1F"/>
    <w:rsid w:val="002425AE"/>
    <w:rsid w:val="00257DE5"/>
    <w:rsid w:val="002A5DC7"/>
    <w:rsid w:val="002A6B66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865BB"/>
    <w:rsid w:val="003934F9"/>
    <w:rsid w:val="003A042A"/>
    <w:rsid w:val="003B72CA"/>
    <w:rsid w:val="003B7604"/>
    <w:rsid w:val="003C2916"/>
    <w:rsid w:val="003C554F"/>
    <w:rsid w:val="003D23BF"/>
    <w:rsid w:val="003E3CB7"/>
    <w:rsid w:val="003F331B"/>
    <w:rsid w:val="0040149C"/>
    <w:rsid w:val="00414478"/>
    <w:rsid w:val="00420390"/>
    <w:rsid w:val="00425533"/>
    <w:rsid w:val="00426FBE"/>
    <w:rsid w:val="0045078D"/>
    <w:rsid w:val="004861BD"/>
    <w:rsid w:val="00492BD3"/>
    <w:rsid w:val="004B70BD"/>
    <w:rsid w:val="004D413F"/>
    <w:rsid w:val="00510772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C6716"/>
    <w:rsid w:val="005C6D87"/>
    <w:rsid w:val="00622781"/>
    <w:rsid w:val="006379C4"/>
    <w:rsid w:val="00640BFF"/>
    <w:rsid w:val="00666C47"/>
    <w:rsid w:val="00676853"/>
    <w:rsid w:val="00687E6B"/>
    <w:rsid w:val="0069621B"/>
    <w:rsid w:val="006F0DD7"/>
    <w:rsid w:val="006F209E"/>
    <w:rsid w:val="00707BA3"/>
    <w:rsid w:val="00727F94"/>
    <w:rsid w:val="007337EB"/>
    <w:rsid w:val="00734C4F"/>
    <w:rsid w:val="00745D18"/>
    <w:rsid w:val="00776530"/>
    <w:rsid w:val="00791E8E"/>
    <w:rsid w:val="007A0109"/>
    <w:rsid w:val="007B230F"/>
    <w:rsid w:val="007B2500"/>
    <w:rsid w:val="007B7E0B"/>
    <w:rsid w:val="007D61D6"/>
    <w:rsid w:val="007E1B19"/>
    <w:rsid w:val="007F3623"/>
    <w:rsid w:val="00827311"/>
    <w:rsid w:val="00834BB4"/>
    <w:rsid w:val="00835187"/>
    <w:rsid w:val="00846C9A"/>
    <w:rsid w:val="00856E3A"/>
    <w:rsid w:val="0085728D"/>
    <w:rsid w:val="008745AB"/>
    <w:rsid w:val="00886091"/>
    <w:rsid w:val="00890BDD"/>
    <w:rsid w:val="008945D9"/>
    <w:rsid w:val="008A2728"/>
    <w:rsid w:val="008C0260"/>
    <w:rsid w:val="008E0BEF"/>
    <w:rsid w:val="00930251"/>
    <w:rsid w:val="00931315"/>
    <w:rsid w:val="009523F9"/>
    <w:rsid w:val="00964610"/>
    <w:rsid w:val="00993031"/>
    <w:rsid w:val="009A6542"/>
    <w:rsid w:val="009D53E0"/>
    <w:rsid w:val="009D71C1"/>
    <w:rsid w:val="009F2CF0"/>
    <w:rsid w:val="00A03598"/>
    <w:rsid w:val="00A04690"/>
    <w:rsid w:val="00A40DD3"/>
    <w:rsid w:val="00A6777B"/>
    <w:rsid w:val="00A8311B"/>
    <w:rsid w:val="00AF39E6"/>
    <w:rsid w:val="00B01F08"/>
    <w:rsid w:val="00B16E8F"/>
    <w:rsid w:val="00B30401"/>
    <w:rsid w:val="00B46838"/>
    <w:rsid w:val="00B60FD7"/>
    <w:rsid w:val="00B6637D"/>
    <w:rsid w:val="00B81819"/>
    <w:rsid w:val="00BB76D0"/>
    <w:rsid w:val="00BC35DE"/>
    <w:rsid w:val="00BC363C"/>
    <w:rsid w:val="00BF1314"/>
    <w:rsid w:val="00C62C24"/>
    <w:rsid w:val="00C635B6"/>
    <w:rsid w:val="00C65C63"/>
    <w:rsid w:val="00C74595"/>
    <w:rsid w:val="00C909B9"/>
    <w:rsid w:val="00CA20F9"/>
    <w:rsid w:val="00CB7F6F"/>
    <w:rsid w:val="00CC263D"/>
    <w:rsid w:val="00CE005B"/>
    <w:rsid w:val="00CE0898"/>
    <w:rsid w:val="00CE6FA8"/>
    <w:rsid w:val="00CF1A4A"/>
    <w:rsid w:val="00CF7137"/>
    <w:rsid w:val="00D0361A"/>
    <w:rsid w:val="00D130F8"/>
    <w:rsid w:val="00D17A2D"/>
    <w:rsid w:val="00D30ADD"/>
    <w:rsid w:val="00D33AB2"/>
    <w:rsid w:val="00D43A0D"/>
    <w:rsid w:val="00D46867"/>
    <w:rsid w:val="00D526F3"/>
    <w:rsid w:val="00D60507"/>
    <w:rsid w:val="00D748CF"/>
    <w:rsid w:val="00DC2A92"/>
    <w:rsid w:val="00DC733E"/>
    <w:rsid w:val="00DC7A64"/>
    <w:rsid w:val="00DF57BE"/>
    <w:rsid w:val="00E06500"/>
    <w:rsid w:val="00E211A5"/>
    <w:rsid w:val="00E2298C"/>
    <w:rsid w:val="00E25A79"/>
    <w:rsid w:val="00E57060"/>
    <w:rsid w:val="00E8370B"/>
    <w:rsid w:val="00E87616"/>
    <w:rsid w:val="00E92047"/>
    <w:rsid w:val="00EA5C16"/>
    <w:rsid w:val="00EE10DE"/>
    <w:rsid w:val="00EE5E35"/>
    <w:rsid w:val="00EF000D"/>
    <w:rsid w:val="00F333B1"/>
    <w:rsid w:val="00F545A3"/>
    <w:rsid w:val="00F74332"/>
    <w:rsid w:val="00F75DF3"/>
    <w:rsid w:val="00FA2C29"/>
    <w:rsid w:val="00FA58FE"/>
    <w:rsid w:val="00FB5706"/>
    <w:rsid w:val="00FC368A"/>
    <w:rsid w:val="00FC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45</TotalTime>
  <Pages>5</Pages>
  <Words>1017</Words>
  <Characters>6107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FORMULARZ OFERTOWY</vt:lpstr>
    </vt:vector>
  </TitlesOfParts>
  <Company>UMWP</Company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 Matusik</cp:lastModifiedBy>
  <cp:revision>17</cp:revision>
  <cp:lastPrinted>2021-04-12T14:11:00Z</cp:lastPrinted>
  <dcterms:created xsi:type="dcterms:W3CDTF">2022-04-19T13:52:00Z</dcterms:created>
  <dcterms:modified xsi:type="dcterms:W3CDTF">2023-11-30T17:08:00Z</dcterms:modified>
</cp:coreProperties>
</file>