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AA14EE" w14:textId="1A4A2F9C" w:rsidR="00085411" w:rsidRPr="00C8608F" w:rsidRDefault="00C8608F" w:rsidP="0011660F">
      <w:pPr>
        <w:jc w:val="center"/>
        <w:rPr>
          <w:rFonts w:ascii="Arial" w:hAnsi="Arial" w:cs="Arial"/>
          <w:b/>
          <w:sz w:val="40"/>
          <w:szCs w:val="40"/>
        </w:rPr>
      </w:pPr>
      <w:r w:rsidRPr="00C8608F">
        <w:rPr>
          <w:rFonts w:ascii="Arial" w:hAnsi="Arial" w:cs="Arial"/>
          <w:b/>
          <w:sz w:val="40"/>
          <w:szCs w:val="40"/>
        </w:rPr>
        <w:t xml:space="preserve">Karta gwarancyjna </w:t>
      </w:r>
      <w:r w:rsidR="00126BC5">
        <w:rPr>
          <w:rStyle w:val="Odwoanieprzypisudolnego"/>
          <w:rFonts w:ascii="Arial" w:hAnsi="Arial" w:cs="Arial"/>
          <w:b/>
          <w:sz w:val="40"/>
          <w:szCs w:val="40"/>
        </w:rPr>
        <w:footnoteReference w:id="1"/>
      </w:r>
    </w:p>
    <w:p w14:paraId="2FF1F050" w14:textId="77777777" w:rsidR="00085411" w:rsidRPr="00C8608F" w:rsidRDefault="00085411" w:rsidP="0011660F">
      <w:pPr>
        <w:pStyle w:val="Tytu"/>
        <w:rPr>
          <w:rFonts w:ascii="Arial" w:hAnsi="Arial" w:cs="Arial"/>
          <w:b/>
          <w:sz w:val="28"/>
          <w:szCs w:val="28"/>
        </w:rPr>
      </w:pPr>
      <w:r w:rsidRPr="00093C1E">
        <w:rPr>
          <w:rFonts w:ascii="Arial" w:hAnsi="Arial" w:cs="Arial"/>
          <w:b/>
          <w:sz w:val="32"/>
          <w:szCs w:val="32"/>
        </w:rPr>
        <w:t xml:space="preserve">obiektu budowlanego </w:t>
      </w:r>
      <w:r w:rsidR="000A6539" w:rsidRPr="00093C1E">
        <w:rPr>
          <w:rFonts w:ascii="Arial" w:hAnsi="Arial" w:cs="Arial"/>
          <w:b/>
          <w:sz w:val="32"/>
          <w:szCs w:val="32"/>
        </w:rPr>
        <w:t>wykonanych</w:t>
      </w:r>
      <w:r w:rsidR="000A6539">
        <w:rPr>
          <w:rFonts w:ascii="Arial" w:hAnsi="Arial" w:cs="Arial"/>
          <w:b/>
          <w:sz w:val="32"/>
          <w:szCs w:val="32"/>
        </w:rPr>
        <w:br/>
      </w:r>
      <w:r w:rsidRPr="00093C1E">
        <w:rPr>
          <w:rFonts w:ascii="Arial" w:hAnsi="Arial" w:cs="Arial"/>
          <w:b/>
          <w:sz w:val="32"/>
          <w:szCs w:val="32"/>
        </w:rPr>
        <w:t>robót w okresie gwarancji</w:t>
      </w:r>
      <w:r w:rsidRPr="00646B11">
        <w:rPr>
          <w:rFonts w:ascii="Arial" w:hAnsi="Arial" w:cs="Arial"/>
          <w:b/>
          <w:sz w:val="28"/>
          <w:szCs w:val="28"/>
        </w:rPr>
        <w:t xml:space="preserve"> </w:t>
      </w:r>
    </w:p>
    <w:p w14:paraId="6F9CFEA8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74E26BD0" w14:textId="77777777" w:rsidR="00085411" w:rsidRPr="00C8608F" w:rsidRDefault="00085411" w:rsidP="00093C1E">
      <w:pPr>
        <w:spacing w:line="276" w:lineRule="auto"/>
        <w:jc w:val="center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 xml:space="preserve">sporządzona w dniu </w:t>
      </w:r>
      <w:r w:rsidR="000A6539" w:rsidRPr="00C8608F">
        <w:rPr>
          <w:rFonts w:ascii="Arial" w:hAnsi="Arial" w:cs="Arial"/>
          <w:sz w:val="24"/>
        </w:rPr>
        <w:t>..................................</w:t>
      </w:r>
      <w:r w:rsidR="000A6539">
        <w:rPr>
          <w:rFonts w:ascii="Arial" w:hAnsi="Arial" w:cs="Arial"/>
          <w:sz w:val="24"/>
        </w:rPr>
        <w:t>r.</w:t>
      </w:r>
    </w:p>
    <w:p w14:paraId="2D4F0346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4B3D5FE2" w14:textId="77777777" w:rsidR="00E730FC" w:rsidRPr="00093C1E" w:rsidRDefault="00E730FC" w:rsidP="00093C1E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Strony:</w:t>
      </w:r>
    </w:p>
    <w:p w14:paraId="0C943793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D24A70B" w14:textId="77777777" w:rsidR="00085411" w:rsidRPr="00C8608F" w:rsidRDefault="00ED77C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Zamawiający </w:t>
      </w:r>
      <w:r w:rsidR="00085411" w:rsidRPr="00C8608F">
        <w:rPr>
          <w:rFonts w:ascii="Arial" w:hAnsi="Arial" w:cs="Arial"/>
          <w:sz w:val="24"/>
        </w:rPr>
        <w:t>..............................................................................</w:t>
      </w:r>
      <w:r>
        <w:rPr>
          <w:rFonts w:ascii="Arial" w:hAnsi="Arial" w:cs="Arial"/>
          <w:sz w:val="24"/>
        </w:rPr>
        <w:t>..............................</w:t>
      </w:r>
    </w:p>
    <w:p w14:paraId="72292404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F57912F" w14:textId="77777777" w:rsidR="00085411" w:rsidRPr="00C8608F" w:rsidRDefault="00DC441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Gwarant zwany dalej </w:t>
      </w:r>
      <w:proofErr w:type="gramStart"/>
      <w:r>
        <w:rPr>
          <w:rFonts w:ascii="Arial" w:hAnsi="Arial" w:cs="Arial"/>
          <w:sz w:val="24"/>
        </w:rPr>
        <w:t>Wykonawcą</w:t>
      </w:r>
      <w:r w:rsidR="00BC32DD">
        <w:rPr>
          <w:rFonts w:ascii="Arial" w:hAnsi="Arial" w:cs="Arial"/>
          <w:sz w:val="24"/>
        </w:rPr>
        <w:t xml:space="preserve"> </w:t>
      </w:r>
      <w:r w:rsidR="00085411" w:rsidRPr="00C8608F">
        <w:rPr>
          <w:rFonts w:ascii="Arial" w:hAnsi="Arial" w:cs="Arial"/>
          <w:sz w:val="24"/>
        </w:rPr>
        <w:t xml:space="preserve"> ..............................................</w:t>
      </w:r>
      <w:r w:rsidR="000A6539">
        <w:rPr>
          <w:rFonts w:ascii="Arial" w:hAnsi="Arial" w:cs="Arial"/>
          <w:sz w:val="24"/>
        </w:rPr>
        <w:t>............</w:t>
      </w:r>
      <w:r w:rsidR="00085411" w:rsidRPr="00C8608F">
        <w:rPr>
          <w:rFonts w:ascii="Arial" w:hAnsi="Arial" w:cs="Arial"/>
          <w:sz w:val="24"/>
        </w:rPr>
        <w:t>................</w:t>
      </w:r>
      <w:proofErr w:type="gramEnd"/>
    </w:p>
    <w:p w14:paraId="4D6988EC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D063CB8" w14:textId="73976BD1" w:rsidR="000A6539" w:rsidRPr="00EA3C5D" w:rsidRDefault="00E730FC" w:rsidP="0011660F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Przedmiot karty gwarancyjnej:</w:t>
      </w:r>
    </w:p>
    <w:p w14:paraId="03544CD8" w14:textId="05974120" w:rsidR="00ED77C5" w:rsidRDefault="00DC4415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Gwarancja obejmuje swoim zakresem rzeczowym roboty budowlane oraz zainstalowane urządzenia zawarte </w:t>
      </w:r>
      <w:r w:rsidR="00043F61">
        <w:rPr>
          <w:rFonts w:ascii="Arial" w:hAnsi="Arial" w:cs="Arial"/>
          <w:sz w:val="24"/>
        </w:rPr>
        <w:t xml:space="preserve">w przedmiocie </w:t>
      </w:r>
      <w:r w:rsidR="00E730FC">
        <w:rPr>
          <w:rFonts w:ascii="Arial" w:hAnsi="Arial" w:cs="Arial"/>
          <w:sz w:val="24"/>
        </w:rPr>
        <w:t>u</w:t>
      </w:r>
      <w:r w:rsidR="00ED77C5">
        <w:rPr>
          <w:rFonts w:ascii="Arial" w:hAnsi="Arial" w:cs="Arial"/>
          <w:sz w:val="24"/>
        </w:rPr>
        <w:t>mow</w:t>
      </w:r>
      <w:r w:rsidR="00E730FC">
        <w:rPr>
          <w:rFonts w:ascii="Arial" w:hAnsi="Arial" w:cs="Arial"/>
          <w:sz w:val="24"/>
        </w:rPr>
        <w:t>y</w:t>
      </w:r>
      <w:r w:rsidR="00ED77C5">
        <w:rPr>
          <w:rFonts w:ascii="Arial" w:hAnsi="Arial" w:cs="Arial"/>
          <w:sz w:val="24"/>
        </w:rPr>
        <w:t xml:space="preserve"> </w:t>
      </w:r>
      <w:r w:rsidR="006C362B">
        <w:rPr>
          <w:rFonts w:ascii="Arial" w:hAnsi="Arial" w:cs="Arial"/>
          <w:sz w:val="24"/>
        </w:rPr>
        <w:t xml:space="preserve">(Umowy)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 xml:space="preserve">nr </w:t>
      </w:r>
      <w:r w:rsidR="000A6539" w:rsidRPr="00C8608F">
        <w:rPr>
          <w:rFonts w:ascii="Arial" w:hAnsi="Arial" w:cs="Arial"/>
          <w:sz w:val="24"/>
        </w:rPr>
        <w:t>.....................</w:t>
      </w:r>
      <w:r w:rsidR="000A6539">
        <w:rPr>
          <w:rFonts w:ascii="Arial" w:hAnsi="Arial" w:cs="Arial"/>
          <w:sz w:val="24"/>
        </w:rPr>
        <w:t xml:space="preserve"> z dnia …………</w:t>
      </w:r>
      <w:proofErr w:type="gramStart"/>
      <w:r w:rsidR="000A6539">
        <w:rPr>
          <w:rFonts w:ascii="Arial" w:hAnsi="Arial" w:cs="Arial"/>
          <w:sz w:val="24"/>
        </w:rPr>
        <w:t>…….</w:t>
      </w:r>
      <w:proofErr w:type="gramEnd"/>
      <w:r w:rsidR="000A6539">
        <w:rPr>
          <w:rFonts w:ascii="Arial" w:hAnsi="Arial" w:cs="Arial"/>
          <w:sz w:val="24"/>
        </w:rPr>
        <w:t xml:space="preserve">r. </w:t>
      </w:r>
      <w:r w:rsidR="00E730FC">
        <w:rPr>
          <w:rFonts w:ascii="Arial" w:hAnsi="Arial" w:cs="Arial"/>
          <w:sz w:val="24"/>
        </w:rPr>
        <w:t xml:space="preserve">oraz zawartych aneksów </w:t>
      </w:r>
      <w:r w:rsidR="00ED77C5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 xml:space="preserve">nr …………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>z dnia ……………..r.</w:t>
      </w:r>
      <w:r w:rsidR="00ED77C5">
        <w:rPr>
          <w:rFonts w:ascii="Arial" w:hAnsi="Arial" w:cs="Arial"/>
          <w:sz w:val="24"/>
        </w:rPr>
        <w:t xml:space="preserve"> </w:t>
      </w:r>
    </w:p>
    <w:p w14:paraId="5414A075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D808202" w14:textId="6B907AE5" w:rsidR="006C362B" w:rsidRPr="0011660F" w:rsidRDefault="00085411" w:rsidP="0011660F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b/>
          <w:sz w:val="24"/>
        </w:rPr>
      </w:pPr>
      <w:r w:rsidRPr="0011660F">
        <w:rPr>
          <w:rFonts w:ascii="Arial" w:hAnsi="Arial" w:cs="Arial"/>
          <w:b/>
          <w:sz w:val="24"/>
        </w:rPr>
        <w:t xml:space="preserve">Charakterystyka techniczna przedmiotu, gwarancji </w:t>
      </w:r>
      <w:r w:rsidR="006C362B" w:rsidRPr="0011660F">
        <w:rPr>
          <w:rFonts w:ascii="Arial" w:hAnsi="Arial" w:cs="Arial"/>
          <w:b/>
          <w:sz w:val="24"/>
        </w:rPr>
        <w:t xml:space="preserve">została określona </w:t>
      </w:r>
      <w:r w:rsidR="00DC7AD5">
        <w:rPr>
          <w:rFonts w:ascii="Arial" w:hAnsi="Arial" w:cs="Arial"/>
          <w:b/>
          <w:sz w:val="24"/>
        </w:rPr>
        <w:br/>
      </w:r>
      <w:r w:rsidR="006C362B" w:rsidRPr="0011660F">
        <w:rPr>
          <w:rFonts w:ascii="Arial" w:hAnsi="Arial" w:cs="Arial"/>
          <w:b/>
          <w:sz w:val="24"/>
        </w:rPr>
        <w:t xml:space="preserve">w Umowie </w:t>
      </w:r>
    </w:p>
    <w:p w14:paraId="673857EC" w14:textId="77777777" w:rsidR="00ED77C5" w:rsidRDefault="00ED77C5" w:rsidP="0011660F">
      <w:pPr>
        <w:pStyle w:val="Akapitzlist"/>
        <w:ind w:left="1068"/>
      </w:pPr>
    </w:p>
    <w:p w14:paraId="7791E1AB" w14:textId="77777777" w:rsidR="00085411" w:rsidRDefault="00CC66E2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4</w:t>
      </w:r>
      <w:r w:rsidR="00E730FC" w:rsidRPr="00093C1E">
        <w:rPr>
          <w:rFonts w:ascii="Arial" w:hAnsi="Arial" w:cs="Arial"/>
          <w:b/>
          <w:sz w:val="24"/>
        </w:rPr>
        <w:t xml:space="preserve">. </w:t>
      </w:r>
      <w:r w:rsidR="00085411" w:rsidRPr="00093C1E">
        <w:rPr>
          <w:rFonts w:ascii="Arial" w:hAnsi="Arial" w:cs="Arial"/>
          <w:b/>
          <w:sz w:val="24"/>
        </w:rPr>
        <w:t xml:space="preserve">Data </w:t>
      </w:r>
      <w:r w:rsidR="005975F1" w:rsidRPr="00093C1E">
        <w:rPr>
          <w:rFonts w:ascii="Arial" w:hAnsi="Arial" w:cs="Arial"/>
          <w:b/>
          <w:sz w:val="24"/>
        </w:rPr>
        <w:t>bezusterkowego</w:t>
      </w:r>
      <w:r w:rsidR="008F41E3" w:rsidRPr="00093C1E">
        <w:rPr>
          <w:rFonts w:ascii="Arial" w:hAnsi="Arial" w:cs="Arial"/>
          <w:b/>
          <w:sz w:val="24"/>
          <w:vertAlign w:val="superscript"/>
        </w:rPr>
        <w:t>1</w:t>
      </w:r>
      <w:r w:rsidR="005975F1" w:rsidRPr="00093C1E">
        <w:rPr>
          <w:rFonts w:ascii="Arial" w:hAnsi="Arial" w:cs="Arial"/>
          <w:b/>
          <w:sz w:val="24"/>
        </w:rPr>
        <w:t xml:space="preserve"> </w:t>
      </w:r>
      <w:r w:rsidR="00085411" w:rsidRPr="00093C1E">
        <w:rPr>
          <w:rFonts w:ascii="Arial" w:hAnsi="Arial" w:cs="Arial"/>
          <w:b/>
          <w:sz w:val="24"/>
        </w:rPr>
        <w:t>odbioru końcowego</w:t>
      </w:r>
      <w:r w:rsidR="000A6539" w:rsidRPr="00093C1E">
        <w:rPr>
          <w:rFonts w:ascii="Arial" w:hAnsi="Arial" w:cs="Arial"/>
          <w:b/>
          <w:sz w:val="24"/>
        </w:rPr>
        <w:t>:</w:t>
      </w:r>
      <w:r w:rsidR="00085411" w:rsidRPr="00C8608F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>………………………r.</w:t>
      </w:r>
    </w:p>
    <w:p w14:paraId="328B590E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6E43259" w14:textId="77777777" w:rsidR="00085411" w:rsidRPr="00093C1E" w:rsidRDefault="00CC66E2" w:rsidP="00093C1E">
      <w:pPr>
        <w:pStyle w:val="Nagwek1"/>
        <w:spacing w:line="276" w:lineRule="auto"/>
        <w:rPr>
          <w:rFonts w:ascii="Arial" w:hAnsi="Arial" w:cs="Arial"/>
          <w:b w:val="0"/>
        </w:rPr>
      </w:pPr>
      <w:r w:rsidRPr="00093C1E">
        <w:rPr>
          <w:rFonts w:ascii="Arial" w:hAnsi="Arial" w:cs="Arial"/>
        </w:rPr>
        <w:t>5</w:t>
      </w:r>
      <w:r w:rsidR="00E730FC" w:rsidRPr="00093C1E">
        <w:rPr>
          <w:rFonts w:ascii="Arial" w:hAnsi="Arial" w:cs="Arial"/>
          <w:b w:val="0"/>
        </w:rPr>
        <w:t xml:space="preserve">. </w:t>
      </w:r>
      <w:r w:rsidR="00085411" w:rsidRPr="00336136">
        <w:rPr>
          <w:rFonts w:ascii="Arial" w:hAnsi="Arial" w:cs="Arial"/>
        </w:rPr>
        <w:t>Ogólne warunki gwarancji jakości</w:t>
      </w:r>
      <w:r w:rsidR="000A6539" w:rsidRPr="00093C1E">
        <w:rPr>
          <w:rFonts w:ascii="Arial" w:hAnsi="Arial" w:cs="Arial"/>
        </w:rPr>
        <w:t>:</w:t>
      </w:r>
    </w:p>
    <w:p w14:paraId="1B6C4605" w14:textId="20577749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oświadcza, że objęty niniejszą kartą gwarancyjną przedmiot gwarancji został wykonany zgodnie z umową, dokumentacją projektową, zasadami wiedzy technicznej i przepisami techniczno-budowlanymi.</w:t>
      </w:r>
    </w:p>
    <w:p w14:paraId="23C6DE72" w14:textId="1D06CA6D" w:rsidR="000A653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proofErr w:type="gramStart"/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>.2</w:t>
      </w:r>
      <w:r w:rsidR="000A6539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proofErr w:type="gramEnd"/>
      <w:r w:rsidR="00085411" w:rsidRPr="00ED77C5">
        <w:rPr>
          <w:rFonts w:ascii="Arial" w:hAnsi="Arial" w:cs="Arial"/>
          <w:sz w:val="24"/>
        </w:rPr>
        <w:t>Wykonawca ponosi odpowiedzialność z tytułu gwarancji jakości za wady fizyczne zmniejszające wa</w:t>
      </w:r>
      <w:r w:rsidR="003D324B" w:rsidRPr="00ED77C5">
        <w:rPr>
          <w:rFonts w:ascii="Arial" w:hAnsi="Arial" w:cs="Arial"/>
          <w:sz w:val="24"/>
        </w:rPr>
        <w:t>r</w:t>
      </w:r>
      <w:r w:rsidR="00085411" w:rsidRPr="00ED77C5">
        <w:rPr>
          <w:rFonts w:ascii="Arial" w:hAnsi="Arial" w:cs="Arial"/>
          <w:sz w:val="24"/>
        </w:rPr>
        <w:t>tość użytkową, techniczną i estetyczną wykonanych robót.</w:t>
      </w:r>
    </w:p>
    <w:p w14:paraId="1F5090D6" w14:textId="28908932" w:rsidR="00336136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proofErr w:type="gramStart"/>
      <w:r>
        <w:rPr>
          <w:rFonts w:ascii="Arial" w:hAnsi="Arial" w:cs="Arial"/>
          <w:sz w:val="24"/>
        </w:rPr>
        <w:t>5</w:t>
      </w:r>
      <w:r w:rsidR="000A6539">
        <w:rPr>
          <w:rFonts w:ascii="Arial" w:hAnsi="Arial" w:cs="Arial"/>
          <w:sz w:val="24"/>
        </w:rPr>
        <w:t xml:space="preserve">.3  </w:t>
      </w:r>
      <w:r w:rsidR="00EA3C5D">
        <w:rPr>
          <w:rFonts w:ascii="Arial" w:hAnsi="Arial" w:cs="Arial"/>
          <w:sz w:val="24"/>
        </w:rPr>
        <w:tab/>
      </w:r>
      <w:proofErr w:type="gramEnd"/>
      <w:r w:rsidR="00336136" w:rsidRPr="00336136">
        <w:rPr>
          <w:rFonts w:ascii="Arial" w:hAnsi="Arial" w:cs="Arial"/>
          <w:sz w:val="24"/>
        </w:rPr>
        <w:t>Podmiotem uprawnionym do zgłaszania roszczeń z tytułu gwarancji i rękojmi jest Zamawiający. Zgłoszenia takie kierowane będą do siedziby Wyk</w:t>
      </w:r>
      <w:r w:rsidR="00336136">
        <w:rPr>
          <w:rFonts w:ascii="Arial" w:hAnsi="Arial" w:cs="Arial"/>
          <w:sz w:val="24"/>
        </w:rPr>
        <w:t>onawcy pisemnie i telefonicznie na nr tel. ………………</w:t>
      </w:r>
      <w:proofErr w:type="gramStart"/>
      <w:r w:rsidR="00336136">
        <w:rPr>
          <w:rFonts w:ascii="Arial" w:hAnsi="Arial" w:cs="Arial"/>
          <w:sz w:val="24"/>
        </w:rPr>
        <w:t>…….</w:t>
      </w:r>
      <w:proofErr w:type="gramEnd"/>
      <w:r w:rsidR="00336136">
        <w:rPr>
          <w:rFonts w:ascii="Arial" w:hAnsi="Arial" w:cs="Arial"/>
          <w:sz w:val="24"/>
        </w:rPr>
        <w:t xml:space="preserve"> .</w:t>
      </w:r>
    </w:p>
    <w:p w14:paraId="230A35B8" w14:textId="238A3C65" w:rsidR="006C362B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proofErr w:type="gramStart"/>
      <w:r>
        <w:rPr>
          <w:rFonts w:ascii="Arial" w:hAnsi="Arial" w:cs="Arial"/>
          <w:sz w:val="24"/>
        </w:rPr>
        <w:t>5</w:t>
      </w:r>
      <w:r w:rsidR="00336136">
        <w:rPr>
          <w:rFonts w:ascii="Arial" w:hAnsi="Arial" w:cs="Arial"/>
          <w:sz w:val="24"/>
        </w:rPr>
        <w:t xml:space="preserve">.4  </w:t>
      </w:r>
      <w:r w:rsidR="00EA3C5D">
        <w:rPr>
          <w:rFonts w:ascii="Arial" w:hAnsi="Arial" w:cs="Arial"/>
          <w:sz w:val="24"/>
        </w:rPr>
        <w:tab/>
      </w:r>
      <w:proofErr w:type="gramEnd"/>
      <w:r w:rsidR="005975F1" w:rsidRPr="00ED77C5">
        <w:rPr>
          <w:rFonts w:ascii="Arial" w:hAnsi="Arial" w:cs="Arial"/>
          <w:sz w:val="24"/>
        </w:rPr>
        <w:t xml:space="preserve">W okresie gwarancji Wykonawca obowiązany jest do nieodpłatnego usuwania wad </w:t>
      </w:r>
      <w:r w:rsidR="005975F1">
        <w:rPr>
          <w:rFonts w:ascii="Arial" w:hAnsi="Arial" w:cs="Arial"/>
          <w:sz w:val="24"/>
        </w:rPr>
        <w:t xml:space="preserve">i usterek </w:t>
      </w:r>
      <w:r w:rsidR="005975F1" w:rsidRPr="00ED77C5">
        <w:rPr>
          <w:rFonts w:ascii="Arial" w:hAnsi="Arial" w:cs="Arial"/>
          <w:sz w:val="24"/>
        </w:rPr>
        <w:t>ujawnionych po odbiorze końcowym.</w:t>
      </w:r>
    </w:p>
    <w:p w14:paraId="5B8EB009" w14:textId="32ED69F0" w:rsidR="00EA3C5D" w:rsidRPr="0011660F" w:rsidRDefault="00EA3C5D">
      <w:pPr>
        <w:rPr>
          <w:rFonts w:ascii="Arial" w:hAnsi="Arial" w:cs="Arial"/>
          <w:sz w:val="16"/>
          <w:szCs w:val="16"/>
        </w:rPr>
      </w:pPr>
    </w:p>
    <w:p w14:paraId="5905E996" w14:textId="435296D9" w:rsidR="0066788B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6.</w:t>
      </w:r>
      <w:r w:rsidR="00085411" w:rsidRPr="00093C1E">
        <w:rPr>
          <w:rFonts w:ascii="Arial" w:hAnsi="Arial" w:cs="Arial"/>
          <w:b/>
          <w:sz w:val="24"/>
        </w:rPr>
        <w:t xml:space="preserve"> Okres gwarancj</w:t>
      </w:r>
      <w:r w:rsidR="003D324B" w:rsidRPr="00093C1E">
        <w:rPr>
          <w:rFonts w:ascii="Arial" w:hAnsi="Arial" w:cs="Arial"/>
          <w:b/>
          <w:sz w:val="24"/>
        </w:rPr>
        <w:t xml:space="preserve">i </w:t>
      </w:r>
    </w:p>
    <w:p w14:paraId="76BF6CBB" w14:textId="1E48A4F8" w:rsidR="00085411" w:rsidRPr="00ED77C5" w:rsidRDefault="000300E7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Okres gwarancji </w:t>
      </w:r>
      <w:r w:rsidR="003D324B" w:rsidRPr="00ED77C5">
        <w:rPr>
          <w:rFonts w:ascii="Arial" w:hAnsi="Arial" w:cs="Arial"/>
          <w:sz w:val="24"/>
        </w:rPr>
        <w:t xml:space="preserve">wynosi </w:t>
      </w:r>
      <w:r w:rsidR="0097485E">
        <w:rPr>
          <w:rFonts w:ascii="Arial" w:hAnsi="Arial" w:cs="Arial"/>
          <w:sz w:val="24"/>
        </w:rPr>
        <w:t>36</w:t>
      </w:r>
      <w:r w:rsidR="003D324B" w:rsidRPr="00ED77C5">
        <w:rPr>
          <w:rFonts w:ascii="Arial" w:hAnsi="Arial" w:cs="Arial"/>
          <w:sz w:val="24"/>
        </w:rPr>
        <w:t xml:space="preserve"> miesięc</w:t>
      </w:r>
      <w:r>
        <w:rPr>
          <w:rFonts w:ascii="Arial" w:hAnsi="Arial" w:cs="Arial"/>
          <w:sz w:val="24"/>
        </w:rPr>
        <w:t>y na cały przedmiot Umowy</w:t>
      </w:r>
      <w:r w:rsidR="00085411" w:rsidRPr="00ED77C5">
        <w:rPr>
          <w:rFonts w:ascii="Arial" w:hAnsi="Arial" w:cs="Arial"/>
          <w:sz w:val="24"/>
        </w:rPr>
        <w:t>, licząc od dnia odbioru</w:t>
      </w:r>
      <w:r w:rsidR="00126BC5">
        <w:rPr>
          <w:rFonts w:ascii="Arial" w:hAnsi="Arial" w:cs="Arial"/>
          <w:sz w:val="24"/>
        </w:rPr>
        <w:t xml:space="preserve"> końcowego</w:t>
      </w:r>
      <w:r>
        <w:rPr>
          <w:rFonts w:ascii="Arial" w:hAnsi="Arial" w:cs="Arial"/>
          <w:sz w:val="24"/>
        </w:rPr>
        <w:t xml:space="preserve"> lub daty usunięcia usterek i wad</w:t>
      </w:r>
      <w:r w:rsidR="00126BC5">
        <w:rPr>
          <w:rFonts w:ascii="Arial" w:hAnsi="Arial" w:cs="Arial"/>
          <w:sz w:val="24"/>
        </w:rPr>
        <w:t xml:space="preserve">. </w:t>
      </w:r>
      <w:r w:rsidR="00043F61">
        <w:rPr>
          <w:rFonts w:ascii="Arial" w:hAnsi="Arial" w:cs="Arial"/>
          <w:sz w:val="24"/>
        </w:rPr>
        <w:t>Okres gwarancji jest jednakowy dla całego zakresu rzeczowego wymienionego w punkcie 2.</w:t>
      </w:r>
    </w:p>
    <w:p w14:paraId="28BB467C" w14:textId="77777777" w:rsidR="0062006B" w:rsidRPr="00ED77C5" w:rsidRDefault="0062006B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38BC2F6" w14:textId="77777777" w:rsidR="005975F1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7</w:t>
      </w:r>
      <w:r w:rsidR="005975F1" w:rsidRPr="00093C1E">
        <w:rPr>
          <w:rFonts w:ascii="Arial" w:hAnsi="Arial" w:cs="Arial"/>
          <w:b/>
          <w:sz w:val="24"/>
        </w:rPr>
        <w:t>. Terminy</w:t>
      </w:r>
    </w:p>
    <w:p w14:paraId="13C32EE3" w14:textId="7777777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.1 </w:t>
      </w:r>
      <w:r w:rsidR="00085411" w:rsidRPr="00ED77C5">
        <w:rPr>
          <w:rFonts w:ascii="Arial" w:hAnsi="Arial" w:cs="Arial"/>
          <w:sz w:val="24"/>
        </w:rPr>
        <w:t xml:space="preserve">Ustala </w:t>
      </w:r>
      <w:r w:rsidR="003D324B" w:rsidRPr="00ED77C5">
        <w:rPr>
          <w:rFonts w:ascii="Arial" w:hAnsi="Arial" w:cs="Arial"/>
          <w:sz w:val="24"/>
        </w:rPr>
        <w:t>się</w:t>
      </w:r>
      <w:r w:rsidR="00085411" w:rsidRPr="00ED77C5">
        <w:rPr>
          <w:rFonts w:ascii="Arial" w:hAnsi="Arial" w:cs="Arial"/>
          <w:sz w:val="24"/>
        </w:rPr>
        <w:t xml:space="preserve"> poniższe terminy </w:t>
      </w:r>
      <w:r w:rsidR="00B2405B" w:rsidRPr="00ED77C5">
        <w:rPr>
          <w:rFonts w:ascii="Arial" w:hAnsi="Arial" w:cs="Arial"/>
          <w:sz w:val="24"/>
        </w:rPr>
        <w:t xml:space="preserve">i warunki </w:t>
      </w:r>
      <w:r w:rsidR="00085411" w:rsidRPr="00ED77C5">
        <w:rPr>
          <w:rFonts w:ascii="Arial" w:hAnsi="Arial" w:cs="Arial"/>
          <w:sz w:val="24"/>
        </w:rPr>
        <w:t>usuwania wad:</w:t>
      </w:r>
    </w:p>
    <w:p w14:paraId="41EA73EF" w14:textId="3CB771AA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lastRenderedPageBreak/>
        <w:t xml:space="preserve">jeśli wada uniemożliwia </w:t>
      </w:r>
      <w:r w:rsidR="00093C1E" w:rsidRPr="00ED77C5">
        <w:rPr>
          <w:rFonts w:ascii="Arial" w:hAnsi="Arial" w:cs="Arial"/>
          <w:sz w:val="24"/>
        </w:rPr>
        <w:t xml:space="preserve">użytkowanie obiektu </w:t>
      </w:r>
      <w:r w:rsidRPr="00ED77C5">
        <w:rPr>
          <w:rFonts w:ascii="Arial" w:hAnsi="Arial" w:cs="Arial"/>
          <w:sz w:val="24"/>
        </w:rPr>
        <w:t xml:space="preserve">zgodnie z obowiązującymi przepisami – </w:t>
      </w:r>
      <w:r w:rsidR="008D1B1C">
        <w:rPr>
          <w:rFonts w:ascii="Arial" w:hAnsi="Arial" w:cs="Arial"/>
          <w:sz w:val="24"/>
        </w:rPr>
        <w:t>niezwłocznie tj. w terminie 24 godzin od powiadomienia</w:t>
      </w:r>
      <w:r w:rsidR="001A0CB5">
        <w:rPr>
          <w:rFonts w:ascii="Arial" w:hAnsi="Arial" w:cs="Arial"/>
          <w:sz w:val="24"/>
        </w:rPr>
        <w:t xml:space="preserve"> Wykonawcy przez Zamawiającego</w:t>
      </w:r>
      <w:r w:rsidR="008D1B1C">
        <w:rPr>
          <w:rFonts w:ascii="Arial" w:hAnsi="Arial" w:cs="Arial"/>
          <w:sz w:val="24"/>
        </w:rPr>
        <w:t>,</w:t>
      </w:r>
    </w:p>
    <w:p w14:paraId="5A6E7DE0" w14:textId="6DF50FD0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w pozostałych przypadkach, w terminie uzgodnionym w </w:t>
      </w:r>
      <w:r w:rsidR="00B2405B" w:rsidRPr="00ED77C5">
        <w:rPr>
          <w:rFonts w:ascii="Arial" w:hAnsi="Arial" w:cs="Arial"/>
          <w:sz w:val="24"/>
        </w:rPr>
        <w:t>umowie</w:t>
      </w:r>
      <w:r w:rsidRPr="00ED77C5">
        <w:rPr>
          <w:rFonts w:ascii="Arial" w:hAnsi="Arial" w:cs="Arial"/>
          <w:sz w:val="24"/>
        </w:rPr>
        <w:t xml:space="preserve"> przy udziale obu </w:t>
      </w:r>
      <w:proofErr w:type="gramStart"/>
      <w:r w:rsidRPr="00ED77C5">
        <w:rPr>
          <w:rFonts w:ascii="Arial" w:hAnsi="Arial" w:cs="Arial"/>
          <w:sz w:val="24"/>
        </w:rPr>
        <w:t>stron,</w:t>
      </w:r>
      <w:proofErr w:type="gramEnd"/>
      <w:r w:rsidR="00E91942">
        <w:rPr>
          <w:rFonts w:ascii="Arial" w:hAnsi="Arial" w:cs="Arial"/>
          <w:sz w:val="24"/>
        </w:rPr>
        <w:t xml:space="preserve"> (</w:t>
      </w:r>
      <w:r w:rsidR="00E91942" w:rsidRPr="00E91942">
        <w:rPr>
          <w:rFonts w:ascii="Arial" w:hAnsi="Arial" w:cs="Arial"/>
          <w:sz w:val="24"/>
        </w:rPr>
        <w:t>termin usunięcia usterki oznaczony zostanie w drodze porozumienia między stronami umowy w przypadkach, kiedy usunięcie usterki może być szczególnie trudne i czasochłonne</w:t>
      </w:r>
      <w:r w:rsidR="00E91942">
        <w:rPr>
          <w:rFonts w:ascii="Arial" w:hAnsi="Arial" w:cs="Arial"/>
          <w:sz w:val="24"/>
        </w:rPr>
        <w:t>)</w:t>
      </w:r>
      <w:r w:rsidR="00E91942" w:rsidRPr="00E91942">
        <w:rPr>
          <w:rFonts w:ascii="Arial" w:hAnsi="Arial" w:cs="Arial"/>
          <w:sz w:val="24"/>
        </w:rPr>
        <w:t>.</w:t>
      </w:r>
    </w:p>
    <w:p w14:paraId="5BDFE359" w14:textId="77777777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usunięcie wad </w:t>
      </w:r>
      <w:r w:rsidR="00D11D44">
        <w:rPr>
          <w:rFonts w:ascii="Arial" w:hAnsi="Arial" w:cs="Arial"/>
          <w:sz w:val="24"/>
        </w:rPr>
        <w:t xml:space="preserve">i usterek </w:t>
      </w:r>
      <w:r w:rsidRPr="00ED77C5">
        <w:rPr>
          <w:rFonts w:ascii="Arial" w:hAnsi="Arial" w:cs="Arial"/>
          <w:sz w:val="24"/>
        </w:rPr>
        <w:t>powinno być stwierdzone protokolarnie</w:t>
      </w:r>
      <w:r w:rsidR="00B2405B" w:rsidRPr="00ED77C5">
        <w:rPr>
          <w:rFonts w:ascii="Arial" w:hAnsi="Arial" w:cs="Arial"/>
          <w:sz w:val="24"/>
        </w:rPr>
        <w:t>.</w:t>
      </w:r>
    </w:p>
    <w:p w14:paraId="3721B988" w14:textId="64904A31" w:rsidR="008D1B1C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.2 </w:t>
      </w:r>
      <w:r w:rsidR="00EA3C5D">
        <w:rPr>
          <w:rFonts w:ascii="Arial" w:hAnsi="Arial" w:cs="Arial"/>
          <w:sz w:val="24"/>
        </w:rPr>
        <w:tab/>
      </w:r>
      <w:r w:rsidR="008D1B1C">
        <w:rPr>
          <w:rFonts w:ascii="Arial" w:hAnsi="Arial" w:cs="Arial"/>
          <w:sz w:val="24"/>
        </w:rPr>
        <w:t>Jeżeli w</w:t>
      </w:r>
      <w:r w:rsidR="00B15F57">
        <w:rPr>
          <w:rFonts w:ascii="Arial" w:hAnsi="Arial" w:cs="Arial"/>
          <w:sz w:val="24"/>
        </w:rPr>
        <w:t xml:space="preserve"> </w:t>
      </w:r>
      <w:r w:rsidR="008D1B1C">
        <w:rPr>
          <w:rFonts w:ascii="Arial" w:hAnsi="Arial" w:cs="Arial"/>
          <w:sz w:val="24"/>
        </w:rPr>
        <w:t>wykonaniu swoich obowiązków Wykonawca dostarczył Zamawiającemu zamiast rzeczy wadliwej rzecz wolną od wad albo</w:t>
      </w:r>
      <w:r w:rsidR="007537A8">
        <w:rPr>
          <w:rFonts w:ascii="Arial" w:hAnsi="Arial" w:cs="Arial"/>
          <w:sz w:val="24"/>
        </w:rPr>
        <w:t xml:space="preserve"> dokonał</w:t>
      </w:r>
      <w:r w:rsidR="008D1B1C">
        <w:rPr>
          <w:rFonts w:ascii="Arial" w:hAnsi="Arial" w:cs="Arial"/>
          <w:sz w:val="24"/>
        </w:rPr>
        <w:t xml:space="preserve"> istotnych napraw rzeczy objętej </w:t>
      </w:r>
      <w:r w:rsidR="00B15F57">
        <w:rPr>
          <w:rFonts w:ascii="Arial" w:hAnsi="Arial" w:cs="Arial"/>
          <w:sz w:val="24"/>
        </w:rPr>
        <w:t>gwarancją</w:t>
      </w:r>
      <w:r w:rsidR="008D1B1C">
        <w:rPr>
          <w:rFonts w:ascii="Arial" w:hAnsi="Arial" w:cs="Arial"/>
          <w:sz w:val="24"/>
        </w:rPr>
        <w:t>, termin gwarancji biegnie na nowo od chwili dostarczenia rzeczy wolnej od wad lub zwrócenia rzeczy naprawionej. Jeżeli Wykonawca wymienił część rzeczy, powyższe stosuje się odpowiednio do części wymienionej.</w:t>
      </w:r>
    </w:p>
    <w:p w14:paraId="23D754F9" w14:textId="385472BC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 xml:space="preserve">.3 </w:t>
      </w:r>
      <w:r w:rsidR="00EA3C5D">
        <w:rPr>
          <w:rFonts w:ascii="Arial" w:hAnsi="Arial" w:cs="Arial"/>
          <w:sz w:val="24"/>
        </w:rPr>
        <w:tab/>
      </w:r>
      <w:r w:rsidR="00B15F57">
        <w:rPr>
          <w:rFonts w:ascii="Arial" w:hAnsi="Arial" w:cs="Arial"/>
          <w:sz w:val="24"/>
        </w:rPr>
        <w:t>W innych przypadkach termin gwarancji ulega przedłużeniu o czas, w ciągu którego wskutek wady przedmiotu objętego gwar</w:t>
      </w:r>
      <w:r w:rsidR="001A0CB5">
        <w:rPr>
          <w:rFonts w:ascii="Arial" w:hAnsi="Arial" w:cs="Arial"/>
          <w:sz w:val="24"/>
        </w:rPr>
        <w:t>a</w:t>
      </w:r>
      <w:r w:rsidR="00B15F57">
        <w:rPr>
          <w:rFonts w:ascii="Arial" w:hAnsi="Arial" w:cs="Arial"/>
          <w:sz w:val="24"/>
        </w:rPr>
        <w:t>ncją Zamawiający nie będzie mógł korzystać z przedmiotu gwarancji.</w:t>
      </w:r>
    </w:p>
    <w:p w14:paraId="16E3A1A3" w14:textId="6179D51D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B15F57">
        <w:rPr>
          <w:rFonts w:ascii="Arial" w:hAnsi="Arial" w:cs="Arial"/>
          <w:sz w:val="24"/>
        </w:rPr>
        <w:t xml:space="preserve">.4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Jeśli wada fizyczna elementu </w:t>
      </w:r>
      <w:r w:rsidR="000D6FAC">
        <w:rPr>
          <w:rFonts w:ascii="Arial" w:hAnsi="Arial" w:cs="Arial"/>
          <w:sz w:val="24"/>
        </w:rPr>
        <w:t>obiektu budowlanego</w:t>
      </w:r>
      <w:r w:rsidR="00085411" w:rsidRPr="00ED77C5">
        <w:rPr>
          <w:rFonts w:ascii="Arial" w:hAnsi="Arial" w:cs="Arial"/>
          <w:sz w:val="24"/>
        </w:rPr>
        <w:t xml:space="preserve"> o dłuższym okresie gwarancj</w:t>
      </w:r>
      <w:r w:rsidR="00134E70">
        <w:rPr>
          <w:rFonts w:ascii="Arial" w:hAnsi="Arial" w:cs="Arial"/>
          <w:sz w:val="24"/>
        </w:rPr>
        <w:t>i</w:t>
      </w:r>
      <w:r w:rsidR="00CA477F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>spowodowała uszkodzenie elementu, dla którego okres gwarancji już upłynął, Wykonawca zobowiązuje się do nieodpłatnego usunięcia wad w obu elementach.</w:t>
      </w:r>
    </w:p>
    <w:p w14:paraId="35BCA123" w14:textId="315774C0" w:rsidR="00510E0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>5</w:t>
      </w:r>
      <w:r w:rsidR="00510E01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510E01">
        <w:rPr>
          <w:rFonts w:ascii="Arial" w:hAnsi="Arial" w:cs="Arial"/>
          <w:sz w:val="24"/>
        </w:rPr>
        <w:t>Zamawiaj</w:t>
      </w:r>
      <w:r w:rsidR="00134E70">
        <w:rPr>
          <w:rFonts w:ascii="Arial" w:hAnsi="Arial" w:cs="Arial"/>
          <w:sz w:val="24"/>
        </w:rPr>
        <w:t xml:space="preserve">ący ma prawo obciążyć Wykonawcę wszelkimi kosztami usunięcia wad </w:t>
      </w:r>
      <w:r w:rsidR="00EA3C5D">
        <w:rPr>
          <w:rFonts w:ascii="Arial" w:hAnsi="Arial" w:cs="Arial"/>
          <w:sz w:val="24"/>
        </w:rPr>
        <w:br/>
      </w:r>
      <w:r w:rsidR="00134E70">
        <w:rPr>
          <w:rFonts w:ascii="Arial" w:hAnsi="Arial" w:cs="Arial"/>
          <w:sz w:val="24"/>
        </w:rPr>
        <w:t xml:space="preserve">i usterek w ramach </w:t>
      </w:r>
      <w:r w:rsidR="0081735E">
        <w:rPr>
          <w:rFonts w:ascii="Arial" w:hAnsi="Arial" w:cs="Arial"/>
          <w:sz w:val="24"/>
        </w:rPr>
        <w:t>wykonawstwa</w:t>
      </w:r>
      <w:r w:rsidR="00134E70">
        <w:rPr>
          <w:rFonts w:ascii="Arial" w:hAnsi="Arial" w:cs="Arial"/>
          <w:sz w:val="24"/>
        </w:rPr>
        <w:t xml:space="preserve"> zastępczego, jeżeli Wykonawca nie przystąpi do ich usunięcia w terminie określonym wyżej, bądź usunie je nieskutecznie.</w:t>
      </w:r>
    </w:p>
    <w:p w14:paraId="207E9B07" w14:textId="256AACB2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 w:rsidRPr="00336136">
        <w:rPr>
          <w:rFonts w:ascii="Arial" w:hAnsi="Arial" w:cs="Arial"/>
          <w:sz w:val="24"/>
        </w:rPr>
        <w:t>.</w:t>
      </w:r>
      <w:r w:rsidR="00CA477F">
        <w:rPr>
          <w:rFonts w:ascii="Arial" w:hAnsi="Arial" w:cs="Arial"/>
          <w:sz w:val="24"/>
        </w:rPr>
        <w:t xml:space="preserve">6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Nie podlegają</w:t>
      </w:r>
      <w:r w:rsidR="007537A8">
        <w:rPr>
          <w:rFonts w:ascii="Arial" w:hAnsi="Arial" w:cs="Arial"/>
          <w:sz w:val="24"/>
        </w:rPr>
        <w:t xml:space="preserve"> usunięciu lub naprawie</w:t>
      </w:r>
      <w:r w:rsidR="00085411" w:rsidRPr="00ED77C5">
        <w:rPr>
          <w:rFonts w:ascii="Arial" w:hAnsi="Arial" w:cs="Arial"/>
          <w:sz w:val="24"/>
        </w:rPr>
        <w:t xml:space="preserve"> z tytułu gwarancji wady powstałe na skutek:</w:t>
      </w:r>
    </w:p>
    <w:p w14:paraId="340E10D1" w14:textId="4AD52F4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siły wyższej, pod pojęciem których strony </w:t>
      </w:r>
      <w:r w:rsidR="007537A8">
        <w:rPr>
          <w:rFonts w:ascii="Arial" w:hAnsi="Arial" w:cs="Arial"/>
          <w:sz w:val="24"/>
        </w:rPr>
        <w:t>uznają</w:t>
      </w:r>
      <w:r w:rsidRPr="00ED77C5">
        <w:rPr>
          <w:rFonts w:ascii="Arial" w:hAnsi="Arial" w:cs="Arial"/>
          <w:sz w:val="24"/>
        </w:rPr>
        <w:t>: stan wojny, klęski żywiołowej, strajk generalny</w:t>
      </w:r>
      <w:r w:rsidR="007537A8">
        <w:rPr>
          <w:rFonts w:ascii="Arial" w:hAnsi="Arial" w:cs="Arial"/>
          <w:sz w:val="24"/>
        </w:rPr>
        <w:t>;</w:t>
      </w:r>
    </w:p>
    <w:p w14:paraId="1AA80163" w14:textId="46A85A3E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normalnego zużycia </w:t>
      </w:r>
      <w:r w:rsidR="000D6FAC">
        <w:rPr>
          <w:rFonts w:ascii="Arial" w:hAnsi="Arial" w:cs="Arial"/>
          <w:sz w:val="24"/>
        </w:rPr>
        <w:t>obiektu budowlanego</w:t>
      </w:r>
      <w:r w:rsidRPr="00ED77C5">
        <w:rPr>
          <w:rFonts w:ascii="Arial" w:hAnsi="Arial" w:cs="Arial"/>
          <w:sz w:val="24"/>
        </w:rPr>
        <w:t xml:space="preserve"> lub jego części</w:t>
      </w:r>
      <w:r w:rsidR="007537A8">
        <w:rPr>
          <w:rFonts w:ascii="Arial" w:hAnsi="Arial" w:cs="Arial"/>
          <w:sz w:val="24"/>
        </w:rPr>
        <w:t>;</w:t>
      </w:r>
    </w:p>
    <w:p w14:paraId="3A49F62D" w14:textId="795C6F23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szkód wynikłych z winy </w:t>
      </w:r>
      <w:r w:rsidR="005975F1">
        <w:rPr>
          <w:rFonts w:ascii="Arial" w:hAnsi="Arial" w:cs="Arial"/>
          <w:sz w:val="24"/>
        </w:rPr>
        <w:t xml:space="preserve">Zamawiającego (w tym </w:t>
      </w:r>
      <w:r w:rsidRPr="00ED77C5">
        <w:rPr>
          <w:rFonts w:ascii="Arial" w:hAnsi="Arial" w:cs="Arial"/>
          <w:sz w:val="24"/>
        </w:rPr>
        <w:t>Użytkownika</w:t>
      </w:r>
      <w:r w:rsidR="005975F1">
        <w:rPr>
          <w:rFonts w:ascii="Arial" w:hAnsi="Arial" w:cs="Arial"/>
          <w:sz w:val="24"/>
        </w:rPr>
        <w:t>)</w:t>
      </w:r>
      <w:r w:rsidRPr="00ED77C5">
        <w:rPr>
          <w:rFonts w:ascii="Arial" w:hAnsi="Arial" w:cs="Arial"/>
          <w:sz w:val="24"/>
        </w:rPr>
        <w:t xml:space="preserve">, a szczególnie konserwacji i użytkowania </w:t>
      </w:r>
      <w:r w:rsidR="000D6FAC">
        <w:rPr>
          <w:rFonts w:ascii="Arial" w:hAnsi="Arial" w:cs="Arial"/>
          <w:sz w:val="24"/>
        </w:rPr>
        <w:t>obiektu budowlanego</w:t>
      </w:r>
      <w:r w:rsidRPr="00ED77C5">
        <w:rPr>
          <w:rFonts w:ascii="Arial" w:hAnsi="Arial" w:cs="Arial"/>
          <w:sz w:val="24"/>
        </w:rPr>
        <w:t xml:space="preserve"> w sposób niezgodny z zasadami eksploatacji i użytkowania.</w:t>
      </w:r>
    </w:p>
    <w:p w14:paraId="4275F390" w14:textId="6A20979C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.7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 celu umożliwienia kwalifikacji zgłoszonych wad, przyczyn ich powstania </w:t>
      </w:r>
      <w:r w:rsidR="00646B11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 xml:space="preserve">i sposobu usunięcia Zamawiający zobowiązuje się do przechowania </w:t>
      </w:r>
      <w:r w:rsidR="00B2405B" w:rsidRPr="00ED77C5">
        <w:rPr>
          <w:rFonts w:ascii="Arial" w:hAnsi="Arial" w:cs="Arial"/>
          <w:sz w:val="24"/>
        </w:rPr>
        <w:t>otrzymanej</w:t>
      </w:r>
      <w:r w:rsidR="00085411" w:rsidRPr="00ED77C5">
        <w:rPr>
          <w:rFonts w:ascii="Arial" w:hAnsi="Arial" w:cs="Arial"/>
          <w:sz w:val="24"/>
        </w:rPr>
        <w:t xml:space="preserve"> w dniu odbioru dokumentacji powykonawczej.</w:t>
      </w:r>
    </w:p>
    <w:p w14:paraId="049A7AB1" w14:textId="7F652C49" w:rsidR="00E91942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.8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E91942" w:rsidRPr="00E91942">
        <w:rPr>
          <w:rFonts w:ascii="Arial" w:hAnsi="Arial" w:cs="Arial"/>
          <w:sz w:val="24"/>
        </w:rPr>
        <w:t>Usunięcie wady lub usterki potwierdza Zamawiający. Stwierdzenie usunięcia</w:t>
      </w:r>
      <w:r w:rsidR="00EA3C5D">
        <w:rPr>
          <w:rFonts w:ascii="Arial" w:hAnsi="Arial" w:cs="Arial"/>
          <w:sz w:val="24"/>
        </w:rPr>
        <w:t xml:space="preserve"> </w:t>
      </w:r>
      <w:r w:rsidR="00E91942" w:rsidRPr="00E91942">
        <w:rPr>
          <w:rFonts w:ascii="Arial" w:hAnsi="Arial" w:cs="Arial"/>
          <w:sz w:val="24"/>
        </w:rPr>
        <w:t>wady lub usterki, a także odmowa takiego stwierdzenia pow</w:t>
      </w:r>
      <w:r w:rsidR="00E91942">
        <w:rPr>
          <w:rFonts w:ascii="Arial" w:hAnsi="Arial" w:cs="Arial"/>
          <w:sz w:val="24"/>
        </w:rPr>
        <w:t xml:space="preserve">inna nastąpić nie później niż w </w:t>
      </w:r>
      <w:r w:rsidR="00E91942" w:rsidRPr="00E91942">
        <w:rPr>
          <w:rFonts w:ascii="Arial" w:hAnsi="Arial" w:cs="Arial"/>
          <w:sz w:val="24"/>
        </w:rPr>
        <w:t>terminie 14 dni od daty zawiadomienia Za</w:t>
      </w:r>
      <w:r w:rsidR="00E91942">
        <w:rPr>
          <w:rFonts w:ascii="Arial" w:hAnsi="Arial" w:cs="Arial"/>
          <w:sz w:val="24"/>
        </w:rPr>
        <w:t xml:space="preserve">mawiającego przez udzielającego </w:t>
      </w:r>
      <w:r w:rsidR="00E91942" w:rsidRPr="00E91942">
        <w:rPr>
          <w:rFonts w:ascii="Arial" w:hAnsi="Arial" w:cs="Arial"/>
          <w:sz w:val="24"/>
        </w:rPr>
        <w:t>gwarancji o dokonaniu naprawy. Niedokonanie w wyżej określ</w:t>
      </w:r>
      <w:r w:rsidR="00E91942">
        <w:rPr>
          <w:rFonts w:ascii="Arial" w:hAnsi="Arial" w:cs="Arial"/>
          <w:sz w:val="24"/>
        </w:rPr>
        <w:t xml:space="preserve">onym terminie odbioru usunięcia </w:t>
      </w:r>
      <w:r w:rsidR="00E91942" w:rsidRPr="00E91942">
        <w:rPr>
          <w:rFonts w:ascii="Arial" w:hAnsi="Arial" w:cs="Arial"/>
          <w:sz w:val="24"/>
        </w:rPr>
        <w:t>wad przez Zamawiającego będzie ró</w:t>
      </w:r>
      <w:r w:rsidR="00E91942">
        <w:rPr>
          <w:rFonts w:ascii="Arial" w:hAnsi="Arial" w:cs="Arial"/>
          <w:sz w:val="24"/>
        </w:rPr>
        <w:t>wnoznaczne ze stwierdzeniem ich należytego usunięcia.</w:t>
      </w:r>
    </w:p>
    <w:p w14:paraId="3CCA1136" w14:textId="4E3D5E72" w:rsidR="00E91942" w:rsidRPr="00ED77C5" w:rsidRDefault="00CC66E2" w:rsidP="0011660F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.9</w:t>
      </w:r>
      <w:r w:rsidR="00EA3C5D">
        <w:rPr>
          <w:rFonts w:ascii="Arial" w:hAnsi="Arial" w:cs="Arial"/>
          <w:sz w:val="24"/>
        </w:rPr>
        <w:tab/>
      </w:r>
      <w:r w:rsidR="00E91942" w:rsidRPr="00ED77C5">
        <w:rPr>
          <w:rFonts w:ascii="Arial" w:hAnsi="Arial" w:cs="Arial"/>
          <w:sz w:val="24"/>
        </w:rPr>
        <w:t xml:space="preserve">Wykonawca nie odpowiada za wady powstałe w wyniku zwłoki </w:t>
      </w:r>
      <w:r w:rsidR="00EA3C5D">
        <w:rPr>
          <w:rFonts w:ascii="Arial" w:hAnsi="Arial" w:cs="Arial"/>
          <w:sz w:val="24"/>
        </w:rPr>
        <w:br/>
      </w:r>
      <w:r w:rsidR="00E91942" w:rsidRPr="00ED77C5">
        <w:rPr>
          <w:rFonts w:ascii="Arial" w:hAnsi="Arial" w:cs="Arial"/>
          <w:sz w:val="24"/>
        </w:rPr>
        <w:t>w zawiadomieniu go o wadzie, jeżeli wada ta spowodowała inne wady lub uszkodzenia, których można było uniknąć, gdyby w terminie zawiadomiono Wykonawcę o zaistniałej wadzie.</w:t>
      </w:r>
    </w:p>
    <w:p w14:paraId="2563CE64" w14:textId="32D971DD" w:rsidR="00085411" w:rsidRDefault="00E9194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 xml:space="preserve">7.10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Wykonawca jest odpowiedzialny za wszelkie szkody i straty, które spowodował </w:t>
      </w:r>
      <w:r w:rsidR="00CA477F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>w czasie prac nad usuwaniem wad.</w:t>
      </w:r>
    </w:p>
    <w:p w14:paraId="00F19372" w14:textId="77777777" w:rsidR="00CA477F" w:rsidRPr="0011660F" w:rsidRDefault="00CA477F" w:rsidP="00093C1E">
      <w:pPr>
        <w:spacing w:line="276" w:lineRule="auto"/>
        <w:ind w:left="567" w:hanging="567"/>
        <w:jc w:val="both"/>
        <w:rPr>
          <w:rFonts w:ascii="Arial" w:hAnsi="Arial" w:cs="Arial"/>
          <w:strike/>
          <w:sz w:val="16"/>
          <w:szCs w:val="16"/>
        </w:rPr>
      </w:pPr>
    </w:p>
    <w:p w14:paraId="3FE42402" w14:textId="16329A46" w:rsidR="00EA3C5D" w:rsidRPr="00093C1E" w:rsidRDefault="00CC66E2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8</w:t>
      </w:r>
      <w:r w:rsidR="00CA477F" w:rsidRPr="00093C1E">
        <w:rPr>
          <w:rFonts w:ascii="Arial" w:hAnsi="Arial" w:cs="Arial"/>
          <w:b/>
          <w:sz w:val="24"/>
        </w:rPr>
        <w:t xml:space="preserve">. </w:t>
      </w:r>
      <w:r w:rsidR="005975F1" w:rsidRPr="00093C1E">
        <w:rPr>
          <w:rFonts w:ascii="Arial" w:hAnsi="Arial" w:cs="Arial"/>
          <w:b/>
          <w:sz w:val="24"/>
        </w:rPr>
        <w:t>Gwarancja a rękojmia</w:t>
      </w:r>
    </w:p>
    <w:p w14:paraId="2400F9B8" w14:textId="06142DBD" w:rsidR="005975F1" w:rsidRDefault="0081735E" w:rsidP="0011660F">
      <w:pPr>
        <w:spacing w:before="240" w:line="276" w:lineRule="auto"/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Niezależnie od </w:t>
      </w:r>
      <w:r w:rsidR="005975F1">
        <w:rPr>
          <w:rFonts w:ascii="Arial" w:hAnsi="Arial" w:cs="Arial"/>
          <w:sz w:val="24"/>
        </w:rPr>
        <w:t xml:space="preserve">uprawnień z </w:t>
      </w:r>
      <w:proofErr w:type="gramStart"/>
      <w:r w:rsidR="005975F1">
        <w:rPr>
          <w:rFonts w:ascii="Arial" w:hAnsi="Arial" w:cs="Arial"/>
          <w:sz w:val="24"/>
        </w:rPr>
        <w:t>tytułu  udzielonej</w:t>
      </w:r>
      <w:proofErr w:type="gramEnd"/>
      <w:r w:rsidR="005975F1">
        <w:rPr>
          <w:rFonts w:ascii="Arial" w:hAnsi="Arial" w:cs="Arial"/>
          <w:sz w:val="24"/>
        </w:rPr>
        <w:t xml:space="preserve"> gwarancji </w:t>
      </w:r>
      <w:r w:rsidR="005975F1" w:rsidRPr="00BC32DD">
        <w:rPr>
          <w:rFonts w:ascii="Arial" w:hAnsi="Arial" w:cs="Arial"/>
          <w:sz w:val="24"/>
        </w:rPr>
        <w:t xml:space="preserve">jakości, </w:t>
      </w:r>
      <w:r w:rsidR="005975F1">
        <w:rPr>
          <w:rFonts w:ascii="Arial" w:hAnsi="Arial" w:cs="Arial"/>
          <w:sz w:val="24"/>
        </w:rPr>
        <w:t>Zamawiający</w:t>
      </w:r>
      <w:r w:rsidR="005975F1" w:rsidRPr="00BC32DD">
        <w:rPr>
          <w:rFonts w:ascii="Arial" w:hAnsi="Arial" w:cs="Arial"/>
          <w:sz w:val="24"/>
        </w:rPr>
        <w:t xml:space="preserve"> może wykonywać uprawnienia z tytułu rękojmi za wady </w:t>
      </w:r>
      <w:r w:rsidR="005975F1">
        <w:rPr>
          <w:rFonts w:ascii="Arial" w:hAnsi="Arial" w:cs="Arial"/>
          <w:sz w:val="24"/>
        </w:rPr>
        <w:t>i usterki obiektu budowlanego / robót budowlanych</w:t>
      </w:r>
      <w:r w:rsidR="005975F1" w:rsidRPr="00BC32DD">
        <w:rPr>
          <w:rFonts w:ascii="Arial" w:hAnsi="Arial" w:cs="Arial"/>
          <w:sz w:val="24"/>
        </w:rPr>
        <w:t>.</w:t>
      </w:r>
      <w:r w:rsidR="005975F1">
        <w:rPr>
          <w:rFonts w:ascii="Arial" w:hAnsi="Arial" w:cs="Arial"/>
          <w:sz w:val="24"/>
        </w:rPr>
        <w:t xml:space="preserve"> G</w:t>
      </w:r>
      <w:r w:rsidR="005975F1" w:rsidRPr="00BC32DD">
        <w:rPr>
          <w:rFonts w:ascii="Arial" w:hAnsi="Arial" w:cs="Arial"/>
          <w:sz w:val="24"/>
        </w:rPr>
        <w:t>warancja nie wyłącza, nie ogranicza ani nie zawiesza uprawnień zamawiającego wynikających z przepisów o rękojmi za ujawnione wady fizyczne robót budowlanych.</w:t>
      </w:r>
    </w:p>
    <w:p w14:paraId="5478D8FD" w14:textId="77777777" w:rsidR="00C8608F" w:rsidRDefault="00C8608F" w:rsidP="0011660F">
      <w:pPr>
        <w:spacing w:line="276" w:lineRule="auto"/>
        <w:ind w:left="284" w:hanging="567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ab/>
        <w:t>Zamawiający może dochodzić roszczeń wynikających z gwarancji oraz rękojmi także po upływie okresu gwarancji i rękojmi, jeżeli dokonał zgłoszenia wady przed jego upływem.</w:t>
      </w:r>
    </w:p>
    <w:p w14:paraId="7811BA0D" w14:textId="77777777" w:rsidR="007537A8" w:rsidRPr="0011660F" w:rsidRDefault="007537A8" w:rsidP="00093C1E">
      <w:pPr>
        <w:spacing w:line="276" w:lineRule="auto"/>
        <w:ind w:left="567" w:hanging="567"/>
        <w:jc w:val="both"/>
        <w:rPr>
          <w:rFonts w:ascii="Arial" w:hAnsi="Arial" w:cs="Arial"/>
          <w:sz w:val="16"/>
          <w:szCs w:val="16"/>
        </w:rPr>
      </w:pPr>
    </w:p>
    <w:p w14:paraId="3B295740" w14:textId="77777777" w:rsidR="00896DE8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9</w:t>
      </w:r>
      <w:r w:rsidR="00CA477F" w:rsidRPr="00093C1E">
        <w:rPr>
          <w:rFonts w:ascii="Arial" w:hAnsi="Arial" w:cs="Arial"/>
          <w:b/>
          <w:sz w:val="24"/>
        </w:rPr>
        <w:t>.</w:t>
      </w:r>
      <w:r w:rsidR="00896DE8" w:rsidRPr="00093C1E">
        <w:rPr>
          <w:rFonts w:ascii="Arial" w:hAnsi="Arial" w:cs="Arial"/>
          <w:b/>
          <w:sz w:val="24"/>
        </w:rPr>
        <w:t xml:space="preserve"> Poz</w:t>
      </w:r>
      <w:r w:rsidR="00B15F57" w:rsidRPr="00093C1E">
        <w:rPr>
          <w:rFonts w:ascii="Arial" w:hAnsi="Arial" w:cs="Arial"/>
          <w:b/>
          <w:sz w:val="24"/>
        </w:rPr>
        <w:t>o</w:t>
      </w:r>
      <w:r w:rsidR="00896DE8" w:rsidRPr="00093C1E">
        <w:rPr>
          <w:rFonts w:ascii="Arial" w:hAnsi="Arial" w:cs="Arial"/>
          <w:b/>
          <w:sz w:val="24"/>
        </w:rPr>
        <w:t>sta</w:t>
      </w:r>
      <w:r w:rsidR="00B15F57" w:rsidRPr="00093C1E">
        <w:rPr>
          <w:rFonts w:ascii="Arial" w:hAnsi="Arial" w:cs="Arial"/>
          <w:b/>
          <w:sz w:val="24"/>
        </w:rPr>
        <w:t xml:space="preserve">łe </w:t>
      </w:r>
      <w:r w:rsidR="00896DE8" w:rsidRPr="00093C1E">
        <w:rPr>
          <w:rFonts w:ascii="Arial" w:hAnsi="Arial" w:cs="Arial"/>
          <w:b/>
          <w:sz w:val="24"/>
        </w:rPr>
        <w:t>ustalenia</w:t>
      </w:r>
    </w:p>
    <w:p w14:paraId="3C04F6F6" w14:textId="49AD2B4B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>W okresie gwarancji i rękojmi Wykonawca i Zamawiający zobowiązani są do pisemnego wzajemnego zawiadomienia w terminie 7 dni o:</w:t>
      </w:r>
    </w:p>
    <w:p w14:paraId="25830480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adresu lub firmy,</w:t>
      </w:r>
    </w:p>
    <w:p w14:paraId="2E5060C4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osób reprezentujących strony,</w:t>
      </w:r>
    </w:p>
    <w:p w14:paraId="5C9D16DE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upadłości Wykonawcy,</w:t>
      </w:r>
    </w:p>
    <w:p w14:paraId="1183306C" w14:textId="77777777" w:rsidR="00077CD7" w:rsidRPr="00ED77C5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likwidacji firmy Wykonawcy.</w:t>
      </w:r>
    </w:p>
    <w:p w14:paraId="70E556AE" w14:textId="4F2B5ADD" w:rsidR="00077CD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.2</w:t>
      </w:r>
      <w:r w:rsidR="00B15F57" w:rsidRPr="00B15F57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W sprawach nie uregulowanych niniejszą kartą gwaranc</w:t>
      </w:r>
      <w:r w:rsidR="00B15F57">
        <w:rPr>
          <w:rFonts w:ascii="Arial" w:hAnsi="Arial" w:cs="Arial"/>
          <w:sz w:val="24"/>
        </w:rPr>
        <w:t xml:space="preserve">yjną zastosowanie mają przepisy </w:t>
      </w:r>
      <w:r w:rsidR="00B15F57" w:rsidRPr="00B15F57">
        <w:rPr>
          <w:rFonts w:ascii="Arial" w:hAnsi="Arial" w:cs="Arial"/>
          <w:sz w:val="24"/>
        </w:rPr>
        <w:t xml:space="preserve">Kodeksu Cywilnego, Prawa </w:t>
      </w:r>
      <w:r w:rsidR="007537A8">
        <w:rPr>
          <w:rFonts w:ascii="Arial" w:hAnsi="Arial" w:cs="Arial"/>
          <w:sz w:val="24"/>
        </w:rPr>
        <w:t>b</w:t>
      </w:r>
      <w:r w:rsidR="00B15F57" w:rsidRPr="00B15F57">
        <w:rPr>
          <w:rFonts w:ascii="Arial" w:hAnsi="Arial" w:cs="Arial"/>
          <w:sz w:val="24"/>
        </w:rPr>
        <w:t>udowlanego oraz inne obowiązujące przepisy prawa.</w:t>
      </w:r>
    </w:p>
    <w:p w14:paraId="293B3AF0" w14:textId="4D49BAC2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.3</w:t>
      </w:r>
      <w:r w:rsidR="00B15F57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Karta gwarancyjna ważna jest tylko z umową na w</w:t>
      </w:r>
      <w:r w:rsidR="00B15F57">
        <w:rPr>
          <w:rFonts w:ascii="Arial" w:hAnsi="Arial" w:cs="Arial"/>
          <w:sz w:val="24"/>
        </w:rPr>
        <w:t xml:space="preserve">ykonanie przedmiotu zamówienia, </w:t>
      </w:r>
      <w:r w:rsidR="00B15F57" w:rsidRPr="00B15F57">
        <w:rPr>
          <w:rFonts w:ascii="Arial" w:hAnsi="Arial" w:cs="Arial"/>
          <w:sz w:val="24"/>
        </w:rPr>
        <w:t>podpisaną przez strony umowy.</w:t>
      </w:r>
    </w:p>
    <w:p w14:paraId="6050C80D" w14:textId="77777777" w:rsidR="00B15F57" w:rsidRDefault="00B15F5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161783C6" w14:textId="77777777" w:rsidR="00085411" w:rsidRPr="00093C1E" w:rsidRDefault="00077CD7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Warunki gwarancji podpisali:</w:t>
      </w:r>
    </w:p>
    <w:p w14:paraId="1F270FBC" w14:textId="77777777" w:rsidR="00077CD7" w:rsidRPr="00ED77C5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89359BE" w14:textId="77777777" w:rsidR="00077CD7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  <w:r w:rsidRPr="00646B11">
        <w:rPr>
          <w:rFonts w:ascii="Arial" w:hAnsi="Arial" w:cs="Arial"/>
          <w:b/>
          <w:sz w:val="24"/>
        </w:rPr>
        <w:t xml:space="preserve">Udzielający gwarancji </w:t>
      </w:r>
      <w:r w:rsidR="00457EF1">
        <w:rPr>
          <w:rFonts w:ascii="Arial" w:hAnsi="Arial" w:cs="Arial"/>
          <w:b/>
          <w:sz w:val="24"/>
        </w:rPr>
        <w:t>jakości</w:t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  <w:t>Przyjmujący gwarancję</w:t>
      </w:r>
      <w:r w:rsidR="00457EF1">
        <w:rPr>
          <w:rFonts w:ascii="Arial" w:hAnsi="Arial" w:cs="Arial"/>
          <w:b/>
          <w:sz w:val="24"/>
        </w:rPr>
        <w:t xml:space="preserve"> jakości</w:t>
      </w:r>
      <w:r w:rsidR="00077CD7" w:rsidRPr="00646B11">
        <w:rPr>
          <w:rFonts w:ascii="Arial" w:hAnsi="Arial" w:cs="Arial"/>
          <w:b/>
          <w:sz w:val="24"/>
        </w:rPr>
        <w:t xml:space="preserve"> </w:t>
      </w:r>
    </w:p>
    <w:p w14:paraId="3907A7EF" w14:textId="77777777" w:rsidR="0066788B" w:rsidRPr="00646B11" w:rsidRDefault="0066788B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</w:p>
    <w:p w14:paraId="07E69B94" w14:textId="77777777" w:rsidR="00077CD7" w:rsidRPr="00C8608F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646B11">
        <w:rPr>
          <w:rFonts w:ascii="Arial" w:hAnsi="Arial" w:cs="Arial"/>
          <w:sz w:val="24"/>
        </w:rPr>
        <w:t xml:space="preserve"> Przedstawiciele </w:t>
      </w:r>
      <w:r w:rsidR="00461DE5">
        <w:rPr>
          <w:rFonts w:ascii="Arial" w:hAnsi="Arial" w:cs="Arial"/>
          <w:sz w:val="24"/>
        </w:rPr>
        <w:t>Wykonawcy</w:t>
      </w:r>
      <w:r w:rsidRPr="00646B11">
        <w:rPr>
          <w:rFonts w:ascii="Arial" w:hAnsi="Arial" w:cs="Arial"/>
          <w:sz w:val="24"/>
        </w:rPr>
        <w:t>:</w:t>
      </w:r>
      <w:r w:rsidRPr="00646B11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ab/>
        <w:t xml:space="preserve">   </w:t>
      </w:r>
      <w:r w:rsidR="00336136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 xml:space="preserve">   Przedstawiciel </w:t>
      </w:r>
      <w:r w:rsidR="00461DE5">
        <w:rPr>
          <w:rFonts w:ascii="Arial" w:hAnsi="Arial" w:cs="Arial"/>
          <w:sz w:val="24"/>
        </w:rPr>
        <w:t>Zamawiającego</w:t>
      </w:r>
      <w:r w:rsidRPr="00646B11">
        <w:rPr>
          <w:rFonts w:ascii="Arial" w:hAnsi="Arial" w:cs="Arial"/>
          <w:sz w:val="24"/>
        </w:rPr>
        <w:t>:</w:t>
      </w:r>
    </w:p>
    <w:p w14:paraId="34EB302B" w14:textId="77777777" w:rsidR="00077CD7" w:rsidRPr="00C8608F" w:rsidRDefault="00077CD7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</w:p>
    <w:p w14:paraId="3DA3AC53" w14:textId="77777777" w:rsidR="00085411" w:rsidRPr="00077CD7" w:rsidRDefault="00085411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</w:p>
    <w:p w14:paraId="4B16C9AA" w14:textId="77777777" w:rsidR="00085411" w:rsidRPr="00C8608F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>................................................</w:t>
      </w:r>
      <w:r w:rsidR="00077CD7">
        <w:rPr>
          <w:rFonts w:ascii="Arial" w:hAnsi="Arial" w:cs="Arial"/>
          <w:sz w:val="24"/>
        </w:rPr>
        <w:t>............</w:t>
      </w:r>
      <w:r w:rsidR="00077CD7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ab/>
        <w:t>…………………………………………</w:t>
      </w:r>
    </w:p>
    <w:sectPr w:rsidR="00085411" w:rsidRPr="00C8608F">
      <w:headerReference w:type="default" r:id="rId11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EB8415" w14:textId="77777777" w:rsidR="003018CC" w:rsidRDefault="003018CC" w:rsidP="003D324B">
      <w:r>
        <w:separator/>
      </w:r>
    </w:p>
  </w:endnote>
  <w:endnote w:type="continuationSeparator" w:id="0">
    <w:p w14:paraId="70AE02AD" w14:textId="77777777" w:rsidR="003018CC" w:rsidRDefault="003018CC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735B91" w14:textId="77777777" w:rsidR="003018CC" w:rsidRDefault="003018CC" w:rsidP="003D324B">
      <w:r>
        <w:separator/>
      </w:r>
    </w:p>
  </w:footnote>
  <w:footnote w:type="continuationSeparator" w:id="0">
    <w:p w14:paraId="62E7F3FD" w14:textId="77777777" w:rsidR="003018CC" w:rsidRDefault="003018CC" w:rsidP="003D324B">
      <w:r>
        <w:continuationSeparator/>
      </w:r>
    </w:p>
  </w:footnote>
  <w:footnote w:id="1">
    <w:p w14:paraId="2B113131" w14:textId="4257ABF4" w:rsidR="00126BC5" w:rsidRDefault="00126BC5">
      <w:pPr>
        <w:pStyle w:val="Tekstprzypisudolnego"/>
      </w:pPr>
      <w:r>
        <w:rPr>
          <w:rStyle w:val="Odwoanieprzypisudolnego"/>
        </w:rPr>
        <w:footnoteRef/>
      </w:r>
      <w:r>
        <w:t xml:space="preserve"> Stanowiąc</w:t>
      </w:r>
      <w:r w:rsidR="00150678">
        <w:t>a</w:t>
      </w:r>
      <w:r>
        <w:t xml:space="preserve"> integralny załącznik do umowy</w:t>
      </w:r>
      <w:r w:rsidR="006C362B">
        <w:t>/ dokumentacji przetargowej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4C9667" w14:textId="042BB9DC" w:rsidR="0062006B" w:rsidRDefault="0062006B" w:rsidP="000D7C3C">
    <w:pPr>
      <w:tabs>
        <w:tab w:val="center" w:pos="4536"/>
        <w:tab w:val="right" w:pos="9072"/>
      </w:tabs>
      <w:jc w:val="right"/>
    </w:pPr>
    <w:r w:rsidRPr="0062006B">
      <w:rPr>
        <w:rFonts w:ascii="Arial" w:eastAsia="Calibri" w:hAnsi="Arial" w:cs="Arial"/>
        <w:sz w:val="22"/>
        <w:szCs w:val="22"/>
        <w:lang w:eastAsia="en-US"/>
      </w:rPr>
      <w:t>Załącznik nr</w:t>
    </w:r>
    <w:r w:rsidR="00A07608">
      <w:rPr>
        <w:rFonts w:ascii="Arial" w:eastAsia="Calibri" w:hAnsi="Arial" w:cs="Arial"/>
        <w:sz w:val="22"/>
        <w:szCs w:val="22"/>
        <w:lang w:eastAsia="en-US"/>
      </w:rPr>
      <w:t xml:space="preserve"> </w:t>
    </w:r>
    <w:r w:rsidR="007D0B52">
      <w:rPr>
        <w:rFonts w:ascii="Arial" w:eastAsia="Calibri" w:hAnsi="Arial" w:cs="Arial"/>
        <w:sz w:val="22"/>
        <w:szCs w:val="22"/>
        <w:lang w:eastAsia="en-US"/>
      </w:rPr>
      <w:t>4</w:t>
    </w:r>
    <w:r w:rsidRPr="0062006B">
      <w:rPr>
        <w:rFonts w:ascii="Arial" w:eastAsia="Calibri" w:hAnsi="Arial" w:cs="Arial"/>
        <w:sz w:val="22"/>
        <w:szCs w:val="22"/>
        <w:lang w:eastAsia="en-US"/>
      </w:rPr>
      <w:t xml:space="preserve"> do </w:t>
    </w:r>
    <w:r w:rsidR="000D7C3C">
      <w:rPr>
        <w:rFonts w:ascii="Arial" w:eastAsia="Calibri" w:hAnsi="Arial" w:cs="Arial"/>
        <w:sz w:val="22"/>
        <w:szCs w:val="22"/>
        <w:lang w:eastAsia="en-US"/>
      </w:rPr>
      <w:t>wzoru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2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17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953097049">
    <w:abstractNumId w:val="18"/>
  </w:num>
  <w:num w:numId="2" w16cid:durableId="846401918">
    <w:abstractNumId w:val="13"/>
  </w:num>
  <w:num w:numId="3" w16cid:durableId="1352147931">
    <w:abstractNumId w:val="1"/>
  </w:num>
  <w:num w:numId="4" w16cid:durableId="1494183518">
    <w:abstractNumId w:val="10"/>
  </w:num>
  <w:num w:numId="5" w16cid:durableId="832255586">
    <w:abstractNumId w:val="8"/>
  </w:num>
  <w:num w:numId="6" w16cid:durableId="1876384996">
    <w:abstractNumId w:val="3"/>
  </w:num>
  <w:num w:numId="7" w16cid:durableId="380636629">
    <w:abstractNumId w:val="2"/>
  </w:num>
  <w:num w:numId="8" w16cid:durableId="1601178420">
    <w:abstractNumId w:val="6"/>
  </w:num>
  <w:num w:numId="9" w16cid:durableId="1372269975">
    <w:abstractNumId w:val="11"/>
  </w:num>
  <w:num w:numId="10" w16cid:durableId="707149355">
    <w:abstractNumId w:val="0"/>
  </w:num>
  <w:num w:numId="11" w16cid:durableId="867379894">
    <w:abstractNumId w:val="5"/>
  </w:num>
  <w:num w:numId="12" w16cid:durableId="1460369812">
    <w:abstractNumId w:val="4"/>
  </w:num>
  <w:num w:numId="13" w16cid:durableId="1335303927">
    <w:abstractNumId w:val="7"/>
  </w:num>
  <w:num w:numId="14" w16cid:durableId="1349910702">
    <w:abstractNumId w:val="12"/>
  </w:num>
  <w:num w:numId="15" w16cid:durableId="390618973">
    <w:abstractNumId w:val="9"/>
  </w:num>
  <w:num w:numId="16" w16cid:durableId="1194686036">
    <w:abstractNumId w:val="14"/>
  </w:num>
  <w:num w:numId="17" w16cid:durableId="175266561">
    <w:abstractNumId w:val="17"/>
  </w:num>
  <w:num w:numId="18" w16cid:durableId="2028553530">
    <w:abstractNumId w:val="15"/>
  </w:num>
  <w:num w:numId="19" w16cid:durableId="91031094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156"/>
    <w:rsid w:val="00003D18"/>
    <w:rsid w:val="0001138E"/>
    <w:rsid w:val="000300E7"/>
    <w:rsid w:val="00043F61"/>
    <w:rsid w:val="00057107"/>
    <w:rsid w:val="00077CD7"/>
    <w:rsid w:val="00085411"/>
    <w:rsid w:val="00093C1E"/>
    <w:rsid w:val="00095FC9"/>
    <w:rsid w:val="000A6539"/>
    <w:rsid w:val="000A721A"/>
    <w:rsid w:val="000D6FAC"/>
    <w:rsid w:val="000D7C3C"/>
    <w:rsid w:val="000E40FD"/>
    <w:rsid w:val="000F12B7"/>
    <w:rsid w:val="00105D7D"/>
    <w:rsid w:val="0011660F"/>
    <w:rsid w:val="00126BC5"/>
    <w:rsid w:val="00134E70"/>
    <w:rsid w:val="00150678"/>
    <w:rsid w:val="00155755"/>
    <w:rsid w:val="00161188"/>
    <w:rsid w:val="001A0CB5"/>
    <w:rsid w:val="001B0B4C"/>
    <w:rsid w:val="001B564C"/>
    <w:rsid w:val="001F3BB7"/>
    <w:rsid w:val="002240D1"/>
    <w:rsid w:val="00277000"/>
    <w:rsid w:val="003018CC"/>
    <w:rsid w:val="00317DDA"/>
    <w:rsid w:val="00335028"/>
    <w:rsid w:val="00336136"/>
    <w:rsid w:val="00341BE1"/>
    <w:rsid w:val="003A7A98"/>
    <w:rsid w:val="003B0EDC"/>
    <w:rsid w:val="003B57BF"/>
    <w:rsid w:val="003D324B"/>
    <w:rsid w:val="003D773E"/>
    <w:rsid w:val="0044083F"/>
    <w:rsid w:val="00457EF1"/>
    <w:rsid w:val="00461DE5"/>
    <w:rsid w:val="004B4D0A"/>
    <w:rsid w:val="004D2D9E"/>
    <w:rsid w:val="004F0465"/>
    <w:rsid w:val="00510E01"/>
    <w:rsid w:val="00595C4E"/>
    <w:rsid w:val="005975F1"/>
    <w:rsid w:val="005A1032"/>
    <w:rsid w:val="00611601"/>
    <w:rsid w:val="0062006B"/>
    <w:rsid w:val="00633FB3"/>
    <w:rsid w:val="00646B11"/>
    <w:rsid w:val="0066788B"/>
    <w:rsid w:val="006C362B"/>
    <w:rsid w:val="007537A8"/>
    <w:rsid w:val="007D0B52"/>
    <w:rsid w:val="0081735E"/>
    <w:rsid w:val="00846B75"/>
    <w:rsid w:val="00896DE8"/>
    <w:rsid w:val="008D1B1C"/>
    <w:rsid w:val="008F41E3"/>
    <w:rsid w:val="0097485E"/>
    <w:rsid w:val="009972FB"/>
    <w:rsid w:val="009B3A03"/>
    <w:rsid w:val="009C5044"/>
    <w:rsid w:val="009F6E24"/>
    <w:rsid w:val="00A07608"/>
    <w:rsid w:val="00A50B4E"/>
    <w:rsid w:val="00AA3156"/>
    <w:rsid w:val="00B0409D"/>
    <w:rsid w:val="00B15F57"/>
    <w:rsid w:val="00B2405B"/>
    <w:rsid w:val="00B81316"/>
    <w:rsid w:val="00BB5EB4"/>
    <w:rsid w:val="00BC32DD"/>
    <w:rsid w:val="00C00935"/>
    <w:rsid w:val="00C50E5B"/>
    <w:rsid w:val="00C546D7"/>
    <w:rsid w:val="00C8608F"/>
    <w:rsid w:val="00CA477F"/>
    <w:rsid w:val="00CC66E2"/>
    <w:rsid w:val="00D11D44"/>
    <w:rsid w:val="00DA43D6"/>
    <w:rsid w:val="00DC4415"/>
    <w:rsid w:val="00DC7AD5"/>
    <w:rsid w:val="00E7003F"/>
    <w:rsid w:val="00E730FC"/>
    <w:rsid w:val="00E91942"/>
    <w:rsid w:val="00EA2977"/>
    <w:rsid w:val="00EA3C5D"/>
    <w:rsid w:val="00ED77C5"/>
    <w:rsid w:val="00F11F59"/>
    <w:rsid w:val="00F975F6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A0E4E"/>
  <w15:chartTrackingRefBased/>
  <w15:docId w15:val="{97D31F5D-B65C-454B-B246-59065A073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81FC56-241B-47B3-A464-256A9348C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D87E58-8CF1-41C9-BC8D-9E1A2D512F5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448EA3E-C53E-4388-B6E1-FB4056759117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customXml/itemProps4.xml><?xml version="1.0" encoding="utf-8"?>
<ds:datastoreItem xmlns:ds="http://schemas.openxmlformats.org/officeDocument/2006/customXml" ds:itemID="{11D45B4E-BD19-4C87-99FC-18F5DDB6D0A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863</Words>
  <Characters>5183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gwarancyjna obiektu budowlanego wykonanych robót w okresie gwarancji i rękojmi</vt:lpstr>
    </vt:vector>
  </TitlesOfParts>
  <Company>FABER</Company>
  <LinksUpToDate>false</LinksUpToDate>
  <CharactersWithSpaces>6034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Zał.6 Karta gwarancyjna</dc:title>
  <dc:subject/>
  <dc:creator>QQ</dc:creator>
  <cp:keywords/>
  <cp:lastModifiedBy>Zbigniew Blicharz - Nadleśnictwo Kartuzy</cp:lastModifiedBy>
  <cp:revision>4</cp:revision>
  <cp:lastPrinted>2024-05-24T09:08:00Z</cp:lastPrinted>
  <dcterms:created xsi:type="dcterms:W3CDTF">2024-05-24T09:01:00Z</dcterms:created>
  <dcterms:modified xsi:type="dcterms:W3CDTF">2024-05-24T09:08:00Z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