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FE3" w:rsidRPr="00FA55A6" w:rsidRDefault="00873FE3" w:rsidP="00316B45">
      <w:pPr>
        <w:suppressAutoHyphens w:val="0"/>
        <w:ind w:left="2832" w:hanging="2832"/>
        <w:jc w:val="right"/>
        <w:rPr>
          <w:rFonts w:ascii="Arial" w:hAnsi="Arial" w:cs="Arial"/>
          <w:b/>
          <w:bCs/>
          <w:snapToGrid w:val="0"/>
          <w:kern w:val="0"/>
          <w:sz w:val="24"/>
          <w:szCs w:val="24"/>
          <w:lang w:eastAsia="pl-PL"/>
        </w:rPr>
      </w:pPr>
      <w:r w:rsidRPr="00FA55A6">
        <w:rPr>
          <w:rFonts w:ascii="Arial" w:hAnsi="Arial" w:cs="Arial"/>
          <w:b/>
          <w:bCs/>
          <w:snapToGrid w:val="0"/>
          <w:kern w:val="0"/>
          <w:sz w:val="24"/>
          <w:szCs w:val="24"/>
          <w:lang w:eastAsia="pl-PL"/>
        </w:rPr>
        <w:t>Załącznik nr 6 do SWZ</w:t>
      </w:r>
    </w:p>
    <w:p w:rsidR="00873FE3" w:rsidRPr="00BF1099" w:rsidRDefault="00873FE3" w:rsidP="00B81D92">
      <w:pPr>
        <w:pStyle w:val="Header"/>
        <w:jc w:val="right"/>
        <w:rPr>
          <w:i/>
          <w:iCs/>
          <w:color w:val="FF0000"/>
        </w:rPr>
      </w:pPr>
      <w:r w:rsidRPr="00BF1099">
        <w:rPr>
          <w:i/>
          <w:iCs/>
          <w:color w:val="FF0000"/>
        </w:rPr>
        <w:t>(składany na wezwanie Zamawiającego)</w:t>
      </w:r>
    </w:p>
    <w:p w:rsidR="00873FE3" w:rsidRPr="003F23E0" w:rsidRDefault="00873FE3" w:rsidP="00316B45">
      <w:pPr>
        <w:suppressAutoHyphens w:val="0"/>
        <w:ind w:left="2832" w:hanging="2832"/>
        <w:jc w:val="right"/>
        <w:rPr>
          <w:rFonts w:ascii="Arial" w:hAnsi="Arial" w:cs="Arial"/>
          <w:snapToGrid w:val="0"/>
          <w:kern w:val="0"/>
          <w:sz w:val="24"/>
          <w:szCs w:val="24"/>
          <w:lang w:eastAsia="pl-PL"/>
        </w:rPr>
      </w:pPr>
    </w:p>
    <w:p w:rsidR="00873FE3" w:rsidRPr="00020BB0" w:rsidRDefault="00873FE3"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873FE3" w:rsidRPr="00020BB0" w:rsidRDefault="00873FE3" w:rsidP="00AF786F">
      <w:pPr>
        <w:pStyle w:val="FootnoteText"/>
        <w:spacing w:before="227" w:after="170" w:line="276" w:lineRule="auto"/>
        <w:jc w:val="center"/>
        <w:rPr>
          <w:rFonts w:ascii="Arial" w:hAnsi="Arial" w:cs="Arial"/>
          <w:sz w:val="22"/>
          <w:szCs w:val="22"/>
          <w:u w:val="single"/>
        </w:rPr>
      </w:pPr>
    </w:p>
    <w:p w:rsidR="00873FE3" w:rsidRPr="00020BB0" w:rsidRDefault="00873FE3" w:rsidP="000C25A6">
      <w:pPr>
        <w:pStyle w:val="Zawartotabeli"/>
        <w:spacing w:line="276" w:lineRule="auto"/>
        <w:jc w:val="center"/>
        <w:rPr>
          <w:rFonts w:ascii="Arial" w:hAnsi="Arial" w:cs="Arial"/>
          <w:b/>
          <w:bCs/>
          <w:sz w:val="24"/>
          <w:szCs w:val="24"/>
        </w:rPr>
      </w:pPr>
      <w:r w:rsidRPr="00020BB0">
        <w:rPr>
          <w:rFonts w:ascii="Arial" w:hAnsi="Arial" w:cs="Arial"/>
          <w:b/>
          <w:bCs/>
          <w:sz w:val="24"/>
          <w:szCs w:val="24"/>
        </w:rPr>
        <w:t xml:space="preserve">OŚWIADCZENIE WYKONAWCY </w:t>
      </w:r>
    </w:p>
    <w:p w:rsidR="00873FE3" w:rsidRPr="00020BB0" w:rsidRDefault="00873FE3" w:rsidP="000C25A6">
      <w:pPr>
        <w:pStyle w:val="Zawartotabeli"/>
        <w:spacing w:line="276" w:lineRule="auto"/>
        <w:jc w:val="center"/>
        <w:rPr>
          <w:rFonts w:ascii="Arial" w:hAnsi="Arial" w:cs="Arial"/>
          <w:b/>
          <w:bCs/>
          <w:sz w:val="22"/>
          <w:szCs w:val="22"/>
        </w:rPr>
      </w:pPr>
      <w:r w:rsidRPr="00020BB0">
        <w:rPr>
          <w:rFonts w:ascii="Arial" w:hAnsi="Arial" w:cs="Arial"/>
          <w:b/>
          <w:bCs/>
          <w:sz w:val="22"/>
          <w:szCs w:val="22"/>
        </w:rPr>
        <w:t xml:space="preserve">o aktualności informacji zawartych w oświadczeniu, o którym mowa </w:t>
      </w:r>
      <w:r w:rsidRPr="00020BB0">
        <w:rPr>
          <w:rFonts w:ascii="Arial" w:hAnsi="Arial" w:cs="Arial"/>
          <w:b/>
          <w:bCs/>
          <w:sz w:val="22"/>
          <w:szCs w:val="22"/>
        </w:rPr>
        <w:br/>
        <w:t xml:space="preserve">w art. 125 ust. 1 ustawy Pzp w zakresie podstaw wykluczenia wskazanych przez </w:t>
      </w:r>
      <w:r w:rsidRPr="00020BB0">
        <w:rPr>
          <w:rFonts w:ascii="Arial" w:hAnsi="Arial" w:cs="Arial"/>
          <w:b/>
          <w:bCs/>
          <w:kern w:val="0"/>
          <w:sz w:val="22"/>
          <w:szCs w:val="22"/>
        </w:rPr>
        <w:t>Zamawiającego</w:t>
      </w:r>
    </w:p>
    <w:p w:rsidR="00873FE3" w:rsidRPr="00020BB0" w:rsidRDefault="00873FE3" w:rsidP="0070385E">
      <w:pPr>
        <w:pStyle w:val="FootnoteText"/>
        <w:spacing w:before="227" w:after="170" w:line="276" w:lineRule="auto"/>
        <w:ind w:left="0" w:firstLine="0"/>
        <w:rPr>
          <w:rFonts w:ascii="Arial" w:hAnsi="Arial" w:cs="Arial"/>
          <w:sz w:val="22"/>
          <w:szCs w:val="22"/>
        </w:rPr>
      </w:pPr>
      <w:r w:rsidRPr="00020BB0">
        <w:rPr>
          <w:rFonts w:ascii="Arial" w:hAnsi="Arial" w:cs="Arial"/>
          <w:sz w:val="22"/>
          <w:szCs w:val="22"/>
        </w:rPr>
        <w:t xml:space="preserve">Dotyczy postępowania o udzielenie zamówienia publicznego na: </w:t>
      </w:r>
    </w:p>
    <w:p w:rsidR="00873FE3" w:rsidRDefault="00873FE3" w:rsidP="00A670FB">
      <w:pPr>
        <w:ind w:left="-142" w:right="27"/>
        <w:jc w:val="center"/>
        <w:rPr>
          <w:rFonts w:ascii="Arial" w:hAnsi="Arial" w:cs="Arial"/>
          <w:b/>
          <w:bCs/>
          <w:sz w:val="24"/>
          <w:szCs w:val="24"/>
          <w:shd w:val="clear" w:color="auto" w:fill="FFFFFF"/>
        </w:rPr>
      </w:pPr>
      <w:r w:rsidRPr="007E3300">
        <w:rPr>
          <w:rFonts w:ascii="Arial" w:hAnsi="Arial" w:cs="Arial"/>
          <w:b/>
          <w:bCs/>
          <w:sz w:val="24"/>
          <w:szCs w:val="24"/>
        </w:rPr>
        <w:t>Dostawa systemu do kompleksowej analizy moczu wraz z dzierżawą urządzenia</w:t>
      </w:r>
    </w:p>
    <w:p w:rsidR="00873FE3" w:rsidRPr="007636E5" w:rsidRDefault="00873FE3" w:rsidP="00BF1099">
      <w:pPr>
        <w:pStyle w:val="NormalWeb"/>
        <w:spacing w:before="0" w:after="0"/>
        <w:jc w:val="center"/>
        <w:rPr>
          <w:rFonts w:ascii="Arial" w:hAnsi="Arial" w:cs="Arial"/>
          <w:sz w:val="16"/>
          <w:szCs w:val="16"/>
        </w:rPr>
      </w:pPr>
    </w:p>
    <w:p w:rsidR="00873FE3" w:rsidRPr="00316B45" w:rsidRDefault="00873FE3" w:rsidP="00BF1099">
      <w:pPr>
        <w:pStyle w:val="NormalWeb"/>
        <w:spacing w:before="0" w:after="0"/>
        <w:jc w:val="center"/>
        <w:rPr>
          <w:rFonts w:ascii="Arial" w:hAnsi="Arial" w:cs="Arial"/>
          <w:b/>
          <w:bCs/>
          <w:sz w:val="24"/>
          <w:szCs w:val="24"/>
        </w:rPr>
      </w:pPr>
      <w:r w:rsidRPr="00316B45">
        <w:rPr>
          <w:rFonts w:ascii="Arial" w:hAnsi="Arial" w:cs="Arial"/>
          <w:sz w:val="24"/>
          <w:szCs w:val="24"/>
        </w:rPr>
        <w:t>– oznaczenie sprawy:</w:t>
      </w:r>
      <w:r w:rsidRPr="00316B45">
        <w:rPr>
          <w:rFonts w:ascii="Arial" w:hAnsi="Arial" w:cs="Arial"/>
          <w:b/>
          <w:bCs/>
          <w:sz w:val="24"/>
          <w:szCs w:val="24"/>
        </w:rPr>
        <w:t xml:space="preserve"> </w:t>
      </w:r>
      <w:r w:rsidRPr="007E3300">
        <w:rPr>
          <w:b/>
          <w:bCs/>
          <w:sz w:val="28"/>
          <w:szCs w:val="28"/>
        </w:rPr>
        <w:t>LAS-156-PN/54-2024.BS</w:t>
      </w:r>
    </w:p>
    <w:p w:rsidR="00873FE3" w:rsidRPr="00020BB0" w:rsidRDefault="00873FE3">
      <w:pPr>
        <w:widowControl w:val="0"/>
        <w:jc w:val="both"/>
        <w:rPr>
          <w:rFonts w:ascii="Arial" w:hAnsi="Arial" w:cs="Arial"/>
          <w:b/>
          <w:bCs/>
          <w:sz w:val="22"/>
          <w:szCs w:val="22"/>
          <w:u w:val="single"/>
        </w:rPr>
      </w:pPr>
    </w:p>
    <w:p w:rsidR="00873FE3" w:rsidRPr="00020BB0" w:rsidRDefault="00873FE3">
      <w:pPr>
        <w:widowControl w:val="0"/>
        <w:jc w:val="both"/>
        <w:rPr>
          <w:rFonts w:ascii="Arial" w:hAnsi="Arial" w:cs="Arial"/>
          <w:b/>
          <w:bCs/>
          <w:sz w:val="22"/>
          <w:szCs w:val="22"/>
          <w:u w:val="single"/>
        </w:rPr>
      </w:pPr>
    </w:p>
    <w:p w:rsidR="00873FE3" w:rsidRPr="00020BB0" w:rsidRDefault="00873FE3">
      <w:pPr>
        <w:widowControl w:val="0"/>
        <w:jc w:val="both"/>
        <w:rPr>
          <w:rFonts w:ascii="Arial" w:hAnsi="Arial" w:cs="Arial"/>
          <w:b/>
          <w:bCs/>
          <w:sz w:val="22"/>
          <w:szCs w:val="22"/>
        </w:rPr>
      </w:pPr>
    </w:p>
    <w:p w:rsidR="00873FE3" w:rsidRDefault="00873FE3">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873FE3" w:rsidRDefault="00873FE3">
      <w:pPr>
        <w:widowControl w:val="0"/>
        <w:jc w:val="both"/>
        <w:rPr>
          <w:rFonts w:ascii="Arial" w:hAnsi="Arial" w:cs="Arial"/>
          <w:sz w:val="22"/>
          <w:szCs w:val="22"/>
        </w:rPr>
      </w:pPr>
    </w:p>
    <w:p w:rsidR="00873FE3" w:rsidRPr="00020BB0" w:rsidRDefault="00873FE3">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873FE3" w:rsidRPr="00020BB0" w:rsidRDefault="00873FE3">
      <w:pPr>
        <w:spacing w:after="170"/>
        <w:jc w:val="center"/>
        <w:rPr>
          <w:rFonts w:ascii="Arial" w:hAnsi="Arial" w:cs="Arial"/>
          <w:sz w:val="18"/>
          <w:szCs w:val="18"/>
        </w:rPr>
      </w:pPr>
      <w:r w:rsidRPr="00020BB0">
        <w:rPr>
          <w:rFonts w:ascii="Arial" w:hAnsi="Arial" w:cs="Arial"/>
          <w:i/>
          <w:iCs/>
          <w:sz w:val="18"/>
          <w:szCs w:val="18"/>
        </w:rPr>
        <w:t>(pełna nazwa/firma, adres)</w:t>
      </w:r>
    </w:p>
    <w:p w:rsidR="00873FE3" w:rsidRPr="00020BB0" w:rsidRDefault="00873FE3">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873FE3" w:rsidRPr="00020BB0" w:rsidRDefault="00873FE3">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873FE3" w:rsidRPr="00020BB0" w:rsidRDefault="00873FE3">
      <w:pPr>
        <w:rPr>
          <w:rFonts w:ascii="Arial" w:hAnsi="Arial" w:cs="Arial"/>
          <w:sz w:val="22"/>
          <w:szCs w:val="22"/>
        </w:rPr>
      </w:pPr>
    </w:p>
    <w:p w:rsidR="00873FE3" w:rsidRPr="00020BB0" w:rsidRDefault="00873FE3"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873FE3" w:rsidRPr="00020BB0">
        <w:tc>
          <w:tcPr>
            <w:tcW w:w="1093" w:type="dxa"/>
            <w:tcMar>
              <w:top w:w="100" w:type="dxa"/>
              <w:left w:w="100" w:type="dxa"/>
              <w:bottom w:w="100" w:type="dxa"/>
              <w:right w:w="100" w:type="dxa"/>
            </w:tcMar>
          </w:tcPr>
          <w:p w:rsidR="00873FE3" w:rsidRPr="00020BB0" w:rsidRDefault="00873FE3"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873FE3" w:rsidRPr="003A7040" w:rsidRDefault="00873FE3" w:rsidP="00A86664">
            <w:pPr>
              <w:spacing w:after="120"/>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o których mowa w art. 108 ust. 1 pkt 3, 4, 5 i 6 ustawy Pzp </w:t>
            </w:r>
            <w:r w:rsidRPr="003A7040">
              <w:rPr>
                <w:rFonts w:ascii="Arial" w:hAnsi="Arial" w:cs="Arial"/>
                <w:b/>
                <w:bCs/>
                <w:sz w:val="22"/>
                <w:szCs w:val="22"/>
              </w:rPr>
              <w:t>pozostają aktualne</w:t>
            </w:r>
            <w:r w:rsidRPr="003A7040">
              <w:rPr>
                <w:rFonts w:ascii="Arial" w:hAnsi="Arial" w:cs="Arial"/>
                <w:sz w:val="22"/>
                <w:szCs w:val="22"/>
              </w:rPr>
              <w:t>;</w:t>
            </w:r>
          </w:p>
        </w:tc>
      </w:tr>
      <w:tr w:rsidR="00873FE3" w:rsidRPr="00020BB0">
        <w:tc>
          <w:tcPr>
            <w:tcW w:w="1093" w:type="dxa"/>
            <w:tcMar>
              <w:top w:w="100" w:type="dxa"/>
              <w:left w:w="100" w:type="dxa"/>
              <w:bottom w:w="100" w:type="dxa"/>
              <w:right w:w="100" w:type="dxa"/>
            </w:tcMar>
          </w:tcPr>
          <w:p w:rsidR="00873FE3" w:rsidRPr="00020BB0" w:rsidRDefault="00873FE3"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873FE3" w:rsidRPr="003A7040" w:rsidRDefault="00873FE3" w:rsidP="00AF786F">
            <w:pPr>
              <w:spacing w:line="276" w:lineRule="auto"/>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w:t>
            </w:r>
            <w:r w:rsidRPr="003A7040">
              <w:rPr>
                <w:rFonts w:ascii="Arial" w:hAnsi="Arial" w:cs="Arial"/>
                <w:b/>
                <w:bCs/>
                <w:sz w:val="22"/>
                <w:szCs w:val="22"/>
              </w:rPr>
              <w:t>pozostają nieaktualne</w:t>
            </w:r>
            <w:r w:rsidRPr="003A7040">
              <w:rPr>
                <w:rFonts w:ascii="Arial" w:hAnsi="Arial" w:cs="Arial"/>
                <w:sz w:val="22"/>
                <w:szCs w:val="22"/>
              </w:rPr>
              <w:t xml:space="preserve"> w zakresie: ………………………………. (</w:t>
            </w:r>
            <w:r w:rsidRPr="003A7040">
              <w:rPr>
                <w:rFonts w:ascii="Arial" w:hAnsi="Arial" w:cs="Arial"/>
                <w:i/>
                <w:iCs/>
              </w:rPr>
              <w:t>wskazać odpowiednią podstawę wykluczenia spośród wymienionych w art. 108 ust. 1 pkt 3, 4, 5 lub 6</w:t>
            </w:r>
            <w:r w:rsidRPr="003A7040">
              <w:rPr>
                <w:rFonts w:ascii="Arial" w:hAnsi="Arial" w:cs="Arial"/>
                <w:i/>
                <w:iCs/>
                <w:sz w:val="22"/>
                <w:szCs w:val="22"/>
              </w:rPr>
              <w:t>).</w:t>
            </w:r>
          </w:p>
        </w:tc>
      </w:tr>
    </w:tbl>
    <w:p w:rsidR="00873FE3" w:rsidRPr="00020BB0" w:rsidRDefault="00873FE3" w:rsidP="00FD181A">
      <w:pPr>
        <w:spacing w:after="120"/>
        <w:ind w:left="622"/>
        <w:rPr>
          <w:rFonts w:ascii="Arial" w:hAnsi="Arial" w:cs="Arial"/>
          <w:b/>
          <w:bCs/>
          <w:color w:val="000000"/>
        </w:rPr>
      </w:pPr>
    </w:p>
    <w:p w:rsidR="00873FE3" w:rsidRDefault="00873FE3"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873FE3" w:rsidRDefault="00873FE3" w:rsidP="00CE2F10">
      <w:pPr>
        <w:spacing w:line="360" w:lineRule="auto"/>
        <w:jc w:val="both"/>
        <w:rPr>
          <w:rFonts w:ascii="Arial" w:hAnsi="Arial" w:cs="Arial"/>
          <w:i/>
          <w:iCs/>
          <w:sz w:val="16"/>
          <w:szCs w:val="16"/>
        </w:rPr>
      </w:pPr>
    </w:p>
    <w:p w:rsidR="00873FE3" w:rsidRDefault="00873FE3" w:rsidP="00BD691C">
      <w:pPr>
        <w:spacing w:line="276" w:lineRule="auto"/>
        <w:ind w:left="4253" w:right="-1"/>
        <w:jc w:val="both"/>
        <w:rPr>
          <w:sz w:val="20"/>
          <w:szCs w:val="20"/>
        </w:rPr>
      </w:pPr>
      <w:r>
        <w:rPr>
          <w:sz w:val="20"/>
          <w:szCs w:val="20"/>
        </w:rPr>
        <w:t>________________________________________________</w:t>
      </w:r>
    </w:p>
    <w:p w:rsidR="00873FE3" w:rsidRDefault="00873FE3" w:rsidP="00BD691C">
      <w:pPr>
        <w:ind w:left="4248"/>
        <w:jc w:val="center"/>
        <w:rPr>
          <w:i/>
          <w:iCs/>
          <w:color w:val="69809F"/>
          <w:sz w:val="14"/>
          <w:szCs w:val="14"/>
          <w:lang w:eastAsia="pl-PL"/>
        </w:rPr>
      </w:pPr>
      <w:r>
        <w:rPr>
          <w:i/>
          <w:iCs/>
          <w:color w:val="69809F"/>
          <w:sz w:val="14"/>
          <w:szCs w:val="14"/>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873FE3" w:rsidRDefault="00873FE3" w:rsidP="00BD691C">
      <w:pPr>
        <w:rPr>
          <w:rFonts w:cs="Times New Roman"/>
        </w:rPr>
      </w:pPr>
    </w:p>
    <w:p w:rsidR="00873FE3" w:rsidRPr="00020BB0" w:rsidRDefault="00873FE3" w:rsidP="00FD181A">
      <w:pPr>
        <w:rPr>
          <w:rFonts w:ascii="Arial" w:hAnsi="Arial" w:cs="Arial"/>
        </w:rPr>
      </w:pPr>
    </w:p>
    <w:sectPr w:rsidR="00873FE3"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FE3" w:rsidRDefault="00873FE3">
      <w:pPr>
        <w:rPr>
          <w:rFonts w:cs="Times New Roman"/>
        </w:rPr>
      </w:pPr>
      <w:r>
        <w:rPr>
          <w:rFonts w:cs="Times New Roman"/>
        </w:rPr>
        <w:separator/>
      </w:r>
    </w:p>
  </w:endnote>
  <w:endnote w:type="continuationSeparator" w:id="0">
    <w:p w:rsidR="00873FE3" w:rsidRDefault="00873FE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Liberation Sans"/>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FE3" w:rsidRDefault="00873FE3">
      <w:pPr>
        <w:rPr>
          <w:rFonts w:cs="Times New Roman"/>
          <w:sz w:val="12"/>
          <w:szCs w:val="12"/>
        </w:rPr>
      </w:pPr>
      <w:r>
        <w:rPr>
          <w:rFonts w:cs="Times New Roman"/>
        </w:rPr>
        <w:separator/>
      </w:r>
    </w:p>
  </w:footnote>
  <w:footnote w:type="continuationSeparator" w:id="0">
    <w:p w:rsidR="00873FE3" w:rsidRDefault="00873FE3">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20BB0"/>
    <w:rsid w:val="000641C5"/>
    <w:rsid w:val="000658FA"/>
    <w:rsid w:val="0008111A"/>
    <w:rsid w:val="0008268E"/>
    <w:rsid w:val="000A3436"/>
    <w:rsid w:val="000A62A7"/>
    <w:rsid w:val="000C14FF"/>
    <w:rsid w:val="000C25A6"/>
    <w:rsid w:val="000D0DD5"/>
    <w:rsid w:val="000E49CE"/>
    <w:rsid w:val="00115F2F"/>
    <w:rsid w:val="0013408C"/>
    <w:rsid w:val="0014134E"/>
    <w:rsid w:val="0015771F"/>
    <w:rsid w:val="001762FB"/>
    <w:rsid w:val="0019471C"/>
    <w:rsid w:val="001C0E17"/>
    <w:rsid w:val="001D4F4F"/>
    <w:rsid w:val="001D7080"/>
    <w:rsid w:val="001F117B"/>
    <w:rsid w:val="00221A69"/>
    <w:rsid w:val="00231E3A"/>
    <w:rsid w:val="002342ED"/>
    <w:rsid w:val="00241D73"/>
    <w:rsid w:val="00242838"/>
    <w:rsid w:val="002430AD"/>
    <w:rsid w:val="0025018F"/>
    <w:rsid w:val="00256CC7"/>
    <w:rsid w:val="00275E02"/>
    <w:rsid w:val="00283765"/>
    <w:rsid w:val="002877FA"/>
    <w:rsid w:val="002933D8"/>
    <w:rsid w:val="002B538D"/>
    <w:rsid w:val="002C0F64"/>
    <w:rsid w:val="002C404C"/>
    <w:rsid w:val="003044B3"/>
    <w:rsid w:val="00316B45"/>
    <w:rsid w:val="00323BE7"/>
    <w:rsid w:val="00335F61"/>
    <w:rsid w:val="00350605"/>
    <w:rsid w:val="00351026"/>
    <w:rsid w:val="00386332"/>
    <w:rsid w:val="003869B5"/>
    <w:rsid w:val="00387FD9"/>
    <w:rsid w:val="003925F8"/>
    <w:rsid w:val="003A7040"/>
    <w:rsid w:val="003D0939"/>
    <w:rsid w:val="003F23E0"/>
    <w:rsid w:val="004419C1"/>
    <w:rsid w:val="004713E3"/>
    <w:rsid w:val="00475570"/>
    <w:rsid w:val="004B3868"/>
    <w:rsid w:val="004C21FB"/>
    <w:rsid w:val="004F1F0E"/>
    <w:rsid w:val="004F6767"/>
    <w:rsid w:val="00517D03"/>
    <w:rsid w:val="00531B23"/>
    <w:rsid w:val="005326F5"/>
    <w:rsid w:val="00532E85"/>
    <w:rsid w:val="00547B94"/>
    <w:rsid w:val="00590738"/>
    <w:rsid w:val="005A0DCB"/>
    <w:rsid w:val="005B6370"/>
    <w:rsid w:val="005B71E3"/>
    <w:rsid w:val="005C33A9"/>
    <w:rsid w:val="005C6F42"/>
    <w:rsid w:val="00627872"/>
    <w:rsid w:val="00630420"/>
    <w:rsid w:val="0063408B"/>
    <w:rsid w:val="00661151"/>
    <w:rsid w:val="00666B4B"/>
    <w:rsid w:val="00666EDF"/>
    <w:rsid w:val="00672DA0"/>
    <w:rsid w:val="006863B3"/>
    <w:rsid w:val="00691E0D"/>
    <w:rsid w:val="00697515"/>
    <w:rsid w:val="006B34F2"/>
    <w:rsid w:val="006C1A30"/>
    <w:rsid w:val="006C3AA3"/>
    <w:rsid w:val="006C6D07"/>
    <w:rsid w:val="006E5B54"/>
    <w:rsid w:val="006F5908"/>
    <w:rsid w:val="0070385E"/>
    <w:rsid w:val="007101DA"/>
    <w:rsid w:val="00725ADA"/>
    <w:rsid w:val="00725BC2"/>
    <w:rsid w:val="00736439"/>
    <w:rsid w:val="00742B78"/>
    <w:rsid w:val="007636E5"/>
    <w:rsid w:val="007755F0"/>
    <w:rsid w:val="007B3161"/>
    <w:rsid w:val="007C15D0"/>
    <w:rsid w:val="007D4580"/>
    <w:rsid w:val="007E3300"/>
    <w:rsid w:val="007F0299"/>
    <w:rsid w:val="007F7B1C"/>
    <w:rsid w:val="00823B25"/>
    <w:rsid w:val="00823C15"/>
    <w:rsid w:val="00834476"/>
    <w:rsid w:val="00872676"/>
    <w:rsid w:val="00873FE3"/>
    <w:rsid w:val="00883672"/>
    <w:rsid w:val="00897784"/>
    <w:rsid w:val="008C002A"/>
    <w:rsid w:val="008C0AA2"/>
    <w:rsid w:val="008F6A8D"/>
    <w:rsid w:val="0091186C"/>
    <w:rsid w:val="00914231"/>
    <w:rsid w:val="00920F65"/>
    <w:rsid w:val="00950BB5"/>
    <w:rsid w:val="00972ED7"/>
    <w:rsid w:val="0097780A"/>
    <w:rsid w:val="009D0C94"/>
    <w:rsid w:val="009D1CCF"/>
    <w:rsid w:val="009E2CCA"/>
    <w:rsid w:val="009F0008"/>
    <w:rsid w:val="00A05F24"/>
    <w:rsid w:val="00A1616E"/>
    <w:rsid w:val="00A365A3"/>
    <w:rsid w:val="00A40E01"/>
    <w:rsid w:val="00A469AC"/>
    <w:rsid w:val="00A557B7"/>
    <w:rsid w:val="00A65F55"/>
    <w:rsid w:val="00A670FB"/>
    <w:rsid w:val="00A71518"/>
    <w:rsid w:val="00A86664"/>
    <w:rsid w:val="00A90141"/>
    <w:rsid w:val="00AB6457"/>
    <w:rsid w:val="00AC1C55"/>
    <w:rsid w:val="00AD33F3"/>
    <w:rsid w:val="00AF786F"/>
    <w:rsid w:val="00B17067"/>
    <w:rsid w:val="00B21555"/>
    <w:rsid w:val="00B223B5"/>
    <w:rsid w:val="00B22EF9"/>
    <w:rsid w:val="00B46F23"/>
    <w:rsid w:val="00B47A9E"/>
    <w:rsid w:val="00B65DE1"/>
    <w:rsid w:val="00B7448B"/>
    <w:rsid w:val="00B81D92"/>
    <w:rsid w:val="00BB283D"/>
    <w:rsid w:val="00BC3884"/>
    <w:rsid w:val="00BC737E"/>
    <w:rsid w:val="00BD691C"/>
    <w:rsid w:val="00BD7133"/>
    <w:rsid w:val="00BE0FAF"/>
    <w:rsid w:val="00BF1099"/>
    <w:rsid w:val="00C26F8E"/>
    <w:rsid w:val="00C419AC"/>
    <w:rsid w:val="00C4662B"/>
    <w:rsid w:val="00C52475"/>
    <w:rsid w:val="00C551BE"/>
    <w:rsid w:val="00C5725B"/>
    <w:rsid w:val="00C76171"/>
    <w:rsid w:val="00C801E6"/>
    <w:rsid w:val="00C808A2"/>
    <w:rsid w:val="00C80903"/>
    <w:rsid w:val="00C8442D"/>
    <w:rsid w:val="00C93908"/>
    <w:rsid w:val="00CB45C9"/>
    <w:rsid w:val="00CD0523"/>
    <w:rsid w:val="00CE2F10"/>
    <w:rsid w:val="00D05332"/>
    <w:rsid w:val="00D25F85"/>
    <w:rsid w:val="00D57A22"/>
    <w:rsid w:val="00D6447D"/>
    <w:rsid w:val="00D917DA"/>
    <w:rsid w:val="00DA58BF"/>
    <w:rsid w:val="00DB11E0"/>
    <w:rsid w:val="00DB626C"/>
    <w:rsid w:val="00E22471"/>
    <w:rsid w:val="00E33E5F"/>
    <w:rsid w:val="00E53525"/>
    <w:rsid w:val="00E901C8"/>
    <w:rsid w:val="00E90B35"/>
    <w:rsid w:val="00E965D2"/>
    <w:rsid w:val="00EA1376"/>
    <w:rsid w:val="00EA526F"/>
    <w:rsid w:val="00EB7994"/>
    <w:rsid w:val="00EC3A7C"/>
    <w:rsid w:val="00F010BE"/>
    <w:rsid w:val="00F14A69"/>
    <w:rsid w:val="00F227F1"/>
    <w:rsid w:val="00F3483E"/>
    <w:rsid w:val="00F40272"/>
    <w:rsid w:val="00F42C30"/>
    <w:rsid w:val="00F65882"/>
    <w:rsid w:val="00F713EE"/>
    <w:rsid w:val="00F824D2"/>
    <w:rsid w:val="00FA55A6"/>
    <w:rsid w:val="00FA5DEA"/>
    <w:rsid w:val="00FB0BA4"/>
    <w:rsid w:val="00FB17EC"/>
    <w:rsid w:val="00FD181A"/>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paragraph" w:customStyle="1" w:styleId="ZnakZnakZnakZnak1">
    <w:name w:val="Znak Znak Znak Znak1"/>
    <w:basedOn w:val="Normal"/>
    <w:uiPriority w:val="99"/>
    <w:rsid w:val="00517D03"/>
    <w:pPr>
      <w:suppressAutoHyphens w:val="0"/>
    </w:pPr>
    <w:rPr>
      <w:kern w:val="0"/>
      <w:sz w:val="24"/>
      <w:szCs w:val="24"/>
      <w:lang w:eastAsia="pl-PL"/>
    </w:rPr>
  </w:style>
  <w:style w:type="paragraph" w:customStyle="1" w:styleId="ZnakZnakZnakZnakZnak">
    <w:name w:val="Znak Znak Znak Znak Znak"/>
    <w:basedOn w:val="Normal"/>
    <w:uiPriority w:val="99"/>
    <w:rsid w:val="00BD691C"/>
    <w:pPr>
      <w:suppressAutoHyphens w:val="0"/>
    </w:pPr>
    <w:rPr>
      <w:rFonts w:ascii="Times New Roman" w:hAnsi="Times New Roman" w:cs="Times New Roman"/>
      <w:kern w:val="0"/>
      <w:sz w:val="24"/>
      <w:szCs w:val="24"/>
      <w:lang w:eastAsia="pl-PL"/>
    </w:rPr>
  </w:style>
  <w:style w:type="paragraph" w:customStyle="1" w:styleId="Znak2ZnakZnakZnakZnakZnakZnakZnakZnakZnakZnakZnakZnakZnak">
    <w:name w:val="Znak2 Znak Znak Znak Znak Znak Znak Znak Znak Znak Znak Znak Znak Znak"/>
    <w:basedOn w:val="Normal"/>
    <w:uiPriority w:val="99"/>
    <w:rsid w:val="00BF1099"/>
    <w:pPr>
      <w:suppressAutoHyphens w:val="0"/>
    </w:pPr>
    <w:rPr>
      <w:rFonts w:ascii="Times New Roman" w:hAnsi="Times New Roman" w:cs="Times New Roman"/>
      <w:kern w:val="0"/>
      <w:sz w:val="24"/>
      <w:szCs w:val="24"/>
      <w:lang w:eastAsia="pl-PL"/>
    </w:rPr>
  </w:style>
  <w:style w:type="paragraph" w:customStyle="1" w:styleId="ZnakZnakZnakZnak2">
    <w:name w:val="Znak Znak Znak Znak2"/>
    <w:basedOn w:val="Normal"/>
    <w:uiPriority w:val="99"/>
    <w:rsid w:val="00EA1376"/>
    <w:pPr>
      <w:suppressAutoHyphens w:val="0"/>
    </w:pPr>
    <w:rPr>
      <w:kern w:val="0"/>
      <w:sz w:val="24"/>
      <w:szCs w:val="24"/>
      <w:lang w:eastAsia="pl-PL"/>
    </w:rPr>
  </w:style>
  <w:style w:type="paragraph" w:customStyle="1" w:styleId="ZnakZnakZnakZnak3">
    <w:name w:val="Znak Znak Znak Znak3"/>
    <w:basedOn w:val="Normal"/>
    <w:uiPriority w:val="99"/>
    <w:rsid w:val="007636E5"/>
    <w:pPr>
      <w:suppressAutoHyphens w:val="0"/>
    </w:pPr>
    <w:rPr>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926620040">
      <w:marLeft w:val="0"/>
      <w:marRight w:val="0"/>
      <w:marTop w:val="0"/>
      <w:marBottom w:val="0"/>
      <w:divBdr>
        <w:top w:val="none" w:sz="0" w:space="0" w:color="auto"/>
        <w:left w:val="none" w:sz="0" w:space="0" w:color="auto"/>
        <w:bottom w:val="none" w:sz="0" w:space="0" w:color="auto"/>
        <w:right w:val="none" w:sz="0" w:space="0" w:color="auto"/>
      </w:divBdr>
    </w:div>
    <w:div w:id="9266200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250</Words>
  <Characters>1504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Bszczepanek</cp:lastModifiedBy>
  <cp:revision>18</cp:revision>
  <cp:lastPrinted>2021-06-01T07:43:00Z</cp:lastPrinted>
  <dcterms:created xsi:type="dcterms:W3CDTF">2023-05-11T08:58:00Z</dcterms:created>
  <dcterms:modified xsi:type="dcterms:W3CDTF">2024-11-08T10:49:00Z</dcterms:modified>
</cp:coreProperties>
</file>