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75" w:rsidRPr="00163DB4" w:rsidRDefault="009F1975" w:rsidP="00163DB4">
      <w:pPr>
        <w:jc w:val="right"/>
        <w:rPr>
          <w:rFonts w:ascii="Times New Roman" w:hAnsi="Times New Roman"/>
          <w:b/>
        </w:rPr>
      </w:pPr>
      <w:r w:rsidRPr="00163DB4">
        <w:rPr>
          <w:rFonts w:ascii="Times New Roman" w:hAnsi="Times New Roman"/>
          <w:b/>
        </w:rPr>
        <w:t>Załącznik nr 6</w:t>
      </w:r>
    </w:p>
    <w:p w:rsidR="009F1975" w:rsidRPr="00163DB4" w:rsidRDefault="009F1975" w:rsidP="00FF02B6">
      <w:pPr>
        <w:jc w:val="center"/>
        <w:rPr>
          <w:rFonts w:ascii="Times New Roman" w:hAnsi="Times New Roman"/>
          <w:b/>
        </w:rPr>
      </w:pPr>
      <w:r w:rsidRPr="00163DB4">
        <w:rPr>
          <w:rFonts w:ascii="Times New Roman" w:hAnsi="Times New Roman"/>
          <w:b/>
        </w:rPr>
        <w:t>Opis przedmiotu zamówienia</w:t>
      </w:r>
      <w:r>
        <w:rPr>
          <w:rFonts w:ascii="Times New Roman" w:hAnsi="Times New Roman"/>
          <w:b/>
        </w:rPr>
        <w:t xml:space="preserve"> - OPZ</w:t>
      </w:r>
    </w:p>
    <w:p w:rsidR="009F1975" w:rsidRPr="00C659A3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  <w:r w:rsidRPr="00C659A3">
        <w:rPr>
          <w:rFonts w:ascii="Times New Roman" w:hAnsi="Times New Roman"/>
          <w:b/>
        </w:rPr>
        <w:t>Przedmiotem zamówienia jest  wykonanie usługi pn. Bieżące utrzymanie i eksploatacja  szaletów miejskich na terenie miasta Legnicy.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Usługa  wykonywania będzie przez okres 12 miesięcy od dnia podpisania umowy.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Korzystanie z szaletów jest bezpłatne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Nie jest wymagana stała obecność  pracownika  utrzymującego czystość i porządek.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  <w:r w:rsidRPr="00E83773">
        <w:rPr>
          <w:rFonts w:ascii="Times New Roman" w:hAnsi="Times New Roman"/>
          <w:b/>
        </w:rPr>
        <w:t>Usługa  bieżącego utrzymania i eksploatacji szaletów  miejskich  na terenie miasta Legnicy  realizowana będzie: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w godzinach otwarcia szaletów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utrzymanie  w czystości sanitariatów  oraz pozostałych pomieszczeń gospodarczych ,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mycie podłóg, dezynfekcja elementów sanitarnych,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mycie okien , parapetów i drzwi odbywać się będzie na bieżąco, ale nie rzadziej niż raz w tygodniu,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 xml:space="preserve"> -</w:t>
      </w:r>
      <w:r>
        <w:rPr>
          <w:rFonts w:ascii="Times New Roman" w:hAnsi="Times New Roman"/>
        </w:rPr>
        <w:t>z</w:t>
      </w:r>
      <w:r w:rsidRPr="00E83773">
        <w:rPr>
          <w:rFonts w:ascii="Times New Roman" w:hAnsi="Times New Roman"/>
        </w:rPr>
        <w:t>amiatanie i odśnieżanie  w  okresie zimowym, chodników i terenu wokół szaletów,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 xml:space="preserve">-  do wykonania  </w:t>
      </w:r>
      <w:r>
        <w:rPr>
          <w:rFonts w:ascii="Times New Roman" w:hAnsi="Times New Roman"/>
        </w:rPr>
        <w:t xml:space="preserve">obsługi i sprzątania </w:t>
      </w:r>
      <w:r w:rsidRPr="00E8377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szaletów  W</w:t>
      </w:r>
      <w:r w:rsidRPr="00E83773">
        <w:rPr>
          <w:rFonts w:ascii="Times New Roman" w:hAnsi="Times New Roman"/>
        </w:rPr>
        <w:t>ykonawca użyję środków  i materiałów własnych,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</w:t>
      </w:r>
      <w:r w:rsidRPr="00E83773">
        <w:rPr>
          <w:rFonts w:ascii="Times New Roman" w:hAnsi="Times New Roman"/>
        </w:rPr>
        <w:t xml:space="preserve">ykonawca zapewnia  papiery ręcznikowe, papier toaletowy, mydło w płynie, środki dezynfekcji          </w:t>
      </w:r>
      <w:r>
        <w:rPr>
          <w:rFonts w:ascii="Times New Roman" w:hAnsi="Times New Roman"/>
        </w:rPr>
        <w:t xml:space="preserve"> </w:t>
      </w:r>
      <w:r w:rsidRPr="00E83773">
        <w:rPr>
          <w:rFonts w:ascii="Times New Roman" w:hAnsi="Times New Roman"/>
        </w:rPr>
        <w:t xml:space="preserve"> misek klozetowych i pisuarów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 szczotki do wc,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kosze na śmieci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 xml:space="preserve">- środki czystości 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83773">
        <w:rPr>
          <w:rFonts w:ascii="Times New Roman" w:hAnsi="Times New Roman"/>
        </w:rPr>
        <w:t xml:space="preserve">Wykonawca   do wykonania  usługi  użyje </w:t>
      </w:r>
      <w:r>
        <w:rPr>
          <w:rFonts w:ascii="Times New Roman" w:hAnsi="Times New Roman"/>
        </w:rPr>
        <w:t>ś</w:t>
      </w:r>
      <w:r w:rsidRPr="00E83773">
        <w:rPr>
          <w:rFonts w:ascii="Times New Roman" w:hAnsi="Times New Roman"/>
        </w:rPr>
        <w:t>rodków i materiałów własnych – ogólnie  dostępnych na rynku, posiadających atesty  PZH i świadectwa dopuszczenia do obrotu  i stosowania w  Polsce,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83773">
        <w:rPr>
          <w:rFonts w:ascii="Times New Roman" w:hAnsi="Times New Roman"/>
        </w:rPr>
        <w:t>Wykonawca, przyjmując do realizacji zamówienie, wykona go środkami i sprzęte</w:t>
      </w:r>
      <w:r>
        <w:rPr>
          <w:rFonts w:ascii="Times New Roman" w:hAnsi="Times New Roman"/>
        </w:rPr>
        <w:t>m</w:t>
      </w:r>
      <w:r w:rsidRPr="00E83773">
        <w:rPr>
          <w:rFonts w:ascii="Times New Roman" w:hAnsi="Times New Roman"/>
        </w:rPr>
        <w:t xml:space="preserve">  własnym.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F1975" w:rsidRPr="003650B1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  <w:r w:rsidRPr="003650B1">
        <w:rPr>
          <w:rFonts w:ascii="Times New Roman" w:hAnsi="Times New Roman"/>
          <w:b/>
        </w:rPr>
        <w:t xml:space="preserve">Obowiązki </w:t>
      </w:r>
      <w:r>
        <w:rPr>
          <w:rFonts w:ascii="Times New Roman" w:hAnsi="Times New Roman"/>
          <w:b/>
        </w:rPr>
        <w:t xml:space="preserve"> </w:t>
      </w:r>
      <w:r w:rsidRPr="003650B1">
        <w:rPr>
          <w:rFonts w:ascii="Times New Roman" w:hAnsi="Times New Roman"/>
          <w:b/>
        </w:rPr>
        <w:t>Zamawiającego :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udostępnienie  do dyspozycji  Wykonawcy  szaletów  w celu realizacji zamówienia,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zapewnienie dostępu do  energii elektrycznej i urządzeń wodno- kanalizacyjnych,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kontrola i odbiór wykonanych usług,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zapłata wynagrodzenia.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F1975" w:rsidRPr="00F0424C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  <w:r w:rsidRPr="00F0424C">
        <w:rPr>
          <w:rFonts w:ascii="Times New Roman" w:hAnsi="Times New Roman"/>
          <w:b/>
        </w:rPr>
        <w:t>Obowiązki  wykonawcy.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świadczenie usług  będących przedmiotem zamówienia musi zostać wykonane  zgodnie  opisem  przedmioty zamówienia i  umową,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Wykonawca, przyjmując do realizacji zamówienie, wykona go środkami i sprzętem własnym,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Wykonawca  ponosi koszt wywozu i unieszkodliwiana śmieci,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Wykonawca  dokona opłat za korzystanie z mediów.</w:t>
      </w:r>
    </w:p>
    <w:p w:rsidR="009F1975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  <w:b/>
        </w:rPr>
      </w:pPr>
      <w:r w:rsidRPr="00E83773">
        <w:rPr>
          <w:rFonts w:ascii="Times New Roman" w:hAnsi="Times New Roman"/>
          <w:b/>
        </w:rPr>
        <w:t>Kontrola jakości usługi.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zamawiający będzie przeprowadzał  kontrole  okresowe  jakości wykonania usług, z  czynności k</w:t>
      </w:r>
      <w:r>
        <w:rPr>
          <w:rFonts w:ascii="Times New Roman" w:hAnsi="Times New Roman"/>
        </w:rPr>
        <w:t>ontrolnych zostanie sporządzony protokół</w:t>
      </w:r>
      <w:r w:rsidRPr="00E83773">
        <w:rPr>
          <w:rFonts w:ascii="Times New Roman" w:hAnsi="Times New Roman"/>
        </w:rPr>
        <w:t>.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w przypadku  stwierdzenia nieprawidłowości  zamawiający   wyda wykonawcy polecenia   usunięcia usterki lub wady – niezwłocznie.</w:t>
      </w:r>
    </w:p>
    <w:p w:rsidR="009F1975" w:rsidRPr="00E83773" w:rsidRDefault="009F1975" w:rsidP="00163DB4">
      <w:pPr>
        <w:spacing w:after="0" w:line="240" w:lineRule="auto"/>
        <w:jc w:val="both"/>
        <w:rPr>
          <w:rFonts w:ascii="Times New Roman" w:hAnsi="Times New Roman"/>
        </w:rPr>
      </w:pPr>
      <w:r w:rsidRPr="00E83773">
        <w:rPr>
          <w:rFonts w:ascii="Times New Roman" w:hAnsi="Times New Roman"/>
        </w:rPr>
        <w:t>- warunki płatności zostały określone w Umowie.</w:t>
      </w:r>
    </w:p>
    <w:sectPr w:rsidR="009F1975" w:rsidRPr="00E83773" w:rsidSect="00163DB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975" w:rsidRDefault="009F1975" w:rsidP="00C7345D">
      <w:pPr>
        <w:spacing w:after="0" w:line="240" w:lineRule="auto"/>
      </w:pPr>
      <w:r>
        <w:separator/>
      </w:r>
    </w:p>
  </w:endnote>
  <w:endnote w:type="continuationSeparator" w:id="0">
    <w:p w:rsidR="009F1975" w:rsidRDefault="009F1975" w:rsidP="00C7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975" w:rsidRDefault="009F1975" w:rsidP="00C7345D">
      <w:pPr>
        <w:spacing w:after="0" w:line="240" w:lineRule="auto"/>
      </w:pPr>
      <w:r>
        <w:separator/>
      </w:r>
    </w:p>
  </w:footnote>
  <w:footnote w:type="continuationSeparator" w:id="0">
    <w:p w:rsidR="009F1975" w:rsidRDefault="009F1975" w:rsidP="00C73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211"/>
    <w:rsid w:val="000130E5"/>
    <w:rsid w:val="00042E45"/>
    <w:rsid w:val="00163DB4"/>
    <w:rsid w:val="001C279E"/>
    <w:rsid w:val="00242527"/>
    <w:rsid w:val="002A7CC9"/>
    <w:rsid w:val="00345F50"/>
    <w:rsid w:val="003650B1"/>
    <w:rsid w:val="00367F12"/>
    <w:rsid w:val="0045002E"/>
    <w:rsid w:val="00467860"/>
    <w:rsid w:val="004E26A1"/>
    <w:rsid w:val="005B03E9"/>
    <w:rsid w:val="00607211"/>
    <w:rsid w:val="00646E74"/>
    <w:rsid w:val="00670DBB"/>
    <w:rsid w:val="00910B3A"/>
    <w:rsid w:val="009412B0"/>
    <w:rsid w:val="0098073B"/>
    <w:rsid w:val="009F1975"/>
    <w:rsid w:val="00A265E0"/>
    <w:rsid w:val="00B03AFE"/>
    <w:rsid w:val="00B3323D"/>
    <w:rsid w:val="00C659A3"/>
    <w:rsid w:val="00C7345D"/>
    <w:rsid w:val="00CA6745"/>
    <w:rsid w:val="00D64434"/>
    <w:rsid w:val="00E83773"/>
    <w:rsid w:val="00F0424C"/>
    <w:rsid w:val="00FF0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C7345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7345D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7345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205</TotalTime>
  <Pages>1</Pages>
  <Words>336</Words>
  <Characters>2018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rpanczak</dc:creator>
  <cp:keywords/>
  <dc:description/>
  <cp:lastModifiedBy>vpiwonska</cp:lastModifiedBy>
  <cp:revision>6</cp:revision>
  <cp:lastPrinted>2025-02-11T14:08:00Z</cp:lastPrinted>
  <dcterms:created xsi:type="dcterms:W3CDTF">2025-02-10T13:47:00Z</dcterms:created>
  <dcterms:modified xsi:type="dcterms:W3CDTF">2025-02-26T12:32:00Z</dcterms:modified>
</cp:coreProperties>
</file>