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F53F" w14:textId="77777777" w:rsidR="007E331F" w:rsidRPr="004C6BBC" w:rsidRDefault="007E331F" w:rsidP="004C6BB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2B04B6" w:rsidRPr="00543099">
        <w:rPr>
          <w:rFonts w:ascii="Times New Roman" w:hAnsi="Times New Roman"/>
          <w:b w:val="0"/>
          <w:sz w:val="22"/>
          <w:szCs w:val="22"/>
        </w:rPr>
        <w:t>1</w:t>
      </w:r>
      <w:r w:rsidRPr="00543099">
        <w:rPr>
          <w:rFonts w:ascii="Times New Roman" w:hAnsi="Times New Roman"/>
          <w:b w:val="0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44EBAD11" w14:textId="77777777" w:rsidTr="005844F6">
        <w:tc>
          <w:tcPr>
            <w:tcW w:w="9104" w:type="dxa"/>
            <w:shd w:val="clear" w:color="auto" w:fill="F2F2F2"/>
          </w:tcPr>
          <w:p w14:paraId="327B72B1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205B4AEE" w14:textId="77777777" w:rsidR="007E331F" w:rsidRPr="004C6BBC" w:rsidRDefault="007E331F" w:rsidP="007E331F">
      <w:pPr>
        <w:pStyle w:val="Nagwek2"/>
        <w:widowControl/>
        <w:spacing w:line="360" w:lineRule="auto"/>
        <w:rPr>
          <w:sz w:val="16"/>
          <w:szCs w:val="16"/>
        </w:rPr>
      </w:pPr>
    </w:p>
    <w:p w14:paraId="6956598F" w14:textId="4716F917" w:rsidR="00F31EAC" w:rsidRDefault="002E612D" w:rsidP="00F31EAC">
      <w:pPr>
        <w:spacing w:line="276" w:lineRule="auto"/>
        <w:jc w:val="both"/>
        <w:rPr>
          <w:b/>
          <w:bCs/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6C7D82" w:rsidRPr="006C7D8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  <w:r w:rsidR="00547E48" w:rsidRPr="00547E48">
        <w:rPr>
          <w:b/>
          <w:bCs/>
          <w:sz w:val="22"/>
          <w:szCs w:val="22"/>
        </w:rPr>
        <w:t>"Projekt układu komunikacyjnego wraz z oświetleniem w obszarze pomiędzy ul. Zelejową, drog</w:t>
      </w:r>
      <w:r w:rsidR="007815D2">
        <w:rPr>
          <w:b/>
          <w:bCs/>
          <w:sz w:val="22"/>
          <w:szCs w:val="22"/>
        </w:rPr>
        <w:t>ą</w:t>
      </w:r>
      <w:r w:rsidR="00547E48" w:rsidRPr="00547E48">
        <w:rPr>
          <w:b/>
          <w:bCs/>
          <w:sz w:val="22"/>
          <w:szCs w:val="22"/>
        </w:rPr>
        <w:t xml:space="preserve"> wojewódzką nr 762 i ul. Sienkiewicza  w Chęcinach".</w:t>
      </w:r>
    </w:p>
    <w:p w14:paraId="329E6CE0" w14:textId="77777777" w:rsidR="003A4762" w:rsidRPr="003A4762" w:rsidRDefault="003A4762" w:rsidP="00F31EAC">
      <w:pPr>
        <w:spacing w:line="276" w:lineRule="auto"/>
        <w:jc w:val="both"/>
        <w:rPr>
          <w:b/>
          <w:bCs/>
          <w:sz w:val="22"/>
          <w:szCs w:val="22"/>
        </w:rPr>
      </w:pPr>
    </w:p>
    <w:p w14:paraId="6DE266EA" w14:textId="77777777" w:rsidR="00AA39D6" w:rsidRPr="00525EFF" w:rsidRDefault="00AA39D6" w:rsidP="00C073A6">
      <w:pPr>
        <w:spacing w:before="24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19320A3" w14:textId="04BF3403" w:rsidR="00AA39D6" w:rsidRPr="00525EFF" w:rsidRDefault="00080503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…………………………………………………………………………..</w:t>
      </w:r>
    </w:p>
    <w:p w14:paraId="2457C9FC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6EC87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6128"/>
      </w:tblGrid>
      <w:tr w:rsidR="00AE2ACB" w:rsidRPr="007677F8" w14:paraId="570827F5" w14:textId="77777777" w:rsidTr="00CF3696">
        <w:trPr>
          <w:trHeight w:val="333"/>
        </w:trPr>
        <w:tc>
          <w:tcPr>
            <w:tcW w:w="2826" w:type="dxa"/>
            <w:shd w:val="clear" w:color="auto" w:fill="auto"/>
            <w:vAlign w:val="center"/>
          </w:tcPr>
          <w:p w14:paraId="4B27CF4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28" w:type="dxa"/>
            <w:shd w:val="clear" w:color="auto" w:fill="auto"/>
          </w:tcPr>
          <w:p w14:paraId="5148203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6B15D76" w14:textId="77777777" w:rsidTr="00CF3696">
        <w:trPr>
          <w:trHeight w:val="339"/>
        </w:trPr>
        <w:tc>
          <w:tcPr>
            <w:tcW w:w="2826" w:type="dxa"/>
            <w:shd w:val="clear" w:color="auto" w:fill="auto"/>
            <w:vAlign w:val="center"/>
          </w:tcPr>
          <w:p w14:paraId="6EF1BD44" w14:textId="77777777" w:rsidR="005403E7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28" w:type="dxa"/>
            <w:shd w:val="clear" w:color="auto" w:fill="auto"/>
          </w:tcPr>
          <w:p w14:paraId="4AF6BCA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0CCC367" w14:textId="77777777" w:rsidTr="00CF3696">
        <w:trPr>
          <w:trHeight w:val="373"/>
        </w:trPr>
        <w:tc>
          <w:tcPr>
            <w:tcW w:w="2826" w:type="dxa"/>
            <w:shd w:val="clear" w:color="auto" w:fill="auto"/>
            <w:vAlign w:val="center"/>
          </w:tcPr>
          <w:p w14:paraId="0D5B7A8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0978F7F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A2010B" w14:textId="77777777" w:rsidTr="00CF3696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A70FAA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6B4C569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43232F" w:rsidRPr="007677F8" w14:paraId="078E7F7D" w14:textId="77777777" w:rsidTr="00B33169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20E2AF6" w14:textId="4C7516B5" w:rsidR="0043232F" w:rsidRPr="007677F8" w:rsidRDefault="0043232F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KRS</w:t>
            </w:r>
          </w:p>
        </w:tc>
        <w:tc>
          <w:tcPr>
            <w:tcW w:w="6128" w:type="dxa"/>
            <w:shd w:val="clear" w:color="auto" w:fill="auto"/>
          </w:tcPr>
          <w:p w14:paraId="3493075E" w14:textId="77777777" w:rsidR="0043232F" w:rsidRPr="007677F8" w:rsidRDefault="0043232F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33169" w:rsidRPr="007677F8" w14:paraId="35D7448B" w14:textId="77777777" w:rsidTr="00751F32">
        <w:trPr>
          <w:trHeight w:val="405"/>
        </w:trPr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</w:tcPr>
          <w:p w14:paraId="7195E23E" w14:textId="74AA1DC1" w:rsidR="00B33169" w:rsidRDefault="00B33169" w:rsidP="00B3316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E0954">
              <w:t>Nr telefonu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shd w:val="clear" w:color="auto" w:fill="auto"/>
          </w:tcPr>
          <w:p w14:paraId="1E15652D" w14:textId="04642CA0" w:rsidR="00B33169" w:rsidRPr="007677F8" w:rsidRDefault="00B33169" w:rsidP="00B3316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33169" w:rsidRPr="007677F8" w14:paraId="7993C0C3" w14:textId="77777777" w:rsidTr="000A412A">
        <w:trPr>
          <w:trHeight w:val="405"/>
        </w:trPr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A7B6C" w14:textId="699C16C4" w:rsidR="00B33169" w:rsidRDefault="00B33169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200A2">
              <w:rPr>
                <w:rFonts w:eastAsia="Calibri"/>
                <w:sz w:val="22"/>
                <w:szCs w:val="22"/>
              </w:rPr>
              <w:t>Adres e -mail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shd w:val="clear" w:color="auto" w:fill="auto"/>
          </w:tcPr>
          <w:p w14:paraId="6F5DB91F" w14:textId="77777777" w:rsidR="00B33169" w:rsidRPr="007677F8" w:rsidRDefault="00B33169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33169" w:rsidRPr="007677F8" w14:paraId="5070D5CE" w14:textId="77777777" w:rsidTr="000A412A">
        <w:trPr>
          <w:trHeight w:val="405"/>
        </w:trPr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7F593" w14:textId="0CCBC16A" w:rsidR="00B33169" w:rsidRDefault="00B33169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B33169">
              <w:rPr>
                <w:rFonts w:eastAsia="Calibri"/>
                <w:sz w:val="22"/>
                <w:szCs w:val="22"/>
              </w:rPr>
              <w:t>Osoba wyznaczona do kontaktów z Zamawiającym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shd w:val="clear" w:color="auto" w:fill="auto"/>
          </w:tcPr>
          <w:p w14:paraId="4204E277" w14:textId="77777777" w:rsidR="00B33169" w:rsidRPr="007677F8" w:rsidRDefault="00B33169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06F1EADF" w14:textId="77777777" w:rsidR="0009113C" w:rsidRDefault="0009113C" w:rsidP="00AA39D6">
      <w:pPr>
        <w:spacing w:line="276" w:lineRule="auto"/>
        <w:jc w:val="both"/>
        <w:rPr>
          <w:rFonts w:eastAsia="Calibri"/>
          <w:sz w:val="22"/>
          <w:szCs w:val="22"/>
        </w:rPr>
      </w:pPr>
    </w:p>
    <w:p w14:paraId="0854AFCE" w14:textId="5B4526E4" w:rsidR="000A412A" w:rsidRDefault="000A412A" w:rsidP="00AA39D6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</w:t>
      </w:r>
    </w:p>
    <w:p w14:paraId="50CEB89C" w14:textId="557DAA4E" w:rsidR="003B769C" w:rsidRDefault="000A412A" w:rsidP="00AA39D6">
      <w:pPr>
        <w:spacing w:line="276" w:lineRule="auto"/>
        <w:jc w:val="both"/>
        <w:rPr>
          <w:sz w:val="16"/>
          <w:szCs w:val="16"/>
        </w:rPr>
      </w:pPr>
      <w:r>
        <w:rPr>
          <w:rFonts w:eastAsia="Calibri"/>
          <w:sz w:val="22"/>
          <w:szCs w:val="22"/>
        </w:rPr>
        <w:t xml:space="preserve"> </w:t>
      </w:r>
      <w:r w:rsidRPr="000A412A">
        <w:rPr>
          <w:rFonts w:eastAsia="Calibri"/>
          <w:sz w:val="22"/>
          <w:szCs w:val="22"/>
          <w:u w:val="single"/>
        </w:rPr>
        <w:t xml:space="preserve"> </w:t>
      </w:r>
      <w:r w:rsidRPr="000A412A">
        <w:rPr>
          <w:rStyle w:val="Nagwek2Znak"/>
          <w:rFonts w:eastAsia="Calibri"/>
          <w:u w:val="single"/>
        </w:rPr>
        <w:t>Wykonawca</w:t>
      </w:r>
      <w:r w:rsidRPr="000A412A">
        <w:rPr>
          <w:rStyle w:val="Nagwek2Znak"/>
          <w:rFonts w:eastAsia="Calibri"/>
        </w:rPr>
        <w:t xml:space="preserve"> </w:t>
      </w:r>
      <w:r w:rsidR="00B33169" w:rsidRPr="007677F8">
        <w:rPr>
          <w:rFonts w:eastAsia="Calibri"/>
          <w:sz w:val="22"/>
          <w:szCs w:val="22"/>
        </w:rPr>
        <w:t xml:space="preserve">jest </w:t>
      </w:r>
      <w:r w:rsidR="00B33169" w:rsidRPr="00E200A2">
        <w:rPr>
          <w:rFonts w:eastAsia="Calibri"/>
          <w:sz w:val="22"/>
          <w:szCs w:val="22"/>
        </w:rPr>
        <w:t>mikro/ /małym / średnim / dużym przedsiębiorstwem/jednoosobowa działalność gospodarcza /osoba fizyczna nieprowadząca działalności gospodarczej/*</w:t>
      </w:r>
    </w:p>
    <w:p w14:paraId="4E308F3A" w14:textId="77777777" w:rsidR="000A412A" w:rsidRPr="00AF4AC3" w:rsidRDefault="000A412A" w:rsidP="00AA39D6">
      <w:pPr>
        <w:spacing w:line="276" w:lineRule="auto"/>
        <w:jc w:val="both"/>
        <w:rPr>
          <w:sz w:val="16"/>
          <w:szCs w:val="16"/>
        </w:rPr>
      </w:pPr>
    </w:p>
    <w:p w14:paraId="258D161C" w14:textId="34F7D353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970AFE">
        <w:rPr>
          <w:sz w:val="22"/>
        </w:rPr>
        <w:t>całości</w:t>
      </w:r>
      <w:r w:rsidR="007F3E87" w:rsidRPr="007F3E87">
        <w:rPr>
          <w:sz w:val="22"/>
        </w:rPr>
        <w:t xml:space="preserve"> przedmiotu zamówienia zgodnie, ze Specyfikacją Warunków Zamówienia, </w:t>
      </w:r>
      <w:r w:rsidR="0077183E">
        <w:rPr>
          <w:sz w:val="22"/>
          <w:szCs w:val="22"/>
        </w:rPr>
        <w:t>za wynagrodzenie w wysokości</w:t>
      </w:r>
      <w:r w:rsidRPr="0097776D">
        <w:rPr>
          <w:sz w:val="22"/>
        </w:rPr>
        <w:t>:</w:t>
      </w:r>
    </w:p>
    <w:p w14:paraId="416699B7" w14:textId="029BA553" w:rsidR="004860A8" w:rsidRDefault="004860A8" w:rsidP="004860A8">
      <w:pPr>
        <w:shd w:val="clear" w:color="auto" w:fill="FFFFFF"/>
        <w:spacing w:before="139" w:line="360" w:lineRule="auto"/>
        <w:ind w:left="426"/>
        <w:jc w:val="both"/>
        <w:rPr>
          <w:sz w:val="22"/>
          <w:szCs w:val="22"/>
        </w:rPr>
      </w:pPr>
      <w:r w:rsidRPr="004860A8">
        <w:rPr>
          <w:b/>
          <w:sz w:val="22"/>
          <w:szCs w:val="22"/>
          <w:u w:val="single"/>
        </w:rPr>
        <w:t>Cena:</w:t>
      </w:r>
      <w:r w:rsidRPr="004860A8">
        <w:rPr>
          <w:sz w:val="22"/>
          <w:szCs w:val="22"/>
        </w:rPr>
        <w:t xml:space="preserve"> ……………………………</w:t>
      </w:r>
      <w:r w:rsidRPr="004860A8">
        <w:rPr>
          <w:sz w:val="22"/>
          <w:szCs w:val="22"/>
        </w:rPr>
        <w:tab/>
        <w:t xml:space="preserve"> </w:t>
      </w:r>
      <w:r w:rsidRPr="004860A8">
        <w:rPr>
          <w:b/>
          <w:bCs/>
          <w:spacing w:val="-3"/>
          <w:sz w:val="22"/>
          <w:szCs w:val="22"/>
        </w:rPr>
        <w:t xml:space="preserve">zł brutto </w:t>
      </w:r>
      <w:r w:rsidRPr="004860A8">
        <w:rPr>
          <w:i/>
          <w:iCs/>
          <w:spacing w:val="-3"/>
          <w:sz w:val="22"/>
          <w:szCs w:val="22"/>
        </w:rPr>
        <w:t>słownie (</w:t>
      </w:r>
      <w:r w:rsidRPr="004860A8">
        <w:rPr>
          <w:i/>
          <w:iCs/>
          <w:sz w:val="22"/>
          <w:szCs w:val="22"/>
        </w:rPr>
        <w:t>…………………………………………………</w:t>
      </w:r>
      <w:r w:rsidR="008C371B">
        <w:rPr>
          <w:i/>
          <w:iCs/>
          <w:sz w:val="22"/>
          <w:szCs w:val="22"/>
        </w:rPr>
        <w:t xml:space="preserve"> </w:t>
      </w:r>
      <w:r w:rsidRPr="004860A8">
        <w:rPr>
          <w:i/>
          <w:iCs/>
          <w:sz w:val="22"/>
          <w:szCs w:val="22"/>
        </w:rPr>
        <w:t>………………………………………………………………………………………..)</w:t>
      </w:r>
      <w:r w:rsidRPr="008C371B">
        <w:rPr>
          <w:i/>
          <w:iCs/>
          <w:sz w:val="22"/>
          <w:szCs w:val="22"/>
        </w:rPr>
        <w:t>;</w:t>
      </w:r>
      <w:r w:rsidRPr="004860A8">
        <w:rPr>
          <w:sz w:val="22"/>
          <w:szCs w:val="22"/>
        </w:rPr>
        <w:t xml:space="preserve">  </w:t>
      </w:r>
    </w:p>
    <w:p w14:paraId="66176595" w14:textId="77777777" w:rsidR="00B33169" w:rsidRDefault="00B33169" w:rsidP="004860A8">
      <w:pPr>
        <w:shd w:val="clear" w:color="auto" w:fill="FFFFFF"/>
        <w:spacing w:before="139" w:line="360" w:lineRule="auto"/>
        <w:ind w:left="426"/>
        <w:jc w:val="both"/>
        <w:rPr>
          <w:sz w:val="22"/>
          <w:szCs w:val="22"/>
        </w:rPr>
      </w:pPr>
    </w:p>
    <w:p w14:paraId="7B11E52E" w14:textId="77777777" w:rsidR="00B33169" w:rsidRDefault="00B33169" w:rsidP="004860A8">
      <w:pPr>
        <w:shd w:val="clear" w:color="auto" w:fill="FFFFFF"/>
        <w:spacing w:before="139" w:line="360" w:lineRule="auto"/>
        <w:ind w:left="426"/>
        <w:jc w:val="both"/>
        <w:rPr>
          <w:sz w:val="22"/>
          <w:szCs w:val="22"/>
        </w:rPr>
      </w:pPr>
    </w:p>
    <w:p w14:paraId="6B88A849" w14:textId="52E81062" w:rsidR="00B33169" w:rsidRPr="00B33169" w:rsidRDefault="00B33169" w:rsidP="004860A8">
      <w:pPr>
        <w:shd w:val="clear" w:color="auto" w:fill="FFFFFF"/>
        <w:spacing w:before="139" w:line="360" w:lineRule="auto"/>
        <w:ind w:left="426"/>
        <w:jc w:val="both"/>
        <w:rPr>
          <w:b/>
          <w:bCs/>
          <w:sz w:val="22"/>
          <w:szCs w:val="22"/>
        </w:rPr>
      </w:pPr>
      <w:r w:rsidRPr="00B33169">
        <w:rPr>
          <w:b/>
          <w:bCs/>
          <w:sz w:val="22"/>
          <w:szCs w:val="22"/>
        </w:rPr>
        <w:t>Oświadczamy, że do realizacji zamówienia, tj. do pełnienia funkcji Projektanta Koordynatora specjalności drogowej skierujemy osobę: Panią/Pana …………………………….. (wskazać imię i nazwisko),</w:t>
      </w:r>
    </w:p>
    <w:p w14:paraId="25A17EA6" w14:textId="77777777" w:rsidR="00B33169" w:rsidRDefault="00B33169" w:rsidP="004860A8">
      <w:pPr>
        <w:shd w:val="clear" w:color="auto" w:fill="FFFFFF"/>
        <w:spacing w:before="139" w:line="360" w:lineRule="auto"/>
        <w:ind w:left="426"/>
        <w:jc w:val="both"/>
        <w:rPr>
          <w:sz w:val="22"/>
          <w:szCs w:val="22"/>
        </w:rPr>
      </w:pPr>
    </w:p>
    <w:p w14:paraId="2EE5CBBC" w14:textId="76F3AB8D" w:rsidR="006412AD" w:rsidRPr="006412AD" w:rsidRDefault="006412AD" w:rsidP="006412AD">
      <w:pPr>
        <w:pStyle w:val="Akapitzlist"/>
        <w:numPr>
          <w:ilvl w:val="0"/>
          <w:numId w:val="1"/>
        </w:numPr>
        <w:shd w:val="clear" w:color="auto" w:fill="FFFFFF"/>
        <w:spacing w:before="139" w:line="360" w:lineRule="auto"/>
        <w:jc w:val="both"/>
        <w:rPr>
          <w:rFonts w:eastAsia="Calibri"/>
          <w:b/>
          <w:bCs/>
          <w:u w:val="single"/>
          <w:lang w:eastAsia="en-US"/>
        </w:rPr>
      </w:pPr>
      <w:r w:rsidRPr="006412AD">
        <w:rPr>
          <w:rFonts w:eastAsia="Calibri"/>
          <w:b/>
          <w:bCs/>
          <w:u w:val="single"/>
          <w:lang w:eastAsia="en-US"/>
        </w:rPr>
        <w:lastRenderedPageBreak/>
        <w:t xml:space="preserve">Doświadczenie </w:t>
      </w:r>
      <w:r w:rsidR="000A0BEA">
        <w:rPr>
          <w:rFonts w:eastAsia="Calibri"/>
          <w:b/>
          <w:bCs/>
          <w:u w:val="single"/>
          <w:lang w:eastAsia="en-US"/>
        </w:rPr>
        <w:t>P</w:t>
      </w:r>
      <w:r w:rsidRPr="006412AD">
        <w:rPr>
          <w:rFonts w:eastAsia="Calibri"/>
          <w:b/>
          <w:bCs/>
          <w:u w:val="single"/>
          <w:lang w:eastAsia="en-US"/>
        </w:rPr>
        <w:t xml:space="preserve">rojektanta </w:t>
      </w:r>
      <w:r w:rsidR="000A0BEA">
        <w:rPr>
          <w:rFonts w:eastAsia="Calibri"/>
          <w:b/>
          <w:bCs/>
          <w:u w:val="single"/>
          <w:lang w:eastAsia="en-US"/>
        </w:rPr>
        <w:t xml:space="preserve">Koordynatora </w:t>
      </w:r>
      <w:r w:rsidRPr="006412AD">
        <w:rPr>
          <w:rFonts w:eastAsia="Calibri"/>
          <w:b/>
          <w:bCs/>
          <w:u w:val="single"/>
          <w:lang w:eastAsia="en-US"/>
        </w:rPr>
        <w:t>specjalności drogowej</w:t>
      </w:r>
      <w:r w:rsidR="000A0BEA">
        <w:rPr>
          <w:rFonts w:eastAsia="Calibri"/>
          <w:b/>
          <w:bCs/>
          <w:u w:val="single"/>
          <w:lang w:eastAsia="en-US"/>
        </w:rPr>
        <w:t>:</w:t>
      </w:r>
    </w:p>
    <w:p w14:paraId="42092AF3" w14:textId="04D888CE" w:rsidR="006412AD" w:rsidRDefault="006412AD" w:rsidP="006412AD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496" w:type="dxa"/>
        <w:tblLook w:val="04A0" w:firstRow="1" w:lastRow="0" w:firstColumn="1" w:lastColumn="0" w:noHBand="0" w:noVBand="1"/>
      </w:tblPr>
      <w:tblGrid>
        <w:gridCol w:w="450"/>
        <w:gridCol w:w="5638"/>
        <w:gridCol w:w="3408"/>
      </w:tblGrid>
      <w:tr w:rsidR="006412AD" w14:paraId="39C872A1" w14:textId="77777777" w:rsidTr="006412AD">
        <w:trPr>
          <w:trHeight w:val="294"/>
        </w:trPr>
        <w:tc>
          <w:tcPr>
            <w:tcW w:w="441" w:type="dxa"/>
          </w:tcPr>
          <w:p w14:paraId="74C17195" w14:textId="77777777" w:rsidR="006412AD" w:rsidRPr="006412AD" w:rsidRDefault="006412AD" w:rsidP="007B4E00">
            <w:pPr>
              <w:pStyle w:val="Normalny1"/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 w:rsidRPr="006412AD">
              <w:rPr>
                <w:rFonts w:ascii="Times New Roman" w:hAnsi="Times New Roman" w:cs="Times New Roman"/>
                <w:b/>
              </w:rPr>
              <w:t>Nr</w:t>
            </w:r>
          </w:p>
        </w:tc>
        <w:tc>
          <w:tcPr>
            <w:tcW w:w="5644" w:type="dxa"/>
          </w:tcPr>
          <w:p w14:paraId="3C2F6202" w14:textId="77777777" w:rsidR="006412AD" w:rsidRPr="006412AD" w:rsidRDefault="006412AD" w:rsidP="007B4E00">
            <w:pPr>
              <w:pStyle w:val="Normalny1"/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 w:rsidRPr="006412AD">
              <w:rPr>
                <w:rFonts w:ascii="Times New Roman" w:hAnsi="Times New Roman" w:cs="Times New Roman"/>
                <w:b/>
              </w:rPr>
              <w:t>Nazwa zadania</w:t>
            </w:r>
          </w:p>
        </w:tc>
        <w:tc>
          <w:tcPr>
            <w:tcW w:w="3411" w:type="dxa"/>
          </w:tcPr>
          <w:p w14:paraId="00CFAA64" w14:textId="77777777" w:rsidR="006412AD" w:rsidRPr="006412AD" w:rsidRDefault="006412AD" w:rsidP="007B4E00">
            <w:pPr>
              <w:pStyle w:val="Normalny1"/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 w:rsidRPr="006412AD">
              <w:rPr>
                <w:rFonts w:ascii="Times New Roman" w:hAnsi="Times New Roman" w:cs="Times New Roman"/>
                <w:b/>
              </w:rPr>
              <w:t>Podmiot zlecający</w:t>
            </w:r>
          </w:p>
        </w:tc>
      </w:tr>
      <w:tr w:rsidR="006412AD" w14:paraId="4C8567B6" w14:textId="77777777" w:rsidTr="006412AD">
        <w:trPr>
          <w:trHeight w:val="602"/>
        </w:trPr>
        <w:tc>
          <w:tcPr>
            <w:tcW w:w="441" w:type="dxa"/>
          </w:tcPr>
          <w:p w14:paraId="59E25C16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44" w:type="dxa"/>
          </w:tcPr>
          <w:p w14:paraId="5BF395E0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  <w:p w14:paraId="2AC9A312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1" w:type="dxa"/>
          </w:tcPr>
          <w:p w14:paraId="1481A436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412AD" w14:paraId="66EAAC77" w14:textId="77777777" w:rsidTr="006412AD">
        <w:trPr>
          <w:trHeight w:val="602"/>
        </w:trPr>
        <w:tc>
          <w:tcPr>
            <w:tcW w:w="441" w:type="dxa"/>
          </w:tcPr>
          <w:p w14:paraId="34E87E85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44" w:type="dxa"/>
          </w:tcPr>
          <w:p w14:paraId="564A8025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  <w:p w14:paraId="0322DE64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1" w:type="dxa"/>
          </w:tcPr>
          <w:p w14:paraId="6BBA58B9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412AD" w14:paraId="05CE55AC" w14:textId="77777777" w:rsidTr="006412AD">
        <w:trPr>
          <w:trHeight w:val="602"/>
        </w:trPr>
        <w:tc>
          <w:tcPr>
            <w:tcW w:w="441" w:type="dxa"/>
          </w:tcPr>
          <w:p w14:paraId="53E73A5B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44" w:type="dxa"/>
          </w:tcPr>
          <w:p w14:paraId="68B688D4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  <w:p w14:paraId="3DAC09B4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1" w:type="dxa"/>
          </w:tcPr>
          <w:p w14:paraId="0BFD0C52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412AD" w14:paraId="23FDFD73" w14:textId="77777777" w:rsidTr="006412AD">
        <w:trPr>
          <w:trHeight w:val="588"/>
        </w:trPr>
        <w:tc>
          <w:tcPr>
            <w:tcW w:w="441" w:type="dxa"/>
          </w:tcPr>
          <w:p w14:paraId="57B95D95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44" w:type="dxa"/>
          </w:tcPr>
          <w:p w14:paraId="7D47FC82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  <w:p w14:paraId="4DAF1032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1" w:type="dxa"/>
          </w:tcPr>
          <w:p w14:paraId="500D2980" w14:textId="77777777" w:rsidR="006412AD" w:rsidRDefault="006412AD" w:rsidP="007B4E00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22F75C2" w14:textId="77777777" w:rsidR="006412AD" w:rsidRPr="006412AD" w:rsidRDefault="006412AD" w:rsidP="006412AD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before="264"/>
        <w:jc w:val="both"/>
        <w:rPr>
          <w:b/>
          <w:bCs/>
          <w:sz w:val="16"/>
          <w:szCs w:val="16"/>
          <w:highlight w:val="yellow"/>
        </w:rPr>
      </w:pPr>
    </w:p>
    <w:p w14:paraId="6B153E0D" w14:textId="77777777" w:rsidR="006412AD" w:rsidRDefault="006412AD" w:rsidP="0077183E">
      <w:pPr>
        <w:ind w:left="5664"/>
        <w:rPr>
          <w:sz w:val="16"/>
          <w:szCs w:val="16"/>
        </w:rPr>
      </w:pPr>
    </w:p>
    <w:p w14:paraId="22FB825C" w14:textId="0BD0FA0B" w:rsidR="0077183E" w:rsidRDefault="008C371B" w:rsidP="0077183E">
      <w:pPr>
        <w:ind w:left="5664"/>
      </w:pPr>
      <w:r>
        <w:rPr>
          <w:sz w:val="16"/>
          <w:szCs w:val="16"/>
        </w:rPr>
        <w:t>.</w:t>
      </w:r>
    </w:p>
    <w:p w14:paraId="0B974E7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46A98B7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158071B" w14:textId="3EB497D9" w:rsidR="004C6BBC" w:rsidRPr="00105FC3" w:rsidRDefault="004C6BBC" w:rsidP="004C6BB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105FC3">
        <w:rPr>
          <w:sz w:val="22"/>
          <w:szCs w:val="22"/>
        </w:rPr>
        <w:t>Deklarujemy wykonanie zamówienia w terminie</w:t>
      </w:r>
      <w:r w:rsidRPr="001C5E4E">
        <w:rPr>
          <w:sz w:val="22"/>
          <w:szCs w:val="22"/>
        </w:rPr>
        <w:t xml:space="preserve">:  </w:t>
      </w:r>
      <w:r w:rsidR="00620482" w:rsidRPr="001C5E4E">
        <w:rPr>
          <w:b/>
          <w:bCs/>
          <w:sz w:val="22"/>
          <w:szCs w:val="22"/>
          <w:u w:val="single"/>
        </w:rPr>
        <w:t>2</w:t>
      </w:r>
      <w:r w:rsidR="007815D2" w:rsidRPr="001C5E4E">
        <w:rPr>
          <w:b/>
          <w:bCs/>
          <w:sz w:val="22"/>
          <w:szCs w:val="22"/>
          <w:u w:val="single"/>
        </w:rPr>
        <w:t>4</w:t>
      </w:r>
      <w:r w:rsidR="00620482" w:rsidRPr="001C5E4E">
        <w:rPr>
          <w:b/>
          <w:bCs/>
          <w:sz w:val="22"/>
          <w:szCs w:val="22"/>
          <w:u w:val="single"/>
        </w:rPr>
        <w:t xml:space="preserve"> miesięcy od dnia zawarcia umowy.</w:t>
      </w:r>
    </w:p>
    <w:p w14:paraId="59157D76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87AEC0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0EBD0842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4F2854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2B758619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6F08CB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553866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6058C8A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17A72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627BD6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469F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1DEC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8D09B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  <w:tr w:rsidR="00BC4F99" w:rsidRPr="001661BD" w14:paraId="5B381F1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CBE5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E1D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8B4A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</w:tbl>
    <w:p w14:paraId="130CE7A8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11FE402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F7B019B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CF99244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6D6D1763" w14:textId="1581C3FE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B33169">
        <w:rPr>
          <w:bCs/>
          <w:sz w:val="22"/>
          <w:szCs w:val="22"/>
        </w:rPr>
        <w:t xml:space="preserve">24 </w:t>
      </w:r>
      <w:r w:rsidRPr="00CE3AE6">
        <w:rPr>
          <w:bCs/>
          <w:sz w:val="22"/>
          <w:szCs w:val="22"/>
        </w:rPr>
        <w:t xml:space="preserve">r. poz. </w:t>
      </w:r>
      <w:r w:rsidR="00B33169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</w:p>
    <w:p w14:paraId="0D272542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1CD04DB" w14:textId="056D2F4A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</w:t>
      </w:r>
      <w:r w:rsidR="00B33169">
        <w:rPr>
          <w:bCs/>
          <w:sz w:val="22"/>
          <w:szCs w:val="22"/>
        </w:rPr>
        <w:t xml:space="preserve">24 </w:t>
      </w:r>
      <w:r w:rsidRPr="00CE3AE6">
        <w:rPr>
          <w:bCs/>
          <w:sz w:val="22"/>
          <w:szCs w:val="22"/>
        </w:rPr>
        <w:t xml:space="preserve">r. poz. </w:t>
      </w:r>
      <w:r w:rsidR="00B33169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4C6BBC" w14:paraId="2A0D6CE3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402206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5F933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15FC22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767FB1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0040DF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14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3E9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DF1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FE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3A6E43C8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92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BD6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E95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8F0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EB52E2F" w14:textId="5B530FD8" w:rsidR="0043232F" w:rsidRDefault="0043232F" w:rsidP="0043232F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wyboru naszej oferty poniżej podajemy niezbędne informacje potrzebne do sporządzenia umowy:</w:t>
      </w:r>
    </w:p>
    <w:p w14:paraId="58E5F070" w14:textId="77777777" w:rsidR="0043232F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4521"/>
      </w:tblGrid>
      <w:tr w:rsidR="0043232F" w:rsidRPr="0043232F" w14:paraId="1A60F226" w14:textId="77777777" w:rsidTr="00620482">
        <w:trPr>
          <w:trHeight w:val="325"/>
        </w:trPr>
        <w:tc>
          <w:tcPr>
            <w:tcW w:w="8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4AFE13E" w14:textId="77777777" w:rsidR="0043232F" w:rsidRPr="0043232F" w:rsidRDefault="0043232F" w:rsidP="0043232F">
            <w:pPr>
              <w:suppressAutoHyphens/>
              <w:jc w:val="center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Osoba(y), które będą zawierały umowę ze strony Wykonawcy:</w:t>
            </w:r>
          </w:p>
        </w:tc>
      </w:tr>
      <w:tr w:rsidR="0043232F" w:rsidRPr="0043232F" w14:paraId="76D5E1B9" w14:textId="77777777" w:rsidTr="00620482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4366191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Imię i nazwisko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549AF47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Stanowisko</w:t>
            </w:r>
          </w:p>
        </w:tc>
      </w:tr>
      <w:tr w:rsidR="0043232F" w:rsidRPr="0043232F" w14:paraId="2243FFD6" w14:textId="77777777" w:rsidTr="00620482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97C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4684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  <w:tr w:rsidR="0067729E" w:rsidRPr="0043232F" w14:paraId="4C9262DC" w14:textId="77777777" w:rsidTr="00620482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741C" w14:textId="77777777" w:rsidR="0067729E" w:rsidRPr="0043232F" w:rsidRDefault="0067729E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27D7" w14:textId="77777777" w:rsidR="0067729E" w:rsidRPr="0043232F" w:rsidRDefault="0067729E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  <w:tr w:rsidR="00620482" w:rsidRPr="0043232F" w14:paraId="76212DF8" w14:textId="77777777" w:rsidTr="00620482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1C49" w14:textId="77777777" w:rsidR="00620482" w:rsidRPr="0043232F" w:rsidRDefault="00620482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FCCE" w14:textId="77777777" w:rsidR="00620482" w:rsidRPr="0043232F" w:rsidRDefault="00620482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</w:tbl>
    <w:p w14:paraId="2FC77F44" w14:textId="77777777" w:rsidR="00620482" w:rsidRPr="00620482" w:rsidRDefault="00620482" w:rsidP="00620482">
      <w:pPr>
        <w:pStyle w:val="Style21"/>
        <w:widowControl/>
        <w:tabs>
          <w:tab w:val="left" w:pos="293"/>
        </w:tabs>
        <w:spacing w:line="276" w:lineRule="auto"/>
        <w:rPr>
          <w:rStyle w:val="FontStyle32"/>
          <w:sz w:val="24"/>
          <w:szCs w:val="24"/>
        </w:rPr>
      </w:pPr>
    </w:p>
    <w:p w14:paraId="4D3C70CC" w14:textId="40C25DFB" w:rsidR="0043232F" w:rsidRDefault="0097776D" w:rsidP="0043232F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 w:rsidRPr="0043232F">
        <w:rPr>
          <w:sz w:val="22"/>
          <w:szCs w:val="22"/>
        </w:rPr>
        <w:t>Załącznikami do oferty</w:t>
      </w:r>
      <w:r w:rsidR="00AF4AC3" w:rsidRPr="0043232F">
        <w:rPr>
          <w:sz w:val="22"/>
          <w:szCs w:val="22"/>
        </w:rPr>
        <w:t>, stanowiącymi jej integralną część,</w:t>
      </w:r>
      <w:r w:rsidRPr="0043232F">
        <w:rPr>
          <w:sz w:val="22"/>
          <w:szCs w:val="22"/>
        </w:rPr>
        <w:t xml:space="preserve"> są:</w:t>
      </w:r>
    </w:p>
    <w:p w14:paraId="3B100D70" w14:textId="77777777" w:rsidR="0043232F" w:rsidRPr="0043232F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p w14:paraId="1845D16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49805455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5B3025E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9307D96" w14:textId="77777777" w:rsidR="00620482" w:rsidRDefault="00620482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73C0B3C2" w14:textId="77777777" w:rsidR="00620482" w:rsidRDefault="00620482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6924F5B0" w14:textId="77777777" w:rsidR="00620482" w:rsidRDefault="00620482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612A233F" w14:textId="42BD0992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897010E" w14:textId="77777777" w:rsidR="002B04B6" w:rsidRDefault="002B04B6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Toc274742415"/>
      <w:r>
        <w:rPr>
          <w:rFonts w:eastAsia="Calibri"/>
          <w:b/>
          <w:color w:val="000000"/>
          <w:sz w:val="22"/>
          <w:szCs w:val="22"/>
          <w:lang w:eastAsia="en-US"/>
        </w:rPr>
        <w:t>Podpis</w:t>
      </w:r>
      <w:bookmarkEnd w:id="0"/>
    </w:p>
    <w:p w14:paraId="44102F68" w14:textId="77777777" w:rsidR="002B04B6" w:rsidRDefault="002B04B6" w:rsidP="002B04B6">
      <w:pPr>
        <w:pStyle w:val="Tekstpodstawowywcity"/>
        <w:spacing w:line="360" w:lineRule="auto"/>
        <w:ind w:left="5676"/>
        <w:jc w:val="right"/>
      </w:pPr>
    </w:p>
    <w:p w14:paraId="3BF780E6" w14:textId="77777777" w:rsidR="002B04B6" w:rsidRDefault="002B04B6" w:rsidP="002B04B6">
      <w:pPr>
        <w:pStyle w:val="Tekstpodstawowywcity"/>
        <w:spacing w:line="360" w:lineRule="auto"/>
        <w:ind w:left="5676"/>
        <w:jc w:val="center"/>
      </w:pPr>
      <w:r>
        <w:t xml:space="preserve">dokument należy podpisać   </w:t>
      </w:r>
    </w:p>
    <w:p w14:paraId="2118C269" w14:textId="77777777" w:rsidR="002B04B6" w:rsidRDefault="002B04B6" w:rsidP="002B04B6">
      <w:pPr>
        <w:pStyle w:val="Default"/>
        <w:ind w:left="6025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podpisem kwalifikowanym</w:t>
      </w:r>
    </w:p>
    <w:p w14:paraId="4DE6FB3A" w14:textId="77777777" w:rsidR="002B04B6" w:rsidRDefault="002B04B6" w:rsidP="002B04B6">
      <w:pPr>
        <w:pStyle w:val="Default"/>
        <w:ind w:left="6025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lub podpisem zaufanym</w:t>
      </w:r>
    </w:p>
    <w:p w14:paraId="3140CC0B" w14:textId="77777777" w:rsidR="002B04B6" w:rsidRDefault="002B04B6" w:rsidP="002B04B6">
      <w:pPr>
        <w:pStyle w:val="Default"/>
        <w:ind w:left="6025" w:hanging="709"/>
        <w:jc w:val="center"/>
        <w:rPr>
          <w:i/>
          <w:sz w:val="22"/>
          <w:szCs w:val="22"/>
        </w:rPr>
      </w:pPr>
      <w:r>
        <w:rPr>
          <w:bCs/>
          <w:sz w:val="20"/>
          <w:szCs w:val="20"/>
        </w:rPr>
        <w:t xml:space="preserve">       lub podpisem osobistym</w:t>
      </w:r>
    </w:p>
    <w:sectPr w:rsidR="002B04B6" w:rsidSect="00D409DF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08962" w14:textId="77777777" w:rsidR="00A215F2" w:rsidRDefault="00A215F2" w:rsidP="00FF57EE">
      <w:r>
        <w:separator/>
      </w:r>
    </w:p>
  </w:endnote>
  <w:endnote w:type="continuationSeparator" w:id="0">
    <w:p w14:paraId="26A75F43" w14:textId="77777777" w:rsidR="00A215F2" w:rsidRDefault="00A215F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1DFDE" w14:textId="77777777" w:rsidR="00A215F2" w:rsidRDefault="00A215F2" w:rsidP="00FF57EE">
      <w:r>
        <w:separator/>
      </w:r>
    </w:p>
  </w:footnote>
  <w:footnote w:type="continuationSeparator" w:id="0">
    <w:p w14:paraId="1BC25F8D" w14:textId="77777777" w:rsidR="00A215F2" w:rsidRDefault="00A215F2" w:rsidP="00FF57EE">
      <w:r>
        <w:continuationSeparator/>
      </w:r>
    </w:p>
  </w:footnote>
  <w:footnote w:id="1">
    <w:p w14:paraId="5495C1A0" w14:textId="77777777" w:rsid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35B6226F" w14:textId="67471248" w:rsidR="0009113C" w:rsidRPr="00BC4F99" w:rsidRDefault="0009113C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zaznaczyć</w:t>
      </w:r>
      <w:r w:rsidR="00430AD9">
        <w:rPr>
          <w:sz w:val="20"/>
          <w:szCs w:val="20"/>
        </w:rPr>
        <w:t xml:space="preserve"> X</w:t>
      </w:r>
      <w:r>
        <w:rPr>
          <w:sz w:val="20"/>
          <w:szCs w:val="20"/>
        </w:rPr>
        <w:t xml:space="preserve"> prawidłowe.</w:t>
      </w:r>
    </w:p>
    <w:p w14:paraId="1031ED85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671CB59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69312D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3467F1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8E6B" w14:textId="45B985DF" w:rsidR="00DC7ABF" w:rsidRDefault="00DC7ABF">
    <w:pPr>
      <w:pStyle w:val="Nagwek"/>
    </w:pPr>
    <w:r>
      <w:t xml:space="preserve">Znak sprawy: </w:t>
    </w:r>
    <w:r w:rsidR="000A412A">
      <w:t>ZP-IX.271.</w:t>
    </w:r>
    <w:r w:rsidR="00C15444">
      <w:t>1</w:t>
    </w:r>
    <w:r w:rsidR="00854F27">
      <w:t>6</w:t>
    </w:r>
    <w:r w:rsidR="000A412A">
      <w:t>.2024.KS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1A6270F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 w15:restartNumberingAfterBreak="0">
    <w:nsid w:val="0000000E"/>
    <w:multiLevelType w:val="multi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11592B5D"/>
    <w:multiLevelType w:val="hybridMultilevel"/>
    <w:tmpl w:val="A6AA670E"/>
    <w:lvl w:ilvl="0" w:tplc="048009A6">
      <w:start w:val="1"/>
      <w:numFmt w:val="lowerLetter"/>
      <w:lvlText w:val="%1)"/>
      <w:lvlJc w:val="left"/>
      <w:pPr>
        <w:ind w:left="786" w:hanging="360"/>
      </w:pPr>
      <w:rPr>
        <w:b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93BEE"/>
    <w:multiLevelType w:val="hybridMultilevel"/>
    <w:tmpl w:val="B9DA85D2"/>
    <w:lvl w:ilvl="0" w:tplc="AB66D8A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0C265FE2"/>
    <w:lvl w:ilvl="0" w:tplc="E39EE3FA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26367338">
    <w:abstractNumId w:val="6"/>
  </w:num>
  <w:num w:numId="2" w16cid:durableId="26610704">
    <w:abstractNumId w:val="4"/>
  </w:num>
  <w:num w:numId="3" w16cid:durableId="2096123225">
    <w:abstractNumId w:val="5"/>
  </w:num>
  <w:num w:numId="4" w16cid:durableId="1114902791">
    <w:abstractNumId w:val="7"/>
  </w:num>
  <w:num w:numId="5" w16cid:durableId="8553878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576099">
    <w:abstractNumId w:val="0"/>
  </w:num>
  <w:num w:numId="7" w16cid:durableId="503938893">
    <w:abstractNumId w:val="2"/>
  </w:num>
  <w:num w:numId="8" w16cid:durableId="1032267955">
    <w:abstractNumId w:val="3"/>
  </w:num>
  <w:num w:numId="9" w16cid:durableId="1211377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D82"/>
    <w:rsid w:val="00080503"/>
    <w:rsid w:val="00084D3E"/>
    <w:rsid w:val="0009113C"/>
    <w:rsid w:val="000A0BEA"/>
    <w:rsid w:val="000A412A"/>
    <w:rsid w:val="000A4875"/>
    <w:rsid w:val="00105FC3"/>
    <w:rsid w:val="001063D3"/>
    <w:rsid w:val="001338D4"/>
    <w:rsid w:val="00167BE5"/>
    <w:rsid w:val="001C5E4E"/>
    <w:rsid w:val="001C7D84"/>
    <w:rsid w:val="002214DB"/>
    <w:rsid w:val="00255BA9"/>
    <w:rsid w:val="0026275F"/>
    <w:rsid w:val="00267D1F"/>
    <w:rsid w:val="00276295"/>
    <w:rsid w:val="0029514A"/>
    <w:rsid w:val="002A1F85"/>
    <w:rsid w:val="002A26A2"/>
    <w:rsid w:val="002B04B6"/>
    <w:rsid w:val="002B673D"/>
    <w:rsid w:val="002D46C3"/>
    <w:rsid w:val="002E204D"/>
    <w:rsid w:val="002E612D"/>
    <w:rsid w:val="00335E02"/>
    <w:rsid w:val="0037585B"/>
    <w:rsid w:val="003A4762"/>
    <w:rsid w:val="003A4F8C"/>
    <w:rsid w:val="003B769C"/>
    <w:rsid w:val="004234DB"/>
    <w:rsid w:val="00430AD9"/>
    <w:rsid w:val="0043232F"/>
    <w:rsid w:val="004860A8"/>
    <w:rsid w:val="004C6BBC"/>
    <w:rsid w:val="004D5A42"/>
    <w:rsid w:val="004D72D9"/>
    <w:rsid w:val="00525EFF"/>
    <w:rsid w:val="005403E7"/>
    <w:rsid w:val="00543099"/>
    <w:rsid w:val="00546C08"/>
    <w:rsid w:val="00547E48"/>
    <w:rsid w:val="005844F6"/>
    <w:rsid w:val="005F6F5F"/>
    <w:rsid w:val="00607B9B"/>
    <w:rsid w:val="00620482"/>
    <w:rsid w:val="00636DED"/>
    <w:rsid w:val="006412AD"/>
    <w:rsid w:val="00654301"/>
    <w:rsid w:val="00665FD8"/>
    <w:rsid w:val="0067729E"/>
    <w:rsid w:val="006B63D6"/>
    <w:rsid w:val="006C025D"/>
    <w:rsid w:val="006C641D"/>
    <w:rsid w:val="006C7D82"/>
    <w:rsid w:val="006D09E0"/>
    <w:rsid w:val="006F376E"/>
    <w:rsid w:val="00757FE4"/>
    <w:rsid w:val="007619D8"/>
    <w:rsid w:val="0077183E"/>
    <w:rsid w:val="007815D2"/>
    <w:rsid w:val="0078597E"/>
    <w:rsid w:val="007A1013"/>
    <w:rsid w:val="007D475B"/>
    <w:rsid w:val="007E331F"/>
    <w:rsid w:val="007F3E87"/>
    <w:rsid w:val="00823BD4"/>
    <w:rsid w:val="00854F27"/>
    <w:rsid w:val="00855F89"/>
    <w:rsid w:val="008B3A51"/>
    <w:rsid w:val="008C371B"/>
    <w:rsid w:val="008D28A8"/>
    <w:rsid w:val="0091145C"/>
    <w:rsid w:val="009312B4"/>
    <w:rsid w:val="00970AFE"/>
    <w:rsid w:val="0097776D"/>
    <w:rsid w:val="00983D1D"/>
    <w:rsid w:val="009C6350"/>
    <w:rsid w:val="009D75A8"/>
    <w:rsid w:val="009F3B93"/>
    <w:rsid w:val="00A215F2"/>
    <w:rsid w:val="00A50E18"/>
    <w:rsid w:val="00A8325D"/>
    <w:rsid w:val="00A84371"/>
    <w:rsid w:val="00AA39D6"/>
    <w:rsid w:val="00AB6A22"/>
    <w:rsid w:val="00AE29F9"/>
    <w:rsid w:val="00AE2ACB"/>
    <w:rsid w:val="00AF4AC3"/>
    <w:rsid w:val="00B21193"/>
    <w:rsid w:val="00B33169"/>
    <w:rsid w:val="00B42A52"/>
    <w:rsid w:val="00B47637"/>
    <w:rsid w:val="00B55A0B"/>
    <w:rsid w:val="00B71F97"/>
    <w:rsid w:val="00B86149"/>
    <w:rsid w:val="00B86F75"/>
    <w:rsid w:val="00B9086B"/>
    <w:rsid w:val="00BB3A29"/>
    <w:rsid w:val="00BC4F99"/>
    <w:rsid w:val="00C073A6"/>
    <w:rsid w:val="00C15444"/>
    <w:rsid w:val="00C22F7D"/>
    <w:rsid w:val="00C707A7"/>
    <w:rsid w:val="00C713C7"/>
    <w:rsid w:val="00C73825"/>
    <w:rsid w:val="00C849AE"/>
    <w:rsid w:val="00C87DCD"/>
    <w:rsid w:val="00CB2CA3"/>
    <w:rsid w:val="00CC12B0"/>
    <w:rsid w:val="00CE3AE6"/>
    <w:rsid w:val="00CF3696"/>
    <w:rsid w:val="00D32076"/>
    <w:rsid w:val="00D409DF"/>
    <w:rsid w:val="00D554C7"/>
    <w:rsid w:val="00D60CE4"/>
    <w:rsid w:val="00D9433B"/>
    <w:rsid w:val="00DA6850"/>
    <w:rsid w:val="00DC336F"/>
    <w:rsid w:val="00DC7ABF"/>
    <w:rsid w:val="00E1735C"/>
    <w:rsid w:val="00EC348F"/>
    <w:rsid w:val="00EC79A9"/>
    <w:rsid w:val="00ED7F58"/>
    <w:rsid w:val="00EE7535"/>
    <w:rsid w:val="00F04130"/>
    <w:rsid w:val="00F134D5"/>
    <w:rsid w:val="00F31EAC"/>
    <w:rsid w:val="00FA4E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4B944"/>
  <w15:docId w15:val="{22112CD1-CB48-44E6-A251-45FA2ED1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A8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04B6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04B6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2B04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FontStyle32">
    <w:name w:val="Font Style32"/>
    <w:uiPriority w:val="99"/>
    <w:rsid w:val="00620482"/>
    <w:rPr>
      <w:rFonts w:ascii="Times New Roman" w:hAnsi="Times New Roman" w:cs="Times New Roman"/>
      <w:sz w:val="20"/>
      <w:szCs w:val="20"/>
    </w:rPr>
  </w:style>
  <w:style w:type="character" w:styleId="Hipercze">
    <w:name w:val="Hyperlink"/>
    <w:rsid w:val="00620482"/>
    <w:rPr>
      <w:color w:val="0563C1"/>
      <w:u w:val="single"/>
    </w:rPr>
  </w:style>
  <w:style w:type="paragraph" w:customStyle="1" w:styleId="Style21">
    <w:name w:val="Style21"/>
    <w:basedOn w:val="Normalny"/>
    <w:rsid w:val="00620482"/>
    <w:pPr>
      <w:widowControl w:val="0"/>
      <w:autoSpaceDE w:val="0"/>
      <w:spacing w:line="250" w:lineRule="exact"/>
      <w:jc w:val="both"/>
    </w:pPr>
    <w:rPr>
      <w:lang w:eastAsia="zh-CN"/>
    </w:rPr>
  </w:style>
  <w:style w:type="paragraph" w:customStyle="1" w:styleId="Normalny1">
    <w:name w:val="Normalny1"/>
    <w:rsid w:val="006412AD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E61D-AD34-4169-97B0-31EC5497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40</TotalTime>
  <Pages>1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18</cp:revision>
  <dcterms:created xsi:type="dcterms:W3CDTF">2024-01-29T11:22:00Z</dcterms:created>
  <dcterms:modified xsi:type="dcterms:W3CDTF">2024-08-28T09:05:00Z</dcterms:modified>
</cp:coreProperties>
</file>