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0B52A1" w:rsidRPr="004C3756" w:rsidRDefault="006A1685" w:rsidP="006A1685">
      <w:pPr>
        <w:tabs>
          <w:tab w:val="left" w:pos="142"/>
        </w:tabs>
        <w:suppressAutoHyphens/>
        <w:spacing w:line="360" w:lineRule="auto"/>
        <w:ind w:left="142" w:right="-428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                                                                                                                                 </w:t>
      </w:r>
      <w:r w:rsidR="000B52A1" w:rsidRPr="004C3756">
        <w:rPr>
          <w:rFonts w:ascii="Calibri" w:hAnsi="Calibri" w:cs="Arial"/>
          <w:b/>
          <w:szCs w:val="22"/>
        </w:rPr>
        <w:t>Zadanie częściowe nr</w:t>
      </w:r>
      <w:r w:rsidR="001E6BFE">
        <w:rPr>
          <w:rFonts w:ascii="Calibri" w:hAnsi="Calibri" w:cs="Arial"/>
          <w:b/>
          <w:szCs w:val="22"/>
        </w:rPr>
        <w:t xml:space="preserve"> </w:t>
      </w:r>
      <w:r w:rsidR="00346C7A">
        <w:rPr>
          <w:rFonts w:ascii="Calibri" w:hAnsi="Calibri" w:cs="Arial"/>
          <w:b/>
          <w:szCs w:val="22"/>
        </w:rPr>
        <w:t>40</w:t>
      </w:r>
    </w:p>
    <w:p w:rsidR="000B52A1" w:rsidRDefault="000B52A1" w:rsidP="000B52A1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0B52A1" w:rsidRDefault="000B52A1" w:rsidP="000B52A1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0B52A1" w:rsidTr="00DB6BEC">
        <w:trPr>
          <w:trHeight w:val="610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636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0B52A1" w:rsidTr="00E41788">
        <w:trPr>
          <w:trHeight w:val="574"/>
        </w:trPr>
        <w:tc>
          <w:tcPr>
            <w:tcW w:w="2365" w:type="dxa"/>
            <w:vAlign w:val="center"/>
          </w:tcPr>
          <w:p w:rsidR="000B52A1" w:rsidRDefault="000B52A1" w:rsidP="00AB22F4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0B52A1" w:rsidRDefault="000B52A1" w:rsidP="00AB22F4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E41788" w:rsidRDefault="00E41788" w:rsidP="00E41788">
      <w:pPr>
        <w:pStyle w:val="BODYPARP"/>
        <w:spacing w:before="0" w:after="0" w:line="480" w:lineRule="auto"/>
        <w:ind w:left="714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</w:p>
    <w:p w:rsidR="000B52A1" w:rsidRDefault="000B52A1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153B3A" w:rsidRPr="00C37982" w:rsidRDefault="00153B3A" w:rsidP="00E41788">
      <w:pPr>
        <w:pStyle w:val="BODYPARP"/>
        <w:numPr>
          <w:ilvl w:val="0"/>
          <w:numId w:val="15"/>
        </w:numPr>
        <w:spacing w:before="0" w:after="0" w:line="480" w:lineRule="auto"/>
        <w:ind w:left="714" w:hanging="357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Model</w:t>
      </w:r>
      <w:r w:rsidR="00CD4E14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/producent </w:t>
      </w:r>
      <w: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: ……………………..</w:t>
      </w:r>
    </w:p>
    <w:p w:rsidR="000B52A1" w:rsidRPr="00C37982" w:rsidRDefault="000B52A1" w:rsidP="00E4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480" w:lineRule="auto"/>
        <w:ind w:left="714" w:hanging="357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14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961"/>
        <w:gridCol w:w="1022"/>
        <w:gridCol w:w="1417"/>
        <w:gridCol w:w="1105"/>
        <w:gridCol w:w="849"/>
      </w:tblGrid>
      <w:tr w:rsidR="000B52A1" w:rsidTr="00FA2EFF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0B52A1">
            <w:pPr>
              <w:pStyle w:val="BODYPARP"/>
              <w:spacing w:before="0" w:after="0" w:line="240" w:lineRule="auto"/>
              <w:ind w:hanging="117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Ilość sztuk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52A1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0B52A1" w:rsidRPr="00801237" w:rsidRDefault="000B52A1" w:rsidP="00AB22F4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8B7EA9" w:rsidTr="00FA2EFF">
        <w:trPr>
          <w:trHeight w:val="200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EA9" w:rsidRPr="00C37982" w:rsidRDefault="00997440" w:rsidP="006B133C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4</w:t>
            </w:r>
            <w:r w:rsidR="00346C7A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0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A7517D" w:rsidRDefault="006B133C" w:rsidP="00620C88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Zestaw reanimacyjny </w:t>
            </w:r>
            <w:r w:rsidR="00BB6DE6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  <w:r w:rsidR="00765CE3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  <w:r w:rsidR="00487CD4"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Pr="00A7517D" w:rsidRDefault="006B133C" w:rsidP="00005341">
            <w:pPr>
              <w:rPr>
                <w:rFonts w:ascii="Calibri" w:hAnsi="Calibri" w:cs="Calibri"/>
                <w:szCs w:val="22"/>
                <w:lang w:val="en-US"/>
              </w:rPr>
            </w:pP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Wymiary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zewnętrzne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szer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/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wys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/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głęb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[mm.] – min. 300x450x300 Waga ok 10 kg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Materiał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– CORDURA, 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Cechy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materiału –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materiał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wysokogatunkowy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bardzo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mocny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odporny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na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otarcia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WKolor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czerwony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Oznaczenia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krzyż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św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Andrzeja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paski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odblaskowe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. W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skład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zestawu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wchodzą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: 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zestaw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intubacji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zestaw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iniekcji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, oraz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materaiały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dodatkowe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takie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jak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np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.: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nożycznki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rękawiczki</w:t>
            </w:r>
            <w:proofErr w:type="spellEnd"/>
            <w:r w:rsidRPr="006B133C">
              <w:rPr>
                <w:rFonts w:ascii="Calibri" w:hAnsi="Calibri" w:cs="Calibri"/>
                <w:sz w:val="18"/>
                <w:szCs w:val="18"/>
                <w:lang w:val="en-US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A9" w:rsidRDefault="008B7EA9" w:rsidP="00FB5800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</w:p>
          <w:p w:rsidR="008B7EA9" w:rsidRPr="00A7517D" w:rsidRDefault="00005341" w:rsidP="008B7EA9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EA9" w:rsidRDefault="008B7EA9" w:rsidP="00AB22F4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1C4C75" w:rsidRPr="001C2ABE" w:rsidRDefault="001C4C75" w:rsidP="00CE5E06">
      <w:pPr>
        <w:rPr>
          <w:rFonts w:ascii="Calibri" w:hAnsi="Calibri" w:cs="Calibri"/>
          <w:sz w:val="24"/>
          <w:szCs w:val="24"/>
        </w:rPr>
      </w:pPr>
    </w:p>
    <w:sectPr w:rsidR="001C4C75" w:rsidRPr="001C2ABE" w:rsidSect="008B7EA9">
      <w:headerReference w:type="default" r:id="rId9"/>
      <w:headerReference w:type="first" r:id="rId10"/>
      <w:pgSz w:w="11906" w:h="16838"/>
      <w:pgMar w:top="965" w:right="707" w:bottom="568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F4" w:rsidRDefault="00AB22F4">
      <w:r>
        <w:separator/>
      </w:r>
    </w:p>
  </w:endnote>
  <w:endnote w:type="continuationSeparator" w:id="0">
    <w:p w:rsidR="00AB22F4" w:rsidRDefault="00AB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F4" w:rsidRDefault="00AB22F4">
      <w:r>
        <w:separator/>
      </w:r>
    </w:p>
  </w:footnote>
  <w:footnote w:type="continuationSeparator" w:id="0">
    <w:p w:rsidR="00AB22F4" w:rsidRDefault="00AB2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Pr="002955FD" w:rsidRDefault="00AB22F4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684A48F" wp14:editId="39A9EC33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2F4" w:rsidRDefault="00AB22F4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6D729BB" wp14:editId="4768D688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BFAF2F4" wp14:editId="0547426D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2F4" w:rsidRPr="00E93286" w:rsidRDefault="00AB22F4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AB22F4" w:rsidRPr="002452CA" w:rsidRDefault="00AB22F4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F4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AB22F4" w:rsidRPr="00C62C75" w:rsidRDefault="00AB22F4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AB22F4" w:rsidRDefault="00AB22F4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AB22F4" w:rsidRPr="009722A1" w:rsidRDefault="00AB22F4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AB22F4" w:rsidRPr="009722A1" w:rsidRDefault="00AB22F4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E5E06" w:rsidRPr="00E93286" w:rsidRDefault="00CE5E06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E5E06" w:rsidRPr="002452CA" w:rsidRDefault="00CE5E06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E5E06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E5E06" w:rsidRPr="00C62C75" w:rsidRDefault="00CE5E06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E5E06" w:rsidRDefault="00CE5E06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faks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E5E06" w:rsidRPr="009722A1" w:rsidRDefault="00CE5E06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E5E06" w:rsidRPr="009722A1" w:rsidRDefault="00CE5E06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5341"/>
    <w:rsid w:val="000068C2"/>
    <w:rsid w:val="00006E5E"/>
    <w:rsid w:val="00013807"/>
    <w:rsid w:val="0004570E"/>
    <w:rsid w:val="00052E59"/>
    <w:rsid w:val="00053BE9"/>
    <w:rsid w:val="0005514F"/>
    <w:rsid w:val="00055C8B"/>
    <w:rsid w:val="00055FEA"/>
    <w:rsid w:val="00061F3F"/>
    <w:rsid w:val="00071980"/>
    <w:rsid w:val="00083829"/>
    <w:rsid w:val="000853FD"/>
    <w:rsid w:val="00091388"/>
    <w:rsid w:val="00091D1F"/>
    <w:rsid w:val="00092635"/>
    <w:rsid w:val="00093098"/>
    <w:rsid w:val="00094FA2"/>
    <w:rsid w:val="000A1311"/>
    <w:rsid w:val="000A69A2"/>
    <w:rsid w:val="000B52A1"/>
    <w:rsid w:val="000B62D0"/>
    <w:rsid w:val="000F60D9"/>
    <w:rsid w:val="001043FD"/>
    <w:rsid w:val="001061CD"/>
    <w:rsid w:val="0011612D"/>
    <w:rsid w:val="0011633D"/>
    <w:rsid w:val="0013241D"/>
    <w:rsid w:val="00142A56"/>
    <w:rsid w:val="00150F6E"/>
    <w:rsid w:val="0015222F"/>
    <w:rsid w:val="00153B3A"/>
    <w:rsid w:val="0015453B"/>
    <w:rsid w:val="001629BF"/>
    <w:rsid w:val="00170DE2"/>
    <w:rsid w:val="00175150"/>
    <w:rsid w:val="0018045D"/>
    <w:rsid w:val="001820E8"/>
    <w:rsid w:val="001845D2"/>
    <w:rsid w:val="001859FC"/>
    <w:rsid w:val="001A5C7C"/>
    <w:rsid w:val="001B6E19"/>
    <w:rsid w:val="001C04F8"/>
    <w:rsid w:val="001C2ABE"/>
    <w:rsid w:val="001C4C75"/>
    <w:rsid w:val="001E6BFE"/>
    <w:rsid w:val="001F33F5"/>
    <w:rsid w:val="001F43DB"/>
    <w:rsid w:val="002016F0"/>
    <w:rsid w:val="00212313"/>
    <w:rsid w:val="00214322"/>
    <w:rsid w:val="002154D2"/>
    <w:rsid w:val="0021779F"/>
    <w:rsid w:val="00220672"/>
    <w:rsid w:val="002452CA"/>
    <w:rsid w:val="00263BC4"/>
    <w:rsid w:val="0027419A"/>
    <w:rsid w:val="00285E00"/>
    <w:rsid w:val="002911E2"/>
    <w:rsid w:val="002955FD"/>
    <w:rsid w:val="00295CD4"/>
    <w:rsid w:val="002A1CC7"/>
    <w:rsid w:val="002B6A35"/>
    <w:rsid w:val="002E3AD5"/>
    <w:rsid w:val="002E54D4"/>
    <w:rsid w:val="002F0D92"/>
    <w:rsid w:val="002F2EE1"/>
    <w:rsid w:val="002F3B2E"/>
    <w:rsid w:val="0030324D"/>
    <w:rsid w:val="00305B86"/>
    <w:rsid w:val="003103E8"/>
    <w:rsid w:val="003166DC"/>
    <w:rsid w:val="003169D1"/>
    <w:rsid w:val="003329CD"/>
    <w:rsid w:val="0034407F"/>
    <w:rsid w:val="00344618"/>
    <w:rsid w:val="0034646D"/>
    <w:rsid w:val="00346C7A"/>
    <w:rsid w:val="00355357"/>
    <w:rsid w:val="00364C2F"/>
    <w:rsid w:val="0036586E"/>
    <w:rsid w:val="003813D4"/>
    <w:rsid w:val="0039653D"/>
    <w:rsid w:val="003B0287"/>
    <w:rsid w:val="003C4520"/>
    <w:rsid w:val="003C6348"/>
    <w:rsid w:val="003D2BBF"/>
    <w:rsid w:val="003E21C6"/>
    <w:rsid w:val="003F1C28"/>
    <w:rsid w:val="00402602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87CD4"/>
    <w:rsid w:val="0049086D"/>
    <w:rsid w:val="004A183B"/>
    <w:rsid w:val="004A4A6B"/>
    <w:rsid w:val="004B6ED3"/>
    <w:rsid w:val="004C325E"/>
    <w:rsid w:val="004C38DD"/>
    <w:rsid w:val="004D0D93"/>
    <w:rsid w:val="004E2079"/>
    <w:rsid w:val="004F6EAD"/>
    <w:rsid w:val="00510D01"/>
    <w:rsid w:val="00511499"/>
    <w:rsid w:val="00515204"/>
    <w:rsid w:val="00517FA7"/>
    <w:rsid w:val="005270DB"/>
    <w:rsid w:val="00532B3F"/>
    <w:rsid w:val="005335A0"/>
    <w:rsid w:val="00535EC9"/>
    <w:rsid w:val="00541E47"/>
    <w:rsid w:val="005451A4"/>
    <w:rsid w:val="00547B2F"/>
    <w:rsid w:val="00552891"/>
    <w:rsid w:val="0056380E"/>
    <w:rsid w:val="005666CF"/>
    <w:rsid w:val="00571D2A"/>
    <w:rsid w:val="005837D6"/>
    <w:rsid w:val="00590359"/>
    <w:rsid w:val="00590463"/>
    <w:rsid w:val="00591705"/>
    <w:rsid w:val="00595D12"/>
    <w:rsid w:val="005A054B"/>
    <w:rsid w:val="005B2325"/>
    <w:rsid w:val="005B3490"/>
    <w:rsid w:val="005B79C9"/>
    <w:rsid w:val="005C2AF6"/>
    <w:rsid w:val="005C2B7D"/>
    <w:rsid w:val="005C4038"/>
    <w:rsid w:val="005C6501"/>
    <w:rsid w:val="005D70EB"/>
    <w:rsid w:val="00612EF2"/>
    <w:rsid w:val="00612F22"/>
    <w:rsid w:val="00620C88"/>
    <w:rsid w:val="006221B2"/>
    <w:rsid w:val="0062582D"/>
    <w:rsid w:val="00630D01"/>
    <w:rsid w:val="00636A29"/>
    <w:rsid w:val="00640853"/>
    <w:rsid w:val="00670C3B"/>
    <w:rsid w:val="00673DAC"/>
    <w:rsid w:val="00691AAB"/>
    <w:rsid w:val="00697350"/>
    <w:rsid w:val="006A1685"/>
    <w:rsid w:val="006B133C"/>
    <w:rsid w:val="006C4003"/>
    <w:rsid w:val="006D0FC0"/>
    <w:rsid w:val="006D64B9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51984"/>
    <w:rsid w:val="00761E53"/>
    <w:rsid w:val="00765CE3"/>
    <w:rsid w:val="007801C1"/>
    <w:rsid w:val="0078319E"/>
    <w:rsid w:val="00786334"/>
    <w:rsid w:val="00786782"/>
    <w:rsid w:val="007A5DF7"/>
    <w:rsid w:val="007A7F7B"/>
    <w:rsid w:val="007B55A9"/>
    <w:rsid w:val="007B5A1B"/>
    <w:rsid w:val="007B7680"/>
    <w:rsid w:val="007D1AB8"/>
    <w:rsid w:val="007E2C59"/>
    <w:rsid w:val="007F2FCA"/>
    <w:rsid w:val="00801237"/>
    <w:rsid w:val="00810304"/>
    <w:rsid w:val="00816BF3"/>
    <w:rsid w:val="008221CF"/>
    <w:rsid w:val="008607B5"/>
    <w:rsid w:val="00861868"/>
    <w:rsid w:val="0086603C"/>
    <w:rsid w:val="008825E3"/>
    <w:rsid w:val="008836DB"/>
    <w:rsid w:val="00894DBC"/>
    <w:rsid w:val="008A2A30"/>
    <w:rsid w:val="008B25E2"/>
    <w:rsid w:val="008B7EA9"/>
    <w:rsid w:val="008C129B"/>
    <w:rsid w:val="008C12FD"/>
    <w:rsid w:val="008C567A"/>
    <w:rsid w:val="008D67E1"/>
    <w:rsid w:val="008F0187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5785E"/>
    <w:rsid w:val="009722A1"/>
    <w:rsid w:val="009834E0"/>
    <w:rsid w:val="00991823"/>
    <w:rsid w:val="00994D83"/>
    <w:rsid w:val="00997440"/>
    <w:rsid w:val="0099781D"/>
    <w:rsid w:val="009A7150"/>
    <w:rsid w:val="009A7971"/>
    <w:rsid w:val="009C121E"/>
    <w:rsid w:val="009C13BF"/>
    <w:rsid w:val="009C20B2"/>
    <w:rsid w:val="009C4077"/>
    <w:rsid w:val="009C49B6"/>
    <w:rsid w:val="009C641F"/>
    <w:rsid w:val="009E38E8"/>
    <w:rsid w:val="00A01918"/>
    <w:rsid w:val="00A05BCE"/>
    <w:rsid w:val="00A14C97"/>
    <w:rsid w:val="00A275E4"/>
    <w:rsid w:val="00A35B4B"/>
    <w:rsid w:val="00A374E0"/>
    <w:rsid w:val="00A40994"/>
    <w:rsid w:val="00A45ABC"/>
    <w:rsid w:val="00A710EC"/>
    <w:rsid w:val="00A7517D"/>
    <w:rsid w:val="00A8221E"/>
    <w:rsid w:val="00AA7446"/>
    <w:rsid w:val="00AB22F4"/>
    <w:rsid w:val="00AC26B9"/>
    <w:rsid w:val="00AC4034"/>
    <w:rsid w:val="00AC456E"/>
    <w:rsid w:val="00AE6EBC"/>
    <w:rsid w:val="00AF5AA5"/>
    <w:rsid w:val="00B0070E"/>
    <w:rsid w:val="00B12046"/>
    <w:rsid w:val="00B16D3F"/>
    <w:rsid w:val="00B24CE2"/>
    <w:rsid w:val="00B4509B"/>
    <w:rsid w:val="00B47F1E"/>
    <w:rsid w:val="00B53B7D"/>
    <w:rsid w:val="00B561D8"/>
    <w:rsid w:val="00B60991"/>
    <w:rsid w:val="00B63402"/>
    <w:rsid w:val="00B70578"/>
    <w:rsid w:val="00B75F85"/>
    <w:rsid w:val="00B80706"/>
    <w:rsid w:val="00B811CB"/>
    <w:rsid w:val="00B83973"/>
    <w:rsid w:val="00B87207"/>
    <w:rsid w:val="00B90C90"/>
    <w:rsid w:val="00BB4393"/>
    <w:rsid w:val="00BB65C8"/>
    <w:rsid w:val="00BB6DE6"/>
    <w:rsid w:val="00BB7BCA"/>
    <w:rsid w:val="00BE2017"/>
    <w:rsid w:val="00BF3066"/>
    <w:rsid w:val="00BF649B"/>
    <w:rsid w:val="00C03CA1"/>
    <w:rsid w:val="00C04633"/>
    <w:rsid w:val="00C12792"/>
    <w:rsid w:val="00C26D73"/>
    <w:rsid w:val="00C3576B"/>
    <w:rsid w:val="00C35B0D"/>
    <w:rsid w:val="00C36EB4"/>
    <w:rsid w:val="00C37982"/>
    <w:rsid w:val="00C4199E"/>
    <w:rsid w:val="00C57058"/>
    <w:rsid w:val="00C62C75"/>
    <w:rsid w:val="00C64001"/>
    <w:rsid w:val="00C7201D"/>
    <w:rsid w:val="00C8578D"/>
    <w:rsid w:val="00CB1A7F"/>
    <w:rsid w:val="00CB20E7"/>
    <w:rsid w:val="00CB23DC"/>
    <w:rsid w:val="00CB3723"/>
    <w:rsid w:val="00CC08DB"/>
    <w:rsid w:val="00CC292C"/>
    <w:rsid w:val="00CD10A8"/>
    <w:rsid w:val="00CD3297"/>
    <w:rsid w:val="00CD4E14"/>
    <w:rsid w:val="00CD5B8F"/>
    <w:rsid w:val="00CE5E06"/>
    <w:rsid w:val="00CE7CC7"/>
    <w:rsid w:val="00CF31CB"/>
    <w:rsid w:val="00CF710F"/>
    <w:rsid w:val="00D1253C"/>
    <w:rsid w:val="00D3375D"/>
    <w:rsid w:val="00D37C55"/>
    <w:rsid w:val="00D447D6"/>
    <w:rsid w:val="00D45115"/>
    <w:rsid w:val="00D54DDF"/>
    <w:rsid w:val="00D73773"/>
    <w:rsid w:val="00DA45CA"/>
    <w:rsid w:val="00DB4A3A"/>
    <w:rsid w:val="00DB6BEC"/>
    <w:rsid w:val="00DB79BF"/>
    <w:rsid w:val="00DE3B8A"/>
    <w:rsid w:val="00DE7142"/>
    <w:rsid w:val="00E2230B"/>
    <w:rsid w:val="00E22FB6"/>
    <w:rsid w:val="00E24346"/>
    <w:rsid w:val="00E2748A"/>
    <w:rsid w:val="00E3167F"/>
    <w:rsid w:val="00E31D68"/>
    <w:rsid w:val="00E41788"/>
    <w:rsid w:val="00E55C21"/>
    <w:rsid w:val="00E703EF"/>
    <w:rsid w:val="00E747DB"/>
    <w:rsid w:val="00E7633B"/>
    <w:rsid w:val="00E93286"/>
    <w:rsid w:val="00E97C3E"/>
    <w:rsid w:val="00EA2F88"/>
    <w:rsid w:val="00EB5DB2"/>
    <w:rsid w:val="00EC3C1F"/>
    <w:rsid w:val="00EF1B46"/>
    <w:rsid w:val="00EF1FFC"/>
    <w:rsid w:val="00F137F5"/>
    <w:rsid w:val="00F200A6"/>
    <w:rsid w:val="00F307A5"/>
    <w:rsid w:val="00F30DDA"/>
    <w:rsid w:val="00F65B20"/>
    <w:rsid w:val="00F7721B"/>
    <w:rsid w:val="00F77798"/>
    <w:rsid w:val="00F81A84"/>
    <w:rsid w:val="00F82827"/>
    <w:rsid w:val="00F83863"/>
    <w:rsid w:val="00F84718"/>
    <w:rsid w:val="00FA2EFF"/>
    <w:rsid w:val="00FA4AE3"/>
    <w:rsid w:val="00FB5800"/>
    <w:rsid w:val="00FD0A87"/>
    <w:rsid w:val="00FD50BD"/>
    <w:rsid w:val="00FD7DC2"/>
    <w:rsid w:val="00FE11F9"/>
    <w:rsid w:val="00F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52A1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,normalny tekst,Wypunktowanie,Obiekt,List Paragraph1,sw tekst,L1,Numerowanie,Akapit z listą BS,CW_Lista,Adresat stanowisko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Wypunktowanie Znak,Obiekt Znak,List Paragraph1 Znak,L1 Znak"/>
    <w:link w:val="Akapitzlist"/>
    <w:uiPriority w:val="34"/>
    <w:qFormat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B2421-D600-42EF-95E4-32E721BA3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1</TotalTime>
  <Pages>1</Pages>
  <Words>110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5</cp:revision>
  <cp:lastPrinted>2024-10-11T06:58:00Z</cp:lastPrinted>
  <dcterms:created xsi:type="dcterms:W3CDTF">2024-11-18T13:21:00Z</dcterms:created>
  <dcterms:modified xsi:type="dcterms:W3CDTF">2024-11-18T13:32:00Z</dcterms:modified>
</cp:coreProperties>
</file>