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8A86A" w14:textId="0017B9DF" w:rsidR="000C2176" w:rsidRDefault="00257DE5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ZP.</w:t>
      </w:r>
      <w:r w:rsidR="00177259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177259">
        <w:rPr>
          <w:rFonts w:cs="Arial"/>
          <w:sz w:val="20"/>
          <w:szCs w:val="20"/>
        </w:rPr>
        <w:t>.</w:t>
      </w:r>
      <w:r w:rsidR="007E6D05">
        <w:rPr>
          <w:rFonts w:cs="Arial"/>
          <w:sz w:val="20"/>
          <w:szCs w:val="20"/>
        </w:rPr>
        <w:t>3</w:t>
      </w:r>
      <w:r w:rsidR="00313244">
        <w:rPr>
          <w:rFonts w:cs="Arial"/>
          <w:sz w:val="20"/>
          <w:szCs w:val="20"/>
        </w:rPr>
        <w:t>.202</w:t>
      </w:r>
      <w:r w:rsidR="007E6D05">
        <w:rPr>
          <w:rFonts w:cs="Arial"/>
          <w:sz w:val="20"/>
          <w:szCs w:val="20"/>
        </w:rPr>
        <w:t>4</w:t>
      </w:r>
    </w:p>
    <w:p w14:paraId="2BE1B1D8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F3D7CE8" w14:textId="5EA3BACE" w:rsidR="000C2176" w:rsidRPr="0085728D" w:rsidRDefault="000C2176" w:rsidP="0085728D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66C1FFDF" w14:textId="0EA48D65" w:rsidR="00257DE5" w:rsidRDefault="000C2176" w:rsidP="00257DE5">
      <w:pPr>
        <w:jc w:val="right"/>
        <w:rPr>
          <w:rFonts w:cs="Arial"/>
          <w:bCs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ab/>
      </w:r>
      <w:r w:rsidR="00257DE5" w:rsidRPr="00BB6B3A">
        <w:rPr>
          <w:rFonts w:cs="Arial"/>
          <w:bCs/>
          <w:sz w:val="20"/>
          <w:szCs w:val="20"/>
          <w:lang w:eastAsia="en-US"/>
        </w:rPr>
        <w:t xml:space="preserve">POWIAT CHOJNICKI  </w:t>
      </w:r>
    </w:p>
    <w:p w14:paraId="136AD378" w14:textId="043F6223" w:rsidR="00257DE5" w:rsidRDefault="00257DE5" w:rsidP="00257DE5">
      <w:pPr>
        <w:jc w:val="right"/>
        <w:rPr>
          <w:rFonts w:cs="Arial"/>
          <w:bCs/>
          <w:sz w:val="20"/>
          <w:szCs w:val="20"/>
          <w:lang w:eastAsia="en-US"/>
        </w:rPr>
      </w:pPr>
      <w:r w:rsidRPr="00BB6B3A">
        <w:rPr>
          <w:rFonts w:cs="Arial"/>
          <w:bCs/>
          <w:sz w:val="20"/>
          <w:szCs w:val="20"/>
          <w:lang w:eastAsia="en-US"/>
        </w:rPr>
        <w:t xml:space="preserve">ul. 31 Stycznia 56 </w:t>
      </w:r>
    </w:p>
    <w:p w14:paraId="15CBE676" w14:textId="59D10367" w:rsidR="00257DE5" w:rsidRDefault="00257DE5" w:rsidP="00257DE5">
      <w:pPr>
        <w:jc w:val="right"/>
        <w:rPr>
          <w:rFonts w:cs="Arial"/>
          <w:b/>
          <w:i/>
        </w:rPr>
      </w:pPr>
      <w:r w:rsidRPr="00BB6B3A">
        <w:rPr>
          <w:rFonts w:cs="Arial"/>
          <w:bCs/>
          <w:sz w:val="20"/>
          <w:szCs w:val="20"/>
          <w:lang w:eastAsia="en-US"/>
        </w:rPr>
        <w:t>89-600 CHOJNICE</w:t>
      </w:r>
    </w:p>
    <w:p w14:paraId="04E0D9D6" w14:textId="77777777" w:rsidR="00257DE5" w:rsidRDefault="00257DE5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</w:p>
    <w:p w14:paraId="321371DF" w14:textId="7A17FA0E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2F0447A9" w14:textId="77777777" w:rsidR="000C2176" w:rsidRDefault="000C2176" w:rsidP="000C2176">
      <w:pPr>
        <w:rPr>
          <w:rFonts w:cs="Arial"/>
          <w:sz w:val="20"/>
          <w:szCs w:val="20"/>
        </w:rPr>
      </w:pPr>
    </w:p>
    <w:p w14:paraId="523DFB74" w14:textId="319F137B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3EBB10A7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2EE481E9" w14:textId="297AAEA3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628A6021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0F588949" w14:textId="345AE4F5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</w:p>
    <w:p w14:paraId="1E0E6C0A" w14:textId="77777777" w:rsidR="008745AB" w:rsidRPr="00EB76C0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52976D7D" w14:textId="3570B0DA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Tel</w:t>
      </w:r>
      <w:r w:rsidR="00A03598">
        <w:rPr>
          <w:rFonts w:cs="Arial"/>
          <w:sz w:val="20"/>
          <w:szCs w:val="20"/>
        </w:rPr>
        <w:t>efon</w:t>
      </w:r>
    </w:p>
    <w:p w14:paraId="3F3D7915" w14:textId="77777777" w:rsidR="008745AB" w:rsidRPr="00337357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650488D" w14:textId="39DD725A" w:rsidR="00E8370B" w:rsidRPr="00337357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Numer KRS</w:t>
      </w:r>
      <w:r w:rsidR="000C2176" w:rsidRPr="00337357">
        <w:rPr>
          <w:rFonts w:cs="Arial"/>
          <w:sz w:val="20"/>
          <w:szCs w:val="20"/>
        </w:rPr>
        <w:t>:</w:t>
      </w:r>
    </w:p>
    <w:p w14:paraId="20FC1188" w14:textId="466CE6E7" w:rsidR="000C2176" w:rsidRPr="00337357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NIP:</w:t>
      </w:r>
    </w:p>
    <w:p w14:paraId="01394CC0" w14:textId="08A1F6B2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</w:p>
    <w:p w14:paraId="4881C508" w14:textId="77777777" w:rsidR="008745AB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3FA3389" w14:textId="439D7F90" w:rsidR="003B7604" w:rsidRDefault="003B7604" w:rsidP="003B7604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                                                                                 w banku </w:t>
      </w:r>
    </w:p>
    <w:p w14:paraId="1657247B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18ED1B78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43E32F7C" w14:textId="51A086F6" w:rsidR="003B7604" w:rsidRDefault="00E8370B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1666697B" w14:textId="77777777" w:rsidR="003B7604" w:rsidRPr="003B7604" w:rsidRDefault="003B7604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</w:p>
    <w:p w14:paraId="7D370E45" w14:textId="1EFBFD54" w:rsidR="00142137" w:rsidRPr="00142137" w:rsidRDefault="000C2176" w:rsidP="00142137">
      <w:pPr>
        <w:jc w:val="both"/>
        <w:rPr>
          <w:rFonts w:cs="Arial"/>
          <w:b/>
          <w:bCs/>
          <w:sz w:val="20"/>
          <w:szCs w:val="20"/>
        </w:rPr>
      </w:pPr>
      <w:r w:rsidRPr="00DC2A92">
        <w:rPr>
          <w:rFonts w:cs="Arial"/>
          <w:sz w:val="20"/>
          <w:szCs w:val="20"/>
        </w:rPr>
        <w:t>Nawiązując do ogłoszenia</w:t>
      </w:r>
      <w:r w:rsidR="008745AB">
        <w:rPr>
          <w:rFonts w:cs="Arial"/>
          <w:sz w:val="20"/>
          <w:szCs w:val="20"/>
        </w:rPr>
        <w:t xml:space="preserve"> o zamówieniu</w:t>
      </w:r>
      <w:r w:rsidRPr="00DC2A92">
        <w:rPr>
          <w:rFonts w:cs="Arial"/>
          <w:sz w:val="20"/>
          <w:szCs w:val="20"/>
        </w:rPr>
        <w:t xml:space="preserve"> na </w:t>
      </w:r>
      <w:r w:rsidR="00A03598">
        <w:rPr>
          <w:rFonts w:cs="Arial"/>
          <w:sz w:val="20"/>
          <w:szCs w:val="20"/>
        </w:rPr>
        <w:t xml:space="preserve">usługi </w:t>
      </w:r>
      <w:r w:rsidRPr="00DC2A92">
        <w:rPr>
          <w:rFonts w:cs="Arial"/>
          <w:sz w:val="20"/>
          <w:szCs w:val="20"/>
        </w:rPr>
        <w:t>pn</w:t>
      </w:r>
      <w:r w:rsidR="00D17A2D">
        <w:rPr>
          <w:rFonts w:cs="Arial"/>
          <w:sz w:val="20"/>
          <w:szCs w:val="20"/>
        </w:rPr>
        <w:t>.</w:t>
      </w:r>
      <w:r w:rsidR="00D17A2D" w:rsidRPr="00D17A2D">
        <w:rPr>
          <w:rFonts w:cs="Arial"/>
          <w:b/>
          <w:sz w:val="20"/>
          <w:szCs w:val="20"/>
        </w:rPr>
        <w:t xml:space="preserve"> </w:t>
      </w:r>
      <w:bookmarkStart w:id="0" w:name="_Hlk3928222"/>
      <w:r w:rsidR="00142137" w:rsidRPr="00142137">
        <w:rPr>
          <w:rFonts w:cs="Arial"/>
          <w:b/>
          <w:bCs/>
          <w:sz w:val="20"/>
          <w:szCs w:val="20"/>
        </w:rPr>
        <w:t>Nadzór Inwestorski nad robotami budowlanymi branży elektrycznej dla zadania „ Modernizacja i poprawa efektywności energetycznej budynku Technikum im. Stefana Bieszka</w:t>
      </w:r>
      <w:r w:rsidR="00142137">
        <w:rPr>
          <w:rFonts w:cs="Arial"/>
          <w:b/>
          <w:bCs/>
          <w:sz w:val="20"/>
          <w:szCs w:val="20"/>
        </w:rPr>
        <w:t xml:space="preserve"> </w:t>
      </w:r>
      <w:r w:rsidR="00142137" w:rsidRPr="00142137">
        <w:rPr>
          <w:rFonts w:cs="Arial"/>
          <w:b/>
          <w:bCs/>
          <w:sz w:val="20"/>
          <w:szCs w:val="20"/>
        </w:rPr>
        <w:t>(Zespół Szkół w Chojnicach)”.</w:t>
      </w:r>
    </w:p>
    <w:bookmarkEnd w:id="0"/>
    <w:p w14:paraId="5133EBA4" w14:textId="442B7AD5" w:rsidR="003B7604" w:rsidRPr="008745AB" w:rsidRDefault="000C2176" w:rsidP="00D17A2D">
      <w:pPr>
        <w:jc w:val="both"/>
        <w:rPr>
          <w:rFonts w:cs="Arial"/>
          <w:b/>
          <w:sz w:val="20"/>
          <w:szCs w:val="20"/>
        </w:rPr>
      </w:pPr>
      <w:r w:rsidRPr="00DC2A92">
        <w:rPr>
          <w:rFonts w:cs="Arial"/>
          <w:sz w:val="20"/>
          <w:szCs w:val="20"/>
        </w:rPr>
        <w:t>składam(y) niniejszą ofertę:</w:t>
      </w:r>
    </w:p>
    <w:p w14:paraId="56804ED8" w14:textId="77777777" w:rsidR="000C2176" w:rsidRPr="000C2176" w:rsidRDefault="000C2176" w:rsidP="000C2176">
      <w:pPr>
        <w:rPr>
          <w:lang w:eastAsia="en-US"/>
        </w:rPr>
      </w:pPr>
    </w:p>
    <w:p w14:paraId="7E33E2F5" w14:textId="60C11345" w:rsidR="00D748CF" w:rsidRPr="00D748CF" w:rsidRDefault="00D748CF" w:rsidP="003B7604">
      <w:pPr>
        <w:pStyle w:val="Akapitzlist"/>
        <w:numPr>
          <w:ilvl w:val="0"/>
          <w:numId w:val="8"/>
        </w:numPr>
        <w:ind w:left="284" w:hanging="284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Oferujemy wykonanie w/w przedmiotu zamówienia za cenę ryczałtową brutto:</w:t>
      </w:r>
    </w:p>
    <w:p w14:paraId="2796CBBD" w14:textId="77777777" w:rsidR="00D748CF" w:rsidRPr="00D748CF" w:rsidRDefault="00D748CF" w:rsidP="00D748CF">
      <w:pPr>
        <w:pStyle w:val="Akapitzlist"/>
        <w:spacing w:after="100"/>
        <w:jc w:val="both"/>
        <w:rPr>
          <w:b/>
          <w:color w:val="FF0000"/>
          <w:sz w:val="20"/>
          <w:szCs w:val="20"/>
        </w:rPr>
      </w:pPr>
    </w:p>
    <w:p w14:paraId="4609AE9D" w14:textId="3E8BD108" w:rsidR="00D748CF" w:rsidRPr="003B7604" w:rsidRDefault="00D748CF" w:rsidP="003B7604">
      <w:pPr>
        <w:pStyle w:val="Akapitzlist"/>
        <w:spacing w:after="100"/>
        <w:ind w:hanging="720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 xml:space="preserve">CENA RYCZAŁTOWA BRUTTO </w:t>
      </w:r>
      <w:r w:rsidR="003B7604">
        <w:rPr>
          <w:b/>
          <w:sz w:val="20"/>
          <w:szCs w:val="20"/>
        </w:rPr>
        <w:t>:……….</w:t>
      </w:r>
      <w:r w:rsidRPr="003B7604">
        <w:rPr>
          <w:b/>
          <w:sz w:val="20"/>
          <w:szCs w:val="20"/>
        </w:rPr>
        <w:t>……………………………………………………….……………zł</w:t>
      </w:r>
    </w:p>
    <w:p w14:paraId="7C7CA482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54C00982" w14:textId="4592017A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(słownie):.…………………………………….……………………………….………………….............</w:t>
      </w:r>
      <w:r w:rsidR="003B7604">
        <w:rPr>
          <w:b/>
          <w:sz w:val="20"/>
          <w:szCs w:val="20"/>
        </w:rPr>
        <w:t>..............</w:t>
      </w:r>
      <w:r w:rsidRPr="00D748CF">
        <w:rPr>
          <w:b/>
          <w:sz w:val="20"/>
          <w:szCs w:val="20"/>
        </w:rPr>
        <w:t>..</w:t>
      </w:r>
    </w:p>
    <w:p w14:paraId="6639AAD9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4D5C32E1" w14:textId="2A4A7684" w:rsid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………...………………………………………….……………………………….………</w:t>
      </w:r>
      <w:r>
        <w:rPr>
          <w:b/>
          <w:sz w:val="20"/>
          <w:szCs w:val="20"/>
        </w:rPr>
        <w:t>…………</w:t>
      </w:r>
      <w:r w:rsidR="003B7604">
        <w:rPr>
          <w:b/>
          <w:sz w:val="20"/>
          <w:szCs w:val="20"/>
        </w:rPr>
        <w:t>………...</w:t>
      </w:r>
      <w:r>
        <w:rPr>
          <w:b/>
          <w:sz w:val="20"/>
          <w:szCs w:val="20"/>
        </w:rPr>
        <w:t>z</w:t>
      </w:r>
      <w:r w:rsidRPr="00D748CF">
        <w:rPr>
          <w:b/>
          <w:sz w:val="20"/>
          <w:szCs w:val="20"/>
        </w:rPr>
        <w:t>łotych</w:t>
      </w:r>
    </w:p>
    <w:p w14:paraId="3A39ACA2" w14:textId="77777777" w:rsidR="003B7604" w:rsidRDefault="003B7604" w:rsidP="00D17A2D">
      <w:pPr>
        <w:spacing w:after="100"/>
        <w:rPr>
          <w:b/>
          <w:sz w:val="20"/>
          <w:szCs w:val="20"/>
        </w:rPr>
      </w:pPr>
    </w:p>
    <w:p w14:paraId="2E4DB1CA" w14:textId="77777777" w:rsidR="00142137" w:rsidRDefault="00142137" w:rsidP="00D17A2D">
      <w:pPr>
        <w:spacing w:after="100"/>
        <w:rPr>
          <w:b/>
          <w:sz w:val="20"/>
          <w:szCs w:val="20"/>
        </w:rPr>
      </w:pPr>
    </w:p>
    <w:p w14:paraId="234EF7AE" w14:textId="77777777" w:rsidR="00142137" w:rsidRDefault="00142137" w:rsidP="00D17A2D">
      <w:pPr>
        <w:spacing w:after="100"/>
        <w:rPr>
          <w:b/>
          <w:sz w:val="20"/>
          <w:szCs w:val="20"/>
        </w:rPr>
      </w:pPr>
    </w:p>
    <w:p w14:paraId="07E50FA6" w14:textId="77777777" w:rsidR="00142137" w:rsidRDefault="00142137" w:rsidP="00D17A2D">
      <w:pPr>
        <w:spacing w:after="100"/>
        <w:rPr>
          <w:b/>
          <w:sz w:val="20"/>
          <w:szCs w:val="20"/>
        </w:rPr>
      </w:pPr>
    </w:p>
    <w:p w14:paraId="0AAEC26B" w14:textId="77777777" w:rsidR="00142137" w:rsidRPr="00D17A2D" w:rsidRDefault="00142137" w:rsidP="00D17A2D">
      <w:pPr>
        <w:spacing w:after="100"/>
        <w:rPr>
          <w:b/>
          <w:sz w:val="20"/>
          <w:szCs w:val="20"/>
        </w:rPr>
      </w:pPr>
    </w:p>
    <w:p w14:paraId="6F874CFC" w14:textId="259A67D6" w:rsidR="00B60FD7" w:rsidRPr="00BC35DE" w:rsidRDefault="00B60FD7" w:rsidP="003B7604">
      <w:pPr>
        <w:pStyle w:val="Akapitzlist"/>
        <w:numPr>
          <w:ilvl w:val="0"/>
          <w:numId w:val="8"/>
        </w:numPr>
        <w:spacing w:line="600" w:lineRule="auto"/>
        <w:ind w:left="284" w:hanging="284"/>
        <w:jc w:val="both"/>
        <w:rPr>
          <w:rFonts w:cs="Arial"/>
          <w:b/>
          <w:sz w:val="20"/>
        </w:rPr>
      </w:pPr>
      <w:r w:rsidRPr="00B60FD7">
        <w:rPr>
          <w:rFonts w:cs="Arial"/>
          <w:b/>
          <w:sz w:val="20"/>
        </w:rPr>
        <w:lastRenderedPageBreak/>
        <w:t>Oświadczamy, że:</w:t>
      </w:r>
    </w:p>
    <w:p w14:paraId="34A14EAB" w14:textId="77777777" w:rsidR="00B60FD7" w:rsidRPr="00CB5120" w:rsidRDefault="00B60FD7" w:rsidP="00B60FD7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color w:val="70AD47"/>
          <w:sz w:val="20"/>
          <w:szCs w:val="20"/>
        </w:rPr>
      </w:pPr>
      <w:r w:rsidRPr="00CB5120">
        <w:rPr>
          <w:rFonts w:cs="Arial"/>
          <w:b/>
          <w:sz w:val="20"/>
          <w:szCs w:val="20"/>
        </w:rPr>
        <w:t>osoba: ……….……………………………………</w:t>
      </w:r>
      <w:r>
        <w:rPr>
          <w:rFonts w:cs="Arial"/>
          <w:b/>
          <w:sz w:val="20"/>
          <w:szCs w:val="20"/>
        </w:rPr>
        <w:t>….</w:t>
      </w:r>
      <w:r w:rsidRPr="00CB5120">
        <w:rPr>
          <w:rFonts w:cs="Arial"/>
          <w:b/>
          <w:sz w:val="20"/>
          <w:szCs w:val="20"/>
        </w:rPr>
        <w:t xml:space="preserve">. </w:t>
      </w:r>
      <w:r w:rsidRPr="00CB5120">
        <w:rPr>
          <w:rFonts w:cs="Arial"/>
          <w:i/>
          <w:sz w:val="20"/>
          <w:szCs w:val="20"/>
        </w:rPr>
        <w:t>(wpisać imię i nazwisko</w:t>
      </w:r>
      <w:r w:rsidRPr="00CB5120">
        <w:rPr>
          <w:rFonts w:cs="Arial"/>
          <w:sz w:val="20"/>
          <w:szCs w:val="20"/>
        </w:rPr>
        <w:t>),</w:t>
      </w:r>
      <w:r w:rsidRPr="00CB5120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która będzie pełnić funkcję</w:t>
      </w:r>
      <w:r w:rsidRPr="00CB5120">
        <w:rPr>
          <w:rFonts w:cs="Arial"/>
          <w:b/>
          <w:color w:val="70AD47"/>
          <w:sz w:val="20"/>
          <w:szCs w:val="20"/>
        </w:rPr>
        <w:t xml:space="preserve"> </w:t>
      </w:r>
    </w:p>
    <w:p w14:paraId="5726EA93" w14:textId="4A17F691" w:rsidR="00142137" w:rsidRPr="00142137" w:rsidRDefault="00142137" w:rsidP="00142137">
      <w:pPr>
        <w:keepNext/>
        <w:spacing w:before="120" w:line="276" w:lineRule="auto"/>
        <w:jc w:val="both"/>
        <w:outlineLvl w:val="3"/>
        <w:rPr>
          <w:rFonts w:cs="Arial"/>
          <w:b/>
          <w:bCs/>
          <w:sz w:val="20"/>
          <w:szCs w:val="20"/>
        </w:rPr>
      </w:pPr>
      <w:r w:rsidRPr="00142137">
        <w:rPr>
          <w:rFonts w:cs="Arial"/>
          <w:b/>
          <w:bCs/>
          <w:sz w:val="20"/>
          <w:szCs w:val="20"/>
        </w:rPr>
        <w:t>inspektora nadzoru robót branży elektrycznej</w:t>
      </w:r>
      <w:r>
        <w:rPr>
          <w:rFonts w:cs="Arial"/>
          <w:b/>
          <w:bCs/>
          <w:sz w:val="20"/>
          <w:szCs w:val="20"/>
        </w:rPr>
        <w:t xml:space="preserve">, </w:t>
      </w:r>
      <w:r w:rsidRPr="007F144B">
        <w:rPr>
          <w:rFonts w:cs="Arial"/>
          <w:b/>
          <w:bCs/>
          <w:sz w:val="20"/>
          <w:szCs w:val="20"/>
        </w:rPr>
        <w:t>posiadająca uprawnienia budowlane do kierowania robotami budowlanymi bez ograniczeń  w specjalności instalacyjnej w zakresie sieci, instalacji i urządzeń elektrycznych i elektroenergetycznych:</w:t>
      </w:r>
      <w:r>
        <w:rPr>
          <w:rFonts w:cs="Arial"/>
          <w:b/>
          <w:bCs/>
          <w:sz w:val="20"/>
          <w:szCs w:val="20"/>
        </w:rPr>
        <w:t xml:space="preserve"> </w:t>
      </w:r>
      <w:r w:rsidRPr="00142137">
        <w:rPr>
          <w:rFonts w:cs="Arial"/>
          <w:b/>
          <w:bCs/>
          <w:sz w:val="20"/>
          <w:szCs w:val="20"/>
        </w:rPr>
        <w:t>jako inspektor nadzoru robót branży elektrycznej, posiada doświadczenie w pełnieniu funkcji inspektora nadzoru inwestorskiego nad robót budowlanymi branży elektrycznej, lub kierownika budowy robót branży elektrycznej na:</w:t>
      </w:r>
    </w:p>
    <w:p w14:paraId="30279C1B" w14:textId="77777777" w:rsidR="00142137" w:rsidRDefault="00142137" w:rsidP="00142137">
      <w:pPr>
        <w:pStyle w:val="Akapitzlist"/>
        <w:keepNext/>
        <w:numPr>
          <w:ilvl w:val="0"/>
          <w:numId w:val="17"/>
        </w:numPr>
        <w:spacing w:before="120" w:line="276" w:lineRule="auto"/>
        <w:jc w:val="both"/>
        <w:outlineLvl w:val="3"/>
        <w:rPr>
          <w:rFonts w:cs="Arial"/>
          <w:sz w:val="20"/>
          <w:szCs w:val="20"/>
        </w:rPr>
      </w:pPr>
      <w:r w:rsidRPr="00142137">
        <w:rPr>
          <w:rFonts w:cs="Arial"/>
          <w:sz w:val="20"/>
          <w:szCs w:val="20"/>
        </w:rPr>
        <w:t xml:space="preserve">jednej budowie, odbudowie, rozbudowie, nadbudowie lub przebudowie budynku o wartości robót budowlanych branży elektrycznej  minimum  0,5 mln zł. brutto </w:t>
      </w:r>
    </w:p>
    <w:p w14:paraId="51777E8A" w14:textId="4B810848" w:rsidR="00142137" w:rsidRPr="00142137" w:rsidRDefault="00142137" w:rsidP="00142137">
      <w:pPr>
        <w:pStyle w:val="Akapitzlist"/>
        <w:keepNext/>
        <w:spacing w:before="120" w:line="276" w:lineRule="auto"/>
        <w:jc w:val="both"/>
        <w:outlineLvl w:val="3"/>
        <w:rPr>
          <w:rFonts w:cs="Arial"/>
          <w:sz w:val="20"/>
          <w:szCs w:val="20"/>
        </w:rPr>
      </w:pPr>
      <w:r w:rsidRPr="00142137">
        <w:rPr>
          <w:rFonts w:cs="Arial"/>
          <w:sz w:val="20"/>
          <w:szCs w:val="20"/>
        </w:rPr>
        <w:t xml:space="preserve"> </w:t>
      </w:r>
    </w:p>
    <w:p w14:paraId="703E56F6" w14:textId="0315B17D" w:rsidR="00142137" w:rsidRPr="00142137" w:rsidRDefault="00142137" w:rsidP="00142137">
      <w:pPr>
        <w:pStyle w:val="Akapitzlist"/>
        <w:keepNext/>
        <w:numPr>
          <w:ilvl w:val="0"/>
          <w:numId w:val="17"/>
        </w:numPr>
        <w:spacing w:before="120" w:line="276" w:lineRule="auto"/>
        <w:jc w:val="both"/>
        <w:outlineLvl w:val="3"/>
        <w:rPr>
          <w:rFonts w:cs="Arial"/>
          <w:sz w:val="20"/>
          <w:szCs w:val="20"/>
        </w:rPr>
      </w:pPr>
      <w:r w:rsidRPr="00142137">
        <w:rPr>
          <w:rFonts w:cs="Arial"/>
          <w:sz w:val="20"/>
          <w:szCs w:val="20"/>
        </w:rPr>
        <w:t>dwóch  budowach, odbudowach,  rozbudowach, nadbudowach lub przebudowach budynku  o wartości robót budowlanych branży elektrycznej dla każdej inwestycji minimum 0,5 mln zł. brutto</w:t>
      </w:r>
    </w:p>
    <w:p w14:paraId="3ABAD554" w14:textId="31193D69" w:rsidR="00D17A2D" w:rsidRPr="00D17A2D" w:rsidRDefault="00D17A2D" w:rsidP="00142137">
      <w:pPr>
        <w:keepNext/>
        <w:spacing w:before="120" w:line="276" w:lineRule="auto"/>
        <w:jc w:val="both"/>
        <w:outlineLvl w:val="3"/>
        <w:rPr>
          <w:rFonts w:eastAsia="Calibri" w:cs="Arial"/>
          <w:bCs/>
          <w:sz w:val="20"/>
          <w:szCs w:val="20"/>
          <w:lang w:eastAsia="en-US"/>
        </w:rPr>
      </w:pPr>
    </w:p>
    <w:p w14:paraId="791FDA74" w14:textId="0C0A2519" w:rsidR="00B60FD7" w:rsidRPr="0085728D" w:rsidRDefault="00B60FD7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 xml:space="preserve">wpisać słownie: </w:t>
      </w:r>
      <w:r w:rsidR="0085728D" w:rsidRPr="0085728D">
        <w:rPr>
          <w:rFonts w:cs="Arial"/>
          <w:bCs/>
          <w:i/>
          <w:iCs/>
          <w:sz w:val="20"/>
          <w:szCs w:val="20"/>
        </w:rPr>
        <w:t xml:space="preserve"> </w:t>
      </w:r>
      <w:r w:rsidRPr="00D748CF">
        <w:rPr>
          <w:rFonts w:cs="Arial"/>
          <w:b/>
          <w:sz w:val="20"/>
          <w:szCs w:val="20"/>
        </w:rPr>
        <w:t>…….……………………</w:t>
      </w:r>
      <w:r w:rsidR="0085728D"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……………………………</w:t>
      </w:r>
    </w:p>
    <w:p w14:paraId="5E84D915" w14:textId="5B39176B" w:rsidR="0085728D" w:rsidRPr="0085728D" w:rsidRDefault="0085728D" w:rsidP="0085728D">
      <w:pPr>
        <w:tabs>
          <w:tab w:val="left" w:pos="1701"/>
        </w:tabs>
        <w:suppressAutoHyphens/>
        <w:autoSpaceDE w:val="0"/>
        <w:autoSpaceDN w:val="0"/>
        <w:jc w:val="center"/>
        <w:textAlignment w:val="baseline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(</w:t>
      </w:r>
      <w:r w:rsidRPr="0085728D">
        <w:rPr>
          <w:rFonts w:cs="Arial"/>
          <w:i/>
          <w:iCs/>
          <w:sz w:val="20"/>
          <w:szCs w:val="20"/>
        </w:rPr>
        <w:t xml:space="preserve">jednej, dwóch </w:t>
      </w:r>
      <w:r w:rsidR="00CE6FA8">
        <w:rPr>
          <w:rFonts w:cs="Arial"/>
          <w:i/>
          <w:iCs/>
          <w:sz w:val="20"/>
          <w:szCs w:val="20"/>
        </w:rPr>
        <w:t>budowach</w:t>
      </w:r>
      <w:r w:rsidRPr="0085728D">
        <w:rPr>
          <w:rFonts w:cs="Arial"/>
          <w:i/>
          <w:iCs/>
          <w:sz w:val="20"/>
          <w:szCs w:val="20"/>
        </w:rPr>
        <w:t xml:space="preserve"> )</w:t>
      </w:r>
    </w:p>
    <w:p w14:paraId="6C6CA7E1" w14:textId="77777777" w:rsidR="00707BA3" w:rsidRPr="00D748CF" w:rsidRDefault="00707BA3" w:rsidP="00D748CF">
      <w:pPr>
        <w:tabs>
          <w:tab w:val="left" w:pos="1701"/>
        </w:tabs>
        <w:suppressAutoHyphens/>
        <w:autoSpaceDE w:val="0"/>
        <w:autoSpaceDN w:val="0"/>
        <w:textAlignment w:val="baseline"/>
      </w:pPr>
    </w:p>
    <w:p w14:paraId="560C81C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38DAE5C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40AE48F4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793198EC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7EC47F3B" w14:textId="5FB633DB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>
        <w:rPr>
          <w:rFonts w:cs="Arial"/>
          <w:sz w:val="20"/>
          <w:szCs w:val="20"/>
        </w:rPr>
        <w:t xml:space="preserve"> dokumentacją </w:t>
      </w:r>
      <w:r w:rsidR="008E0BEF">
        <w:rPr>
          <w:rFonts w:cs="Arial"/>
          <w:sz w:val="20"/>
          <w:szCs w:val="20"/>
        </w:rPr>
        <w:t>projektową</w:t>
      </w:r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>WZ</w:t>
      </w:r>
      <w:r w:rsidRPr="009E1AD7">
        <w:rPr>
          <w:rFonts w:cs="Arial"/>
          <w:sz w:val="20"/>
          <w:szCs w:val="20"/>
        </w:rPr>
        <w:t>,</w:t>
      </w:r>
    </w:p>
    <w:p w14:paraId="5351F10B" w14:textId="77777777" w:rsidR="00B60FD7" w:rsidRPr="00B60FD7" w:rsidRDefault="00B60FD7" w:rsidP="00B60FD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>i 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9992185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52A79BB8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030DC8B9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2DA23BE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459A1541" w14:textId="77777777" w:rsidR="000C2176" w:rsidRDefault="000C2176" w:rsidP="000C217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C2176" w:rsidRPr="007B1C9D" w14:paraId="174F4B45" w14:textId="77777777" w:rsidTr="00BC0E0C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32E384D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F32CC12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ACBB02C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3325576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0562AA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A6E295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C2176" w:rsidRPr="007B1C9D" w14:paraId="7EBF357A" w14:textId="77777777" w:rsidTr="00BC0E0C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8074113" w14:textId="77777777" w:rsidR="000C2176" w:rsidRPr="000C2176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95859C9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D792C5E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CA7DC66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C2176" w:rsidRPr="007B1C9D" w14:paraId="7E1982C3" w14:textId="77777777" w:rsidTr="00BC0E0C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3966A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E152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F7A27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E7F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C2176" w:rsidRPr="007B1C9D" w14:paraId="7EC8A2E0" w14:textId="77777777" w:rsidTr="00BC0E0C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A7956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DB3E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A9E3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3CDB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21D55B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6A6D8446" w14:textId="77777777" w:rsidR="000C2176" w:rsidRPr="003E0E15" w:rsidRDefault="000C2176" w:rsidP="000C2176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06785FF4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5305C40B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1F3EC0E0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457A13E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775AB6DF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E26720F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53F29CC3" w14:textId="153E5FF6" w:rsidR="000C2176" w:rsidRDefault="000C2176" w:rsidP="000C2176">
      <w:pPr>
        <w:rPr>
          <w:rFonts w:cs="Arial"/>
          <w:i/>
          <w:sz w:val="16"/>
          <w:szCs w:val="16"/>
        </w:rPr>
      </w:pPr>
    </w:p>
    <w:p w14:paraId="14F40F5A" w14:textId="77777777" w:rsidR="003B7604" w:rsidRPr="003D2F96" w:rsidRDefault="003B7604" w:rsidP="000C2176">
      <w:pPr>
        <w:rPr>
          <w:rFonts w:cs="Arial"/>
          <w:i/>
          <w:sz w:val="16"/>
          <w:szCs w:val="16"/>
        </w:rPr>
      </w:pPr>
    </w:p>
    <w:p w14:paraId="1D74D3A9" w14:textId="77777777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5E8C6AC" w14:textId="3CED18C6" w:rsid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DC46FB" w14:textId="77777777" w:rsidR="003B7604" w:rsidRPr="002A6B66" w:rsidRDefault="003B7604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1A8AE0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0B4E9DC7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62078C12" w14:textId="610216F1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3E3F327C" w14:textId="5B9C3D18" w:rsidR="00E8370B" w:rsidRPr="008745AB" w:rsidRDefault="00E8370B" w:rsidP="008745A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3B7604">
        <w:rPr>
          <w:rFonts w:cs="Arial"/>
          <w:sz w:val="20"/>
          <w:szCs w:val="20"/>
        </w:rPr>
        <w:t xml:space="preserve">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600E9B4A" w14:textId="2B68517B" w:rsidR="003B7604" w:rsidRPr="003B7604" w:rsidRDefault="003B7604" w:rsidP="003B7604">
      <w:pPr>
        <w:rPr>
          <w:rFonts w:cs="Arial"/>
          <w:b/>
          <w:sz w:val="20"/>
          <w:szCs w:val="20"/>
        </w:rPr>
      </w:pPr>
    </w:p>
    <w:p w14:paraId="5C0AAF3A" w14:textId="77777777" w:rsidR="003B7604" w:rsidRDefault="003B7604" w:rsidP="00E8370B">
      <w:pPr>
        <w:pStyle w:val="Akapitzlist"/>
        <w:rPr>
          <w:rFonts w:cs="Arial"/>
          <w:b/>
          <w:sz w:val="20"/>
          <w:szCs w:val="20"/>
        </w:rPr>
      </w:pPr>
    </w:p>
    <w:p w14:paraId="1980A627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772D7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BB864C1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3BFE041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1AEF1D14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23B4960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BB3A13" w14:textId="67EA6D22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07925E75" w14:textId="77777777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043032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05DCDB38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</w:t>
      </w:r>
      <w:r w:rsidR="00930251">
        <w:rPr>
          <w:rFonts w:cs="Arial"/>
          <w:b/>
          <w:sz w:val="16"/>
          <w:szCs w:val="16"/>
        </w:rPr>
        <w:t xml:space="preserve">kroprzedsiębiorstwem bądź małym, </w:t>
      </w:r>
      <w:r w:rsidRPr="004B1992">
        <w:rPr>
          <w:rFonts w:cs="Arial"/>
          <w:b/>
          <w:sz w:val="16"/>
          <w:szCs w:val="16"/>
        </w:rPr>
        <w:t xml:space="preserve">średnim </w:t>
      </w:r>
      <w:r w:rsidR="00930251">
        <w:rPr>
          <w:rFonts w:cs="Arial"/>
          <w:b/>
          <w:sz w:val="16"/>
          <w:szCs w:val="16"/>
        </w:rPr>
        <w:t xml:space="preserve"> lub dużym </w:t>
      </w:r>
      <w:r w:rsidRPr="004B1992">
        <w:rPr>
          <w:rFonts w:cs="Arial"/>
          <w:b/>
          <w:sz w:val="16"/>
          <w:szCs w:val="16"/>
        </w:rPr>
        <w:t>przedsiębiorstwem?</w:t>
      </w:r>
    </w:p>
    <w:p w14:paraId="04D2A3FA" w14:textId="77777777" w:rsidR="000C2176" w:rsidRPr="004B1992" w:rsidRDefault="00930251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1FE95CE1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69CD9E9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5A60A5FF" w14:textId="77777777" w:rsidR="00930251" w:rsidRPr="00930251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48CD061F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7C70AEF8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9F56CE3" w14:textId="77777777" w:rsidR="000C2176" w:rsidRPr="00930251" w:rsidRDefault="000C2176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5EFFA2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281A20D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232890A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C026F1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11A2C205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2BFA04D2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197BF50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25931D6E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7DCD5BD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0E005FCC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F67C810" w14:textId="54C7A80C" w:rsidR="000C2176" w:rsidRDefault="000C2176" w:rsidP="000C2176">
      <w:pPr>
        <w:rPr>
          <w:rFonts w:cs="Arial"/>
          <w:sz w:val="20"/>
          <w:szCs w:val="20"/>
        </w:rPr>
      </w:pPr>
    </w:p>
    <w:p w14:paraId="0A86AC7B" w14:textId="6B938F2C" w:rsidR="00CE6FA8" w:rsidRDefault="00CE6FA8" w:rsidP="000C2176">
      <w:pPr>
        <w:rPr>
          <w:rFonts w:cs="Arial"/>
          <w:sz w:val="20"/>
          <w:szCs w:val="20"/>
        </w:rPr>
      </w:pPr>
    </w:p>
    <w:p w14:paraId="16E8766F" w14:textId="6F144614" w:rsidR="00CE6FA8" w:rsidRDefault="00CE6FA8" w:rsidP="000C2176">
      <w:pPr>
        <w:rPr>
          <w:rFonts w:cs="Arial"/>
          <w:sz w:val="20"/>
          <w:szCs w:val="20"/>
        </w:rPr>
      </w:pPr>
    </w:p>
    <w:p w14:paraId="77D17196" w14:textId="77777777" w:rsidR="00CE6FA8" w:rsidRPr="00061553" w:rsidRDefault="00CE6FA8" w:rsidP="000C2176">
      <w:pPr>
        <w:rPr>
          <w:rFonts w:cs="Arial"/>
          <w:sz w:val="20"/>
          <w:szCs w:val="20"/>
        </w:rPr>
      </w:pPr>
    </w:p>
    <w:p w14:paraId="0B72D513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E6FA8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E6FA8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CE6FA8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CE6FA8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CE6FA8">
        <w:rPr>
          <w:rFonts w:cs="Arial"/>
          <w:b/>
          <w:sz w:val="20"/>
          <w:szCs w:val="20"/>
          <w:highlight w:val="yellow"/>
        </w:rPr>
        <w:br/>
        <w:t>w imieniu Wykonawcy</w:t>
      </w:r>
    </w:p>
    <w:sectPr w:rsidR="00CA20F9" w:rsidRPr="00E2298C" w:rsidSect="00370AEE">
      <w:pgSz w:w="11906" w:h="16838" w:code="9"/>
      <w:pgMar w:top="1108" w:right="1133" w:bottom="1418" w:left="1418" w:header="340" w:footer="4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EB572" w14:textId="77777777" w:rsidR="00370AEE" w:rsidRDefault="00370AEE">
      <w:r>
        <w:separator/>
      </w:r>
    </w:p>
  </w:endnote>
  <w:endnote w:type="continuationSeparator" w:id="0">
    <w:p w14:paraId="2EE6E1BE" w14:textId="77777777" w:rsidR="00370AEE" w:rsidRDefault="00370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12CE1" w14:textId="77777777" w:rsidR="00370AEE" w:rsidRDefault="00370AEE">
      <w:r>
        <w:separator/>
      </w:r>
    </w:p>
  </w:footnote>
  <w:footnote w:type="continuationSeparator" w:id="0">
    <w:p w14:paraId="331AEBD2" w14:textId="77777777" w:rsidR="00370AEE" w:rsidRDefault="00370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7658B8"/>
    <w:multiLevelType w:val="hybridMultilevel"/>
    <w:tmpl w:val="BF86F3AE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0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12592"/>
    <w:multiLevelType w:val="multilevel"/>
    <w:tmpl w:val="2926F42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648A4B13"/>
    <w:multiLevelType w:val="hybridMultilevel"/>
    <w:tmpl w:val="C38A08FC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5A013B"/>
    <w:multiLevelType w:val="hybridMultilevel"/>
    <w:tmpl w:val="45C8601A"/>
    <w:lvl w:ilvl="0" w:tplc="02DE5C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2A79BE"/>
    <w:multiLevelType w:val="hybridMultilevel"/>
    <w:tmpl w:val="A5AA027A"/>
    <w:lvl w:ilvl="0" w:tplc="C5D64B08">
      <w:start w:val="1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533311">
    <w:abstractNumId w:val="6"/>
  </w:num>
  <w:num w:numId="2" w16cid:durableId="479687491">
    <w:abstractNumId w:val="5"/>
  </w:num>
  <w:num w:numId="3" w16cid:durableId="960654042">
    <w:abstractNumId w:val="3"/>
  </w:num>
  <w:num w:numId="4" w16cid:durableId="1498114899">
    <w:abstractNumId w:val="2"/>
  </w:num>
  <w:num w:numId="5" w16cid:durableId="435640673">
    <w:abstractNumId w:val="9"/>
  </w:num>
  <w:num w:numId="6" w16cid:durableId="623079396">
    <w:abstractNumId w:val="13"/>
  </w:num>
  <w:num w:numId="7" w16cid:durableId="1820803447">
    <w:abstractNumId w:val="0"/>
  </w:num>
  <w:num w:numId="8" w16cid:durableId="252512673">
    <w:abstractNumId w:val="10"/>
  </w:num>
  <w:num w:numId="9" w16cid:durableId="473373497">
    <w:abstractNumId w:val="4"/>
  </w:num>
  <w:num w:numId="10" w16cid:durableId="410548678">
    <w:abstractNumId w:val="1"/>
  </w:num>
  <w:num w:numId="11" w16cid:durableId="794442640">
    <w:abstractNumId w:val="15"/>
  </w:num>
  <w:num w:numId="12" w16cid:durableId="510068442">
    <w:abstractNumId w:val="7"/>
  </w:num>
  <w:num w:numId="13" w16cid:durableId="1297101073">
    <w:abstractNumId w:val="11"/>
  </w:num>
  <w:num w:numId="14" w16cid:durableId="207644832">
    <w:abstractNumId w:val="16"/>
  </w:num>
  <w:num w:numId="15" w16cid:durableId="603029011">
    <w:abstractNumId w:val="14"/>
  </w:num>
  <w:num w:numId="16" w16cid:durableId="2098164035">
    <w:abstractNumId w:val="12"/>
  </w:num>
  <w:num w:numId="17" w16cid:durableId="7559785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950D7"/>
    <w:rsid w:val="000C2176"/>
    <w:rsid w:val="000D283E"/>
    <w:rsid w:val="000D39B7"/>
    <w:rsid w:val="00100DBB"/>
    <w:rsid w:val="00102E49"/>
    <w:rsid w:val="00124D4A"/>
    <w:rsid w:val="00130B23"/>
    <w:rsid w:val="001413F0"/>
    <w:rsid w:val="00142137"/>
    <w:rsid w:val="001467B2"/>
    <w:rsid w:val="0016487F"/>
    <w:rsid w:val="00177259"/>
    <w:rsid w:val="001B210F"/>
    <w:rsid w:val="001B77FC"/>
    <w:rsid w:val="001C7ACF"/>
    <w:rsid w:val="001F73A4"/>
    <w:rsid w:val="00225BC9"/>
    <w:rsid w:val="00226044"/>
    <w:rsid w:val="00233BB7"/>
    <w:rsid w:val="00241C1F"/>
    <w:rsid w:val="002425AE"/>
    <w:rsid w:val="00257DE5"/>
    <w:rsid w:val="002A5DC7"/>
    <w:rsid w:val="002A6B66"/>
    <w:rsid w:val="002C6347"/>
    <w:rsid w:val="002D07D3"/>
    <w:rsid w:val="002F5751"/>
    <w:rsid w:val="00310EF7"/>
    <w:rsid w:val="00313244"/>
    <w:rsid w:val="00320AAC"/>
    <w:rsid w:val="00325198"/>
    <w:rsid w:val="00337357"/>
    <w:rsid w:val="0035482A"/>
    <w:rsid w:val="003619F2"/>
    <w:rsid w:val="00365820"/>
    <w:rsid w:val="00370AEE"/>
    <w:rsid w:val="003865BB"/>
    <w:rsid w:val="003934F9"/>
    <w:rsid w:val="003A042A"/>
    <w:rsid w:val="003B72CA"/>
    <w:rsid w:val="003B7604"/>
    <w:rsid w:val="003C2916"/>
    <w:rsid w:val="003C554F"/>
    <w:rsid w:val="003D23BF"/>
    <w:rsid w:val="003E3CB7"/>
    <w:rsid w:val="003F331B"/>
    <w:rsid w:val="0040149C"/>
    <w:rsid w:val="00414478"/>
    <w:rsid w:val="00420390"/>
    <w:rsid w:val="00426FBE"/>
    <w:rsid w:val="0045078D"/>
    <w:rsid w:val="004861BD"/>
    <w:rsid w:val="00492BD3"/>
    <w:rsid w:val="004B70BD"/>
    <w:rsid w:val="004F1E8A"/>
    <w:rsid w:val="00510772"/>
    <w:rsid w:val="0052111D"/>
    <w:rsid w:val="00537F26"/>
    <w:rsid w:val="00552AB8"/>
    <w:rsid w:val="005760A9"/>
    <w:rsid w:val="005836D9"/>
    <w:rsid w:val="00592B13"/>
    <w:rsid w:val="00594464"/>
    <w:rsid w:val="005A0BC7"/>
    <w:rsid w:val="005A7E1F"/>
    <w:rsid w:val="005C6716"/>
    <w:rsid w:val="005C6D87"/>
    <w:rsid w:val="00622781"/>
    <w:rsid w:val="006379C4"/>
    <w:rsid w:val="00640BFF"/>
    <w:rsid w:val="00666C47"/>
    <w:rsid w:val="00676853"/>
    <w:rsid w:val="00687E6B"/>
    <w:rsid w:val="0069621B"/>
    <w:rsid w:val="006F0DD7"/>
    <w:rsid w:val="006F209E"/>
    <w:rsid w:val="00707BA3"/>
    <w:rsid w:val="00727F94"/>
    <w:rsid w:val="007337EB"/>
    <w:rsid w:val="00734C4F"/>
    <w:rsid w:val="00745D18"/>
    <w:rsid w:val="00776530"/>
    <w:rsid w:val="00791E8E"/>
    <w:rsid w:val="007A0003"/>
    <w:rsid w:val="007A0109"/>
    <w:rsid w:val="007B230F"/>
    <w:rsid w:val="007B2500"/>
    <w:rsid w:val="007B7E0B"/>
    <w:rsid w:val="007D61D6"/>
    <w:rsid w:val="007E1B19"/>
    <w:rsid w:val="007E6D05"/>
    <w:rsid w:val="007F3623"/>
    <w:rsid w:val="00827311"/>
    <w:rsid w:val="00834BB4"/>
    <w:rsid w:val="00835187"/>
    <w:rsid w:val="00846C9A"/>
    <w:rsid w:val="00856E3A"/>
    <w:rsid w:val="0085728D"/>
    <w:rsid w:val="008745AB"/>
    <w:rsid w:val="00886091"/>
    <w:rsid w:val="00890BDD"/>
    <w:rsid w:val="008945D9"/>
    <w:rsid w:val="008A2728"/>
    <w:rsid w:val="008C0260"/>
    <w:rsid w:val="008E0BEF"/>
    <w:rsid w:val="00930251"/>
    <w:rsid w:val="00931315"/>
    <w:rsid w:val="009523F9"/>
    <w:rsid w:val="00964610"/>
    <w:rsid w:val="00993031"/>
    <w:rsid w:val="009A6542"/>
    <w:rsid w:val="009D53E0"/>
    <w:rsid w:val="009D71C1"/>
    <w:rsid w:val="009F2CF0"/>
    <w:rsid w:val="00A03598"/>
    <w:rsid w:val="00A04690"/>
    <w:rsid w:val="00A40DD3"/>
    <w:rsid w:val="00A6777B"/>
    <w:rsid w:val="00A8311B"/>
    <w:rsid w:val="00AF39E6"/>
    <w:rsid w:val="00B01F08"/>
    <w:rsid w:val="00B16E8F"/>
    <w:rsid w:val="00B30401"/>
    <w:rsid w:val="00B60FD7"/>
    <w:rsid w:val="00B6637D"/>
    <w:rsid w:val="00B81819"/>
    <w:rsid w:val="00BB76D0"/>
    <w:rsid w:val="00BC35DE"/>
    <w:rsid w:val="00BC363C"/>
    <w:rsid w:val="00BF1314"/>
    <w:rsid w:val="00C62C24"/>
    <w:rsid w:val="00C635B6"/>
    <w:rsid w:val="00C74595"/>
    <w:rsid w:val="00C909B9"/>
    <w:rsid w:val="00CA20F9"/>
    <w:rsid w:val="00CB7F6F"/>
    <w:rsid w:val="00CC263D"/>
    <w:rsid w:val="00CE005B"/>
    <w:rsid w:val="00CE0898"/>
    <w:rsid w:val="00CE6FA8"/>
    <w:rsid w:val="00CF1A4A"/>
    <w:rsid w:val="00CF7137"/>
    <w:rsid w:val="00D0361A"/>
    <w:rsid w:val="00D130F8"/>
    <w:rsid w:val="00D17A2D"/>
    <w:rsid w:val="00D30ADD"/>
    <w:rsid w:val="00D33AB2"/>
    <w:rsid w:val="00D43A0D"/>
    <w:rsid w:val="00D46867"/>
    <w:rsid w:val="00D526F3"/>
    <w:rsid w:val="00D60507"/>
    <w:rsid w:val="00D748CF"/>
    <w:rsid w:val="00DC2A92"/>
    <w:rsid w:val="00DC733E"/>
    <w:rsid w:val="00DC7A64"/>
    <w:rsid w:val="00DF57BE"/>
    <w:rsid w:val="00E06500"/>
    <w:rsid w:val="00E211A5"/>
    <w:rsid w:val="00E2298C"/>
    <w:rsid w:val="00E25A79"/>
    <w:rsid w:val="00E57060"/>
    <w:rsid w:val="00E8370B"/>
    <w:rsid w:val="00E87616"/>
    <w:rsid w:val="00E92047"/>
    <w:rsid w:val="00EA5C16"/>
    <w:rsid w:val="00EE10DE"/>
    <w:rsid w:val="00EE5E35"/>
    <w:rsid w:val="00EF000D"/>
    <w:rsid w:val="00F333B1"/>
    <w:rsid w:val="00F545A3"/>
    <w:rsid w:val="00F74332"/>
    <w:rsid w:val="00F75DF3"/>
    <w:rsid w:val="00FA2C29"/>
    <w:rsid w:val="00FA58FE"/>
    <w:rsid w:val="00FB5706"/>
    <w:rsid w:val="00FC368A"/>
    <w:rsid w:val="00FC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7A73BD3"/>
  <w15:docId w15:val="{4CC474B9-B5E1-4BA2-A28A-225AF702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0F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31</TotalTime>
  <Pages>1</Pages>
  <Words>938</Words>
  <Characters>5634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FORMULARZ OFERTOWY</vt:lpstr>
    </vt:vector>
  </TitlesOfParts>
  <Company>UMWP</Company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Arleta Matusik</cp:lastModifiedBy>
  <cp:revision>18</cp:revision>
  <cp:lastPrinted>2021-04-12T14:11:00Z</cp:lastPrinted>
  <dcterms:created xsi:type="dcterms:W3CDTF">2022-04-19T13:52:00Z</dcterms:created>
  <dcterms:modified xsi:type="dcterms:W3CDTF">2024-01-18T12:26:00Z</dcterms:modified>
</cp:coreProperties>
</file>