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AFC72E" w14:textId="77777777" w:rsidR="008B40FF" w:rsidRPr="000146EA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28E1BBF7" w:rsidR="00114920" w:rsidRPr="000146EA" w:rsidRDefault="00161055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0146EA">
        <w:rPr>
          <w:rFonts w:ascii="Arial" w:eastAsia="Times New Roman" w:hAnsi="Arial" w:cs="Arial"/>
          <w:bCs/>
          <w:szCs w:val="20"/>
          <w:lang w:val="pl-PL" w:eastAsia="pl-PL"/>
        </w:rPr>
        <w:t>Załącznik nr 7</w:t>
      </w:r>
      <w:r w:rsidR="00114920" w:rsidRPr="000146EA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0146EA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0146EA" w14:paraId="385FE44D" w14:textId="77777777" w:rsidTr="00D60B94">
        <w:tc>
          <w:tcPr>
            <w:tcW w:w="9062" w:type="dxa"/>
          </w:tcPr>
          <w:p w14:paraId="0B8E302C" w14:textId="77777777" w:rsidR="006848B5" w:rsidRPr="000146EA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0146EA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0146EA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14EFBF85" w:rsidR="00D60B94" w:rsidRPr="000146EA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0146EA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0146EA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iniejsze </w:t>
            </w:r>
            <w:r w:rsidR="00F1415B" w:rsidRPr="000146EA">
              <w:rPr>
                <w:rFonts w:ascii="Arial" w:eastAsia="Times New Roman" w:hAnsi="Arial" w:cs="Arial"/>
                <w:b/>
                <w:bCs/>
                <w:lang w:val="pl-PL" w:eastAsia="pl-PL"/>
              </w:rPr>
              <w:t>oświadczenie</w:t>
            </w:r>
            <w:r w:rsidRPr="000146EA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elektronicznym kwalifikowanym podpisem lub </w:t>
            </w:r>
            <w:r w:rsidR="0012559C" w:rsidRPr="000146EA">
              <w:rPr>
                <w:rFonts w:ascii="Arial" w:eastAsia="Times New Roman" w:hAnsi="Arial" w:cs="Arial"/>
                <w:b/>
                <w:bCs/>
                <w:lang w:val="pl-PL" w:eastAsia="pl-PL"/>
              </w:rPr>
              <w:t>elektronicznym</w:t>
            </w:r>
            <w:bookmarkStart w:id="0" w:name="_GoBack"/>
            <w:bookmarkEnd w:id="0"/>
            <w:r w:rsidR="0012559C" w:rsidRPr="000146EA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  <w:r w:rsidRPr="000146EA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12559C" w:rsidRPr="000146EA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0146EA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0146EA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0146EA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69071DD3" w:rsidR="00045861" w:rsidRPr="000146EA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0146EA">
        <w:rPr>
          <w:rFonts w:ascii="Arial" w:eastAsia="Times New Roman" w:hAnsi="Arial" w:cs="Arial"/>
          <w:b/>
          <w:bCs/>
          <w:lang w:val="pl-PL" w:eastAsia="pl-PL"/>
        </w:rPr>
        <w:tab/>
      </w:r>
      <w:r w:rsidRPr="000146EA">
        <w:rPr>
          <w:rFonts w:ascii="Arial" w:eastAsia="Times New Roman" w:hAnsi="Arial" w:cs="Arial"/>
          <w:b/>
          <w:bCs/>
          <w:lang w:val="pl-PL" w:eastAsia="pl-PL"/>
        </w:rPr>
        <w:tab/>
      </w:r>
      <w:r w:rsidRPr="000146EA">
        <w:rPr>
          <w:rFonts w:ascii="Arial" w:eastAsia="Times New Roman" w:hAnsi="Arial" w:cs="Arial"/>
          <w:b/>
          <w:bCs/>
          <w:lang w:val="pl-PL" w:eastAsia="pl-PL"/>
        </w:rPr>
        <w:tab/>
      </w:r>
      <w:r w:rsidRPr="000146EA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0146EA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0146EA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0146EA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0146EA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0146EA">
        <w:rPr>
          <w:rFonts w:ascii="Arial" w:eastAsia="Times New Roman" w:hAnsi="Arial" w:cs="Arial"/>
          <w:bCs/>
          <w:lang w:val="pl-PL" w:eastAsia="pl-PL"/>
        </w:rPr>
        <w:tab/>
      </w:r>
      <w:r w:rsidRPr="000146EA">
        <w:rPr>
          <w:rFonts w:ascii="Arial" w:eastAsia="Times New Roman" w:hAnsi="Arial" w:cs="Arial"/>
          <w:bCs/>
          <w:lang w:val="pl-PL" w:eastAsia="pl-PL"/>
        </w:rPr>
        <w:tab/>
      </w:r>
      <w:r w:rsidRPr="000146EA">
        <w:rPr>
          <w:rFonts w:ascii="Arial" w:eastAsia="Times New Roman" w:hAnsi="Arial" w:cs="Arial"/>
          <w:bCs/>
          <w:lang w:val="pl-PL" w:eastAsia="pl-PL"/>
        </w:rPr>
        <w:tab/>
      </w:r>
      <w:r w:rsidR="00D60B94" w:rsidRPr="000146EA">
        <w:rPr>
          <w:rFonts w:ascii="Arial" w:eastAsia="Times New Roman" w:hAnsi="Arial" w:cs="Arial"/>
          <w:bCs/>
          <w:lang w:val="pl-PL" w:eastAsia="pl-PL"/>
        </w:rPr>
        <w:tab/>
      </w:r>
      <w:r w:rsidRPr="000146EA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0146EA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0146EA">
        <w:rPr>
          <w:rFonts w:ascii="Arial" w:eastAsia="Times New Roman" w:hAnsi="Arial" w:cs="Arial"/>
          <w:bCs/>
          <w:lang w:val="pl-PL" w:eastAsia="pl-PL"/>
        </w:rPr>
        <w:tab/>
      </w:r>
      <w:r w:rsidRPr="000146EA">
        <w:rPr>
          <w:rFonts w:ascii="Arial" w:eastAsia="Times New Roman" w:hAnsi="Arial" w:cs="Arial"/>
          <w:bCs/>
          <w:lang w:val="pl-PL" w:eastAsia="pl-PL"/>
        </w:rPr>
        <w:tab/>
      </w:r>
      <w:r w:rsidRPr="000146EA">
        <w:rPr>
          <w:rFonts w:ascii="Arial" w:eastAsia="Times New Roman" w:hAnsi="Arial" w:cs="Arial"/>
          <w:bCs/>
          <w:lang w:val="pl-PL" w:eastAsia="pl-PL"/>
        </w:rPr>
        <w:tab/>
      </w:r>
      <w:r w:rsidR="00D60B94" w:rsidRPr="000146EA">
        <w:rPr>
          <w:rFonts w:ascii="Arial" w:eastAsia="Times New Roman" w:hAnsi="Arial" w:cs="Arial"/>
          <w:bCs/>
          <w:lang w:val="pl-PL" w:eastAsia="pl-PL"/>
        </w:rPr>
        <w:tab/>
      </w:r>
      <w:r w:rsidRPr="000146EA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0146EA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0146EA">
        <w:rPr>
          <w:rFonts w:ascii="Arial" w:eastAsia="Times New Roman" w:hAnsi="Arial" w:cs="Arial"/>
          <w:bCs/>
          <w:lang w:val="pl-PL" w:eastAsia="pl-PL"/>
        </w:rPr>
        <w:tab/>
      </w:r>
      <w:r w:rsidRPr="000146EA">
        <w:rPr>
          <w:rFonts w:ascii="Arial" w:eastAsia="Times New Roman" w:hAnsi="Arial" w:cs="Arial"/>
          <w:bCs/>
          <w:lang w:val="pl-PL" w:eastAsia="pl-PL"/>
        </w:rPr>
        <w:tab/>
      </w:r>
      <w:r w:rsidRPr="000146EA">
        <w:rPr>
          <w:rFonts w:ascii="Arial" w:eastAsia="Times New Roman" w:hAnsi="Arial" w:cs="Arial"/>
          <w:bCs/>
          <w:lang w:val="pl-PL" w:eastAsia="pl-PL"/>
        </w:rPr>
        <w:tab/>
      </w:r>
      <w:r w:rsidR="00D60B94" w:rsidRPr="000146EA">
        <w:rPr>
          <w:rFonts w:ascii="Arial" w:eastAsia="Times New Roman" w:hAnsi="Arial" w:cs="Arial"/>
          <w:bCs/>
          <w:lang w:val="pl-PL" w:eastAsia="pl-PL"/>
        </w:rPr>
        <w:tab/>
      </w:r>
      <w:r w:rsidRPr="000146EA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3A88846B" w14:textId="77777777" w:rsidR="00E86AB8" w:rsidRPr="000146EA" w:rsidRDefault="00E86AB8" w:rsidP="00E86AB8">
      <w:pPr>
        <w:spacing w:after="0" w:line="276" w:lineRule="auto"/>
        <w:rPr>
          <w:rFonts w:ascii="Arial" w:eastAsia="Times New Roman" w:hAnsi="Arial" w:cs="Arial"/>
          <w:b/>
          <w:lang w:val="pl-PL" w:eastAsia="pl-PL"/>
        </w:rPr>
      </w:pPr>
    </w:p>
    <w:p w14:paraId="10019A79" w14:textId="5162133A" w:rsidR="00E86AB8" w:rsidRPr="000146EA" w:rsidRDefault="00E86AB8" w:rsidP="00E86AB8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0146EA">
        <w:rPr>
          <w:rFonts w:ascii="Arial" w:eastAsia="Times New Roman" w:hAnsi="Arial" w:cs="Arial"/>
          <w:b/>
          <w:lang w:val="pl-PL" w:eastAsia="pl-PL"/>
        </w:rPr>
        <w:t>Wykonawcy wspólnie ubiegający się o udzielenie zamówienia:</w:t>
      </w:r>
    </w:p>
    <w:p w14:paraId="288FC88F" w14:textId="77777777" w:rsidR="00E86AB8" w:rsidRPr="000146EA" w:rsidRDefault="00E86AB8" w:rsidP="00E86AB8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0146EA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2F0DDD0F" w14:textId="4E5CD62E" w:rsidR="00E86AB8" w:rsidRPr="000146EA" w:rsidRDefault="00E86AB8" w:rsidP="00E86AB8">
      <w:pPr>
        <w:spacing w:after="200" w:line="276" w:lineRule="auto"/>
        <w:ind w:right="-30"/>
        <w:jc w:val="both"/>
        <w:rPr>
          <w:rFonts w:ascii="Arial" w:eastAsia="Times New Roman" w:hAnsi="Arial" w:cs="Arial"/>
          <w:i/>
          <w:lang w:val="pl-PL" w:eastAsia="pl-PL"/>
        </w:rPr>
      </w:pPr>
      <w:r w:rsidRPr="000146EA">
        <w:rPr>
          <w:rFonts w:ascii="Arial" w:eastAsia="Times New Roman" w:hAnsi="Arial" w:cs="Arial"/>
          <w:i/>
          <w:lang w:val="pl-PL" w:eastAsia="pl-PL"/>
        </w:rPr>
        <w:t>(nazwy (firmy)</w:t>
      </w:r>
      <w:r w:rsidRPr="000146EA">
        <w:t xml:space="preserve"> </w:t>
      </w:r>
      <w:r w:rsidR="00DB108E" w:rsidRPr="000146EA">
        <w:rPr>
          <w:rFonts w:ascii="Arial" w:eastAsia="Times New Roman" w:hAnsi="Arial" w:cs="Arial"/>
          <w:i/>
          <w:lang w:val="pl-PL" w:eastAsia="pl-PL"/>
        </w:rPr>
        <w:t>i siedziby</w:t>
      </w:r>
      <w:r w:rsidRPr="000146EA">
        <w:rPr>
          <w:rFonts w:ascii="Arial" w:eastAsia="Times New Roman" w:hAnsi="Arial" w:cs="Arial"/>
          <w:i/>
          <w:lang w:val="pl-PL" w:eastAsia="pl-PL"/>
        </w:rPr>
        <w:t xml:space="preserve"> wszystkich wspólników spółki cywi</w:t>
      </w:r>
      <w:r w:rsidR="0062460E" w:rsidRPr="000146EA">
        <w:rPr>
          <w:rFonts w:ascii="Arial" w:eastAsia="Times New Roman" w:hAnsi="Arial" w:cs="Arial"/>
          <w:i/>
          <w:lang w:val="pl-PL" w:eastAsia="pl-PL"/>
        </w:rPr>
        <w:t>lnej lub członków konsorcjum, w </w:t>
      </w:r>
      <w:r w:rsidRPr="000146EA">
        <w:rPr>
          <w:rFonts w:ascii="Arial" w:eastAsia="Times New Roman" w:hAnsi="Arial" w:cs="Arial"/>
          <w:i/>
          <w:lang w:val="pl-PL" w:eastAsia="pl-PL"/>
        </w:rPr>
        <w:t>zależności od podmiotu: NIP/PESEL, KRS/CEiDG)</w:t>
      </w:r>
    </w:p>
    <w:p w14:paraId="41E64A63" w14:textId="19986CCA" w:rsidR="00E86AB8" w:rsidRPr="000146EA" w:rsidRDefault="00E86AB8" w:rsidP="00E86AB8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0146EA">
        <w:rPr>
          <w:rFonts w:ascii="Arial" w:eastAsia="Times New Roman" w:hAnsi="Arial" w:cs="Arial"/>
          <w:u w:val="single"/>
          <w:lang w:val="pl-PL" w:eastAsia="pl-PL"/>
        </w:rPr>
        <w:t>reprezentowani przez:</w:t>
      </w:r>
    </w:p>
    <w:p w14:paraId="3AC08BCF" w14:textId="77777777" w:rsidR="00E86AB8" w:rsidRPr="000146EA" w:rsidRDefault="00E86AB8" w:rsidP="00E86AB8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0146EA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7C067DC" w14:textId="6E7A0A17" w:rsidR="00E86AB8" w:rsidRPr="000146EA" w:rsidRDefault="00E86AB8" w:rsidP="00E86AB8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0146EA">
        <w:rPr>
          <w:rFonts w:ascii="Arial" w:eastAsia="Times New Roman" w:hAnsi="Arial" w:cs="Arial"/>
          <w:i/>
          <w:lang w:val="pl-PL" w:eastAsia="pl-PL"/>
        </w:rPr>
        <w:t>(imię, n</w:t>
      </w:r>
      <w:r w:rsidR="008020F6" w:rsidRPr="000146EA">
        <w:rPr>
          <w:rFonts w:ascii="Arial" w:eastAsia="Times New Roman" w:hAnsi="Arial" w:cs="Arial"/>
          <w:i/>
          <w:lang w:val="pl-PL" w:eastAsia="pl-PL"/>
        </w:rPr>
        <w:t>azwisko, stanowisko/podstawa do</w:t>
      </w:r>
      <w:r w:rsidRPr="000146EA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0146EA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0C847F9F" w14:textId="4D39F6E2" w:rsidR="00F1415B" w:rsidRPr="000146EA" w:rsidRDefault="00F1415B" w:rsidP="00F1415B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0146EA">
        <w:rPr>
          <w:rFonts w:ascii="Arial" w:eastAsia="Times New Roman" w:hAnsi="Arial" w:cs="Arial"/>
          <w:b/>
          <w:u w:val="single"/>
          <w:lang w:val="pl-PL" w:eastAsia="pl-PL"/>
        </w:rPr>
        <w:t xml:space="preserve">Oświadczenie </w:t>
      </w:r>
      <w:r w:rsidR="00E86AB8" w:rsidRPr="000146EA">
        <w:rPr>
          <w:rFonts w:ascii="Arial" w:eastAsia="Times New Roman" w:hAnsi="Arial" w:cs="Arial"/>
          <w:b/>
          <w:u w:val="single"/>
          <w:lang w:val="pl-PL" w:eastAsia="pl-PL"/>
        </w:rPr>
        <w:t>Wykonawców wspólnie ubiegających się o udzielenie zamówienia</w:t>
      </w:r>
    </w:p>
    <w:p w14:paraId="5220B6D3" w14:textId="0A9072A1" w:rsidR="00F1415B" w:rsidRPr="000146EA" w:rsidRDefault="00E86AB8" w:rsidP="00F1415B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0146EA">
        <w:rPr>
          <w:rFonts w:ascii="Arial" w:eastAsia="Times New Roman" w:hAnsi="Arial" w:cs="Arial"/>
          <w:b/>
          <w:lang w:val="pl-PL" w:eastAsia="pl-PL"/>
        </w:rPr>
        <w:t>składane na podstawie art. 117 ust. 4</w:t>
      </w:r>
      <w:r w:rsidR="00F1415B" w:rsidRPr="000146EA">
        <w:rPr>
          <w:rFonts w:ascii="Arial" w:eastAsia="Times New Roman" w:hAnsi="Arial" w:cs="Arial"/>
          <w:b/>
          <w:lang w:val="pl-PL" w:eastAsia="pl-PL"/>
        </w:rPr>
        <w:t xml:space="preserve"> ustawy z dnia 11 września 2019 r. </w:t>
      </w:r>
    </w:p>
    <w:p w14:paraId="4C12A21B" w14:textId="77777777" w:rsidR="00F1415B" w:rsidRPr="000146EA" w:rsidRDefault="00F1415B" w:rsidP="00F1415B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0146EA">
        <w:rPr>
          <w:rFonts w:ascii="Arial" w:eastAsia="Times New Roman" w:hAnsi="Arial" w:cs="Arial"/>
          <w:b/>
          <w:lang w:val="pl-PL" w:eastAsia="pl-PL"/>
        </w:rPr>
        <w:t xml:space="preserve">–  Prawo zamówień publicznych (dalej jako: ustawa PZP), </w:t>
      </w:r>
    </w:p>
    <w:p w14:paraId="01E1BD67" w14:textId="76F4B2A4" w:rsidR="00F1415B" w:rsidRPr="000146EA" w:rsidRDefault="00896A4C" w:rsidP="00F1415B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0146EA">
        <w:rPr>
          <w:rFonts w:ascii="Arial" w:eastAsia="Times New Roman" w:hAnsi="Arial" w:cs="Arial"/>
          <w:b/>
          <w:u w:val="single"/>
          <w:lang w:val="pl-PL" w:eastAsia="pl-PL"/>
        </w:rPr>
        <w:t xml:space="preserve">Z KTÓREGO BĘDZIE WYNIKAĆ, KTÓRE USŁUGI WYKONAJĄ POSZCZEGÓLNI WYKONAWCY </w:t>
      </w:r>
    </w:p>
    <w:p w14:paraId="2C8D71FE" w14:textId="58655116" w:rsidR="00B57F47" w:rsidRPr="000146EA" w:rsidRDefault="00B57F47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7BE9E421" w14:textId="1EC26BA1" w:rsidR="00F1415B" w:rsidRPr="000146EA" w:rsidRDefault="00F1415B" w:rsidP="004A03A9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0146EA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prowadzonego w trybie podstawowym o jakim stanowi art. 275 pkt 2 ustawy z dnia 11 września 2019 r. – Prawo zamówień publicznych </w:t>
      </w:r>
      <w:r w:rsidR="00F84444" w:rsidRPr="000146EA">
        <w:rPr>
          <w:rFonts w:ascii="Arial" w:eastAsia="Times New Roman" w:hAnsi="Arial" w:cs="Arial"/>
          <w:lang w:val="pl-PL" w:eastAsia="pl-PL"/>
        </w:rPr>
        <w:t xml:space="preserve">na </w:t>
      </w:r>
      <w:r w:rsidR="00161055" w:rsidRPr="000146EA">
        <w:rPr>
          <w:rFonts w:ascii="Arial" w:eastAsia="Times New Roman" w:hAnsi="Arial" w:cs="Arial"/>
          <w:lang w:val="pl-PL" w:eastAsia="pl-PL"/>
        </w:rPr>
        <w:t>usługę</w:t>
      </w:r>
      <w:r w:rsidR="00F84444" w:rsidRPr="000146EA">
        <w:rPr>
          <w:rFonts w:ascii="Arial" w:eastAsia="Times New Roman" w:hAnsi="Arial" w:cs="Arial"/>
          <w:lang w:val="pl-PL" w:eastAsia="pl-PL"/>
        </w:rPr>
        <w:t xml:space="preserve"> pn.: </w:t>
      </w:r>
      <w:r w:rsidR="00F6360D" w:rsidRPr="000146EA">
        <w:rPr>
          <w:rFonts w:ascii="Arial" w:eastAsia="Times New Roman" w:hAnsi="Arial" w:cs="Arial"/>
          <w:lang w:val="pl-PL" w:eastAsia="pl-PL"/>
        </w:rPr>
        <w:t>„</w:t>
      </w:r>
      <w:r w:rsidR="00161055" w:rsidRPr="000146EA">
        <w:rPr>
          <w:rFonts w:ascii="Arial" w:eastAsia="Times New Roman" w:hAnsi="Arial" w:cs="Arial"/>
          <w:lang w:val="pl-PL" w:eastAsia="pl-PL"/>
        </w:rPr>
        <w:t>Rewaloryza</w:t>
      </w:r>
      <w:r w:rsidR="006F5CC5" w:rsidRPr="000146EA">
        <w:rPr>
          <w:rFonts w:ascii="Arial" w:eastAsia="Times New Roman" w:hAnsi="Arial" w:cs="Arial"/>
          <w:lang w:val="pl-PL" w:eastAsia="pl-PL"/>
        </w:rPr>
        <w:t>cja parku zabytkowego w Górze</w:t>
      </w:r>
      <w:r w:rsidR="00161055" w:rsidRPr="000146EA">
        <w:rPr>
          <w:rFonts w:ascii="Arial" w:eastAsia="Times New Roman" w:hAnsi="Arial" w:cs="Arial"/>
          <w:lang w:val="pl-PL" w:eastAsia="pl-PL"/>
        </w:rPr>
        <w:t xml:space="preserve"> – etap I</w:t>
      </w:r>
      <w:r w:rsidR="00F84444" w:rsidRPr="000146EA">
        <w:rPr>
          <w:rFonts w:ascii="Arial" w:eastAsia="Times New Roman" w:hAnsi="Arial" w:cs="Arial"/>
          <w:lang w:val="pl-PL" w:eastAsia="pl-PL"/>
        </w:rPr>
        <w:t>”</w:t>
      </w:r>
    </w:p>
    <w:p w14:paraId="41E4A710" w14:textId="1DC9E718" w:rsidR="00F1415B" w:rsidRPr="000146EA" w:rsidRDefault="00F1415B" w:rsidP="004A03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0"/>
          <w:szCs w:val="24"/>
          <w:lang w:val="pl-PL"/>
        </w:rPr>
      </w:pPr>
    </w:p>
    <w:p w14:paraId="71A20FD2" w14:textId="13FFD538" w:rsidR="00896A4C" w:rsidRPr="000146EA" w:rsidRDefault="00896A4C" w:rsidP="00896A4C">
      <w:pPr>
        <w:spacing w:after="0" w:line="276" w:lineRule="auto"/>
        <w:jc w:val="center"/>
        <w:rPr>
          <w:rFonts w:ascii="Arial" w:eastAsia="Times New Roman" w:hAnsi="Arial" w:cs="Arial"/>
          <w:szCs w:val="24"/>
          <w:lang w:val="pl-PL" w:eastAsia="pl-PL"/>
        </w:rPr>
      </w:pPr>
      <w:r w:rsidRPr="000146EA">
        <w:rPr>
          <w:rFonts w:ascii="Arial" w:eastAsia="Times New Roman" w:hAnsi="Arial" w:cs="Arial"/>
          <w:szCs w:val="24"/>
          <w:lang w:val="pl-PL" w:eastAsia="pl-PL"/>
        </w:rPr>
        <w:t>Stosownie do wymogów art. 117 ust. 4 ustawy PZP, ośw</w:t>
      </w:r>
      <w:r w:rsidR="00161055" w:rsidRPr="000146EA">
        <w:rPr>
          <w:rFonts w:ascii="Arial" w:eastAsia="Times New Roman" w:hAnsi="Arial" w:cs="Arial"/>
          <w:szCs w:val="24"/>
          <w:lang w:val="pl-PL" w:eastAsia="pl-PL"/>
        </w:rPr>
        <w:t>iadczamy że</w:t>
      </w:r>
      <w:r w:rsidRPr="000146EA">
        <w:rPr>
          <w:rFonts w:ascii="Arial" w:eastAsia="Times New Roman" w:hAnsi="Arial" w:cs="Arial"/>
          <w:szCs w:val="24"/>
          <w:lang w:val="pl-PL" w:eastAsia="pl-PL"/>
        </w:rPr>
        <w:t xml:space="preserve"> usługi wykonają poszczególni Wykonawcy wspólnie ubiegający się o udzielenie zamówienia zgodnie </w:t>
      </w:r>
      <w:r w:rsidR="00161055" w:rsidRPr="000146EA">
        <w:rPr>
          <w:rFonts w:ascii="Arial" w:eastAsia="Times New Roman" w:hAnsi="Arial" w:cs="Arial"/>
          <w:szCs w:val="24"/>
          <w:lang w:val="pl-PL" w:eastAsia="pl-PL"/>
        </w:rPr>
        <w:t xml:space="preserve">            </w:t>
      </w:r>
      <w:r w:rsidRPr="000146EA">
        <w:rPr>
          <w:rFonts w:ascii="Arial" w:eastAsia="Times New Roman" w:hAnsi="Arial" w:cs="Arial"/>
          <w:szCs w:val="24"/>
          <w:lang w:val="pl-PL" w:eastAsia="pl-PL"/>
        </w:rPr>
        <w:t>z poniższą tabelą: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954"/>
      </w:tblGrid>
      <w:tr w:rsidR="00DA4A37" w:rsidRPr="000146EA" w14:paraId="69BF4741" w14:textId="77777777" w:rsidTr="00896A4C">
        <w:tc>
          <w:tcPr>
            <w:tcW w:w="4111" w:type="dxa"/>
            <w:shd w:val="clear" w:color="auto" w:fill="auto"/>
            <w:vAlign w:val="center"/>
          </w:tcPr>
          <w:p w14:paraId="208DC7F0" w14:textId="0240F70D" w:rsidR="00896A4C" w:rsidRPr="000146EA" w:rsidRDefault="008020F6" w:rsidP="00896A4C">
            <w:pPr>
              <w:spacing w:after="0" w:line="276" w:lineRule="auto"/>
              <w:jc w:val="center"/>
              <w:rPr>
                <w:rFonts w:ascii="Arial" w:eastAsia="Times New Roman" w:hAnsi="Arial" w:cs="Arial"/>
                <w:szCs w:val="24"/>
                <w:lang w:val="pl-PL" w:eastAsia="pl-PL"/>
              </w:rPr>
            </w:pPr>
            <w:r w:rsidRPr="000146EA">
              <w:rPr>
                <w:rFonts w:ascii="Arial" w:eastAsia="Times New Roman" w:hAnsi="Arial" w:cs="Arial"/>
                <w:szCs w:val="24"/>
                <w:lang w:val="pl-PL" w:eastAsia="pl-PL"/>
              </w:rPr>
              <w:t>Nazwa i siedziba</w:t>
            </w:r>
            <w:r w:rsidR="00F7040B" w:rsidRPr="000146EA">
              <w:rPr>
                <w:rFonts w:ascii="Arial" w:eastAsia="Times New Roman" w:hAnsi="Arial" w:cs="Arial"/>
                <w:szCs w:val="24"/>
                <w:lang w:val="pl-PL" w:eastAsia="pl-PL"/>
              </w:rPr>
              <w:t xml:space="preserve"> </w:t>
            </w:r>
            <w:r w:rsidR="00896A4C" w:rsidRPr="000146EA">
              <w:rPr>
                <w:rFonts w:ascii="Arial" w:eastAsia="Times New Roman" w:hAnsi="Arial" w:cs="Arial"/>
                <w:szCs w:val="24"/>
                <w:lang w:val="pl-PL" w:eastAsia="pl-PL"/>
              </w:rPr>
              <w:t>Wykonawcy wspólnie ubiegającego się o udzielenie zamówienia</w:t>
            </w:r>
            <w:r w:rsidR="00F7040B" w:rsidRPr="000146EA">
              <w:rPr>
                <w:rFonts w:ascii="Arial" w:eastAsia="Times New Roman" w:hAnsi="Arial" w:cs="Arial"/>
                <w:szCs w:val="24"/>
                <w:lang w:val="pl-PL" w:eastAsia="pl-PL"/>
              </w:rPr>
              <w:t>, w zależności od podmiotu: NIP/PESEL, KRS/CEiDG</w:t>
            </w:r>
          </w:p>
        </w:tc>
        <w:tc>
          <w:tcPr>
            <w:tcW w:w="4954" w:type="dxa"/>
            <w:shd w:val="clear" w:color="auto" w:fill="auto"/>
            <w:vAlign w:val="center"/>
          </w:tcPr>
          <w:p w14:paraId="7A3BF8A8" w14:textId="58A37320" w:rsidR="00896A4C" w:rsidRPr="000146EA" w:rsidRDefault="00F7040B" w:rsidP="00161055">
            <w:pPr>
              <w:spacing w:after="0" w:line="276" w:lineRule="auto"/>
              <w:jc w:val="center"/>
              <w:rPr>
                <w:rFonts w:ascii="Arial" w:eastAsia="Times New Roman" w:hAnsi="Arial" w:cs="Arial"/>
                <w:szCs w:val="24"/>
                <w:lang w:val="pl-PL" w:eastAsia="pl-PL"/>
              </w:rPr>
            </w:pPr>
            <w:r w:rsidRPr="000146EA">
              <w:rPr>
                <w:rFonts w:ascii="Arial" w:eastAsia="Times New Roman" w:hAnsi="Arial" w:cs="Arial"/>
                <w:szCs w:val="24"/>
                <w:lang w:val="pl-PL" w:eastAsia="pl-PL"/>
              </w:rPr>
              <w:t>Zakres usług</w:t>
            </w:r>
            <w:r w:rsidR="00896A4C" w:rsidRPr="000146EA">
              <w:rPr>
                <w:rFonts w:ascii="Arial" w:eastAsia="Times New Roman" w:hAnsi="Arial" w:cs="Arial"/>
                <w:szCs w:val="24"/>
                <w:lang w:val="pl-PL" w:eastAsia="pl-PL"/>
              </w:rPr>
              <w:t>, który będzie wykonywał dany Wykonawca wspólnie ubiegający się o udzielenie zamówienia</w:t>
            </w:r>
          </w:p>
        </w:tc>
      </w:tr>
      <w:tr w:rsidR="00DA4A37" w:rsidRPr="000146EA" w14:paraId="0966500E" w14:textId="77777777" w:rsidTr="00896A4C">
        <w:tc>
          <w:tcPr>
            <w:tcW w:w="4111" w:type="dxa"/>
            <w:shd w:val="clear" w:color="auto" w:fill="auto"/>
          </w:tcPr>
          <w:p w14:paraId="6A1D7D20" w14:textId="77777777" w:rsidR="00896A4C" w:rsidRPr="000146EA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  <w:p w14:paraId="08561FC7" w14:textId="77777777" w:rsidR="00896A4C" w:rsidRPr="000146EA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  <w:tc>
          <w:tcPr>
            <w:tcW w:w="4954" w:type="dxa"/>
            <w:shd w:val="clear" w:color="auto" w:fill="auto"/>
          </w:tcPr>
          <w:p w14:paraId="6B0DBF07" w14:textId="77777777" w:rsidR="00896A4C" w:rsidRPr="000146EA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</w:tr>
      <w:tr w:rsidR="00DA4A37" w:rsidRPr="000146EA" w14:paraId="4F87858C" w14:textId="77777777" w:rsidTr="00896A4C">
        <w:tc>
          <w:tcPr>
            <w:tcW w:w="4111" w:type="dxa"/>
            <w:shd w:val="clear" w:color="auto" w:fill="auto"/>
          </w:tcPr>
          <w:p w14:paraId="3519DAC4" w14:textId="77777777" w:rsidR="00896A4C" w:rsidRPr="000146EA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  <w:p w14:paraId="3BEA5517" w14:textId="77777777" w:rsidR="00896A4C" w:rsidRPr="000146EA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  <w:tc>
          <w:tcPr>
            <w:tcW w:w="4954" w:type="dxa"/>
            <w:shd w:val="clear" w:color="auto" w:fill="auto"/>
          </w:tcPr>
          <w:p w14:paraId="27CF1C90" w14:textId="77777777" w:rsidR="00896A4C" w:rsidRPr="000146EA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</w:tr>
      <w:tr w:rsidR="00DA4A37" w:rsidRPr="000146EA" w14:paraId="4AA7BFDF" w14:textId="77777777" w:rsidTr="00F7040B">
        <w:trPr>
          <w:trHeight w:val="584"/>
        </w:trPr>
        <w:tc>
          <w:tcPr>
            <w:tcW w:w="4111" w:type="dxa"/>
            <w:shd w:val="clear" w:color="auto" w:fill="auto"/>
          </w:tcPr>
          <w:p w14:paraId="1458CA21" w14:textId="77777777" w:rsidR="00F7040B" w:rsidRPr="000146EA" w:rsidRDefault="00F7040B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  <w:tc>
          <w:tcPr>
            <w:tcW w:w="4954" w:type="dxa"/>
            <w:shd w:val="clear" w:color="auto" w:fill="auto"/>
          </w:tcPr>
          <w:p w14:paraId="2D4EFF60" w14:textId="77777777" w:rsidR="00F7040B" w:rsidRPr="000146EA" w:rsidRDefault="00F7040B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</w:tr>
    </w:tbl>
    <w:p w14:paraId="4745A6B0" w14:textId="77777777" w:rsidR="004A03A9" w:rsidRPr="00DA4A37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3B6976AE" w14:textId="0860D132" w:rsidR="002F6097" w:rsidRPr="00DA4A37" w:rsidRDefault="002F6097" w:rsidP="00F7040B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sectPr w:rsidR="002F6097" w:rsidRPr="00DA4A37" w:rsidSect="00407AFA">
      <w:headerReference w:type="default" r:id="rId8"/>
      <w:footerReference w:type="default" r:id="rId9"/>
      <w:pgSz w:w="11906" w:h="16838"/>
      <w:pgMar w:top="1702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105392" w14:textId="77777777" w:rsidR="007B4052" w:rsidRDefault="007B4052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7B4052" w:rsidRDefault="007B4052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1ACD7" w14:textId="2D1E146B" w:rsidR="007B4052" w:rsidRPr="00407AFA" w:rsidRDefault="007B4052" w:rsidP="00407AFA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18"/>
        <w:szCs w:val="24"/>
        <w:lang w:val="pl-PL" w:eastAsia="pl-PL"/>
      </w:rPr>
    </w:pPr>
    <w:r w:rsidRPr="00407AFA">
      <w:rPr>
        <w:rFonts w:ascii="Arial" w:eastAsia="Times New Roman" w:hAnsi="Arial" w:cs="Arial"/>
        <w:sz w:val="18"/>
        <w:szCs w:val="24"/>
        <w:lang w:val="pl-PL" w:eastAsia="pl-PL"/>
      </w:rPr>
      <w:t>Przedsięwzięcie pn.: „Rewaloryza</w:t>
    </w:r>
    <w:r>
      <w:rPr>
        <w:rFonts w:ascii="Arial" w:eastAsia="Times New Roman" w:hAnsi="Arial" w:cs="Arial"/>
        <w:sz w:val="18"/>
        <w:szCs w:val="24"/>
        <w:lang w:val="pl-PL" w:eastAsia="pl-PL"/>
      </w:rPr>
      <w:t>cja parku zabytkowego w Górze</w:t>
    </w:r>
    <w:r w:rsidRPr="00407AFA">
      <w:rPr>
        <w:rFonts w:ascii="Arial" w:eastAsia="Times New Roman" w:hAnsi="Arial" w:cs="Arial"/>
        <w:sz w:val="18"/>
        <w:szCs w:val="24"/>
        <w:lang w:val="pl-PL" w:eastAsia="pl-PL"/>
      </w:rPr>
      <w:t xml:space="preserve"> – etap I” dofinansowane ze środków Wojewódzkiego Funduszu Ochrony Środowiska i Gospodarki Wodnej w Poznaniu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B55877" w14:textId="77777777" w:rsidR="007B4052" w:rsidRDefault="007B4052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7B4052" w:rsidRDefault="007B4052" w:rsidP="00114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3EA740" w14:textId="269E7E43" w:rsidR="007B4052" w:rsidRDefault="007B4052" w:rsidP="00407AFA">
    <w:pPr>
      <w:pStyle w:val="Nagwek"/>
      <w:jc w:val="center"/>
    </w:pPr>
    <w:r>
      <w:rPr>
        <w:noProof/>
        <w:lang w:val="pl-PL" w:eastAsia="pl-PL"/>
      </w:rPr>
      <w:drawing>
        <wp:anchor distT="0" distB="0" distL="114300" distR="114300" simplePos="0" relativeHeight="251657216" behindDoc="1" locked="0" layoutInCell="1" allowOverlap="1" wp14:anchorId="127D60E6" wp14:editId="7B7C199C">
          <wp:simplePos x="0" y="0"/>
          <wp:positionH relativeFrom="column">
            <wp:posOffset>-248209</wp:posOffset>
          </wp:positionH>
          <wp:positionV relativeFrom="paragraph">
            <wp:posOffset>-3175</wp:posOffset>
          </wp:positionV>
          <wp:extent cx="6139180" cy="865505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9180" cy="865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300F7E42"/>
    <w:multiLevelType w:val="hybridMultilevel"/>
    <w:tmpl w:val="35567F70"/>
    <w:lvl w:ilvl="0" w:tplc="6750EC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146EA"/>
    <w:rsid w:val="00031626"/>
    <w:rsid w:val="00045861"/>
    <w:rsid w:val="00061D3F"/>
    <w:rsid w:val="000620CC"/>
    <w:rsid w:val="000A13A4"/>
    <w:rsid w:val="000A616B"/>
    <w:rsid w:val="000B5FC5"/>
    <w:rsid w:val="000B7AAE"/>
    <w:rsid w:val="000E38C3"/>
    <w:rsid w:val="000E47A9"/>
    <w:rsid w:val="000F4870"/>
    <w:rsid w:val="00105043"/>
    <w:rsid w:val="00105FEB"/>
    <w:rsid w:val="00106061"/>
    <w:rsid w:val="0011207D"/>
    <w:rsid w:val="00114920"/>
    <w:rsid w:val="0012559C"/>
    <w:rsid w:val="00161055"/>
    <w:rsid w:val="00166CD1"/>
    <w:rsid w:val="001A1A92"/>
    <w:rsid w:val="001C3DE6"/>
    <w:rsid w:val="001C4B89"/>
    <w:rsid w:val="002030DF"/>
    <w:rsid w:val="00227F27"/>
    <w:rsid w:val="00257C79"/>
    <w:rsid w:val="00262601"/>
    <w:rsid w:val="00273244"/>
    <w:rsid w:val="002810FF"/>
    <w:rsid w:val="00287319"/>
    <w:rsid w:val="00290764"/>
    <w:rsid w:val="002E0815"/>
    <w:rsid w:val="002F6097"/>
    <w:rsid w:val="0030038F"/>
    <w:rsid w:val="003334FE"/>
    <w:rsid w:val="00351D12"/>
    <w:rsid w:val="00370499"/>
    <w:rsid w:val="00376494"/>
    <w:rsid w:val="003C5436"/>
    <w:rsid w:val="003E4DE9"/>
    <w:rsid w:val="00407AFA"/>
    <w:rsid w:val="00455B56"/>
    <w:rsid w:val="00463D1C"/>
    <w:rsid w:val="004652E7"/>
    <w:rsid w:val="00467B91"/>
    <w:rsid w:val="004A03A9"/>
    <w:rsid w:val="004C7136"/>
    <w:rsid w:val="00504BE1"/>
    <w:rsid w:val="00505419"/>
    <w:rsid w:val="0051649C"/>
    <w:rsid w:val="0053299B"/>
    <w:rsid w:val="00567FD6"/>
    <w:rsid w:val="005A20AA"/>
    <w:rsid w:val="005A3F3C"/>
    <w:rsid w:val="006212FA"/>
    <w:rsid w:val="006217E6"/>
    <w:rsid w:val="0062460E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E31C0"/>
    <w:rsid w:val="006F5CC5"/>
    <w:rsid w:val="00707E7D"/>
    <w:rsid w:val="007761A5"/>
    <w:rsid w:val="007B4052"/>
    <w:rsid w:val="007D6B25"/>
    <w:rsid w:val="008015AC"/>
    <w:rsid w:val="008020F6"/>
    <w:rsid w:val="00864ACB"/>
    <w:rsid w:val="00892629"/>
    <w:rsid w:val="00896A4C"/>
    <w:rsid w:val="008A43D3"/>
    <w:rsid w:val="008B40FF"/>
    <w:rsid w:val="008F114B"/>
    <w:rsid w:val="009229B2"/>
    <w:rsid w:val="00932E9F"/>
    <w:rsid w:val="00953C75"/>
    <w:rsid w:val="009773A0"/>
    <w:rsid w:val="009806B5"/>
    <w:rsid w:val="00A422F7"/>
    <w:rsid w:val="00A47F53"/>
    <w:rsid w:val="00A5051A"/>
    <w:rsid w:val="00A5629E"/>
    <w:rsid w:val="00A72359"/>
    <w:rsid w:val="00A72DBC"/>
    <w:rsid w:val="00A7566F"/>
    <w:rsid w:val="00AA136D"/>
    <w:rsid w:val="00AB746B"/>
    <w:rsid w:val="00AD4917"/>
    <w:rsid w:val="00AE2426"/>
    <w:rsid w:val="00AE3F0A"/>
    <w:rsid w:val="00AE5442"/>
    <w:rsid w:val="00AF579D"/>
    <w:rsid w:val="00B007B0"/>
    <w:rsid w:val="00B07A36"/>
    <w:rsid w:val="00B128E0"/>
    <w:rsid w:val="00B12DB1"/>
    <w:rsid w:val="00B2331F"/>
    <w:rsid w:val="00B357AF"/>
    <w:rsid w:val="00B57F47"/>
    <w:rsid w:val="00BA4419"/>
    <w:rsid w:val="00BA7DA0"/>
    <w:rsid w:val="00BC260B"/>
    <w:rsid w:val="00BD48F6"/>
    <w:rsid w:val="00BD68C5"/>
    <w:rsid w:val="00BE05B3"/>
    <w:rsid w:val="00C506A8"/>
    <w:rsid w:val="00C57AFF"/>
    <w:rsid w:val="00C755C3"/>
    <w:rsid w:val="00C91DF3"/>
    <w:rsid w:val="00CF11DE"/>
    <w:rsid w:val="00CF4CF9"/>
    <w:rsid w:val="00D33B98"/>
    <w:rsid w:val="00D60B94"/>
    <w:rsid w:val="00D60D06"/>
    <w:rsid w:val="00DA1A72"/>
    <w:rsid w:val="00DA4A37"/>
    <w:rsid w:val="00DB108E"/>
    <w:rsid w:val="00E12E65"/>
    <w:rsid w:val="00E62097"/>
    <w:rsid w:val="00E6276C"/>
    <w:rsid w:val="00E676C8"/>
    <w:rsid w:val="00E84C9F"/>
    <w:rsid w:val="00E86AB8"/>
    <w:rsid w:val="00E91A90"/>
    <w:rsid w:val="00EA140E"/>
    <w:rsid w:val="00EA38EA"/>
    <w:rsid w:val="00EB4C4D"/>
    <w:rsid w:val="00EF008E"/>
    <w:rsid w:val="00F07B38"/>
    <w:rsid w:val="00F1415B"/>
    <w:rsid w:val="00F34631"/>
    <w:rsid w:val="00F51922"/>
    <w:rsid w:val="00F6360D"/>
    <w:rsid w:val="00F7040B"/>
    <w:rsid w:val="00F84444"/>
    <w:rsid w:val="00F92B55"/>
    <w:rsid w:val="00F945B4"/>
    <w:rsid w:val="00FA1816"/>
    <w:rsid w:val="00FA29F7"/>
    <w:rsid w:val="00FB2FC3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204D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60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60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D83C4FD2</Template>
  <TotalTime>544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Monika Gola</cp:lastModifiedBy>
  <cp:revision>119</cp:revision>
  <cp:lastPrinted>2021-02-15T11:36:00Z</cp:lastPrinted>
  <dcterms:created xsi:type="dcterms:W3CDTF">2021-02-04T12:40:00Z</dcterms:created>
  <dcterms:modified xsi:type="dcterms:W3CDTF">2024-08-06T08:51:00Z</dcterms:modified>
</cp:coreProperties>
</file>