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F9B3C" w14:textId="77777777" w:rsidR="00963AAA" w:rsidRDefault="00963AAA" w:rsidP="00D82AC8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D17C48A" w14:textId="77777777" w:rsidR="00963AAA" w:rsidRDefault="00963AAA" w:rsidP="00D82AC8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FDB3039" w14:textId="77777777" w:rsidR="00963AAA" w:rsidRDefault="00963AAA" w:rsidP="00D82AC8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1F84BB9" w14:textId="73DBBC7E" w:rsidR="00436CFE" w:rsidRDefault="00D522B3" w:rsidP="00D82AC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31F49">
        <w:rPr>
          <w:rFonts w:ascii="Arial" w:eastAsia="Calibri" w:hAnsi="Arial" w:cs="Arial"/>
          <w:sz w:val="24"/>
          <w:szCs w:val="24"/>
        </w:rPr>
        <w:t>W odpow</w:t>
      </w:r>
      <w:r w:rsidR="00CA0D3B" w:rsidRPr="00D31F49">
        <w:rPr>
          <w:rFonts w:ascii="Arial" w:eastAsia="Calibri" w:hAnsi="Arial" w:cs="Arial"/>
          <w:sz w:val="24"/>
          <w:szCs w:val="24"/>
        </w:rPr>
        <w:t>iedzi na Państwa</w:t>
      </w:r>
      <w:r w:rsidR="00E20D31">
        <w:rPr>
          <w:rFonts w:ascii="Arial" w:eastAsia="Calibri" w:hAnsi="Arial" w:cs="Arial"/>
          <w:sz w:val="24"/>
          <w:szCs w:val="24"/>
        </w:rPr>
        <w:t xml:space="preserve"> zapytanie w ramach przebudowy odcinka ulicy 11 Listopada w Łebie informujemy o potrzebach rozbudowy sieci kanalizacji sanitarnej.</w:t>
      </w:r>
      <w:r w:rsidR="00D82AC8">
        <w:rPr>
          <w:rFonts w:ascii="Arial" w:eastAsia="Calibri" w:hAnsi="Arial" w:cs="Arial"/>
          <w:sz w:val="24"/>
          <w:szCs w:val="24"/>
        </w:rPr>
        <w:t xml:space="preserve"> </w:t>
      </w:r>
      <w:r w:rsidR="00237A71">
        <w:rPr>
          <w:rFonts w:ascii="Arial" w:hAnsi="Arial" w:cs="Arial"/>
          <w:sz w:val="24"/>
          <w:szCs w:val="24"/>
        </w:rPr>
        <w:t>Spółka Wodna „Łeba” z siedzibą w Łebie informuje, że wn</w:t>
      </w:r>
      <w:r w:rsidR="00436CFE">
        <w:rPr>
          <w:rFonts w:ascii="Arial" w:hAnsi="Arial" w:cs="Arial"/>
          <w:sz w:val="24"/>
          <w:szCs w:val="24"/>
        </w:rPr>
        <w:t xml:space="preserve">osi </w:t>
      </w:r>
      <w:r w:rsidR="00D82AC8">
        <w:rPr>
          <w:rFonts w:ascii="Arial" w:hAnsi="Arial" w:cs="Arial"/>
          <w:sz w:val="24"/>
          <w:szCs w:val="24"/>
        </w:rPr>
        <w:t>przedstawione poniżej</w:t>
      </w:r>
      <w:r w:rsidR="00436CFE">
        <w:rPr>
          <w:rFonts w:ascii="Arial" w:hAnsi="Arial" w:cs="Arial"/>
          <w:sz w:val="24"/>
          <w:szCs w:val="24"/>
        </w:rPr>
        <w:t xml:space="preserve"> uwagi do koncepcji przebudowy odcinka ul. </w:t>
      </w:r>
      <w:r w:rsidR="00E20D31">
        <w:rPr>
          <w:rFonts w:ascii="Arial" w:hAnsi="Arial" w:cs="Arial"/>
          <w:sz w:val="24"/>
          <w:szCs w:val="24"/>
        </w:rPr>
        <w:t>11 Listopada</w:t>
      </w:r>
      <w:r w:rsidR="00436CFE">
        <w:rPr>
          <w:rFonts w:ascii="Arial" w:hAnsi="Arial" w:cs="Arial"/>
          <w:sz w:val="24"/>
          <w:szCs w:val="24"/>
        </w:rPr>
        <w:t xml:space="preserve"> w Łebie</w:t>
      </w:r>
      <w:r w:rsidR="00D82AC8">
        <w:rPr>
          <w:rFonts w:ascii="Arial" w:hAnsi="Arial" w:cs="Arial"/>
          <w:sz w:val="24"/>
          <w:szCs w:val="24"/>
        </w:rPr>
        <w:t>:</w:t>
      </w:r>
    </w:p>
    <w:p w14:paraId="26CE0531" w14:textId="639C38A0" w:rsidR="00D82AC8" w:rsidRDefault="00D82AC8" w:rsidP="00D82AC8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2AC8">
        <w:rPr>
          <w:rFonts w:ascii="Arial" w:hAnsi="Arial" w:cs="Arial"/>
          <w:sz w:val="24"/>
          <w:szCs w:val="24"/>
        </w:rPr>
        <w:t>O</w:t>
      </w:r>
      <w:r w:rsidR="00704EB3" w:rsidRPr="00D82AC8">
        <w:rPr>
          <w:rFonts w:ascii="Arial" w:hAnsi="Arial" w:cs="Arial"/>
          <w:sz w:val="24"/>
          <w:szCs w:val="24"/>
        </w:rPr>
        <w:t xml:space="preserve">dcinki sieci kanalizacji sanitarnej </w:t>
      </w:r>
      <w:r>
        <w:rPr>
          <w:rFonts w:ascii="Arial" w:hAnsi="Arial" w:cs="Arial"/>
          <w:sz w:val="24"/>
          <w:szCs w:val="24"/>
        </w:rPr>
        <w:t>n</w:t>
      </w:r>
      <w:r w:rsidRPr="00D82AC8">
        <w:rPr>
          <w:rFonts w:ascii="Arial" w:hAnsi="Arial" w:cs="Arial"/>
          <w:sz w:val="24"/>
          <w:szCs w:val="24"/>
        </w:rPr>
        <w:t xml:space="preserve">ależy wykonać </w:t>
      </w:r>
      <w:r w:rsidR="00704EB3" w:rsidRPr="00D82AC8">
        <w:rPr>
          <w:rFonts w:ascii="Arial" w:hAnsi="Arial" w:cs="Arial"/>
          <w:sz w:val="24"/>
          <w:szCs w:val="24"/>
        </w:rPr>
        <w:t xml:space="preserve">zgodnie </w:t>
      </w:r>
      <w:r w:rsidRPr="00D82AC8">
        <w:rPr>
          <w:rFonts w:ascii="Arial" w:hAnsi="Arial" w:cs="Arial"/>
          <w:sz w:val="24"/>
          <w:szCs w:val="24"/>
        </w:rPr>
        <w:t>z orientacyjnym przebiegiem określonym w</w:t>
      </w:r>
      <w:r w:rsidR="00704EB3" w:rsidRPr="00D82AC8">
        <w:rPr>
          <w:rFonts w:ascii="Arial" w:hAnsi="Arial" w:cs="Arial"/>
          <w:sz w:val="24"/>
          <w:szCs w:val="24"/>
        </w:rPr>
        <w:t xml:space="preserve"> załącznik</w:t>
      </w:r>
      <w:r>
        <w:rPr>
          <w:rFonts w:ascii="Arial" w:hAnsi="Arial" w:cs="Arial"/>
          <w:sz w:val="24"/>
          <w:szCs w:val="24"/>
        </w:rPr>
        <w:t>ach</w:t>
      </w:r>
      <w:r w:rsidR="00704EB3" w:rsidRPr="00D82AC8">
        <w:rPr>
          <w:rFonts w:ascii="Arial" w:hAnsi="Arial" w:cs="Arial"/>
          <w:sz w:val="24"/>
          <w:szCs w:val="24"/>
        </w:rPr>
        <w:t xml:space="preserve"> graficzny</w:t>
      </w:r>
      <w:r>
        <w:rPr>
          <w:rFonts w:ascii="Arial" w:hAnsi="Arial" w:cs="Arial"/>
          <w:sz w:val="24"/>
          <w:szCs w:val="24"/>
        </w:rPr>
        <w:t>ch do niniejszego pisma (zał. nr 1);</w:t>
      </w:r>
      <w:r w:rsidR="00704EB3" w:rsidRPr="00D82AC8">
        <w:rPr>
          <w:rFonts w:ascii="Arial" w:hAnsi="Arial" w:cs="Arial"/>
          <w:sz w:val="24"/>
          <w:szCs w:val="24"/>
        </w:rPr>
        <w:t xml:space="preserve"> </w:t>
      </w:r>
    </w:p>
    <w:p w14:paraId="3A430122" w14:textId="5ADBCBDA" w:rsidR="00D82AC8" w:rsidRDefault="00704EB3" w:rsidP="00D82AC8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2AC8">
        <w:rPr>
          <w:rFonts w:ascii="Arial" w:hAnsi="Arial" w:cs="Arial"/>
          <w:sz w:val="24"/>
          <w:szCs w:val="24"/>
        </w:rPr>
        <w:t>Do budowy sieci kanalizacyjnej należy stosować rury PCV SN 8 Ø 200 łączone na kielichy z gumowymi uszczelkami</w:t>
      </w:r>
      <w:r w:rsidR="00D82AC8">
        <w:rPr>
          <w:rFonts w:ascii="Arial" w:hAnsi="Arial" w:cs="Arial"/>
          <w:sz w:val="24"/>
          <w:szCs w:val="24"/>
        </w:rPr>
        <w:t>;</w:t>
      </w:r>
      <w:r w:rsidRPr="00D82AC8">
        <w:rPr>
          <w:rFonts w:ascii="Arial" w:hAnsi="Arial" w:cs="Arial"/>
          <w:sz w:val="24"/>
          <w:szCs w:val="24"/>
        </w:rPr>
        <w:t xml:space="preserve"> </w:t>
      </w:r>
    </w:p>
    <w:p w14:paraId="10A153AF" w14:textId="6A7886F8" w:rsidR="00D82AC8" w:rsidRDefault="00704EB3" w:rsidP="00D82AC8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2AC8">
        <w:rPr>
          <w:rFonts w:ascii="Arial" w:hAnsi="Arial" w:cs="Arial"/>
          <w:sz w:val="24"/>
          <w:szCs w:val="24"/>
        </w:rPr>
        <w:t>Studnie o numerach S1, S</w:t>
      </w:r>
      <w:r w:rsidR="00E20D31">
        <w:rPr>
          <w:rFonts w:ascii="Arial" w:hAnsi="Arial" w:cs="Arial"/>
          <w:sz w:val="24"/>
          <w:szCs w:val="24"/>
        </w:rPr>
        <w:t>2</w:t>
      </w:r>
      <w:r w:rsidR="002F484F">
        <w:rPr>
          <w:rFonts w:ascii="Arial" w:hAnsi="Arial" w:cs="Arial"/>
          <w:sz w:val="24"/>
          <w:szCs w:val="24"/>
        </w:rPr>
        <w:t>, S3</w:t>
      </w:r>
      <w:r w:rsidRPr="00D82AC8">
        <w:rPr>
          <w:rFonts w:ascii="Arial" w:hAnsi="Arial" w:cs="Arial"/>
          <w:sz w:val="24"/>
          <w:szCs w:val="24"/>
        </w:rPr>
        <w:t xml:space="preserve"> zaprojektować j</w:t>
      </w:r>
      <w:r w:rsidR="00A06403" w:rsidRPr="00D82AC8">
        <w:rPr>
          <w:rFonts w:ascii="Arial" w:hAnsi="Arial" w:cs="Arial"/>
          <w:sz w:val="24"/>
          <w:szCs w:val="24"/>
        </w:rPr>
        <w:t>a</w:t>
      </w:r>
      <w:r w:rsidRPr="00D82AC8">
        <w:rPr>
          <w:rFonts w:ascii="Arial" w:hAnsi="Arial" w:cs="Arial"/>
          <w:sz w:val="24"/>
          <w:szCs w:val="24"/>
        </w:rPr>
        <w:t>ko studnie betonowe 1200mm.</w:t>
      </w:r>
    </w:p>
    <w:p w14:paraId="7E89E1CA" w14:textId="32E316A7" w:rsidR="00D82AC8" w:rsidRDefault="007B32A6" w:rsidP="00D82AC8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2AC8">
        <w:rPr>
          <w:rFonts w:ascii="Arial" w:hAnsi="Arial" w:cs="Arial"/>
          <w:sz w:val="24"/>
          <w:szCs w:val="24"/>
        </w:rPr>
        <w:t>W studni o numerze S</w:t>
      </w:r>
      <w:r w:rsidR="00CE7414">
        <w:rPr>
          <w:rFonts w:ascii="Arial" w:hAnsi="Arial" w:cs="Arial"/>
          <w:sz w:val="24"/>
          <w:szCs w:val="24"/>
        </w:rPr>
        <w:t>2</w:t>
      </w:r>
      <w:r w:rsidR="002F484F">
        <w:rPr>
          <w:rFonts w:ascii="Arial" w:hAnsi="Arial" w:cs="Arial"/>
          <w:sz w:val="24"/>
          <w:szCs w:val="24"/>
        </w:rPr>
        <w:t>, S3</w:t>
      </w:r>
      <w:r w:rsidRPr="00D82AC8">
        <w:rPr>
          <w:rFonts w:ascii="Arial" w:hAnsi="Arial" w:cs="Arial"/>
          <w:sz w:val="24"/>
          <w:szCs w:val="24"/>
        </w:rPr>
        <w:t xml:space="preserve"> należy wykonać kinetę rozgałęźną</w:t>
      </w:r>
      <w:r w:rsidR="00D82AC8">
        <w:rPr>
          <w:rFonts w:ascii="Arial" w:hAnsi="Arial" w:cs="Arial"/>
          <w:sz w:val="24"/>
          <w:szCs w:val="24"/>
        </w:rPr>
        <w:t>;</w:t>
      </w:r>
      <w:r w:rsidRPr="00D82AC8">
        <w:rPr>
          <w:rFonts w:ascii="Arial" w:hAnsi="Arial" w:cs="Arial"/>
          <w:sz w:val="24"/>
          <w:szCs w:val="24"/>
        </w:rPr>
        <w:t xml:space="preserve"> </w:t>
      </w:r>
    </w:p>
    <w:p w14:paraId="7ADCC8C5" w14:textId="3C3FBB75" w:rsidR="00D82AC8" w:rsidRDefault="00704EB3" w:rsidP="00D82AC8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2AC8">
        <w:rPr>
          <w:rFonts w:ascii="Arial" w:hAnsi="Arial" w:cs="Arial"/>
          <w:sz w:val="24"/>
          <w:szCs w:val="24"/>
        </w:rPr>
        <w:t>Studnie o numerach S4, S</w:t>
      </w:r>
      <w:r w:rsidR="002F484F">
        <w:rPr>
          <w:rFonts w:ascii="Arial" w:hAnsi="Arial" w:cs="Arial"/>
          <w:sz w:val="24"/>
          <w:szCs w:val="24"/>
        </w:rPr>
        <w:t>5</w:t>
      </w:r>
      <w:r w:rsidRPr="00D82AC8">
        <w:rPr>
          <w:rFonts w:ascii="Arial" w:hAnsi="Arial" w:cs="Arial"/>
          <w:sz w:val="24"/>
          <w:szCs w:val="24"/>
        </w:rPr>
        <w:t>, S</w:t>
      </w:r>
      <w:r w:rsidR="002F484F">
        <w:rPr>
          <w:rFonts w:ascii="Arial" w:hAnsi="Arial" w:cs="Arial"/>
          <w:sz w:val="24"/>
          <w:szCs w:val="24"/>
        </w:rPr>
        <w:t>6</w:t>
      </w:r>
      <w:r w:rsidRPr="00D82AC8">
        <w:rPr>
          <w:rFonts w:ascii="Arial" w:hAnsi="Arial" w:cs="Arial"/>
          <w:sz w:val="24"/>
          <w:szCs w:val="24"/>
        </w:rPr>
        <w:t xml:space="preserve"> mogą być wykonane jako studnie PCV 425 zbiorcze z włazem drogowym i pierścieniem odciążającym</w:t>
      </w:r>
      <w:r w:rsidR="00A06403" w:rsidRPr="00D82AC8">
        <w:rPr>
          <w:rFonts w:ascii="Arial" w:hAnsi="Arial" w:cs="Arial"/>
          <w:sz w:val="24"/>
          <w:szCs w:val="24"/>
        </w:rPr>
        <w:t>. (Spółka Wodna preferuje studnie betonowe</w:t>
      </w:r>
      <w:r w:rsidR="007B32A6" w:rsidRPr="00D82AC8">
        <w:rPr>
          <w:rFonts w:ascii="Arial" w:hAnsi="Arial" w:cs="Arial"/>
          <w:sz w:val="24"/>
          <w:szCs w:val="24"/>
        </w:rPr>
        <w:t>)</w:t>
      </w:r>
      <w:r w:rsidR="00D82AC8">
        <w:rPr>
          <w:rFonts w:ascii="Arial" w:hAnsi="Arial" w:cs="Arial"/>
          <w:sz w:val="24"/>
          <w:szCs w:val="24"/>
        </w:rPr>
        <w:t>;</w:t>
      </w:r>
    </w:p>
    <w:p w14:paraId="74ACDABB" w14:textId="590E22DF" w:rsidR="00D82AC8" w:rsidRDefault="00704EB3" w:rsidP="00D82AC8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2AC8">
        <w:rPr>
          <w:rFonts w:ascii="Arial" w:hAnsi="Arial" w:cs="Arial"/>
          <w:sz w:val="24"/>
          <w:szCs w:val="24"/>
        </w:rPr>
        <w:t xml:space="preserve">Do działek o nr </w:t>
      </w:r>
      <w:r w:rsidR="008C0F1F">
        <w:rPr>
          <w:rFonts w:ascii="Arial" w:hAnsi="Arial" w:cs="Arial"/>
          <w:sz w:val="24"/>
          <w:szCs w:val="24"/>
        </w:rPr>
        <w:t>10</w:t>
      </w:r>
      <w:r w:rsidR="002F484F">
        <w:rPr>
          <w:rFonts w:ascii="Arial" w:hAnsi="Arial" w:cs="Arial"/>
          <w:sz w:val="24"/>
          <w:szCs w:val="24"/>
        </w:rPr>
        <w:t>2/5</w:t>
      </w:r>
      <w:r w:rsidR="008C0F1F">
        <w:rPr>
          <w:rFonts w:ascii="Arial" w:hAnsi="Arial" w:cs="Arial"/>
          <w:sz w:val="24"/>
          <w:szCs w:val="24"/>
        </w:rPr>
        <w:t>,</w:t>
      </w:r>
      <w:r w:rsidR="00963AAA">
        <w:rPr>
          <w:rFonts w:ascii="Arial" w:hAnsi="Arial" w:cs="Arial"/>
          <w:sz w:val="24"/>
          <w:szCs w:val="24"/>
        </w:rPr>
        <w:t xml:space="preserve"> 102/6,</w:t>
      </w:r>
      <w:r w:rsidR="008C0F1F">
        <w:rPr>
          <w:rFonts w:ascii="Arial" w:hAnsi="Arial" w:cs="Arial"/>
          <w:sz w:val="24"/>
          <w:szCs w:val="24"/>
        </w:rPr>
        <w:t xml:space="preserve"> 10</w:t>
      </w:r>
      <w:r w:rsidR="002F484F">
        <w:rPr>
          <w:rFonts w:ascii="Arial" w:hAnsi="Arial" w:cs="Arial"/>
          <w:sz w:val="24"/>
          <w:szCs w:val="24"/>
        </w:rPr>
        <w:t>2</w:t>
      </w:r>
      <w:r w:rsidR="008C0F1F">
        <w:rPr>
          <w:rFonts w:ascii="Arial" w:hAnsi="Arial" w:cs="Arial"/>
          <w:sz w:val="24"/>
          <w:szCs w:val="24"/>
        </w:rPr>
        <w:t>/</w:t>
      </w:r>
      <w:r w:rsidR="002F484F">
        <w:rPr>
          <w:rFonts w:ascii="Arial" w:hAnsi="Arial" w:cs="Arial"/>
          <w:sz w:val="24"/>
          <w:szCs w:val="24"/>
        </w:rPr>
        <w:t>8</w:t>
      </w:r>
      <w:r w:rsidR="008C0F1F">
        <w:rPr>
          <w:rFonts w:ascii="Arial" w:hAnsi="Arial" w:cs="Arial"/>
          <w:sz w:val="24"/>
          <w:szCs w:val="24"/>
        </w:rPr>
        <w:t>,</w:t>
      </w:r>
      <w:r w:rsidR="00A06403" w:rsidRPr="00D82AC8">
        <w:rPr>
          <w:rFonts w:ascii="Arial" w:hAnsi="Arial" w:cs="Arial"/>
          <w:sz w:val="24"/>
          <w:szCs w:val="24"/>
        </w:rPr>
        <w:t xml:space="preserve"> obręb </w:t>
      </w:r>
      <w:r w:rsidR="00963AAA">
        <w:rPr>
          <w:rFonts w:ascii="Arial" w:hAnsi="Arial" w:cs="Arial"/>
          <w:sz w:val="24"/>
          <w:szCs w:val="24"/>
        </w:rPr>
        <w:t>1</w:t>
      </w:r>
      <w:r w:rsidR="00A06403" w:rsidRPr="00D82AC8">
        <w:rPr>
          <w:rFonts w:ascii="Arial" w:hAnsi="Arial" w:cs="Arial"/>
          <w:sz w:val="24"/>
          <w:szCs w:val="24"/>
        </w:rPr>
        <w:t xml:space="preserve"> w miejscowości Łeba należy wykonać przyłącza kanalizacji sanitarnej do granicy działki</w:t>
      </w:r>
      <w:r w:rsidR="00D82AC8">
        <w:rPr>
          <w:rFonts w:ascii="Arial" w:hAnsi="Arial" w:cs="Arial"/>
          <w:sz w:val="24"/>
          <w:szCs w:val="24"/>
        </w:rPr>
        <w:t>;</w:t>
      </w:r>
      <w:r w:rsidR="00A06403" w:rsidRPr="00D82AC8">
        <w:rPr>
          <w:rFonts w:ascii="Arial" w:hAnsi="Arial" w:cs="Arial"/>
          <w:sz w:val="24"/>
          <w:szCs w:val="24"/>
        </w:rPr>
        <w:t xml:space="preserve"> </w:t>
      </w:r>
    </w:p>
    <w:p w14:paraId="6B19C6E8" w14:textId="5DD9C132" w:rsidR="00D82AC8" w:rsidRDefault="00A06403" w:rsidP="00D82AC8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2AC8">
        <w:rPr>
          <w:rFonts w:ascii="Arial" w:hAnsi="Arial" w:cs="Arial"/>
          <w:sz w:val="24"/>
          <w:szCs w:val="24"/>
        </w:rPr>
        <w:t>Do budowy przyłącza kanalizacji sanitarnej przewidzieć rury PCV SN 8 ø 160mm łączone na kielichy z gumowymi uszczelkami</w:t>
      </w:r>
      <w:r w:rsidR="00D82AC8">
        <w:rPr>
          <w:rFonts w:ascii="Arial" w:hAnsi="Arial" w:cs="Arial"/>
          <w:sz w:val="24"/>
          <w:szCs w:val="24"/>
        </w:rPr>
        <w:t>;</w:t>
      </w:r>
      <w:r w:rsidRPr="00D82AC8">
        <w:rPr>
          <w:rFonts w:ascii="Arial" w:hAnsi="Arial" w:cs="Arial"/>
          <w:sz w:val="24"/>
          <w:szCs w:val="24"/>
        </w:rPr>
        <w:t xml:space="preserve"> </w:t>
      </w:r>
    </w:p>
    <w:p w14:paraId="20B91F24" w14:textId="77777777" w:rsidR="00D82AC8" w:rsidRDefault="00A06403" w:rsidP="00D82AC8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2AC8">
        <w:rPr>
          <w:rFonts w:ascii="Arial" w:hAnsi="Arial" w:cs="Arial"/>
          <w:sz w:val="24"/>
          <w:szCs w:val="24"/>
        </w:rPr>
        <w:t xml:space="preserve">Przyłącze </w:t>
      </w:r>
      <w:r w:rsidR="00D82AC8">
        <w:rPr>
          <w:rFonts w:ascii="Arial" w:hAnsi="Arial" w:cs="Arial"/>
          <w:sz w:val="24"/>
          <w:szCs w:val="24"/>
        </w:rPr>
        <w:t xml:space="preserve">kanalizacyjne powinno zostać </w:t>
      </w:r>
      <w:r w:rsidRPr="00D82AC8">
        <w:rPr>
          <w:rFonts w:ascii="Arial" w:hAnsi="Arial" w:cs="Arial"/>
          <w:sz w:val="24"/>
          <w:szCs w:val="24"/>
        </w:rPr>
        <w:t>zamknięte szczelnie korkiem.</w:t>
      </w:r>
    </w:p>
    <w:p w14:paraId="55CC4DE9" w14:textId="14AAB2B8" w:rsidR="00A06403" w:rsidRDefault="00A06403" w:rsidP="00D82AC8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82AC8">
        <w:rPr>
          <w:rFonts w:ascii="Arial" w:hAnsi="Arial" w:cs="Arial"/>
          <w:sz w:val="24"/>
          <w:szCs w:val="24"/>
        </w:rPr>
        <w:t>W ramach powstałej inwestycji należy</w:t>
      </w:r>
      <w:r w:rsidR="007B32A6" w:rsidRPr="00D82AC8">
        <w:rPr>
          <w:rFonts w:ascii="Arial" w:hAnsi="Arial" w:cs="Arial"/>
          <w:sz w:val="24"/>
          <w:szCs w:val="24"/>
        </w:rPr>
        <w:t>,</w:t>
      </w:r>
      <w:r w:rsidRPr="00D82AC8">
        <w:rPr>
          <w:rFonts w:ascii="Arial" w:hAnsi="Arial" w:cs="Arial"/>
          <w:sz w:val="24"/>
          <w:szCs w:val="24"/>
        </w:rPr>
        <w:t xml:space="preserve"> po wykonaniu i odbiorze technicznym wybudowanej kanalizacji sanitarnej</w:t>
      </w:r>
      <w:r w:rsidR="007B32A6" w:rsidRPr="00D82AC8">
        <w:rPr>
          <w:rFonts w:ascii="Arial" w:hAnsi="Arial" w:cs="Arial"/>
          <w:sz w:val="24"/>
          <w:szCs w:val="24"/>
        </w:rPr>
        <w:t>,</w:t>
      </w:r>
      <w:r w:rsidRPr="00D82AC8">
        <w:rPr>
          <w:rFonts w:ascii="Arial" w:hAnsi="Arial" w:cs="Arial"/>
          <w:sz w:val="24"/>
          <w:szCs w:val="24"/>
        </w:rPr>
        <w:t xml:space="preserve"> przełączyć istniejące podłączenia z działek o numerach </w:t>
      </w:r>
      <w:bookmarkStart w:id="0" w:name="_Hlk175904383"/>
      <w:r w:rsidR="008C0F1F">
        <w:rPr>
          <w:rFonts w:ascii="Arial" w:hAnsi="Arial" w:cs="Arial"/>
          <w:sz w:val="24"/>
          <w:szCs w:val="24"/>
        </w:rPr>
        <w:t>10</w:t>
      </w:r>
      <w:r w:rsidR="00963AAA">
        <w:rPr>
          <w:rFonts w:ascii="Arial" w:hAnsi="Arial" w:cs="Arial"/>
          <w:sz w:val="24"/>
          <w:szCs w:val="24"/>
        </w:rPr>
        <w:t>2</w:t>
      </w:r>
      <w:r w:rsidR="008C0F1F">
        <w:rPr>
          <w:rFonts w:ascii="Arial" w:hAnsi="Arial" w:cs="Arial"/>
          <w:sz w:val="24"/>
          <w:szCs w:val="24"/>
        </w:rPr>
        <w:t>/</w:t>
      </w:r>
      <w:r w:rsidR="00963AAA">
        <w:rPr>
          <w:rFonts w:ascii="Arial" w:hAnsi="Arial" w:cs="Arial"/>
          <w:sz w:val="24"/>
          <w:szCs w:val="24"/>
        </w:rPr>
        <w:t>8</w:t>
      </w:r>
      <w:r w:rsidR="008C0F1F">
        <w:rPr>
          <w:rFonts w:ascii="Arial" w:hAnsi="Arial" w:cs="Arial"/>
          <w:sz w:val="24"/>
          <w:szCs w:val="24"/>
        </w:rPr>
        <w:t xml:space="preserve">, </w:t>
      </w:r>
      <w:r w:rsidR="00963AAA">
        <w:rPr>
          <w:rFonts w:ascii="Arial" w:hAnsi="Arial" w:cs="Arial"/>
          <w:sz w:val="24"/>
          <w:szCs w:val="24"/>
        </w:rPr>
        <w:t>53</w:t>
      </w:r>
      <w:r w:rsidR="008C0F1F">
        <w:rPr>
          <w:rFonts w:ascii="Arial" w:hAnsi="Arial" w:cs="Arial"/>
          <w:sz w:val="24"/>
          <w:szCs w:val="24"/>
        </w:rPr>
        <w:t>,</w:t>
      </w:r>
      <w:r w:rsidR="00963AAA">
        <w:rPr>
          <w:rFonts w:ascii="Arial" w:hAnsi="Arial" w:cs="Arial"/>
          <w:sz w:val="24"/>
          <w:szCs w:val="24"/>
        </w:rPr>
        <w:t>102/4</w:t>
      </w:r>
      <w:bookmarkEnd w:id="0"/>
      <w:r w:rsidRPr="00D82AC8">
        <w:rPr>
          <w:rFonts w:ascii="Arial" w:hAnsi="Arial" w:cs="Arial"/>
          <w:sz w:val="24"/>
          <w:szCs w:val="24"/>
        </w:rPr>
        <w:t xml:space="preserve"> obręb </w:t>
      </w:r>
      <w:r w:rsidR="00963AAA">
        <w:rPr>
          <w:rFonts w:ascii="Arial" w:hAnsi="Arial" w:cs="Arial"/>
          <w:sz w:val="24"/>
          <w:szCs w:val="24"/>
        </w:rPr>
        <w:t>1</w:t>
      </w:r>
      <w:r w:rsidRPr="00D82AC8">
        <w:rPr>
          <w:rFonts w:ascii="Arial" w:hAnsi="Arial" w:cs="Arial"/>
          <w:sz w:val="24"/>
          <w:szCs w:val="24"/>
        </w:rPr>
        <w:t xml:space="preserve"> w miejscowości Łeba. </w:t>
      </w:r>
    </w:p>
    <w:p w14:paraId="75A680C0" w14:textId="77777777" w:rsidR="00963AAA" w:rsidRDefault="00963AAA" w:rsidP="00963AA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4206E21" w14:textId="77777777" w:rsidR="00963AAA" w:rsidRDefault="00963AAA" w:rsidP="00963AA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7BC1961" w14:textId="77777777" w:rsidR="00963AAA" w:rsidRPr="00963AAA" w:rsidRDefault="00963AAA" w:rsidP="00963AA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FCA96B2" w14:textId="325033DE" w:rsidR="00194628" w:rsidRDefault="00194628" w:rsidP="00D82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Calibri" w:hAnsi="Arial" w:cs="Arial"/>
          <w:color w:val="222222"/>
          <w:sz w:val="24"/>
          <w:szCs w:val="24"/>
        </w:rPr>
      </w:pPr>
      <w:r w:rsidRPr="00D31F49">
        <w:rPr>
          <w:rFonts w:ascii="Arial" w:eastAsia="Calibri" w:hAnsi="Arial" w:cs="Arial"/>
          <w:color w:val="222222"/>
          <w:sz w:val="24"/>
          <w:szCs w:val="24"/>
        </w:rPr>
        <w:t>W przypadku dodatkowych pytań prosimy o kontakt telefoniczny lub mailowy.</w:t>
      </w:r>
      <w:r w:rsidR="00D82AC8">
        <w:rPr>
          <w:rFonts w:ascii="Arial" w:eastAsia="Calibri" w:hAnsi="Arial" w:cs="Arial"/>
          <w:color w:val="222222"/>
          <w:sz w:val="24"/>
          <w:szCs w:val="24"/>
        </w:rPr>
        <w:t xml:space="preserve"> </w:t>
      </w:r>
      <w:r w:rsidRPr="00D31F49">
        <w:rPr>
          <w:rFonts w:ascii="Arial" w:eastAsia="Calibri" w:hAnsi="Arial" w:cs="Arial"/>
          <w:color w:val="222222"/>
          <w:sz w:val="24"/>
          <w:szCs w:val="24"/>
        </w:rPr>
        <w:t xml:space="preserve">Osoba do kontaktu p. Michał Niżniowski – </w:t>
      </w:r>
      <w:hyperlink r:id="rId8" w:history="1">
        <w:r w:rsidR="000E194D" w:rsidRPr="001905B0">
          <w:rPr>
            <w:rStyle w:val="Hipercze"/>
            <w:rFonts w:ascii="Arial" w:eastAsia="Calibri" w:hAnsi="Arial" w:cs="Arial"/>
            <w:sz w:val="24"/>
            <w:szCs w:val="24"/>
          </w:rPr>
          <w:t xml:space="preserve">mnizniowski@swleba.pl </w:t>
        </w:r>
      </w:hyperlink>
      <w:r w:rsidR="000E194D">
        <w:rPr>
          <w:rFonts w:ascii="Arial" w:eastAsia="Calibri" w:hAnsi="Arial" w:cs="Arial"/>
          <w:sz w:val="24"/>
          <w:szCs w:val="24"/>
        </w:rPr>
        <w:t xml:space="preserve"> </w:t>
      </w:r>
      <w:r w:rsidRPr="00D31F49">
        <w:rPr>
          <w:rFonts w:ascii="Arial" w:eastAsia="Calibri" w:hAnsi="Arial" w:cs="Arial"/>
          <w:color w:val="222222"/>
          <w:sz w:val="24"/>
          <w:szCs w:val="24"/>
        </w:rPr>
        <w:t>tel. +48 606130733</w:t>
      </w:r>
      <w:r w:rsidR="00D82AC8">
        <w:rPr>
          <w:rFonts w:ascii="Arial" w:eastAsia="Calibri" w:hAnsi="Arial" w:cs="Arial"/>
          <w:color w:val="222222"/>
          <w:sz w:val="24"/>
          <w:szCs w:val="24"/>
        </w:rPr>
        <w:t>.</w:t>
      </w:r>
    </w:p>
    <w:p w14:paraId="27A40859" w14:textId="77777777" w:rsidR="00D82AC8" w:rsidRDefault="00D82AC8" w:rsidP="00D82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Calibri" w:hAnsi="Arial" w:cs="Arial"/>
          <w:color w:val="222222"/>
          <w:sz w:val="24"/>
          <w:szCs w:val="24"/>
        </w:rPr>
      </w:pPr>
    </w:p>
    <w:p w14:paraId="35CA90B0" w14:textId="77777777" w:rsidR="00D82AC8" w:rsidRDefault="00D82AC8" w:rsidP="00D82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Calibri" w:hAnsi="Arial" w:cs="Arial"/>
          <w:color w:val="222222"/>
          <w:sz w:val="24"/>
          <w:szCs w:val="24"/>
        </w:rPr>
      </w:pPr>
    </w:p>
    <w:p w14:paraId="5E51F7FF" w14:textId="77777777" w:rsidR="00963AAA" w:rsidRDefault="00963AAA" w:rsidP="00D82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Calibri" w:hAnsi="Arial" w:cs="Arial"/>
          <w:color w:val="222222"/>
          <w:sz w:val="24"/>
          <w:szCs w:val="24"/>
        </w:rPr>
      </w:pPr>
    </w:p>
    <w:p w14:paraId="6B463E8D" w14:textId="77777777" w:rsidR="00963AAA" w:rsidRDefault="00963AAA" w:rsidP="00D82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Calibri" w:hAnsi="Arial" w:cs="Arial"/>
          <w:color w:val="222222"/>
          <w:sz w:val="24"/>
          <w:szCs w:val="24"/>
        </w:rPr>
      </w:pPr>
    </w:p>
    <w:p w14:paraId="5D140C6A" w14:textId="77777777" w:rsidR="00963AAA" w:rsidRDefault="00963AAA" w:rsidP="00D82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Calibri" w:hAnsi="Arial" w:cs="Arial"/>
          <w:color w:val="222222"/>
          <w:sz w:val="24"/>
          <w:szCs w:val="24"/>
        </w:rPr>
      </w:pPr>
    </w:p>
    <w:p w14:paraId="0DB88F39" w14:textId="77777777" w:rsidR="00963AAA" w:rsidRDefault="00963AAA" w:rsidP="00D82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Calibri" w:hAnsi="Arial" w:cs="Arial"/>
          <w:color w:val="222222"/>
          <w:sz w:val="24"/>
          <w:szCs w:val="24"/>
        </w:rPr>
      </w:pPr>
    </w:p>
    <w:p w14:paraId="50DF70BB" w14:textId="77777777" w:rsidR="00963AAA" w:rsidRPr="00AA7C6E" w:rsidRDefault="00963AAA" w:rsidP="00D82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Calibri" w:hAnsi="Arial" w:cs="Arial"/>
          <w:color w:val="222222"/>
          <w:sz w:val="24"/>
          <w:szCs w:val="24"/>
        </w:rPr>
      </w:pPr>
    </w:p>
    <w:p w14:paraId="54796DDC" w14:textId="77777777" w:rsidR="007B32A6" w:rsidRPr="00823264" w:rsidRDefault="007B32A6" w:rsidP="00D82AC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23264">
        <w:rPr>
          <w:rFonts w:ascii="Arial" w:hAnsi="Arial" w:cs="Arial"/>
          <w:sz w:val="24"/>
          <w:szCs w:val="24"/>
        </w:rPr>
        <w:t>Załączniki:</w:t>
      </w:r>
    </w:p>
    <w:p w14:paraId="5178758D" w14:textId="77777777" w:rsidR="007B32A6" w:rsidRDefault="007B32A6" w:rsidP="00D82AC8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3264">
        <w:rPr>
          <w:rFonts w:ascii="Arial" w:hAnsi="Arial" w:cs="Arial"/>
          <w:sz w:val="24"/>
          <w:szCs w:val="24"/>
        </w:rPr>
        <w:t>Zał. nr 1</w:t>
      </w:r>
    </w:p>
    <w:p w14:paraId="68D5EFAA" w14:textId="1534E035" w:rsidR="00F878E0" w:rsidRPr="00D31F49" w:rsidRDefault="00F878E0" w:rsidP="007B32A6">
      <w:pPr>
        <w:rPr>
          <w:rFonts w:ascii="Arial" w:hAnsi="Arial" w:cs="Arial"/>
          <w:sz w:val="16"/>
          <w:szCs w:val="16"/>
        </w:rPr>
      </w:pPr>
    </w:p>
    <w:sectPr w:rsidR="00F878E0" w:rsidRPr="00D31F49" w:rsidSect="005E4405">
      <w:headerReference w:type="default" r:id="rId9"/>
      <w:footerReference w:type="default" r:id="rId10"/>
      <w:pgSz w:w="11906" w:h="16838"/>
      <w:pgMar w:top="1417" w:right="1417" w:bottom="1417" w:left="1417" w:header="142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D302D" w14:textId="77777777" w:rsidR="00CA43D5" w:rsidRDefault="00CA43D5" w:rsidP="0077115F">
      <w:pPr>
        <w:spacing w:after="0" w:line="240" w:lineRule="auto"/>
      </w:pPr>
      <w:r>
        <w:separator/>
      </w:r>
    </w:p>
  </w:endnote>
  <w:endnote w:type="continuationSeparator" w:id="0">
    <w:p w14:paraId="57038ECD" w14:textId="77777777" w:rsidR="00CA43D5" w:rsidRDefault="00CA43D5" w:rsidP="00771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493" w:type="dxa"/>
      <w:tblLook w:val="04A0" w:firstRow="1" w:lastRow="0" w:firstColumn="1" w:lastColumn="0" w:noHBand="0" w:noVBand="1"/>
    </w:tblPr>
    <w:tblGrid>
      <w:gridCol w:w="2689"/>
      <w:gridCol w:w="2268"/>
      <w:gridCol w:w="2268"/>
      <w:gridCol w:w="2268"/>
    </w:tblGrid>
    <w:tr w:rsidR="006A7047" w14:paraId="610B6130" w14:textId="77777777" w:rsidTr="00AF0F63">
      <w:tc>
        <w:tcPr>
          <w:tcW w:w="2689" w:type="dxa"/>
          <w:tcBorders>
            <w:top w:val="nil"/>
            <w:left w:val="nil"/>
            <w:bottom w:val="nil"/>
            <w:right w:val="nil"/>
          </w:tcBorders>
        </w:tcPr>
        <w:p w14:paraId="72D94D2D" w14:textId="77777777" w:rsidR="006A7047" w:rsidRDefault="006A7047" w:rsidP="003E0F43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Spółka Wodna „Łeba”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14:paraId="1572B228" w14:textId="77777777" w:rsidR="006A7047" w:rsidRDefault="006A7047" w:rsidP="003E0F43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NIP:  841-000-35-16</w:t>
          </w:r>
        </w:p>
      </w:tc>
      <w:tc>
        <w:tcPr>
          <w:tcW w:w="2268" w:type="dxa"/>
          <w:vMerge w:val="restart"/>
          <w:tcBorders>
            <w:top w:val="nil"/>
            <w:left w:val="nil"/>
            <w:right w:val="nil"/>
          </w:tcBorders>
        </w:tcPr>
        <w:p w14:paraId="6C297747" w14:textId="77777777" w:rsidR="006A7047" w:rsidRDefault="006A7047" w:rsidP="006A7047">
          <w:pPr>
            <w:rPr>
              <w:rFonts w:ascii="Arial" w:hAnsi="Arial" w:cs="Arial"/>
              <w:sz w:val="20"/>
              <w:szCs w:val="20"/>
            </w:rPr>
          </w:pPr>
        </w:p>
        <w:p w14:paraId="0DD1DB54" w14:textId="77777777" w:rsidR="006A7047" w:rsidRDefault="006A7047" w:rsidP="006A7047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Tel.         598 661 762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14:paraId="46D7D4CC" w14:textId="77777777" w:rsidR="006A7047" w:rsidRPr="006C6D83" w:rsidRDefault="006A7047" w:rsidP="003E0F43">
          <w:pPr>
            <w:rPr>
              <w:rFonts w:ascii="Arial" w:hAnsi="Arial" w:cs="Arial"/>
              <w:color w:val="2E74B5" w:themeColor="accent1" w:themeShade="BF"/>
              <w:sz w:val="20"/>
              <w:szCs w:val="20"/>
            </w:rPr>
          </w:pPr>
          <w:r w:rsidRPr="006C6D83">
            <w:rPr>
              <w:rFonts w:ascii="Arial" w:hAnsi="Arial" w:cs="Arial"/>
              <w:color w:val="2E74B5" w:themeColor="accent1" w:themeShade="BF"/>
              <w:sz w:val="20"/>
              <w:szCs w:val="20"/>
            </w:rPr>
            <w:t>www.swleba.pl</w:t>
          </w:r>
        </w:p>
      </w:tc>
    </w:tr>
    <w:tr w:rsidR="006A7047" w14:paraId="2EA19067" w14:textId="77777777" w:rsidTr="00AF0F63">
      <w:trPr>
        <w:trHeight w:val="339"/>
      </w:trPr>
      <w:tc>
        <w:tcPr>
          <w:tcW w:w="2689" w:type="dxa"/>
          <w:tcBorders>
            <w:top w:val="nil"/>
            <w:left w:val="nil"/>
            <w:bottom w:val="nil"/>
            <w:right w:val="nil"/>
          </w:tcBorders>
        </w:tcPr>
        <w:p w14:paraId="0C9C486E" w14:textId="77777777" w:rsidR="006A7047" w:rsidRDefault="006A7047" w:rsidP="003E0F43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84-360 Łeba, ul. Wspólna 1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14:paraId="62935D34" w14:textId="77777777" w:rsidR="006A7047" w:rsidRDefault="006A7047" w:rsidP="003E0F43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REGON: 000976563</w:t>
          </w:r>
        </w:p>
      </w:tc>
      <w:tc>
        <w:tcPr>
          <w:tcW w:w="2268" w:type="dxa"/>
          <w:vMerge/>
          <w:tcBorders>
            <w:left w:val="nil"/>
            <w:bottom w:val="nil"/>
            <w:right w:val="nil"/>
          </w:tcBorders>
        </w:tcPr>
        <w:p w14:paraId="4A6B8B67" w14:textId="77777777" w:rsidR="006A7047" w:rsidRDefault="006A7047" w:rsidP="003E0F43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14:paraId="1ACFBD65" w14:textId="77777777" w:rsidR="006A7047" w:rsidRDefault="006A7047" w:rsidP="003E0F43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biuro@swleba.pl</w:t>
          </w:r>
        </w:p>
      </w:tc>
    </w:tr>
    <w:tr w:rsidR="003E0F43" w14:paraId="78DC477C" w14:textId="77777777" w:rsidTr="003E0F43">
      <w:tc>
        <w:tcPr>
          <w:tcW w:w="9493" w:type="dxa"/>
          <w:gridSpan w:val="4"/>
          <w:tcBorders>
            <w:top w:val="nil"/>
          </w:tcBorders>
          <w:shd w:val="clear" w:color="auto" w:fill="1F3864" w:themeFill="accent5" w:themeFillShade="80"/>
        </w:tcPr>
        <w:p w14:paraId="072D888D" w14:textId="77777777" w:rsidR="003E0F43" w:rsidRDefault="003E0F43" w:rsidP="003E0F43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35AF5E14" w14:textId="77777777" w:rsidR="0077115F" w:rsidRDefault="00771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3F70E" w14:textId="77777777" w:rsidR="00CA43D5" w:rsidRDefault="00CA43D5" w:rsidP="0077115F">
      <w:pPr>
        <w:spacing w:after="0" w:line="240" w:lineRule="auto"/>
      </w:pPr>
      <w:r>
        <w:separator/>
      </w:r>
    </w:p>
  </w:footnote>
  <w:footnote w:type="continuationSeparator" w:id="0">
    <w:p w14:paraId="7AECDF2D" w14:textId="77777777" w:rsidR="00CA43D5" w:rsidRDefault="00CA43D5" w:rsidP="00771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A4A1A" w14:textId="77777777" w:rsidR="00C60CC8" w:rsidRDefault="00C60CC8" w:rsidP="00C60CC8"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773DAC1" wp14:editId="729BDDA6">
          <wp:simplePos x="0" y="0"/>
          <wp:positionH relativeFrom="column">
            <wp:posOffset>4948555</wp:posOffset>
          </wp:positionH>
          <wp:positionV relativeFrom="paragraph">
            <wp:posOffset>142875</wp:posOffset>
          </wp:positionV>
          <wp:extent cx="628650" cy="809625"/>
          <wp:effectExtent l="0" t="0" r="0" b="9525"/>
          <wp:wrapTight wrapText="bothSides">
            <wp:wrapPolygon edited="0">
              <wp:start x="0" y="0"/>
              <wp:lineTo x="0" y="21346"/>
              <wp:lineTo x="20945" y="21346"/>
              <wp:lineTo x="20945" y="0"/>
              <wp:lineTo x="0" y="0"/>
            </wp:wrapPolygon>
          </wp:wrapTight>
          <wp:docPr id="1" name="Obraz 1" descr="https://lh3.googleusercontent.com/BSmjHtGpWb-1Uka-M-cO505pTYozzNUQDN4ljyJACnjudF1-Y4Th_0SaCK10EmZkGbgHGw=s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BSmjHtGpWb-1Uka-M-cO505pTYozzNUQDN4ljyJACnjudF1-Y4Th_0SaCK10EmZkGbgHGw=s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 wp14:anchorId="60932AB4" wp14:editId="08DA2FE8">
          <wp:extent cx="2305050" cy="108585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AA34" w14:textId="77777777" w:rsidR="0077115F" w:rsidRPr="00C60CC8" w:rsidRDefault="0077115F" w:rsidP="00C60C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F74CA"/>
    <w:multiLevelType w:val="hybridMultilevel"/>
    <w:tmpl w:val="9154C6C8"/>
    <w:lvl w:ilvl="0" w:tplc="16C4AD4C">
      <w:start w:val="11"/>
      <w:numFmt w:val="bullet"/>
      <w:lvlText w:val="-"/>
      <w:lvlJc w:val="left"/>
      <w:pPr>
        <w:ind w:left="502" w:hanging="360"/>
      </w:pPr>
      <w:rPr>
        <w:rFonts w:ascii="Times New Roman" w:eastAsia="Tahom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4AE040E"/>
    <w:multiLevelType w:val="hybridMultilevel"/>
    <w:tmpl w:val="3CD2A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27668A"/>
    <w:multiLevelType w:val="hybridMultilevel"/>
    <w:tmpl w:val="B5E45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55806"/>
    <w:multiLevelType w:val="hybridMultilevel"/>
    <w:tmpl w:val="7EF87BFC"/>
    <w:lvl w:ilvl="0" w:tplc="5B66D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D52AC1"/>
    <w:multiLevelType w:val="hybridMultilevel"/>
    <w:tmpl w:val="B9AC7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91666"/>
    <w:multiLevelType w:val="hybridMultilevel"/>
    <w:tmpl w:val="1C7AF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95833"/>
    <w:multiLevelType w:val="hybridMultilevel"/>
    <w:tmpl w:val="15F25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70ACB"/>
    <w:multiLevelType w:val="hybridMultilevel"/>
    <w:tmpl w:val="87541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85B9F"/>
    <w:multiLevelType w:val="hybridMultilevel"/>
    <w:tmpl w:val="893AD72E"/>
    <w:lvl w:ilvl="0" w:tplc="DFAEC03E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6" w:hanging="360"/>
      </w:pPr>
    </w:lvl>
    <w:lvl w:ilvl="2" w:tplc="0415001B" w:tentative="1">
      <w:start w:val="1"/>
      <w:numFmt w:val="lowerRoman"/>
      <w:lvlText w:val="%3."/>
      <w:lvlJc w:val="right"/>
      <w:pPr>
        <w:ind w:left="2076" w:hanging="180"/>
      </w:pPr>
    </w:lvl>
    <w:lvl w:ilvl="3" w:tplc="0415000F" w:tentative="1">
      <w:start w:val="1"/>
      <w:numFmt w:val="decimal"/>
      <w:lvlText w:val="%4."/>
      <w:lvlJc w:val="left"/>
      <w:pPr>
        <w:ind w:left="2796" w:hanging="360"/>
      </w:pPr>
    </w:lvl>
    <w:lvl w:ilvl="4" w:tplc="04150019" w:tentative="1">
      <w:start w:val="1"/>
      <w:numFmt w:val="lowerLetter"/>
      <w:lvlText w:val="%5."/>
      <w:lvlJc w:val="left"/>
      <w:pPr>
        <w:ind w:left="3516" w:hanging="360"/>
      </w:pPr>
    </w:lvl>
    <w:lvl w:ilvl="5" w:tplc="0415001B" w:tentative="1">
      <w:start w:val="1"/>
      <w:numFmt w:val="lowerRoman"/>
      <w:lvlText w:val="%6."/>
      <w:lvlJc w:val="right"/>
      <w:pPr>
        <w:ind w:left="4236" w:hanging="180"/>
      </w:pPr>
    </w:lvl>
    <w:lvl w:ilvl="6" w:tplc="0415000F" w:tentative="1">
      <w:start w:val="1"/>
      <w:numFmt w:val="decimal"/>
      <w:lvlText w:val="%7."/>
      <w:lvlJc w:val="left"/>
      <w:pPr>
        <w:ind w:left="4956" w:hanging="360"/>
      </w:pPr>
    </w:lvl>
    <w:lvl w:ilvl="7" w:tplc="04150019" w:tentative="1">
      <w:start w:val="1"/>
      <w:numFmt w:val="lowerLetter"/>
      <w:lvlText w:val="%8."/>
      <w:lvlJc w:val="left"/>
      <w:pPr>
        <w:ind w:left="5676" w:hanging="360"/>
      </w:pPr>
    </w:lvl>
    <w:lvl w:ilvl="8" w:tplc="0415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9" w15:restartNumberingAfterBreak="0">
    <w:nsid w:val="71D67DB6"/>
    <w:multiLevelType w:val="hybridMultilevel"/>
    <w:tmpl w:val="F8161F78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4952241">
    <w:abstractNumId w:val="9"/>
  </w:num>
  <w:num w:numId="2" w16cid:durableId="1436317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7130634">
    <w:abstractNumId w:val="0"/>
  </w:num>
  <w:num w:numId="4" w16cid:durableId="465582778">
    <w:abstractNumId w:val="4"/>
  </w:num>
  <w:num w:numId="5" w16cid:durableId="374043456">
    <w:abstractNumId w:val="7"/>
  </w:num>
  <w:num w:numId="6" w16cid:durableId="279190139">
    <w:abstractNumId w:val="1"/>
  </w:num>
  <w:num w:numId="7" w16cid:durableId="2077127163">
    <w:abstractNumId w:val="3"/>
  </w:num>
  <w:num w:numId="8" w16cid:durableId="974913916">
    <w:abstractNumId w:val="8"/>
  </w:num>
  <w:num w:numId="9" w16cid:durableId="1810183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7976045">
    <w:abstractNumId w:val="2"/>
  </w:num>
  <w:num w:numId="11" w16cid:durableId="11019232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537"/>
    <w:rsid w:val="000116E6"/>
    <w:rsid w:val="000118B4"/>
    <w:rsid w:val="00011A08"/>
    <w:rsid w:val="00026B80"/>
    <w:rsid w:val="00033E59"/>
    <w:rsid w:val="00047630"/>
    <w:rsid w:val="0004769C"/>
    <w:rsid w:val="00051ED6"/>
    <w:rsid w:val="00053BCC"/>
    <w:rsid w:val="00060A4A"/>
    <w:rsid w:val="000821C8"/>
    <w:rsid w:val="0009236F"/>
    <w:rsid w:val="00094034"/>
    <w:rsid w:val="000B0020"/>
    <w:rsid w:val="000D4A6D"/>
    <w:rsid w:val="000D7A02"/>
    <w:rsid w:val="000E194D"/>
    <w:rsid w:val="000F3B0F"/>
    <w:rsid w:val="000F53CF"/>
    <w:rsid w:val="001022E2"/>
    <w:rsid w:val="00102852"/>
    <w:rsid w:val="00114180"/>
    <w:rsid w:val="00131321"/>
    <w:rsid w:val="00140285"/>
    <w:rsid w:val="0015222F"/>
    <w:rsid w:val="00157A74"/>
    <w:rsid w:val="00163FD7"/>
    <w:rsid w:val="0016789C"/>
    <w:rsid w:val="001724F2"/>
    <w:rsid w:val="001819C8"/>
    <w:rsid w:val="00184FC3"/>
    <w:rsid w:val="0018675A"/>
    <w:rsid w:val="00191E7D"/>
    <w:rsid w:val="00194628"/>
    <w:rsid w:val="001C35A0"/>
    <w:rsid w:val="001C7E9B"/>
    <w:rsid w:val="001D62CF"/>
    <w:rsid w:val="001E75B2"/>
    <w:rsid w:val="00227211"/>
    <w:rsid w:val="00227A33"/>
    <w:rsid w:val="00231D5A"/>
    <w:rsid w:val="00237A71"/>
    <w:rsid w:val="0024431A"/>
    <w:rsid w:val="0025022C"/>
    <w:rsid w:val="00251573"/>
    <w:rsid w:val="00253AC8"/>
    <w:rsid w:val="00260AA3"/>
    <w:rsid w:val="002904D6"/>
    <w:rsid w:val="002B3D13"/>
    <w:rsid w:val="002D0DE2"/>
    <w:rsid w:val="002D70F7"/>
    <w:rsid w:val="002E2537"/>
    <w:rsid w:val="002E2827"/>
    <w:rsid w:val="002F484F"/>
    <w:rsid w:val="00307FE1"/>
    <w:rsid w:val="00320F84"/>
    <w:rsid w:val="0033226E"/>
    <w:rsid w:val="00346F8C"/>
    <w:rsid w:val="00355471"/>
    <w:rsid w:val="003633D3"/>
    <w:rsid w:val="00365F3A"/>
    <w:rsid w:val="00384873"/>
    <w:rsid w:val="00393A21"/>
    <w:rsid w:val="003A1CED"/>
    <w:rsid w:val="003B2A1F"/>
    <w:rsid w:val="003B4E6B"/>
    <w:rsid w:val="003C2C4C"/>
    <w:rsid w:val="003C7808"/>
    <w:rsid w:val="003D07D1"/>
    <w:rsid w:val="003D1DB0"/>
    <w:rsid w:val="003D3DA5"/>
    <w:rsid w:val="003E0F43"/>
    <w:rsid w:val="003E4283"/>
    <w:rsid w:val="003E6C8C"/>
    <w:rsid w:val="003E75B2"/>
    <w:rsid w:val="003F4809"/>
    <w:rsid w:val="00404356"/>
    <w:rsid w:val="00427552"/>
    <w:rsid w:val="004333C9"/>
    <w:rsid w:val="00436CFE"/>
    <w:rsid w:val="00447F95"/>
    <w:rsid w:val="00460317"/>
    <w:rsid w:val="00460998"/>
    <w:rsid w:val="00461360"/>
    <w:rsid w:val="00493C09"/>
    <w:rsid w:val="00496581"/>
    <w:rsid w:val="004A33BB"/>
    <w:rsid w:val="004A6C78"/>
    <w:rsid w:val="004C22B5"/>
    <w:rsid w:val="004D6B00"/>
    <w:rsid w:val="004E2FEA"/>
    <w:rsid w:val="00501B89"/>
    <w:rsid w:val="00504CE1"/>
    <w:rsid w:val="00505B01"/>
    <w:rsid w:val="0051450D"/>
    <w:rsid w:val="00525564"/>
    <w:rsid w:val="00534826"/>
    <w:rsid w:val="0054228D"/>
    <w:rsid w:val="00584FE8"/>
    <w:rsid w:val="005857AE"/>
    <w:rsid w:val="005906ED"/>
    <w:rsid w:val="00597411"/>
    <w:rsid w:val="005B00C1"/>
    <w:rsid w:val="005B5164"/>
    <w:rsid w:val="005C37D6"/>
    <w:rsid w:val="005D3AFD"/>
    <w:rsid w:val="005E4405"/>
    <w:rsid w:val="005E5C76"/>
    <w:rsid w:val="005F02A7"/>
    <w:rsid w:val="005F14BE"/>
    <w:rsid w:val="00637F12"/>
    <w:rsid w:val="006411E1"/>
    <w:rsid w:val="00644233"/>
    <w:rsid w:val="00646D44"/>
    <w:rsid w:val="00650C1E"/>
    <w:rsid w:val="00655836"/>
    <w:rsid w:val="006623F6"/>
    <w:rsid w:val="00671441"/>
    <w:rsid w:val="00677C37"/>
    <w:rsid w:val="00681517"/>
    <w:rsid w:val="006A7047"/>
    <w:rsid w:val="006C32D7"/>
    <w:rsid w:val="006C5E16"/>
    <w:rsid w:val="006E27AF"/>
    <w:rsid w:val="00700BF4"/>
    <w:rsid w:val="0070408B"/>
    <w:rsid w:val="00704EB3"/>
    <w:rsid w:val="00710F6A"/>
    <w:rsid w:val="00715C4E"/>
    <w:rsid w:val="00722C93"/>
    <w:rsid w:val="007262D0"/>
    <w:rsid w:val="0072631D"/>
    <w:rsid w:val="00743082"/>
    <w:rsid w:val="007444D5"/>
    <w:rsid w:val="0077115F"/>
    <w:rsid w:val="007B2FE9"/>
    <w:rsid w:val="007B32A6"/>
    <w:rsid w:val="007C4B82"/>
    <w:rsid w:val="007C7AEA"/>
    <w:rsid w:val="007D32A7"/>
    <w:rsid w:val="007E3919"/>
    <w:rsid w:val="007F1276"/>
    <w:rsid w:val="007F2E75"/>
    <w:rsid w:val="0080377E"/>
    <w:rsid w:val="0081144B"/>
    <w:rsid w:val="008265F2"/>
    <w:rsid w:val="00853B17"/>
    <w:rsid w:val="008666E0"/>
    <w:rsid w:val="008707CA"/>
    <w:rsid w:val="00880CE7"/>
    <w:rsid w:val="00882356"/>
    <w:rsid w:val="0089086C"/>
    <w:rsid w:val="008A1783"/>
    <w:rsid w:val="008A252E"/>
    <w:rsid w:val="008B5033"/>
    <w:rsid w:val="008B556B"/>
    <w:rsid w:val="008B6EF3"/>
    <w:rsid w:val="008C0F1F"/>
    <w:rsid w:val="008C3BCB"/>
    <w:rsid w:val="008D69DD"/>
    <w:rsid w:val="009048D1"/>
    <w:rsid w:val="00923E6C"/>
    <w:rsid w:val="00946286"/>
    <w:rsid w:val="00963AAA"/>
    <w:rsid w:val="00967846"/>
    <w:rsid w:val="0098507D"/>
    <w:rsid w:val="009862A5"/>
    <w:rsid w:val="0099601D"/>
    <w:rsid w:val="009A07FC"/>
    <w:rsid w:val="009A66B5"/>
    <w:rsid w:val="009B0628"/>
    <w:rsid w:val="009C73DD"/>
    <w:rsid w:val="009E35C9"/>
    <w:rsid w:val="009E582E"/>
    <w:rsid w:val="009F0FC3"/>
    <w:rsid w:val="009F4E8A"/>
    <w:rsid w:val="00A06403"/>
    <w:rsid w:val="00A25F47"/>
    <w:rsid w:val="00A313CF"/>
    <w:rsid w:val="00A3165D"/>
    <w:rsid w:val="00A4352C"/>
    <w:rsid w:val="00A43FC7"/>
    <w:rsid w:val="00A44BB4"/>
    <w:rsid w:val="00A62F70"/>
    <w:rsid w:val="00A66B26"/>
    <w:rsid w:val="00A815F4"/>
    <w:rsid w:val="00AA752A"/>
    <w:rsid w:val="00AA7C6E"/>
    <w:rsid w:val="00AB1C2E"/>
    <w:rsid w:val="00AC2BF4"/>
    <w:rsid w:val="00AD2FAA"/>
    <w:rsid w:val="00AE7B7D"/>
    <w:rsid w:val="00AF0563"/>
    <w:rsid w:val="00B038C1"/>
    <w:rsid w:val="00B16040"/>
    <w:rsid w:val="00B2461F"/>
    <w:rsid w:val="00B507EA"/>
    <w:rsid w:val="00B532D0"/>
    <w:rsid w:val="00B64F7A"/>
    <w:rsid w:val="00B72979"/>
    <w:rsid w:val="00B76AE9"/>
    <w:rsid w:val="00BB499F"/>
    <w:rsid w:val="00BC5E2B"/>
    <w:rsid w:val="00C60CC8"/>
    <w:rsid w:val="00C662EC"/>
    <w:rsid w:val="00C9294B"/>
    <w:rsid w:val="00C96656"/>
    <w:rsid w:val="00CA0D3B"/>
    <w:rsid w:val="00CA1FFF"/>
    <w:rsid w:val="00CA43D5"/>
    <w:rsid w:val="00CB46CA"/>
    <w:rsid w:val="00CC3953"/>
    <w:rsid w:val="00CD4111"/>
    <w:rsid w:val="00CD4884"/>
    <w:rsid w:val="00CE055D"/>
    <w:rsid w:val="00CE7414"/>
    <w:rsid w:val="00CF3E9F"/>
    <w:rsid w:val="00CF5D03"/>
    <w:rsid w:val="00D045B3"/>
    <w:rsid w:val="00D2483C"/>
    <w:rsid w:val="00D31F49"/>
    <w:rsid w:val="00D522B3"/>
    <w:rsid w:val="00D71EB3"/>
    <w:rsid w:val="00D82AC8"/>
    <w:rsid w:val="00D86276"/>
    <w:rsid w:val="00D91167"/>
    <w:rsid w:val="00DA6873"/>
    <w:rsid w:val="00DB2B24"/>
    <w:rsid w:val="00DD1E63"/>
    <w:rsid w:val="00DD6123"/>
    <w:rsid w:val="00DE34A9"/>
    <w:rsid w:val="00DE77A4"/>
    <w:rsid w:val="00DF3264"/>
    <w:rsid w:val="00DF438F"/>
    <w:rsid w:val="00DF7BB9"/>
    <w:rsid w:val="00E038BD"/>
    <w:rsid w:val="00E0452F"/>
    <w:rsid w:val="00E20D31"/>
    <w:rsid w:val="00E22662"/>
    <w:rsid w:val="00E356AC"/>
    <w:rsid w:val="00E424B0"/>
    <w:rsid w:val="00E47FE3"/>
    <w:rsid w:val="00E50DAC"/>
    <w:rsid w:val="00E5717C"/>
    <w:rsid w:val="00E60C40"/>
    <w:rsid w:val="00E74B30"/>
    <w:rsid w:val="00E81EFE"/>
    <w:rsid w:val="00E85025"/>
    <w:rsid w:val="00E85E43"/>
    <w:rsid w:val="00E93C93"/>
    <w:rsid w:val="00EA23B1"/>
    <w:rsid w:val="00EA44DA"/>
    <w:rsid w:val="00EB20D9"/>
    <w:rsid w:val="00EC4090"/>
    <w:rsid w:val="00ED3017"/>
    <w:rsid w:val="00ED66D7"/>
    <w:rsid w:val="00F0303E"/>
    <w:rsid w:val="00F04152"/>
    <w:rsid w:val="00F21E06"/>
    <w:rsid w:val="00F30474"/>
    <w:rsid w:val="00F4036D"/>
    <w:rsid w:val="00F447A7"/>
    <w:rsid w:val="00F477B6"/>
    <w:rsid w:val="00F70295"/>
    <w:rsid w:val="00F76DFC"/>
    <w:rsid w:val="00F80407"/>
    <w:rsid w:val="00F878E0"/>
    <w:rsid w:val="00F915A1"/>
    <w:rsid w:val="00FA0CC2"/>
    <w:rsid w:val="00FB3BBD"/>
    <w:rsid w:val="00FD2EB4"/>
    <w:rsid w:val="00FE3691"/>
    <w:rsid w:val="00FE5656"/>
    <w:rsid w:val="00FE7111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C0847"/>
  <w15:chartTrackingRefBased/>
  <w15:docId w15:val="{49051724-8AC0-45CF-A418-C75EEEA8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707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115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71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15F"/>
  </w:style>
  <w:style w:type="paragraph" w:styleId="Stopka">
    <w:name w:val="footer"/>
    <w:basedOn w:val="Normalny"/>
    <w:link w:val="StopkaZnak"/>
    <w:uiPriority w:val="99"/>
    <w:unhideWhenUsed/>
    <w:rsid w:val="00771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15F"/>
  </w:style>
  <w:style w:type="table" w:styleId="Tabela-Siatka">
    <w:name w:val="Table Grid"/>
    <w:basedOn w:val="Standardowy"/>
    <w:uiPriority w:val="39"/>
    <w:rsid w:val="003E0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0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F4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A687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707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8265F2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E19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2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33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23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285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3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30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8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37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7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7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42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4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izniowski@swleba.pl%20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roznowski\Documents\Niestandardowe%20szablony%20pakietu%20Office\Dok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3F88A-1B24-4E2A-A8E1-E5DC47F89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Dok1.dotx</Template>
  <TotalTime>188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Niżniowski</dc:creator>
  <cp:keywords/>
  <dc:description/>
  <cp:lastModifiedBy>Michał Niżniowski</cp:lastModifiedBy>
  <cp:revision>3</cp:revision>
  <cp:lastPrinted>2024-08-09T09:29:00Z</cp:lastPrinted>
  <dcterms:created xsi:type="dcterms:W3CDTF">2024-09-18T10:22:00Z</dcterms:created>
  <dcterms:modified xsi:type="dcterms:W3CDTF">2024-09-18T11:10:00Z</dcterms:modified>
</cp:coreProperties>
</file>