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8A86A" w14:textId="07517BA0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6407B8">
        <w:rPr>
          <w:rFonts w:cs="Arial"/>
          <w:sz w:val="20"/>
          <w:szCs w:val="20"/>
        </w:rPr>
        <w:t>38</w:t>
      </w:r>
      <w:r w:rsidR="00313244">
        <w:rPr>
          <w:rFonts w:cs="Arial"/>
          <w:sz w:val="20"/>
          <w:szCs w:val="20"/>
        </w:rPr>
        <w:t>.202</w:t>
      </w:r>
      <w:r w:rsidR="00DA12D7">
        <w:rPr>
          <w:rFonts w:cs="Arial"/>
          <w:sz w:val="20"/>
          <w:szCs w:val="20"/>
        </w:rPr>
        <w:t>4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077A843D" w14:textId="77777777" w:rsidR="00D10DEA" w:rsidRPr="00D10DEA" w:rsidRDefault="00D10DEA" w:rsidP="00D10DEA">
      <w:pPr>
        <w:rPr>
          <w:lang w:eastAsia="en-US"/>
        </w:rPr>
      </w:pPr>
    </w:p>
    <w:p w14:paraId="321371DF" w14:textId="7A17FA0E" w:rsidR="000C2176" w:rsidRDefault="000C2176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EE8F03" w14:textId="77777777" w:rsidR="00D10DEA" w:rsidRDefault="00D10DEA" w:rsidP="00D10DEA">
      <w:pPr>
        <w:rPr>
          <w:lang w:eastAsia="en-US"/>
        </w:rPr>
      </w:pPr>
    </w:p>
    <w:p w14:paraId="4F96E764" w14:textId="77777777" w:rsidR="00D10DEA" w:rsidRPr="00D10DEA" w:rsidRDefault="00D10DEA" w:rsidP="00D10DEA">
      <w:pPr>
        <w:rPr>
          <w:lang w:eastAsia="en-US"/>
        </w:rPr>
      </w:pP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E0E6C0A" w14:textId="70556FF6" w:rsidR="008745AB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3F3D7915" w14:textId="7FA17A7C" w:rsidR="008745AB" w:rsidRPr="0033735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  <w:r w:rsidR="009968BB">
        <w:rPr>
          <w:rFonts w:cs="Arial"/>
          <w:sz w:val="20"/>
          <w:szCs w:val="20"/>
        </w:rPr>
        <w:t>:</w:t>
      </w: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7247B" w14:textId="52530F0D" w:rsidR="003B7604" w:rsidRDefault="003B7604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7AFDF83B" w14:textId="77777777" w:rsidR="00DA12D7" w:rsidRDefault="00DA12D7" w:rsidP="000C2176">
      <w:pPr>
        <w:spacing w:line="480" w:lineRule="auto"/>
        <w:rPr>
          <w:rFonts w:cs="Arial"/>
          <w:sz w:val="20"/>
          <w:szCs w:val="20"/>
        </w:rPr>
      </w:pPr>
    </w:p>
    <w:p w14:paraId="7BC51A69" w14:textId="77777777" w:rsidR="00D10DEA" w:rsidRPr="00EB76C0" w:rsidRDefault="00D10DEA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1666697B" w14:textId="617747D8" w:rsidR="003B7604" w:rsidRDefault="00E8370B" w:rsidP="00DA12D7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4B249F06" w14:textId="77777777" w:rsidR="00DA12D7" w:rsidRPr="003B7604" w:rsidRDefault="00DA12D7" w:rsidP="00DA12D7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51FC9887" w14:textId="39237CB6" w:rsidR="006407B8" w:rsidRPr="006407B8" w:rsidRDefault="006407B8" w:rsidP="006407B8">
      <w:pPr>
        <w:pStyle w:val="Style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0C2176" w:rsidRPr="006407B8">
        <w:rPr>
          <w:rFonts w:ascii="Arial" w:hAnsi="Arial" w:cs="Arial"/>
          <w:sz w:val="20"/>
          <w:szCs w:val="20"/>
        </w:rPr>
        <w:t>Nawiązując do ogłoszenia</w:t>
      </w:r>
      <w:r w:rsidR="008745AB" w:rsidRPr="006407B8">
        <w:rPr>
          <w:rFonts w:ascii="Arial" w:hAnsi="Arial" w:cs="Arial"/>
          <w:sz w:val="20"/>
          <w:szCs w:val="20"/>
        </w:rPr>
        <w:t xml:space="preserve"> o zamówieniu</w:t>
      </w:r>
      <w:r w:rsidR="000C2176" w:rsidRPr="006407B8">
        <w:rPr>
          <w:rFonts w:ascii="Arial" w:hAnsi="Arial" w:cs="Arial"/>
          <w:sz w:val="20"/>
          <w:szCs w:val="20"/>
        </w:rPr>
        <w:t xml:space="preserve"> na </w:t>
      </w:r>
      <w:r w:rsidR="00A03598" w:rsidRPr="006407B8">
        <w:rPr>
          <w:rFonts w:ascii="Arial" w:hAnsi="Arial" w:cs="Arial"/>
          <w:sz w:val="20"/>
          <w:szCs w:val="20"/>
        </w:rPr>
        <w:t xml:space="preserve">usługi </w:t>
      </w:r>
      <w:r w:rsidR="000C2176" w:rsidRPr="006407B8">
        <w:rPr>
          <w:rFonts w:ascii="Arial" w:hAnsi="Arial" w:cs="Arial"/>
          <w:sz w:val="20"/>
          <w:szCs w:val="20"/>
        </w:rPr>
        <w:t>pn</w:t>
      </w:r>
      <w:r w:rsidR="00D17A2D" w:rsidRPr="006407B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6407B8">
        <w:rPr>
          <w:rFonts w:ascii="Arial" w:hAnsi="Arial" w:cs="Arial"/>
          <w:b/>
          <w:color w:val="FF0000"/>
          <w:sz w:val="20"/>
          <w:szCs w:val="20"/>
        </w:rPr>
        <w:t>Wykonanie dokumentacji projektowej rozbudowy drogi powiatowej nr 2643G Silno – Gockowice do granicy z powiatem Tucholskim</w:t>
      </w:r>
    </w:p>
    <w:p w14:paraId="038B8D89" w14:textId="62746335" w:rsidR="00DA12D7" w:rsidRPr="00A76738" w:rsidRDefault="00DA12D7" w:rsidP="00A76738">
      <w:pPr>
        <w:pStyle w:val="Style7"/>
        <w:widowControl/>
        <w:ind w:firstLine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42AA4CC" w14:textId="77777777" w:rsidR="008C4E4A" w:rsidRPr="00A76738" w:rsidRDefault="008C4E4A" w:rsidP="009968BB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5133EBA4" w14:textId="156BB9F9" w:rsidR="003B7604" w:rsidRPr="00A76738" w:rsidRDefault="000C2176" w:rsidP="00D17A2D">
      <w:pPr>
        <w:jc w:val="both"/>
        <w:rPr>
          <w:rFonts w:cs="Arial"/>
          <w:b/>
          <w:sz w:val="20"/>
          <w:szCs w:val="20"/>
        </w:rPr>
      </w:pPr>
      <w:r w:rsidRPr="00A76738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1B08D5B5" w14:textId="77777777" w:rsidR="009968BB" w:rsidRDefault="009968BB" w:rsidP="00D17A2D">
      <w:pPr>
        <w:spacing w:after="100"/>
        <w:rPr>
          <w:b/>
          <w:sz w:val="20"/>
          <w:szCs w:val="20"/>
        </w:rPr>
      </w:pPr>
    </w:p>
    <w:p w14:paraId="5AD9CA75" w14:textId="53D1ED2F" w:rsidR="00A76738" w:rsidRDefault="00A76738" w:rsidP="00A76738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CENA  BRUTTO: </w:t>
      </w:r>
      <w:r w:rsidRPr="007C5745">
        <w:rPr>
          <w:b/>
          <w:color w:val="FF0000"/>
          <w:sz w:val="20"/>
          <w:szCs w:val="20"/>
        </w:rPr>
        <w:t>(suma pozycji 1.1+1.2</w:t>
      </w:r>
      <w:r w:rsidR="00D10DEA">
        <w:rPr>
          <w:b/>
          <w:color w:val="FF0000"/>
          <w:sz w:val="20"/>
          <w:szCs w:val="20"/>
        </w:rPr>
        <w:t>+1.3</w:t>
      </w:r>
      <w:r w:rsidRPr="007C5745">
        <w:rPr>
          <w:b/>
          <w:color w:val="FF0000"/>
          <w:sz w:val="20"/>
          <w:szCs w:val="20"/>
        </w:rPr>
        <w:t>)</w:t>
      </w:r>
      <w:r w:rsidRPr="007C5745">
        <w:rPr>
          <w:b/>
          <w:sz w:val="20"/>
          <w:szCs w:val="20"/>
        </w:rPr>
        <w:tab/>
      </w:r>
      <w:r>
        <w:rPr>
          <w:b/>
          <w:sz w:val="20"/>
          <w:szCs w:val="20"/>
        </w:rPr>
        <w:t>………………………………………………</w:t>
      </w:r>
      <w:r w:rsidRPr="007C5745">
        <w:rPr>
          <w:b/>
          <w:sz w:val="20"/>
          <w:szCs w:val="20"/>
        </w:rPr>
        <w:t>………………zł,</w:t>
      </w:r>
    </w:p>
    <w:p w14:paraId="7038E1A3" w14:textId="77777777" w:rsidR="00A76738" w:rsidRPr="007C5745" w:rsidRDefault="00A76738" w:rsidP="00A76738">
      <w:pPr>
        <w:spacing w:after="100"/>
        <w:rPr>
          <w:b/>
          <w:sz w:val="20"/>
          <w:szCs w:val="20"/>
        </w:rPr>
      </w:pPr>
    </w:p>
    <w:p w14:paraId="51352313" w14:textId="77777777" w:rsidR="00A76738" w:rsidRDefault="00A76738" w:rsidP="00A76738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BRUTTO: słownie: ……………………………………………………………………………</w:t>
      </w:r>
      <w:r>
        <w:rPr>
          <w:b/>
          <w:sz w:val="20"/>
          <w:szCs w:val="20"/>
        </w:rPr>
        <w:t>………</w:t>
      </w:r>
      <w:r w:rsidRPr="007C5745">
        <w:rPr>
          <w:b/>
          <w:sz w:val="20"/>
          <w:szCs w:val="20"/>
        </w:rPr>
        <w:t>……</w:t>
      </w:r>
    </w:p>
    <w:p w14:paraId="7E8F694A" w14:textId="77777777" w:rsidR="00A76738" w:rsidRPr="007C5745" w:rsidRDefault="00A76738" w:rsidP="00A76738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br/>
        <w:t>………………….…………………………………………...……………………………………</w:t>
      </w:r>
      <w:r>
        <w:rPr>
          <w:b/>
          <w:sz w:val="20"/>
          <w:szCs w:val="20"/>
        </w:rPr>
        <w:t>…………</w:t>
      </w:r>
      <w:r w:rsidRPr="007C5745">
        <w:rPr>
          <w:b/>
          <w:sz w:val="20"/>
          <w:szCs w:val="20"/>
        </w:rPr>
        <w:t xml:space="preserve">...złotych, </w:t>
      </w:r>
    </w:p>
    <w:p w14:paraId="546D86A1" w14:textId="77777777" w:rsidR="00D10DEA" w:rsidRDefault="00D10DEA" w:rsidP="00A76738">
      <w:pPr>
        <w:spacing w:after="100"/>
        <w:rPr>
          <w:b/>
          <w:color w:val="FF0000"/>
          <w:sz w:val="20"/>
          <w:szCs w:val="20"/>
        </w:rPr>
      </w:pPr>
    </w:p>
    <w:p w14:paraId="16061F61" w14:textId="77777777" w:rsidR="00D10DEA" w:rsidRDefault="00D10DEA" w:rsidP="00A76738">
      <w:pPr>
        <w:spacing w:after="100"/>
        <w:rPr>
          <w:b/>
          <w:color w:val="FF0000"/>
          <w:sz w:val="20"/>
          <w:szCs w:val="20"/>
        </w:rPr>
      </w:pPr>
    </w:p>
    <w:p w14:paraId="5EC73078" w14:textId="08D2B212" w:rsidR="00A76738" w:rsidRPr="007C5745" w:rsidRDefault="00A76738" w:rsidP="00A76738">
      <w:pPr>
        <w:spacing w:after="100"/>
        <w:rPr>
          <w:b/>
          <w:color w:val="FF0000"/>
          <w:sz w:val="20"/>
          <w:szCs w:val="20"/>
        </w:rPr>
      </w:pPr>
      <w:r w:rsidRPr="007C5745">
        <w:rPr>
          <w:b/>
          <w:color w:val="FF0000"/>
          <w:sz w:val="20"/>
          <w:szCs w:val="20"/>
        </w:rPr>
        <w:lastRenderedPageBreak/>
        <w:t>W tym :</w:t>
      </w:r>
    </w:p>
    <w:p w14:paraId="1A9B5DB6" w14:textId="0A6DC28C" w:rsidR="00A76738" w:rsidRPr="00D10DEA" w:rsidRDefault="00A76738" w:rsidP="00D10DEA">
      <w:pPr>
        <w:pStyle w:val="Akapitzlist"/>
        <w:numPr>
          <w:ilvl w:val="1"/>
          <w:numId w:val="26"/>
        </w:numPr>
        <w:spacing w:after="100"/>
        <w:rPr>
          <w:b/>
          <w:color w:val="FF0000"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projektu budowlanego: </w:t>
      </w:r>
    </w:p>
    <w:p w14:paraId="5261BBC8" w14:textId="77777777" w:rsidR="00D10DEA" w:rsidRPr="00D10DEA" w:rsidRDefault="00D10DEA" w:rsidP="00D10DEA">
      <w:pPr>
        <w:pStyle w:val="Akapitzlist"/>
        <w:spacing w:after="100"/>
        <w:ind w:left="360"/>
        <w:rPr>
          <w:b/>
          <w:color w:val="FF0000"/>
          <w:sz w:val="20"/>
          <w:szCs w:val="20"/>
        </w:rPr>
      </w:pPr>
    </w:p>
    <w:p w14:paraId="65F00899" w14:textId="2AD6AE33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 w:rsidR="00D10DEA">
        <w:rPr>
          <w:b/>
          <w:sz w:val="20"/>
          <w:szCs w:val="20"/>
        </w:rPr>
        <w:t>:</w:t>
      </w:r>
    </w:p>
    <w:p w14:paraId="6F174DE3" w14:textId="77777777" w:rsidR="00D10DEA" w:rsidRPr="007C5745" w:rsidRDefault="00D10DEA" w:rsidP="00D10DEA">
      <w:pPr>
        <w:spacing w:after="100"/>
        <w:rPr>
          <w:b/>
          <w:sz w:val="20"/>
          <w:szCs w:val="20"/>
        </w:rPr>
      </w:pPr>
    </w:p>
    <w:p w14:paraId="02F83AE1" w14:textId="08395014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 w:rsidR="00D10DEA">
        <w:rPr>
          <w:b/>
          <w:sz w:val="20"/>
          <w:szCs w:val="20"/>
        </w:rPr>
        <w:t xml:space="preserve"> słownie:</w:t>
      </w:r>
    </w:p>
    <w:p w14:paraId="3B416EB6" w14:textId="77777777" w:rsidR="00D10DEA" w:rsidRPr="007C5745" w:rsidRDefault="00D10DEA" w:rsidP="00D10DEA">
      <w:pPr>
        <w:spacing w:after="100"/>
        <w:rPr>
          <w:b/>
          <w:sz w:val="20"/>
          <w:szCs w:val="20"/>
        </w:rPr>
      </w:pPr>
    </w:p>
    <w:p w14:paraId="07F76E75" w14:textId="3CB7BDA2" w:rsidR="00A76738" w:rsidRPr="00D10DEA" w:rsidRDefault="00A76738" w:rsidP="00D10DEA">
      <w:pPr>
        <w:pStyle w:val="Akapitzlist"/>
        <w:numPr>
          <w:ilvl w:val="1"/>
          <w:numId w:val="26"/>
        </w:numPr>
        <w:spacing w:after="100"/>
        <w:rPr>
          <w:b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projektów podziału </w:t>
      </w:r>
      <w:r w:rsidR="006407B8">
        <w:rPr>
          <w:b/>
          <w:color w:val="FF0000"/>
          <w:sz w:val="20"/>
          <w:szCs w:val="20"/>
        </w:rPr>
        <w:t>25</w:t>
      </w:r>
      <w:r w:rsidRPr="00D10DEA">
        <w:rPr>
          <w:b/>
          <w:color w:val="FF0000"/>
          <w:sz w:val="20"/>
          <w:szCs w:val="20"/>
        </w:rPr>
        <w:t xml:space="preserve"> działek</w:t>
      </w:r>
      <w:r w:rsidR="00D10DEA" w:rsidRPr="00D10DEA">
        <w:rPr>
          <w:b/>
          <w:color w:val="FF0000"/>
          <w:sz w:val="20"/>
          <w:szCs w:val="20"/>
        </w:rPr>
        <w:t xml:space="preserve"> (zamówienie podstawowe)</w:t>
      </w:r>
      <w:r w:rsidRPr="00D10DEA">
        <w:rPr>
          <w:b/>
          <w:sz w:val="20"/>
          <w:szCs w:val="20"/>
        </w:rPr>
        <w:t xml:space="preserve">: </w:t>
      </w:r>
    </w:p>
    <w:p w14:paraId="3DA18A25" w14:textId="77777777" w:rsidR="00D10DEA" w:rsidRPr="00D10DEA" w:rsidRDefault="00D10DEA" w:rsidP="00D10DEA">
      <w:pPr>
        <w:pStyle w:val="Akapitzlist"/>
        <w:spacing w:after="100"/>
        <w:ind w:left="360"/>
        <w:rPr>
          <w:b/>
          <w:sz w:val="20"/>
          <w:szCs w:val="20"/>
        </w:rPr>
      </w:pPr>
    </w:p>
    <w:p w14:paraId="71711296" w14:textId="68F7F605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 w:rsidR="00D10DEA">
        <w:rPr>
          <w:b/>
          <w:sz w:val="20"/>
          <w:szCs w:val="20"/>
        </w:rPr>
        <w:t>:</w:t>
      </w:r>
    </w:p>
    <w:p w14:paraId="7E369EDB" w14:textId="77777777" w:rsidR="00D10DEA" w:rsidRPr="007C5745" w:rsidRDefault="00D10DEA" w:rsidP="00D10DEA">
      <w:pPr>
        <w:spacing w:after="100"/>
        <w:rPr>
          <w:b/>
          <w:sz w:val="20"/>
          <w:szCs w:val="20"/>
        </w:rPr>
      </w:pPr>
    </w:p>
    <w:p w14:paraId="3604094E" w14:textId="3A56DFBF" w:rsidR="00A76738" w:rsidRPr="007C5745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 słownie</w:t>
      </w:r>
      <w:r w:rsidR="00D10DEA">
        <w:rPr>
          <w:b/>
          <w:sz w:val="20"/>
          <w:szCs w:val="20"/>
        </w:rPr>
        <w:t>:</w:t>
      </w:r>
    </w:p>
    <w:p w14:paraId="30B47541" w14:textId="77777777" w:rsidR="00A76738" w:rsidRPr="007C5745" w:rsidRDefault="00A76738" w:rsidP="00A76738">
      <w:pPr>
        <w:spacing w:after="100"/>
        <w:rPr>
          <w:b/>
          <w:sz w:val="20"/>
          <w:szCs w:val="20"/>
        </w:rPr>
      </w:pPr>
    </w:p>
    <w:p w14:paraId="06C44A82" w14:textId="4F616649" w:rsidR="00D10DEA" w:rsidRPr="00D10DEA" w:rsidRDefault="00A76738" w:rsidP="00D10DEA">
      <w:pPr>
        <w:pStyle w:val="Akapitzlist"/>
        <w:numPr>
          <w:ilvl w:val="1"/>
          <w:numId w:val="26"/>
        </w:numPr>
        <w:spacing w:after="100"/>
        <w:rPr>
          <w:b/>
          <w:color w:val="FF0000"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>Koszty projektu podziału  2</w:t>
      </w:r>
      <w:r w:rsidR="006407B8">
        <w:rPr>
          <w:b/>
          <w:color w:val="FF0000"/>
          <w:sz w:val="20"/>
          <w:szCs w:val="20"/>
        </w:rPr>
        <w:t>5</w:t>
      </w:r>
      <w:r w:rsidRPr="00D10DEA">
        <w:rPr>
          <w:b/>
          <w:color w:val="FF0000"/>
          <w:sz w:val="20"/>
          <w:szCs w:val="20"/>
        </w:rPr>
        <w:t xml:space="preserve">  działek ( do prawa opcji zgodnie z opisem przed. zamówienia):</w:t>
      </w:r>
    </w:p>
    <w:p w14:paraId="16031DA0" w14:textId="29AA567A" w:rsidR="00A76738" w:rsidRPr="00D10DEA" w:rsidRDefault="00A76738" w:rsidP="00D10DEA">
      <w:pPr>
        <w:pStyle w:val="Akapitzlist"/>
        <w:spacing w:after="100"/>
        <w:ind w:left="360"/>
        <w:rPr>
          <w:b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 </w:t>
      </w:r>
    </w:p>
    <w:p w14:paraId="22D6EE69" w14:textId="7C35C194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</w:p>
    <w:p w14:paraId="617BDEBE" w14:textId="77777777" w:rsidR="00D10DEA" w:rsidRPr="007C5745" w:rsidRDefault="00D10DEA" w:rsidP="00D10DEA">
      <w:pPr>
        <w:spacing w:after="100"/>
        <w:rPr>
          <w:b/>
          <w:sz w:val="20"/>
          <w:szCs w:val="20"/>
        </w:rPr>
      </w:pPr>
    </w:p>
    <w:p w14:paraId="498BFDDD" w14:textId="1C1696F8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 : słownie</w:t>
      </w:r>
    </w:p>
    <w:p w14:paraId="3CB48EBD" w14:textId="77777777" w:rsidR="00D10DEA" w:rsidRPr="007C5745" w:rsidRDefault="00D10DEA" w:rsidP="00D10DEA">
      <w:pPr>
        <w:spacing w:after="100"/>
        <w:rPr>
          <w:b/>
          <w:sz w:val="20"/>
          <w:szCs w:val="20"/>
        </w:rPr>
      </w:pPr>
    </w:p>
    <w:p w14:paraId="62D57707" w14:textId="77777777" w:rsidR="00DA12D7" w:rsidRPr="00D17A2D" w:rsidRDefault="00DA12D7" w:rsidP="00D17A2D">
      <w:pPr>
        <w:spacing w:after="100"/>
        <w:rPr>
          <w:b/>
          <w:sz w:val="20"/>
          <w:szCs w:val="20"/>
        </w:rPr>
      </w:pPr>
    </w:p>
    <w:p w14:paraId="7E72D774" w14:textId="607376FD" w:rsidR="00D10DEA" w:rsidRPr="00D10DEA" w:rsidRDefault="00B60FD7" w:rsidP="00D10DEA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291B128A" w14:textId="7CAD7D53" w:rsidR="00DA12D7" w:rsidRPr="00DA12D7" w:rsidRDefault="00B60FD7" w:rsidP="00DA12D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Cs/>
          <w:sz w:val="20"/>
          <w:szCs w:val="20"/>
          <w:lang w:eastAsia="en-US"/>
        </w:rPr>
      </w:pPr>
      <w:r w:rsidRPr="00CB5120">
        <w:rPr>
          <w:rFonts w:cs="Arial"/>
          <w:b/>
          <w:sz w:val="20"/>
          <w:szCs w:val="20"/>
        </w:rPr>
        <w:t>osoba: ……….……………………………</w:t>
      </w:r>
      <w:r w:rsidR="00D10DEA">
        <w:rPr>
          <w:rFonts w:cs="Arial"/>
          <w:b/>
          <w:sz w:val="20"/>
          <w:szCs w:val="20"/>
        </w:rPr>
        <w:t>…</w:t>
      </w:r>
      <w:r w:rsidRPr="00CB5120">
        <w:rPr>
          <w:rFonts w:cs="Arial"/>
          <w:b/>
          <w:sz w:val="20"/>
          <w:szCs w:val="20"/>
        </w:rPr>
        <w:t>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="008C4E4A" w:rsidRPr="003B23AF">
        <w:rPr>
          <w:rFonts w:cs="Arial"/>
          <w:b/>
          <w:sz w:val="20"/>
          <w:szCs w:val="20"/>
          <w:lang w:eastAsia="en-US"/>
        </w:rPr>
        <w:t xml:space="preserve"> która pełnić będzie funkcję </w:t>
      </w:r>
      <w:r w:rsidR="00DA12D7" w:rsidRPr="00DA12D7">
        <w:rPr>
          <w:rFonts w:cs="Arial"/>
          <w:b/>
          <w:sz w:val="20"/>
          <w:szCs w:val="20"/>
          <w:lang w:eastAsia="en-US"/>
        </w:rPr>
        <w:t>projektanta branży drogowej, posiadając</w:t>
      </w:r>
      <w:r w:rsidR="00DA12D7">
        <w:rPr>
          <w:rFonts w:cs="Arial"/>
          <w:b/>
          <w:sz w:val="20"/>
          <w:szCs w:val="20"/>
          <w:lang w:eastAsia="en-US"/>
        </w:rPr>
        <w:t>a</w:t>
      </w:r>
      <w:r w:rsidR="00DA12D7" w:rsidRPr="00DA12D7">
        <w:rPr>
          <w:rFonts w:cs="Arial"/>
          <w:b/>
          <w:sz w:val="20"/>
          <w:szCs w:val="20"/>
          <w:lang w:eastAsia="en-US"/>
        </w:rPr>
        <w:t xml:space="preserve"> uprawnienia budowlane do projektowania w specjalności drogowej  bez ograniczeń,  posiada</w:t>
      </w:r>
      <w:r w:rsidR="00DA12D7">
        <w:rPr>
          <w:rFonts w:cs="Arial"/>
          <w:b/>
          <w:sz w:val="20"/>
          <w:szCs w:val="20"/>
          <w:lang w:eastAsia="en-US"/>
        </w:rPr>
        <w:t xml:space="preserve"> </w:t>
      </w:r>
      <w:r w:rsidR="00DA12D7" w:rsidRPr="00DA12D7">
        <w:rPr>
          <w:rFonts w:cs="Arial"/>
          <w:b/>
          <w:sz w:val="20"/>
          <w:szCs w:val="20"/>
          <w:lang w:eastAsia="en-US"/>
        </w:rPr>
        <w:t xml:space="preserve">doświadczenie tj. opracowała: </w:t>
      </w:r>
      <w:r w:rsidR="00DA12D7" w:rsidRPr="00DA12D7">
        <w:rPr>
          <w:rFonts w:cs="Arial"/>
          <w:bCs/>
          <w:i/>
          <w:iCs/>
          <w:sz w:val="20"/>
          <w:szCs w:val="20"/>
          <w:lang w:eastAsia="en-US"/>
        </w:rPr>
        <w:t>(zaznaczy</w:t>
      </w:r>
      <w:r w:rsidR="00DA12D7">
        <w:rPr>
          <w:rFonts w:cs="Arial"/>
          <w:bCs/>
          <w:i/>
          <w:iCs/>
          <w:sz w:val="20"/>
          <w:szCs w:val="20"/>
          <w:lang w:eastAsia="en-US"/>
        </w:rPr>
        <w:t>ć</w:t>
      </w:r>
      <w:r w:rsidR="00DA12D7" w:rsidRPr="00DA12D7">
        <w:rPr>
          <w:rFonts w:cs="Arial"/>
          <w:bCs/>
          <w:i/>
          <w:iCs/>
          <w:sz w:val="20"/>
          <w:szCs w:val="20"/>
          <w:lang w:eastAsia="en-US"/>
        </w:rPr>
        <w:t xml:space="preserve"> i wpisać słownie):</w:t>
      </w:r>
    </w:p>
    <w:p w14:paraId="52B714D9" w14:textId="77777777" w:rsidR="00E67BE5" w:rsidRPr="00E67BE5" w:rsidRDefault="00E67BE5" w:rsidP="00E67BE5">
      <w:pPr>
        <w:widowControl w:val="0"/>
        <w:tabs>
          <w:tab w:val="left" w:pos="44"/>
        </w:tabs>
        <w:autoSpaceDE w:val="0"/>
        <w:autoSpaceDN w:val="0"/>
        <w:adjustRightInd w:val="0"/>
        <w:ind w:left="720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</w:p>
    <w:p w14:paraId="3E693267" w14:textId="3608735A" w:rsidR="00DA12D7" w:rsidRPr="00DA12D7" w:rsidRDefault="00DA12D7" w:rsidP="00DA12D7">
      <w:pPr>
        <w:widowControl w:val="0"/>
        <w:numPr>
          <w:ilvl w:val="0"/>
          <w:numId w:val="21"/>
        </w:numPr>
        <w:tabs>
          <w:tab w:val="left" w:pos="44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  <w:r w:rsidRPr="00DA12D7">
        <w:rPr>
          <w:rFonts w:eastAsia="Calibri" w:cs="Arial"/>
          <w:b/>
          <w:bCs/>
          <w:sz w:val="20"/>
          <w:szCs w:val="20"/>
          <w:lang w:eastAsia="en-US"/>
        </w:rPr>
        <w:t>co najmniej jedną dokumentacje projektową dla budowy, rozbudowy, przebudowy drogi lub ulicy o nawierzchni  asfaltowej o wartości minimum 1</w:t>
      </w:r>
      <w:r w:rsidR="006407B8">
        <w:rPr>
          <w:rFonts w:eastAsia="Calibri" w:cs="Arial"/>
          <w:b/>
          <w:bCs/>
          <w:sz w:val="20"/>
          <w:szCs w:val="20"/>
          <w:lang w:eastAsia="en-US"/>
        </w:rPr>
        <w:t>0</w:t>
      </w:r>
      <w:r w:rsidRPr="00DA12D7">
        <w:rPr>
          <w:rFonts w:eastAsia="Calibri" w:cs="Arial"/>
          <w:b/>
          <w:bCs/>
          <w:sz w:val="20"/>
          <w:szCs w:val="20"/>
          <w:lang w:eastAsia="en-US"/>
        </w:rPr>
        <w:t>0</w:t>
      </w:r>
      <w:r w:rsidR="006407B8">
        <w:rPr>
          <w:rFonts w:eastAsia="Calibri" w:cs="Arial"/>
          <w:b/>
          <w:bCs/>
          <w:sz w:val="20"/>
          <w:szCs w:val="20"/>
          <w:lang w:eastAsia="en-US"/>
        </w:rPr>
        <w:t xml:space="preserve"> 000,00 </w:t>
      </w:r>
      <w:r w:rsidRPr="00DA12D7">
        <w:rPr>
          <w:rFonts w:eastAsia="Calibri" w:cs="Arial"/>
          <w:b/>
          <w:bCs/>
          <w:sz w:val="20"/>
          <w:szCs w:val="20"/>
          <w:lang w:eastAsia="en-US"/>
        </w:rPr>
        <w:t xml:space="preserve">zł </w:t>
      </w:r>
    </w:p>
    <w:p w14:paraId="0EC47B2D" w14:textId="77777777" w:rsidR="00DA12D7" w:rsidRPr="00DA12D7" w:rsidRDefault="00DA12D7" w:rsidP="00DA12D7">
      <w:pPr>
        <w:widowControl w:val="0"/>
        <w:tabs>
          <w:tab w:val="left" w:pos="44"/>
        </w:tabs>
        <w:autoSpaceDE w:val="0"/>
        <w:autoSpaceDN w:val="0"/>
        <w:adjustRightInd w:val="0"/>
        <w:ind w:left="720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</w:p>
    <w:p w14:paraId="426075F1" w14:textId="65DDD7DC" w:rsidR="00DA12D7" w:rsidRDefault="00DA12D7" w:rsidP="00DA12D7">
      <w:pPr>
        <w:numPr>
          <w:ilvl w:val="0"/>
          <w:numId w:val="21"/>
        </w:numPr>
        <w:jc w:val="both"/>
        <w:rPr>
          <w:rFonts w:cs="Arial"/>
          <w:b/>
          <w:bCs/>
          <w:color w:val="000000"/>
          <w:sz w:val="20"/>
          <w:szCs w:val="20"/>
          <w:lang w:val="x-none"/>
        </w:rPr>
      </w:pPr>
      <w:r w:rsidRPr="00DA12D7">
        <w:rPr>
          <w:rFonts w:eastAsia="Calibri" w:cs="Arial"/>
          <w:b/>
          <w:bCs/>
          <w:color w:val="000000"/>
          <w:sz w:val="20"/>
          <w:szCs w:val="20"/>
          <w:lang w:eastAsia="en-US"/>
        </w:rPr>
        <w:t xml:space="preserve">opracowała dwie dokumentacje projektowe </w:t>
      </w:r>
      <w:r w:rsidRPr="00DA12D7">
        <w:rPr>
          <w:rFonts w:cs="Arial"/>
          <w:b/>
          <w:bCs/>
          <w:color w:val="000000"/>
          <w:sz w:val="20"/>
          <w:szCs w:val="20"/>
          <w:lang w:val="x-none"/>
        </w:rPr>
        <w:t xml:space="preserve">o wartości minimum </w:t>
      </w:r>
      <w:r w:rsidRPr="00DA12D7">
        <w:rPr>
          <w:rFonts w:cs="Arial"/>
          <w:b/>
          <w:bCs/>
          <w:color w:val="000000"/>
          <w:sz w:val="20"/>
          <w:szCs w:val="20"/>
        </w:rPr>
        <w:t>1</w:t>
      </w:r>
      <w:r w:rsidR="006407B8">
        <w:rPr>
          <w:rFonts w:cs="Arial"/>
          <w:b/>
          <w:bCs/>
          <w:color w:val="000000"/>
          <w:sz w:val="20"/>
          <w:szCs w:val="20"/>
        </w:rPr>
        <w:t>0</w:t>
      </w:r>
      <w:r w:rsidRPr="00DA12D7">
        <w:rPr>
          <w:rFonts w:cs="Arial"/>
          <w:b/>
          <w:bCs/>
          <w:color w:val="000000"/>
          <w:sz w:val="20"/>
          <w:szCs w:val="20"/>
        </w:rPr>
        <w:t>0</w:t>
      </w:r>
      <w:r w:rsidR="006407B8">
        <w:rPr>
          <w:rFonts w:cs="Arial"/>
          <w:b/>
          <w:bCs/>
          <w:color w:val="000000"/>
          <w:sz w:val="20"/>
          <w:szCs w:val="20"/>
        </w:rPr>
        <w:t xml:space="preserve"> 000,00 </w:t>
      </w:r>
      <w:r w:rsidRPr="00DA12D7">
        <w:rPr>
          <w:rFonts w:cs="Arial"/>
          <w:b/>
          <w:bCs/>
          <w:color w:val="000000"/>
          <w:sz w:val="20"/>
          <w:szCs w:val="20"/>
          <w:lang w:val="x-none"/>
        </w:rPr>
        <w:t>złotych brutto każda dla budowy, rozbudowy,  przebudowy dróg lub ulic o nawierzchni asfaltowej</w:t>
      </w:r>
    </w:p>
    <w:p w14:paraId="64BF6851" w14:textId="22B6301C" w:rsidR="00DA12D7" w:rsidRPr="00DA12D7" w:rsidRDefault="00DA12D7" w:rsidP="00DA12D7">
      <w:pPr>
        <w:jc w:val="both"/>
        <w:rPr>
          <w:rFonts w:cs="Arial"/>
          <w:b/>
          <w:bCs/>
          <w:color w:val="000000"/>
          <w:sz w:val="20"/>
          <w:szCs w:val="20"/>
          <w:lang w:val="x-none"/>
        </w:rPr>
      </w:pPr>
      <w:r w:rsidRPr="00DA12D7">
        <w:rPr>
          <w:rFonts w:cs="Arial"/>
          <w:b/>
          <w:bCs/>
          <w:color w:val="000000"/>
          <w:sz w:val="20"/>
          <w:szCs w:val="20"/>
          <w:lang w:val="x-none"/>
        </w:rPr>
        <w:t xml:space="preserve"> </w:t>
      </w:r>
    </w:p>
    <w:p w14:paraId="1E11DAFF" w14:textId="6B419BBA" w:rsidR="00DA12D7" w:rsidRPr="00DA12D7" w:rsidRDefault="00DA12D7" w:rsidP="00DA12D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120" w:lineRule="atLeast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  <w:r w:rsidRPr="00DA12D7">
        <w:rPr>
          <w:rFonts w:eastAsia="Calibri" w:cs="Arial"/>
          <w:b/>
          <w:bCs/>
          <w:sz w:val="20"/>
          <w:szCs w:val="20"/>
          <w:lang w:eastAsia="en-US"/>
        </w:rPr>
        <w:t>opracowała trzy i więcej dokumentacj</w:t>
      </w:r>
      <w:r w:rsidR="006407B8">
        <w:rPr>
          <w:rFonts w:eastAsia="Calibri" w:cs="Arial"/>
          <w:b/>
          <w:bCs/>
          <w:sz w:val="20"/>
          <w:szCs w:val="20"/>
          <w:lang w:eastAsia="en-US"/>
        </w:rPr>
        <w:t>i</w:t>
      </w:r>
      <w:r w:rsidRPr="00DA12D7">
        <w:rPr>
          <w:rFonts w:eastAsia="Calibri" w:cs="Arial"/>
          <w:b/>
          <w:bCs/>
          <w:sz w:val="20"/>
          <w:szCs w:val="20"/>
          <w:lang w:eastAsia="en-US"/>
        </w:rPr>
        <w:t xml:space="preserve"> projektow</w:t>
      </w:r>
      <w:r w:rsidR="006407B8">
        <w:rPr>
          <w:rFonts w:eastAsia="Calibri" w:cs="Arial"/>
          <w:b/>
          <w:bCs/>
          <w:sz w:val="20"/>
          <w:szCs w:val="20"/>
          <w:lang w:eastAsia="en-US"/>
        </w:rPr>
        <w:t>ych</w:t>
      </w:r>
      <w:r w:rsidRPr="00DA12D7">
        <w:rPr>
          <w:rFonts w:eastAsia="Calibri" w:cs="Arial"/>
          <w:b/>
          <w:bCs/>
          <w:sz w:val="20"/>
          <w:szCs w:val="20"/>
          <w:lang w:eastAsia="en-US"/>
        </w:rPr>
        <w:t xml:space="preserve"> dla </w:t>
      </w:r>
      <w:r w:rsidRPr="00DA12D7">
        <w:rPr>
          <w:rFonts w:eastAsia="Calibri" w:cs="Arial"/>
          <w:b/>
          <w:bCs/>
          <w:sz w:val="20"/>
          <w:szCs w:val="20"/>
          <w:lang w:val="x-none" w:eastAsia="en-US"/>
        </w:rPr>
        <w:t xml:space="preserve">minimum </w:t>
      </w:r>
      <w:r w:rsidRPr="00DA12D7">
        <w:rPr>
          <w:rFonts w:eastAsia="Calibri" w:cs="Arial"/>
          <w:b/>
          <w:bCs/>
          <w:sz w:val="20"/>
          <w:szCs w:val="20"/>
          <w:lang w:eastAsia="en-US"/>
        </w:rPr>
        <w:t>1</w:t>
      </w:r>
      <w:r w:rsidR="006407B8">
        <w:rPr>
          <w:rFonts w:eastAsia="Calibri" w:cs="Arial"/>
          <w:b/>
          <w:bCs/>
          <w:sz w:val="20"/>
          <w:szCs w:val="20"/>
          <w:lang w:eastAsia="en-US"/>
        </w:rPr>
        <w:t>0</w:t>
      </w:r>
      <w:r w:rsidRPr="00DA12D7">
        <w:rPr>
          <w:rFonts w:eastAsia="Calibri" w:cs="Arial"/>
          <w:b/>
          <w:bCs/>
          <w:sz w:val="20"/>
          <w:szCs w:val="20"/>
          <w:lang w:eastAsia="en-US"/>
        </w:rPr>
        <w:t>0</w:t>
      </w:r>
      <w:r w:rsidR="006407B8">
        <w:rPr>
          <w:rFonts w:eastAsia="Calibri" w:cs="Arial"/>
          <w:b/>
          <w:bCs/>
          <w:sz w:val="20"/>
          <w:szCs w:val="20"/>
          <w:lang w:val="x-none" w:eastAsia="en-US"/>
        </w:rPr>
        <w:t> 000,00</w:t>
      </w:r>
      <w:r w:rsidRPr="00DA12D7">
        <w:rPr>
          <w:rFonts w:eastAsia="Calibri" w:cs="Arial"/>
          <w:b/>
          <w:bCs/>
          <w:sz w:val="20"/>
          <w:szCs w:val="20"/>
          <w:lang w:val="x-none" w:eastAsia="en-US"/>
        </w:rPr>
        <w:t xml:space="preserve"> złotych brutto każda, dla budowy, rozbudowy,  przebudowy dróg lub ulic o nawierzchni asfaltowej </w:t>
      </w:r>
    </w:p>
    <w:p w14:paraId="3ABAD554" w14:textId="2B30EEB5" w:rsidR="00D17A2D" w:rsidRPr="009968BB" w:rsidRDefault="00D17A2D" w:rsidP="005C6716">
      <w:pPr>
        <w:pStyle w:val="Akapitzlist"/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val="x-none" w:eastAsia="en-US"/>
        </w:rPr>
      </w:pPr>
    </w:p>
    <w:p w14:paraId="39FA9403" w14:textId="77777777" w:rsidR="006407B8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>wpisać słownie</w:t>
      </w:r>
      <w:r w:rsidR="006407B8">
        <w:rPr>
          <w:rFonts w:cs="Arial"/>
          <w:b/>
          <w:sz w:val="20"/>
          <w:szCs w:val="20"/>
        </w:rPr>
        <w:t xml:space="preserve"> ilość wykonanych dokumentacji (zgodnie z zaznaczonym powyżej)</w:t>
      </w:r>
      <w:r w:rsidRPr="00D748CF">
        <w:rPr>
          <w:rFonts w:cs="Arial"/>
          <w:b/>
          <w:sz w:val="20"/>
          <w:szCs w:val="20"/>
        </w:rPr>
        <w:t xml:space="preserve">: </w:t>
      </w:r>
    </w:p>
    <w:p w14:paraId="1B71466F" w14:textId="63A7DDF3" w:rsidR="006407B8" w:rsidRDefault="0085728D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85728D">
        <w:rPr>
          <w:rFonts w:cs="Arial"/>
          <w:bCs/>
          <w:i/>
          <w:iCs/>
          <w:sz w:val="20"/>
          <w:szCs w:val="20"/>
        </w:rPr>
        <w:t xml:space="preserve"> </w:t>
      </w:r>
    </w:p>
    <w:p w14:paraId="791FDA74" w14:textId="609A530F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</w:t>
      </w:r>
      <w:r w:rsidR="006407B8">
        <w:rPr>
          <w:rFonts w:cs="Arial"/>
          <w:b/>
          <w:sz w:val="20"/>
          <w:szCs w:val="20"/>
        </w:rPr>
        <w:t>……………………….</w:t>
      </w:r>
      <w:r w:rsidRPr="00D748CF">
        <w:rPr>
          <w:rFonts w:cs="Arial"/>
          <w:b/>
          <w:sz w:val="20"/>
          <w:szCs w:val="20"/>
        </w:rPr>
        <w:t>……</w:t>
      </w:r>
    </w:p>
    <w:p w14:paraId="5E84D915" w14:textId="29800E8F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</w:p>
    <w:p w14:paraId="22F54BF7" w14:textId="77777777" w:rsidR="000855EB" w:rsidRPr="00D748CF" w:rsidRDefault="000855EB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6A2F22E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 w:rsidR="009968BB"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D1ADB80" w14:textId="0584AE2E" w:rsidR="00077D48" w:rsidRPr="00D10DEA" w:rsidRDefault="000C2176" w:rsidP="00077D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26D9961D" w14:textId="127A7F76" w:rsidR="00B30869" w:rsidRPr="00A76738" w:rsidRDefault="000C2176" w:rsidP="00B3086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264A41B9" w14:textId="77777777" w:rsidR="00077D48" w:rsidRDefault="00077D48" w:rsidP="00077D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09C80D95" w14:textId="77777777" w:rsidR="00077D48" w:rsidRPr="00A63522" w:rsidRDefault="00077D48" w:rsidP="00077D48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534" w:type="dxa"/>
        <w:tblLook w:val="04A0" w:firstRow="1" w:lastRow="0" w:firstColumn="1" w:lastColumn="0" w:noHBand="0" w:noVBand="1"/>
      </w:tblPr>
      <w:tblGrid>
        <w:gridCol w:w="2551"/>
        <w:gridCol w:w="6095"/>
      </w:tblGrid>
      <w:tr w:rsidR="00077D48" w:rsidRPr="003E0E15" w14:paraId="66955EC1" w14:textId="77777777" w:rsidTr="00E97578">
        <w:tc>
          <w:tcPr>
            <w:tcW w:w="2551" w:type="dxa"/>
          </w:tcPr>
          <w:p w14:paraId="5ABDC985" w14:textId="77777777" w:rsidR="00077D48" w:rsidRPr="003E0E15" w:rsidRDefault="00077D48" w:rsidP="00E97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095" w:type="dxa"/>
          </w:tcPr>
          <w:p w14:paraId="3DE8DC97" w14:textId="77777777" w:rsidR="00077D48" w:rsidRPr="003E0E15" w:rsidRDefault="00077D48" w:rsidP="00E97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</w:t>
            </w:r>
            <w:r w:rsidRPr="003E0E15">
              <w:rPr>
                <w:rFonts w:cs="Arial"/>
                <w:b/>
                <w:sz w:val="20"/>
                <w:szCs w:val="20"/>
              </w:rPr>
              <w:t>orma</w:t>
            </w:r>
          </w:p>
          <w:p w14:paraId="29636E90" w14:textId="77777777" w:rsidR="00077D48" w:rsidRPr="003E0E15" w:rsidRDefault="00077D48" w:rsidP="00E97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077D48" w:rsidRPr="003E0E15" w14:paraId="5EBA30F8" w14:textId="77777777" w:rsidTr="00E97578">
        <w:trPr>
          <w:trHeight w:val="769"/>
        </w:trPr>
        <w:tc>
          <w:tcPr>
            <w:tcW w:w="2551" w:type="dxa"/>
            <w:vAlign w:val="center"/>
          </w:tcPr>
          <w:p w14:paraId="0B610728" w14:textId="566C8D5E" w:rsidR="00077D48" w:rsidRPr="003E0E15" w:rsidRDefault="00077D48" w:rsidP="00E97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 </w:t>
            </w:r>
            <w:r w:rsidR="006407B8">
              <w:rPr>
                <w:rFonts w:cs="Arial"/>
                <w:b/>
                <w:sz w:val="20"/>
                <w:szCs w:val="20"/>
              </w:rPr>
              <w:t>0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  <w:vAlign w:val="center"/>
          </w:tcPr>
          <w:p w14:paraId="245C325F" w14:textId="77777777" w:rsidR="00077D48" w:rsidRDefault="00077D48" w:rsidP="00E97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00519C4" w14:textId="77777777" w:rsidR="00077D48" w:rsidRPr="003E0E15" w:rsidRDefault="00077D48" w:rsidP="00E97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7F57FD9" w14:textId="77777777" w:rsidR="00077D48" w:rsidRDefault="00077D48" w:rsidP="00077D48">
      <w:pPr>
        <w:spacing w:after="240" w:line="23" w:lineRule="atLeast"/>
        <w:rPr>
          <w:rFonts w:cs="Arial"/>
          <w:sz w:val="20"/>
          <w:szCs w:val="20"/>
        </w:rPr>
      </w:pPr>
    </w:p>
    <w:p w14:paraId="103682CC" w14:textId="77777777" w:rsidR="00077D48" w:rsidRPr="003E0E15" w:rsidRDefault="00077D48" w:rsidP="00077D48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16449338" w14:textId="77777777" w:rsidR="00077D48" w:rsidRDefault="00077D48" w:rsidP="00077D48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D08D47" w14:textId="77777777" w:rsidR="00077D48" w:rsidRDefault="00077D48" w:rsidP="00077D48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77D17196" w14:textId="77777777" w:rsidR="00CE6FA8" w:rsidRDefault="00CE6FA8" w:rsidP="000C2176">
      <w:pPr>
        <w:rPr>
          <w:rFonts w:cs="Arial"/>
          <w:sz w:val="20"/>
          <w:szCs w:val="20"/>
        </w:rPr>
      </w:pPr>
    </w:p>
    <w:p w14:paraId="2935FC24" w14:textId="77777777" w:rsidR="006407B8" w:rsidRDefault="006407B8" w:rsidP="000C2176">
      <w:pPr>
        <w:rPr>
          <w:rFonts w:cs="Arial"/>
          <w:sz w:val="20"/>
          <w:szCs w:val="20"/>
        </w:rPr>
      </w:pPr>
    </w:p>
    <w:p w14:paraId="5BFE3E62" w14:textId="77777777" w:rsidR="006407B8" w:rsidRDefault="006407B8" w:rsidP="000C2176">
      <w:pPr>
        <w:rPr>
          <w:rFonts w:cs="Arial"/>
          <w:sz w:val="20"/>
          <w:szCs w:val="20"/>
        </w:rPr>
      </w:pPr>
    </w:p>
    <w:p w14:paraId="3E7F69B1" w14:textId="77777777" w:rsidR="006407B8" w:rsidRDefault="006407B8" w:rsidP="000C2176">
      <w:pPr>
        <w:rPr>
          <w:rFonts w:cs="Arial"/>
          <w:sz w:val="20"/>
          <w:szCs w:val="20"/>
        </w:rPr>
      </w:pPr>
    </w:p>
    <w:p w14:paraId="4A9EA2B5" w14:textId="77777777" w:rsidR="006407B8" w:rsidRDefault="006407B8" w:rsidP="000C2176">
      <w:pPr>
        <w:rPr>
          <w:rFonts w:cs="Arial"/>
          <w:sz w:val="20"/>
          <w:szCs w:val="20"/>
        </w:rPr>
      </w:pPr>
    </w:p>
    <w:p w14:paraId="789E2D35" w14:textId="77777777" w:rsidR="006407B8" w:rsidRPr="00061553" w:rsidRDefault="006407B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E6FA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E6FA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017FFA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F2B1D" w14:textId="77777777" w:rsidR="00017FFA" w:rsidRDefault="00017FFA">
      <w:r>
        <w:separator/>
      </w:r>
    </w:p>
  </w:endnote>
  <w:endnote w:type="continuationSeparator" w:id="0">
    <w:p w14:paraId="773B928B" w14:textId="77777777" w:rsidR="00017FFA" w:rsidRDefault="0001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82D85" w14:textId="77777777" w:rsidR="00017FFA" w:rsidRDefault="00017FFA">
      <w:r>
        <w:separator/>
      </w:r>
    </w:p>
  </w:footnote>
  <w:footnote w:type="continuationSeparator" w:id="0">
    <w:p w14:paraId="4AA9C6FF" w14:textId="77777777" w:rsidR="00017FFA" w:rsidRDefault="00017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527F"/>
    <w:multiLevelType w:val="hybridMultilevel"/>
    <w:tmpl w:val="84FC4D44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377E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25EB4FD6"/>
    <w:multiLevelType w:val="multilevel"/>
    <w:tmpl w:val="CCB865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A2A32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35D3FB7"/>
    <w:multiLevelType w:val="hybridMultilevel"/>
    <w:tmpl w:val="07A4A01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75761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0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E77268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EA78E2"/>
    <w:multiLevelType w:val="hybridMultilevel"/>
    <w:tmpl w:val="9056A28A"/>
    <w:lvl w:ilvl="0" w:tplc="9BB27A7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3D46BF"/>
    <w:multiLevelType w:val="hybridMultilevel"/>
    <w:tmpl w:val="1784851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67A83"/>
    <w:multiLevelType w:val="hybridMultilevel"/>
    <w:tmpl w:val="DAF818C8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7"/>
  </w:num>
  <w:num w:numId="2" w16cid:durableId="479687491">
    <w:abstractNumId w:val="6"/>
  </w:num>
  <w:num w:numId="3" w16cid:durableId="960654042">
    <w:abstractNumId w:val="4"/>
  </w:num>
  <w:num w:numId="4" w16cid:durableId="1498114899">
    <w:abstractNumId w:val="3"/>
  </w:num>
  <w:num w:numId="5" w16cid:durableId="435640673">
    <w:abstractNumId w:val="12"/>
  </w:num>
  <w:num w:numId="6" w16cid:durableId="623079396">
    <w:abstractNumId w:val="17"/>
  </w:num>
  <w:num w:numId="7" w16cid:durableId="1820803447">
    <w:abstractNumId w:val="1"/>
  </w:num>
  <w:num w:numId="8" w16cid:durableId="252512673">
    <w:abstractNumId w:val="13"/>
  </w:num>
  <w:num w:numId="9" w16cid:durableId="473373497">
    <w:abstractNumId w:val="5"/>
  </w:num>
  <w:num w:numId="10" w16cid:durableId="410548678">
    <w:abstractNumId w:val="2"/>
  </w:num>
  <w:num w:numId="11" w16cid:durableId="794442640">
    <w:abstractNumId w:val="20"/>
  </w:num>
  <w:num w:numId="12" w16cid:durableId="510068442">
    <w:abstractNumId w:val="10"/>
  </w:num>
  <w:num w:numId="13" w16cid:durableId="1297101073">
    <w:abstractNumId w:val="14"/>
  </w:num>
  <w:num w:numId="14" w16cid:durableId="207644832">
    <w:abstractNumId w:val="22"/>
  </w:num>
  <w:num w:numId="15" w16cid:durableId="603029011">
    <w:abstractNumId w:val="18"/>
  </w:num>
  <w:num w:numId="16" w16cid:durableId="2098164035">
    <w:abstractNumId w:val="16"/>
  </w:num>
  <w:num w:numId="17" w16cid:durableId="1600792978">
    <w:abstractNumId w:val="15"/>
  </w:num>
  <w:num w:numId="18" w16cid:durableId="172651005">
    <w:abstractNumId w:val="0"/>
  </w:num>
  <w:num w:numId="19" w16cid:durableId="1078672963">
    <w:abstractNumId w:val="21"/>
  </w:num>
  <w:num w:numId="20" w16cid:durableId="872351393">
    <w:abstractNumId w:val="25"/>
  </w:num>
  <w:num w:numId="21" w16cid:durableId="1395853749">
    <w:abstractNumId w:val="24"/>
  </w:num>
  <w:num w:numId="22" w16cid:durableId="2070110019">
    <w:abstractNumId w:val="11"/>
  </w:num>
  <w:num w:numId="23" w16cid:durableId="477460157">
    <w:abstractNumId w:val="23"/>
  </w:num>
  <w:num w:numId="24" w16cid:durableId="1416828599">
    <w:abstractNumId w:val="8"/>
  </w:num>
  <w:num w:numId="25" w16cid:durableId="1682471420">
    <w:abstractNumId w:val="19"/>
  </w:num>
  <w:num w:numId="26" w16cid:durableId="16099228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7FFA"/>
    <w:rsid w:val="00061F20"/>
    <w:rsid w:val="00077D48"/>
    <w:rsid w:val="00080D83"/>
    <w:rsid w:val="000855EB"/>
    <w:rsid w:val="000950D7"/>
    <w:rsid w:val="000C2176"/>
    <w:rsid w:val="000D283E"/>
    <w:rsid w:val="000D39B7"/>
    <w:rsid w:val="00100DBB"/>
    <w:rsid w:val="00102E49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B70BD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716"/>
    <w:rsid w:val="005C6D87"/>
    <w:rsid w:val="005E7E31"/>
    <w:rsid w:val="00622781"/>
    <w:rsid w:val="006379C4"/>
    <w:rsid w:val="006407B8"/>
    <w:rsid w:val="00640BFF"/>
    <w:rsid w:val="00666C47"/>
    <w:rsid w:val="00676853"/>
    <w:rsid w:val="00687E6B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0C0F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A2728"/>
    <w:rsid w:val="008C0260"/>
    <w:rsid w:val="008C4E4A"/>
    <w:rsid w:val="008E0BEF"/>
    <w:rsid w:val="00930251"/>
    <w:rsid w:val="00931315"/>
    <w:rsid w:val="009523F9"/>
    <w:rsid w:val="00964610"/>
    <w:rsid w:val="00993031"/>
    <w:rsid w:val="009968BB"/>
    <w:rsid w:val="009A6542"/>
    <w:rsid w:val="009D53E0"/>
    <w:rsid w:val="009D71C1"/>
    <w:rsid w:val="009F2CF0"/>
    <w:rsid w:val="00A03598"/>
    <w:rsid w:val="00A04690"/>
    <w:rsid w:val="00A40DD3"/>
    <w:rsid w:val="00A6777B"/>
    <w:rsid w:val="00A76738"/>
    <w:rsid w:val="00A8311B"/>
    <w:rsid w:val="00AF39E6"/>
    <w:rsid w:val="00B01F08"/>
    <w:rsid w:val="00B16E8F"/>
    <w:rsid w:val="00B20F13"/>
    <w:rsid w:val="00B30401"/>
    <w:rsid w:val="00B30869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6944"/>
    <w:rsid w:val="00CF7137"/>
    <w:rsid w:val="00D0361A"/>
    <w:rsid w:val="00D10DE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84D6D"/>
    <w:rsid w:val="00DA12D7"/>
    <w:rsid w:val="00DC2A92"/>
    <w:rsid w:val="00DC733E"/>
    <w:rsid w:val="00DF57BE"/>
    <w:rsid w:val="00E06500"/>
    <w:rsid w:val="00E211A5"/>
    <w:rsid w:val="00E2298C"/>
    <w:rsid w:val="00E25A79"/>
    <w:rsid w:val="00E54558"/>
    <w:rsid w:val="00E57060"/>
    <w:rsid w:val="00E63577"/>
    <w:rsid w:val="00E67BE5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A58FE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  <w:style w:type="paragraph" w:customStyle="1" w:styleId="Style7">
    <w:name w:val="Style7"/>
    <w:basedOn w:val="Normalny"/>
    <w:uiPriority w:val="99"/>
    <w:rsid w:val="009968BB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B30869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76</TotalTime>
  <Pages>4</Pages>
  <Words>995</Words>
  <Characters>5972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arleta.matusik@gmail.com</cp:lastModifiedBy>
  <cp:revision>20</cp:revision>
  <cp:lastPrinted>2021-04-12T14:11:00Z</cp:lastPrinted>
  <dcterms:created xsi:type="dcterms:W3CDTF">2022-04-19T13:52:00Z</dcterms:created>
  <dcterms:modified xsi:type="dcterms:W3CDTF">2024-10-30T13:24:00Z</dcterms:modified>
</cp:coreProperties>
</file>