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4CBCC" w14:textId="77777777" w:rsidR="00C20E4C" w:rsidRPr="003F1E9D" w:rsidRDefault="00C20E4C" w:rsidP="00C20E4C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 xml:space="preserve">WYKONAWCZY </w:t>
      </w:r>
    </w:p>
    <w:p w14:paraId="297B4540" w14:textId="77777777" w:rsidR="00817F54" w:rsidRDefault="003F1E9D" w:rsidP="00817F54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BB3F0C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791C708D" w14:textId="77777777" w:rsidR="003F1E9D" w:rsidRDefault="003F1E9D" w:rsidP="003F1E9D">
      <w:pPr>
        <w:ind w:left="2835" w:hanging="2835"/>
        <w:jc w:val="both"/>
        <w:rPr>
          <w:color w:val="000000" w:themeColor="text1"/>
          <w:sz w:val="20"/>
        </w:rPr>
      </w:pPr>
    </w:p>
    <w:p w14:paraId="5316DC4A" w14:textId="77777777" w:rsidR="00BB3F0C" w:rsidRPr="00BC621D" w:rsidRDefault="003F1E9D" w:rsidP="00BB3F0C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BB3F0C" w:rsidRPr="00BC621D">
        <w:rPr>
          <w:sz w:val="20"/>
          <w:szCs w:val="20"/>
        </w:rPr>
        <w:t xml:space="preserve">działka </w:t>
      </w:r>
      <w:r w:rsidR="00BB3F0C" w:rsidRPr="00BC621D">
        <w:rPr>
          <w:sz w:val="20"/>
          <w:szCs w:val="20"/>
        </w:rPr>
        <w:tab/>
      </w:r>
      <w:proofErr w:type="spellStart"/>
      <w:r w:rsidR="00BB3F0C" w:rsidRPr="00BC621D">
        <w:rPr>
          <w:sz w:val="20"/>
          <w:szCs w:val="20"/>
        </w:rPr>
        <w:t>ewid</w:t>
      </w:r>
      <w:proofErr w:type="spellEnd"/>
      <w:r w:rsidR="00BB3F0C" w:rsidRPr="00BC621D">
        <w:rPr>
          <w:sz w:val="20"/>
          <w:szCs w:val="20"/>
        </w:rPr>
        <w:t>. numer: 358/7, 358/8, 358/15, 358/16, 358/17, 358/18, 358/19, 358/24</w:t>
      </w:r>
    </w:p>
    <w:p w14:paraId="2F0DE185" w14:textId="77777777" w:rsidR="00BB3F0C" w:rsidRPr="00BC621D" w:rsidRDefault="00BB3F0C" w:rsidP="00BB3F0C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42916E9A" w14:textId="77777777" w:rsidR="00BB3F0C" w:rsidRPr="00BC621D" w:rsidRDefault="00BB3F0C" w:rsidP="00BB3F0C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604CE821" w14:textId="77777777" w:rsidR="00BB3F0C" w:rsidRPr="00BC621D" w:rsidRDefault="00BB3F0C" w:rsidP="00BB3F0C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01722032" w14:textId="77777777" w:rsidR="00BB3F0C" w:rsidRPr="00BC621D" w:rsidRDefault="00BB3F0C" w:rsidP="00BB3F0C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1249C85A" w14:textId="77777777" w:rsidR="003F1E9D" w:rsidRPr="00C2305F" w:rsidRDefault="003F1E9D" w:rsidP="00BB3F0C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3397E24A" w14:textId="77777777" w:rsidR="00BB3F0C" w:rsidRPr="00BC621D" w:rsidRDefault="003F1E9D" w:rsidP="00BB3F0C">
      <w:pPr>
        <w:ind w:left="2835" w:hanging="2835"/>
        <w:jc w:val="both"/>
        <w:rPr>
          <w:sz w:val="20"/>
          <w:szCs w:val="20"/>
        </w:rPr>
      </w:pPr>
      <w:r w:rsidRPr="00C2305F">
        <w:rPr>
          <w:i/>
          <w:color w:val="000000" w:themeColor="text1"/>
          <w:sz w:val="20"/>
          <w:szCs w:val="20"/>
        </w:rPr>
        <w:t>Inwestor:</w:t>
      </w:r>
      <w:r w:rsidRPr="00C2305F">
        <w:rPr>
          <w:i/>
          <w:color w:val="000000" w:themeColor="text1"/>
          <w:sz w:val="20"/>
          <w:szCs w:val="20"/>
        </w:rPr>
        <w:tab/>
      </w:r>
      <w:r w:rsidRPr="00C2305F">
        <w:rPr>
          <w:i/>
          <w:color w:val="000000" w:themeColor="text1"/>
          <w:sz w:val="20"/>
          <w:szCs w:val="20"/>
        </w:rPr>
        <w:tab/>
      </w:r>
      <w:r w:rsidR="00BB3F0C" w:rsidRPr="00BC621D">
        <w:rPr>
          <w:sz w:val="20"/>
          <w:szCs w:val="20"/>
        </w:rPr>
        <w:t>PAŃSTWOWE GOSPODARSTWO LEŚNIE LASY PAŃSTWOWE</w:t>
      </w:r>
    </w:p>
    <w:p w14:paraId="64D0FBB2" w14:textId="77777777" w:rsidR="00BB3F0C" w:rsidRPr="00BC621D" w:rsidRDefault="00BB3F0C" w:rsidP="00BB3F0C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</w:t>
      </w:r>
      <w:proofErr w:type="gramStart"/>
      <w:r w:rsidRPr="00BC621D">
        <w:rPr>
          <w:sz w:val="20"/>
          <w:szCs w:val="20"/>
        </w:rPr>
        <w:t>K.WISIŃSKIEGO</w:t>
      </w:r>
      <w:proofErr w:type="gramEnd"/>
    </w:p>
    <w:p w14:paraId="4054D6CF" w14:textId="77777777" w:rsidR="00BB3F0C" w:rsidRPr="00BC621D" w:rsidRDefault="00BB3F0C" w:rsidP="00BB3F0C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11C19E04" w14:textId="77777777" w:rsidR="00BB3F0C" w:rsidRPr="00BC621D" w:rsidRDefault="00BB3F0C" w:rsidP="00BB3F0C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4BD7B89F" w14:textId="77777777" w:rsidR="003F1E9D" w:rsidRDefault="003F1E9D" w:rsidP="00BB3F0C">
      <w:pPr>
        <w:ind w:left="2835" w:hanging="2835"/>
        <w:jc w:val="both"/>
        <w:rPr>
          <w:color w:val="000000" w:themeColor="text1"/>
        </w:rPr>
      </w:pPr>
    </w:p>
    <w:p w14:paraId="2DD29C4E" w14:textId="77777777" w:rsidR="00BB3F0C" w:rsidRPr="00BC621D" w:rsidRDefault="00BB3F0C" w:rsidP="00BB3F0C">
      <w:pPr>
        <w:ind w:left="2835" w:hanging="2835"/>
        <w:jc w:val="both"/>
      </w:pPr>
    </w:p>
    <w:p w14:paraId="03C32F6F" w14:textId="77777777" w:rsidR="00BB3F0C" w:rsidRPr="00BC621D" w:rsidRDefault="00BB3F0C" w:rsidP="00BB3F0C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 xml:space="preserve">KATEGORIA OBIEKTU BUDOWLANEGO </w:t>
      </w:r>
      <w:proofErr w:type="gramStart"/>
      <w:r w:rsidRPr="00BC621D">
        <w:rPr>
          <w:rStyle w:val="Hipercze"/>
          <w:color w:val="auto"/>
          <w:sz w:val="19"/>
          <w:szCs w:val="19"/>
        </w:rPr>
        <w:t>-  XVI</w:t>
      </w:r>
      <w:proofErr w:type="gramEnd"/>
    </w:p>
    <w:p w14:paraId="71FF79A8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70EB150B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="00527765" w:rsidRPr="008433C9">
        <w:rPr>
          <w:rFonts w:ascii="Arial" w:hAnsi="Arial" w:cs="Arial"/>
          <w:b/>
          <w:color w:val="000000" w:themeColor="text1"/>
        </w:rPr>
        <w:t>PROJEKT</w:t>
      </w:r>
      <w:r w:rsidR="00527765">
        <w:rPr>
          <w:rFonts w:ascii="Arial" w:hAnsi="Arial" w:cs="Arial"/>
          <w:b/>
          <w:color w:val="000000" w:themeColor="text1"/>
        </w:rPr>
        <w:t xml:space="preserve"> WYKONAWCZY</w:t>
      </w:r>
    </w:p>
    <w:p w14:paraId="0593404F" w14:textId="77777777" w:rsidR="003F1E9D" w:rsidRPr="008433C9" w:rsidRDefault="003F1E9D" w:rsidP="003F1E9D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7D16CD2B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6EC9ECD8" w14:textId="77777777" w:rsidR="003F1E9D" w:rsidRPr="008433C9" w:rsidRDefault="003F1E9D" w:rsidP="003F1E9D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53900EFB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589B9E68" w14:textId="77777777" w:rsidR="003F1E9D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6518D2D9" w14:textId="77777777" w:rsidR="003F1E9D" w:rsidRPr="002B0273" w:rsidRDefault="003F1E9D" w:rsidP="003F1E9D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 w:rsidR="0072134A">
        <w:rPr>
          <w:sz w:val="20"/>
          <w:szCs w:val="20"/>
        </w:rPr>
        <w:tab/>
      </w:r>
      <w:r w:rsidR="00BB3F0C">
        <w:rPr>
          <w:sz w:val="20"/>
          <w:szCs w:val="20"/>
        </w:rPr>
        <w:t>maj 2024</w:t>
      </w:r>
      <w:r w:rsidR="00BB3F0C" w:rsidRPr="0091592E">
        <w:rPr>
          <w:sz w:val="20"/>
          <w:szCs w:val="20"/>
        </w:rPr>
        <w:t xml:space="preserve"> roku</w:t>
      </w:r>
    </w:p>
    <w:p w14:paraId="045DAB39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187E5BC3" w14:textId="77777777" w:rsidR="003F1E9D" w:rsidRPr="002B0273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42930834" w14:textId="77777777" w:rsidR="00D8306F" w:rsidRPr="00D8306F" w:rsidRDefault="00D8306F" w:rsidP="00D8306F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 xml:space="preserve">Instalacje elektryczne: </w:t>
      </w:r>
    </w:p>
    <w:p w14:paraId="1DAE8DDB" w14:textId="77777777" w:rsidR="00044E2D" w:rsidRPr="002B0273" w:rsidRDefault="00D8306F" w:rsidP="00044E2D">
      <w:pPr>
        <w:ind w:left="2127" w:hanging="2127"/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2B0273">
        <w:rPr>
          <w:sz w:val="20"/>
          <w:szCs w:val="20"/>
        </w:rPr>
        <w:tab/>
      </w:r>
      <w:r w:rsidR="00044E2D" w:rsidRPr="002B0273">
        <w:rPr>
          <w:b/>
          <w:sz w:val="20"/>
          <w:szCs w:val="20"/>
        </w:rPr>
        <w:t xml:space="preserve">mgr inż. </w:t>
      </w:r>
      <w:r w:rsidR="00044E2D">
        <w:rPr>
          <w:b/>
          <w:sz w:val="20"/>
          <w:szCs w:val="20"/>
        </w:rPr>
        <w:t>Piotr Piwowoński</w:t>
      </w:r>
    </w:p>
    <w:p w14:paraId="4C84D1AA" w14:textId="77777777" w:rsidR="00044E2D" w:rsidRPr="0072134A" w:rsidRDefault="00044E2D" w:rsidP="00044E2D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72134A">
        <w:rPr>
          <w:rFonts w:ascii="Arial" w:hAnsi="Arial" w:cs="Arial"/>
          <w:color w:val="000000"/>
          <w:spacing w:val="-2"/>
          <w:sz w:val="20"/>
          <w:szCs w:val="20"/>
          <w:lang w:eastAsia="ar-SA"/>
        </w:rPr>
        <w:t>uprawnienia budowlane nr</w:t>
      </w:r>
      <w:r w:rsidRPr="0072134A">
        <w:rPr>
          <w:rFonts w:ascii="Arial" w:hAnsi="Arial" w:cs="Arial"/>
          <w:sz w:val="20"/>
          <w:szCs w:val="20"/>
        </w:rPr>
        <w:t xml:space="preserve"> MAP/0109/PWOE/04</w:t>
      </w:r>
    </w:p>
    <w:p w14:paraId="1E6C4F0F" w14:textId="77777777" w:rsidR="00044E2D" w:rsidRPr="0072134A" w:rsidRDefault="00044E2D" w:rsidP="00044E2D">
      <w:pPr>
        <w:pStyle w:val="Bezodstpw"/>
        <w:ind w:left="1418" w:firstLine="709"/>
        <w:rPr>
          <w:rFonts w:ascii="Arial" w:hAnsi="Arial" w:cs="Arial"/>
          <w:bCs/>
          <w:sz w:val="20"/>
          <w:szCs w:val="20"/>
        </w:rPr>
      </w:pPr>
      <w:r w:rsidRPr="0072134A">
        <w:rPr>
          <w:rFonts w:ascii="Arial" w:hAnsi="Arial" w:cs="Arial"/>
          <w:bCs/>
          <w:sz w:val="20"/>
          <w:szCs w:val="20"/>
        </w:rPr>
        <w:t>specjalność instalacyjna w zakresie sieci instalacji</w:t>
      </w:r>
    </w:p>
    <w:p w14:paraId="3C21C64B" w14:textId="77777777" w:rsidR="00044E2D" w:rsidRPr="0072134A" w:rsidRDefault="00044E2D" w:rsidP="00044E2D">
      <w:pPr>
        <w:pStyle w:val="Bezodstpw"/>
        <w:ind w:left="1418" w:firstLine="709"/>
        <w:rPr>
          <w:rFonts w:ascii="Arial" w:hAnsi="Arial" w:cs="Arial"/>
          <w:bCs/>
          <w:sz w:val="20"/>
          <w:szCs w:val="20"/>
        </w:rPr>
      </w:pPr>
      <w:r w:rsidRPr="0072134A">
        <w:rPr>
          <w:rFonts w:ascii="Arial" w:hAnsi="Arial" w:cs="Arial"/>
          <w:bCs/>
          <w:sz w:val="20"/>
          <w:szCs w:val="20"/>
        </w:rPr>
        <w:t>i urządzeń elektrycznych i elektroenergetycznych</w:t>
      </w:r>
    </w:p>
    <w:p w14:paraId="76C10EE6" w14:textId="77777777" w:rsidR="00D8306F" w:rsidRDefault="00D8306F" w:rsidP="00044E2D">
      <w:pPr>
        <w:ind w:left="2127" w:hanging="2127"/>
        <w:rPr>
          <w:sz w:val="20"/>
          <w:szCs w:val="20"/>
        </w:rPr>
      </w:pPr>
    </w:p>
    <w:p w14:paraId="67657DB8" w14:textId="77777777" w:rsidR="00BB3F0C" w:rsidRPr="002B0273" w:rsidRDefault="00BB3F0C" w:rsidP="00044E2D">
      <w:pPr>
        <w:ind w:left="2127" w:hanging="2127"/>
        <w:rPr>
          <w:sz w:val="20"/>
          <w:szCs w:val="20"/>
        </w:rPr>
      </w:pPr>
    </w:p>
    <w:p w14:paraId="3B94F8E6" w14:textId="77777777" w:rsidR="008A7C9C" w:rsidRPr="00592C58" w:rsidRDefault="00D8306F" w:rsidP="008A7C9C">
      <w:pPr>
        <w:ind w:left="2127" w:hanging="2127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 w:rsidRPr="002B0273">
        <w:rPr>
          <w:sz w:val="20"/>
          <w:szCs w:val="20"/>
        </w:rPr>
        <w:tab/>
      </w:r>
      <w:r w:rsidR="008A7C9C" w:rsidRPr="00592C58">
        <w:rPr>
          <w:b/>
          <w:sz w:val="20"/>
          <w:szCs w:val="20"/>
        </w:rPr>
        <w:t>mgr inż. Artur Goryczko</w:t>
      </w:r>
    </w:p>
    <w:p w14:paraId="5D1D6F76" w14:textId="77777777" w:rsidR="008A7C9C" w:rsidRDefault="008A7C9C" w:rsidP="008A7C9C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592C58">
        <w:rPr>
          <w:rFonts w:ascii="Arial" w:hAnsi="Arial" w:cs="Arial"/>
          <w:spacing w:val="-2"/>
          <w:sz w:val="20"/>
          <w:szCs w:val="20"/>
          <w:lang w:eastAsia="ar-SA"/>
        </w:rPr>
        <w:t>uprawnienia budowlane nr</w:t>
      </w:r>
      <w:r w:rsidRPr="00592C58">
        <w:rPr>
          <w:rFonts w:ascii="Arial" w:hAnsi="Arial" w:cs="Arial"/>
          <w:sz w:val="20"/>
          <w:szCs w:val="20"/>
        </w:rPr>
        <w:t xml:space="preserve"> MAP/0277/PBE/21 </w:t>
      </w:r>
      <w:r>
        <w:rPr>
          <w:rFonts w:ascii="Arial" w:hAnsi="Arial" w:cs="Arial"/>
          <w:sz w:val="20"/>
          <w:szCs w:val="20"/>
        </w:rPr>
        <w:t xml:space="preserve">do projektowania </w:t>
      </w:r>
    </w:p>
    <w:p w14:paraId="4D49EEE3" w14:textId="77777777" w:rsidR="008A7C9C" w:rsidRDefault="008A7C9C" w:rsidP="008A7C9C">
      <w:pPr>
        <w:pStyle w:val="Bezodstpw"/>
        <w:ind w:left="1418" w:firstLine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  <w:lang w:eastAsia="ar-SA"/>
        </w:rPr>
        <w:t>bez ograniczeń</w:t>
      </w:r>
      <w:r>
        <w:rPr>
          <w:rFonts w:ascii="Arial" w:hAnsi="Arial" w:cs="Arial"/>
          <w:sz w:val="20"/>
          <w:szCs w:val="20"/>
        </w:rPr>
        <w:t xml:space="preserve"> </w:t>
      </w:r>
      <w:r w:rsidRPr="00592C58">
        <w:rPr>
          <w:rFonts w:ascii="Arial" w:hAnsi="Arial" w:cs="Arial"/>
          <w:bCs/>
          <w:sz w:val="20"/>
          <w:szCs w:val="20"/>
        </w:rPr>
        <w:t>specjalność instalacyjna w zakresie sieci, instalacji</w:t>
      </w:r>
    </w:p>
    <w:p w14:paraId="285E5F52" w14:textId="77777777" w:rsidR="008A7C9C" w:rsidRPr="00C21408" w:rsidRDefault="008A7C9C" w:rsidP="008A7C9C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592C58">
        <w:rPr>
          <w:rFonts w:ascii="Arial" w:hAnsi="Arial" w:cs="Arial"/>
          <w:bCs/>
          <w:sz w:val="20"/>
          <w:szCs w:val="20"/>
        </w:rPr>
        <w:t>i urządzeń elektrycznych i elektroenergetycznych</w:t>
      </w:r>
    </w:p>
    <w:p w14:paraId="477B92FF" w14:textId="77777777" w:rsidR="003F1E9D" w:rsidRDefault="003F1E9D" w:rsidP="008A7C9C">
      <w:pPr>
        <w:ind w:left="2127" w:hanging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6AC3220B" w14:textId="77777777" w:rsidR="003F1E9D" w:rsidRDefault="003F1E9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5AFDDEEE" w14:textId="77777777" w:rsidR="003F1E9D" w:rsidRDefault="003F1E9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34CFDA68" w14:textId="77777777" w:rsidR="00B07CF1" w:rsidRDefault="00B07CF1" w:rsidP="00A636EE">
      <w:pPr>
        <w:rPr>
          <w:szCs w:val="22"/>
        </w:rPr>
      </w:pPr>
    </w:p>
    <w:sectPr w:rsidR="00B07CF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F3742" w14:textId="77777777" w:rsidR="00F037B8" w:rsidRDefault="00F037B8">
      <w:r>
        <w:separator/>
      </w:r>
    </w:p>
  </w:endnote>
  <w:endnote w:type="continuationSeparator" w:id="0">
    <w:p w14:paraId="4695A084" w14:textId="77777777" w:rsidR="00F037B8" w:rsidRDefault="00F0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2415" w14:textId="77777777" w:rsidR="00D542D2" w:rsidRDefault="00BF7EA9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 w14:anchorId="4896391A"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 wp14:anchorId="461987FE" wp14:editId="5C82E42D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3531E3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46C7BFD6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78173D92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0D182" w14:textId="77777777" w:rsidR="00F037B8" w:rsidRDefault="00F037B8">
      <w:r>
        <w:separator/>
      </w:r>
    </w:p>
  </w:footnote>
  <w:footnote w:type="continuationSeparator" w:id="0">
    <w:p w14:paraId="56E191E6" w14:textId="77777777" w:rsidR="00F037B8" w:rsidRDefault="00F0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A5428" w14:textId="77777777" w:rsidR="00D542D2" w:rsidRDefault="00BF7EA9">
    <w:pPr>
      <w:pStyle w:val="Nagwek"/>
      <w:jc w:val="right"/>
      <w:rPr>
        <w:sz w:val="20"/>
      </w:rPr>
    </w:pPr>
    <w:r>
      <w:rPr>
        <w:noProof/>
      </w:rPr>
      <w:pict w14:anchorId="382CEE5B"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 wp14:anchorId="2EC0DA79" wp14:editId="378A1D63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4757982">
    <w:abstractNumId w:val="2"/>
  </w:num>
  <w:num w:numId="2" w16cid:durableId="1636107923">
    <w:abstractNumId w:val="6"/>
  </w:num>
  <w:num w:numId="3" w16cid:durableId="2007172584">
    <w:abstractNumId w:val="3"/>
  </w:num>
  <w:num w:numId="4" w16cid:durableId="1444106705">
    <w:abstractNumId w:val="10"/>
  </w:num>
  <w:num w:numId="5" w16cid:durableId="1889217492">
    <w:abstractNumId w:val="12"/>
  </w:num>
  <w:num w:numId="6" w16cid:durableId="1307977064">
    <w:abstractNumId w:val="5"/>
  </w:num>
  <w:num w:numId="7" w16cid:durableId="305667655">
    <w:abstractNumId w:val="8"/>
  </w:num>
  <w:num w:numId="8" w16cid:durableId="1177378721">
    <w:abstractNumId w:val="0"/>
  </w:num>
  <w:num w:numId="9" w16cid:durableId="460734544">
    <w:abstractNumId w:val="9"/>
  </w:num>
  <w:num w:numId="10" w16cid:durableId="578828268">
    <w:abstractNumId w:val="4"/>
  </w:num>
  <w:num w:numId="11" w16cid:durableId="957025186">
    <w:abstractNumId w:val="7"/>
  </w:num>
  <w:num w:numId="12" w16cid:durableId="643699391">
    <w:abstractNumId w:val="1"/>
  </w:num>
  <w:num w:numId="13" w16cid:durableId="17974068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7B8"/>
    <w:rsid w:val="00004794"/>
    <w:rsid w:val="00020DF5"/>
    <w:rsid w:val="0004138C"/>
    <w:rsid w:val="00044E2D"/>
    <w:rsid w:val="00084D4D"/>
    <w:rsid w:val="000B5D91"/>
    <w:rsid w:val="000C7917"/>
    <w:rsid w:val="000E4815"/>
    <w:rsid w:val="000F25EE"/>
    <w:rsid w:val="001232F4"/>
    <w:rsid w:val="00145CAE"/>
    <w:rsid w:val="00147A20"/>
    <w:rsid w:val="001541C5"/>
    <w:rsid w:val="001936B6"/>
    <w:rsid w:val="001A6ED0"/>
    <w:rsid w:val="001E49BF"/>
    <w:rsid w:val="00230055"/>
    <w:rsid w:val="002557BF"/>
    <w:rsid w:val="00257FC5"/>
    <w:rsid w:val="003070A0"/>
    <w:rsid w:val="00375912"/>
    <w:rsid w:val="003B4C7D"/>
    <w:rsid w:val="003C06E7"/>
    <w:rsid w:val="003C1486"/>
    <w:rsid w:val="003E39D6"/>
    <w:rsid w:val="003F1E9D"/>
    <w:rsid w:val="004000FF"/>
    <w:rsid w:val="00425A38"/>
    <w:rsid w:val="004439CC"/>
    <w:rsid w:val="00460925"/>
    <w:rsid w:val="00464205"/>
    <w:rsid w:val="00477A27"/>
    <w:rsid w:val="004836E8"/>
    <w:rsid w:val="00483BAF"/>
    <w:rsid w:val="004A05DB"/>
    <w:rsid w:val="004B6BD2"/>
    <w:rsid w:val="004C3DE5"/>
    <w:rsid w:val="004D5332"/>
    <w:rsid w:val="00527765"/>
    <w:rsid w:val="00530E30"/>
    <w:rsid w:val="005A2E19"/>
    <w:rsid w:val="005B6971"/>
    <w:rsid w:val="005E08DF"/>
    <w:rsid w:val="005F6877"/>
    <w:rsid w:val="00632A86"/>
    <w:rsid w:val="00672046"/>
    <w:rsid w:val="00685654"/>
    <w:rsid w:val="0068659D"/>
    <w:rsid w:val="00693530"/>
    <w:rsid w:val="00693B70"/>
    <w:rsid w:val="006A7293"/>
    <w:rsid w:val="006C3E8C"/>
    <w:rsid w:val="006D55AE"/>
    <w:rsid w:val="0072134A"/>
    <w:rsid w:val="00723F7F"/>
    <w:rsid w:val="0073758A"/>
    <w:rsid w:val="007557B2"/>
    <w:rsid w:val="007703F0"/>
    <w:rsid w:val="00792D64"/>
    <w:rsid w:val="007A3AED"/>
    <w:rsid w:val="007A4236"/>
    <w:rsid w:val="007C7CCC"/>
    <w:rsid w:val="008166C7"/>
    <w:rsid w:val="00817F54"/>
    <w:rsid w:val="00822FC2"/>
    <w:rsid w:val="00857DA9"/>
    <w:rsid w:val="0089687F"/>
    <w:rsid w:val="008A7C9C"/>
    <w:rsid w:val="008B50BA"/>
    <w:rsid w:val="008B7BC7"/>
    <w:rsid w:val="008C2A91"/>
    <w:rsid w:val="008C6924"/>
    <w:rsid w:val="00923F29"/>
    <w:rsid w:val="00925AE4"/>
    <w:rsid w:val="009370A2"/>
    <w:rsid w:val="00973246"/>
    <w:rsid w:val="009A18FC"/>
    <w:rsid w:val="009A5838"/>
    <w:rsid w:val="009E4AC2"/>
    <w:rsid w:val="00A04D36"/>
    <w:rsid w:val="00A27027"/>
    <w:rsid w:val="00A636EE"/>
    <w:rsid w:val="00A64DA1"/>
    <w:rsid w:val="00AD3F2A"/>
    <w:rsid w:val="00AF100B"/>
    <w:rsid w:val="00AF3FBC"/>
    <w:rsid w:val="00B008CC"/>
    <w:rsid w:val="00B03C2C"/>
    <w:rsid w:val="00B07CF1"/>
    <w:rsid w:val="00B32B92"/>
    <w:rsid w:val="00B372EE"/>
    <w:rsid w:val="00B91BA2"/>
    <w:rsid w:val="00BA61CB"/>
    <w:rsid w:val="00BB3F0C"/>
    <w:rsid w:val="00BF7EA9"/>
    <w:rsid w:val="00C00AAE"/>
    <w:rsid w:val="00C07B29"/>
    <w:rsid w:val="00C20E4C"/>
    <w:rsid w:val="00C2305F"/>
    <w:rsid w:val="00C37207"/>
    <w:rsid w:val="00C46890"/>
    <w:rsid w:val="00C55E81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78F2"/>
    <w:rsid w:val="00D80FE8"/>
    <w:rsid w:val="00D8306F"/>
    <w:rsid w:val="00D916B8"/>
    <w:rsid w:val="00DA6032"/>
    <w:rsid w:val="00DA70CE"/>
    <w:rsid w:val="00DC7538"/>
    <w:rsid w:val="00DC78D6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B3557"/>
    <w:rsid w:val="00ED7290"/>
    <w:rsid w:val="00EE3549"/>
    <w:rsid w:val="00EF2083"/>
    <w:rsid w:val="00F037B8"/>
    <w:rsid w:val="00F06E63"/>
    <w:rsid w:val="00F15696"/>
    <w:rsid w:val="00F77848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3F16EE5B"/>
  <w15:docId w15:val="{0FD8D7B1-A770-49DB-A9CD-194EB96C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FC98-7D92-415E-86C7-07FF4DCD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75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Rafał Ruba</cp:lastModifiedBy>
  <cp:revision>24</cp:revision>
  <cp:lastPrinted>2011-07-06T16:26:00Z</cp:lastPrinted>
  <dcterms:created xsi:type="dcterms:W3CDTF">2021-07-12T12:18:00Z</dcterms:created>
  <dcterms:modified xsi:type="dcterms:W3CDTF">2024-05-15T08:36:00Z</dcterms:modified>
</cp:coreProperties>
</file>