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029A" w14:textId="70A7C64C" w:rsidR="00DB2C85" w:rsidRPr="00E563B7" w:rsidRDefault="00DB2C85" w:rsidP="00DB2C85">
      <w:pPr>
        <w:pStyle w:val="Nagwek4"/>
        <w:spacing w:after="120" w:line="276" w:lineRule="auto"/>
        <w:ind w:left="0"/>
        <w:jc w:val="left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>Znak sprawy SA.270.</w:t>
      </w:r>
      <w:r w:rsidR="00E563B7" w:rsidRPr="00E563B7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</w:t>
      </w:r>
      <w:r w:rsidR="00735D8F">
        <w:rPr>
          <w:b/>
          <w:i w:val="0"/>
          <w:szCs w:val="24"/>
        </w:rPr>
        <w:t>7</w:t>
      </w:r>
      <w:r w:rsidRPr="00E563B7">
        <w:rPr>
          <w:b/>
          <w:i w:val="0"/>
          <w:szCs w:val="24"/>
        </w:rPr>
        <w:t>.202</w:t>
      </w:r>
      <w:r w:rsidR="00540B0E">
        <w:rPr>
          <w:b/>
          <w:i w:val="0"/>
          <w:szCs w:val="24"/>
        </w:rPr>
        <w:t>4</w:t>
      </w:r>
    </w:p>
    <w:p w14:paraId="2C545F8A" w14:textId="7A4C2ADB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r w:rsidRPr="00E563B7">
        <w:rPr>
          <w:b/>
          <w:i w:val="0"/>
          <w:szCs w:val="24"/>
        </w:rPr>
        <w:t xml:space="preserve">Załącznik nr </w:t>
      </w:r>
      <w:r w:rsidR="00DB2C85" w:rsidRPr="00E563B7">
        <w:rPr>
          <w:b/>
          <w:i w:val="0"/>
          <w:szCs w:val="24"/>
        </w:rPr>
        <w:t>7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</w:t>
      </w:r>
      <w:proofErr w:type="spellStart"/>
      <w:r w:rsidRPr="00E563B7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E563B7">
        <w:rPr>
          <w:rFonts w:ascii="Times New Roman" w:hAnsi="Times New Roman"/>
          <w:i/>
          <w:sz w:val="24"/>
          <w:szCs w:val="24"/>
        </w:rPr>
        <w:t>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01226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5244A8BB" w:rsidR="00E563B7" w:rsidRP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</w:t>
      </w:r>
      <w:proofErr w:type="spellStart"/>
      <w:r w:rsidR="004D2E0B" w:rsidRPr="00E563B7">
        <w:rPr>
          <w:rFonts w:ascii="Times New Roman" w:hAnsi="Times New Roman"/>
          <w:sz w:val="24"/>
          <w:szCs w:val="24"/>
        </w:rPr>
        <w:t>t.j</w:t>
      </w:r>
      <w:proofErr w:type="spellEnd"/>
      <w:r w:rsidR="004D2E0B" w:rsidRPr="00E563B7">
        <w:rPr>
          <w:rFonts w:ascii="Times New Roman" w:hAnsi="Times New Roman"/>
          <w:sz w:val="24"/>
          <w:szCs w:val="24"/>
        </w:rPr>
        <w:t>. Dz.U. z 202</w:t>
      </w:r>
      <w:r w:rsidR="00735D8F">
        <w:rPr>
          <w:rFonts w:ascii="Times New Roman" w:hAnsi="Times New Roman"/>
          <w:sz w:val="24"/>
          <w:szCs w:val="24"/>
        </w:rPr>
        <w:t>4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735D8F">
        <w:rPr>
          <w:rFonts w:ascii="Times New Roman" w:hAnsi="Times New Roman"/>
          <w:sz w:val="24"/>
          <w:szCs w:val="24"/>
        </w:rPr>
        <w:t>320</w:t>
      </w:r>
      <w:r w:rsidR="004D2E0B" w:rsidRPr="00E563B7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4D2E0B" w:rsidRPr="00E563B7">
        <w:rPr>
          <w:rFonts w:ascii="Times New Roman" w:hAnsi="Times New Roman"/>
          <w:sz w:val="24"/>
          <w:szCs w:val="24"/>
        </w:rPr>
        <w:t>późn</w:t>
      </w:r>
      <w:proofErr w:type="spellEnd"/>
      <w:r w:rsidR="004D2E0B" w:rsidRPr="00E563B7">
        <w:rPr>
          <w:rFonts w:ascii="Times New Roman" w:hAnsi="Times New Roman"/>
          <w:sz w:val="24"/>
          <w:szCs w:val="24"/>
        </w:rPr>
        <w:t>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7CC696F1" w14:textId="77777777" w:rsidR="00650566" w:rsidRDefault="00650566" w:rsidP="006505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</w:pPr>
    </w:p>
    <w:p w14:paraId="759ADE9D" w14:textId="450B7952" w:rsidR="0071340C" w:rsidRDefault="00E563B7" w:rsidP="006505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</w:pPr>
      <w:r w:rsidRPr="0001226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„</w:t>
      </w:r>
      <w:r w:rsidR="00735D8F" w:rsidRPr="00735D8F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Wykonanie wymiany pokrycia dachu wraz z elewacją w istniejącym budynku magazynowo-gospodarczym (stodoły) szkółki leśnej w Bąku – II postępowanie</w:t>
      </w:r>
      <w:r w:rsidRPr="0001226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”</w:t>
      </w:r>
    </w:p>
    <w:p w14:paraId="325896C0" w14:textId="77777777" w:rsidR="00650566" w:rsidRPr="00012269" w:rsidRDefault="00650566" w:rsidP="006505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</w:pP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9803DA9" w14:textId="77777777" w:rsidR="00C00863" w:rsidRDefault="00C00863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E9C256F" w14:textId="77777777" w:rsidR="00C00863" w:rsidRDefault="00C00863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0FE4BB6" w14:textId="77777777" w:rsidR="00C00863" w:rsidRDefault="00C00863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EDBFD09" w14:textId="0754F316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225DB" w14:textId="77777777" w:rsidR="000C2AE7" w:rsidRDefault="000C2AE7" w:rsidP="00025386">
      <w:pPr>
        <w:spacing w:after="0" w:line="240" w:lineRule="auto"/>
      </w:pPr>
      <w:r>
        <w:separator/>
      </w:r>
    </w:p>
  </w:endnote>
  <w:endnote w:type="continuationSeparator" w:id="0">
    <w:p w14:paraId="12040BD5" w14:textId="77777777" w:rsidR="000C2AE7" w:rsidRDefault="000C2AE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F8562" w14:textId="77777777" w:rsidR="004D2E0B" w:rsidRDefault="004D2E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FEFAD" w14:textId="2F70F4BE" w:rsidR="00025386" w:rsidRDefault="00FC5CCC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97A94F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F05D6" w14:textId="77777777" w:rsidR="004D2E0B" w:rsidRDefault="004D2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57A7D" w14:textId="77777777" w:rsidR="000C2AE7" w:rsidRDefault="000C2AE7" w:rsidP="00025386">
      <w:pPr>
        <w:spacing w:after="0" w:line="240" w:lineRule="auto"/>
      </w:pPr>
      <w:r>
        <w:separator/>
      </w:r>
    </w:p>
  </w:footnote>
  <w:footnote w:type="continuationSeparator" w:id="0">
    <w:p w14:paraId="33B638E9" w14:textId="77777777" w:rsidR="000C2AE7" w:rsidRDefault="000C2AE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6CACF" w14:textId="77777777" w:rsidR="004D2E0B" w:rsidRDefault="004D2E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4B433" w14:textId="77777777" w:rsidR="004D2E0B" w:rsidRDefault="004D2E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BFF43" w14:textId="77777777" w:rsidR="004D2E0B" w:rsidRDefault="004D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12269"/>
    <w:rsid w:val="00025386"/>
    <w:rsid w:val="000423B9"/>
    <w:rsid w:val="00053927"/>
    <w:rsid w:val="00066C44"/>
    <w:rsid w:val="00071D4C"/>
    <w:rsid w:val="00084786"/>
    <w:rsid w:val="00094BC1"/>
    <w:rsid w:val="000C2AE7"/>
    <w:rsid w:val="0016158F"/>
    <w:rsid w:val="00167782"/>
    <w:rsid w:val="001A2DD5"/>
    <w:rsid w:val="001C2314"/>
    <w:rsid w:val="00213980"/>
    <w:rsid w:val="003140F5"/>
    <w:rsid w:val="0039728D"/>
    <w:rsid w:val="004374F2"/>
    <w:rsid w:val="00460705"/>
    <w:rsid w:val="00485239"/>
    <w:rsid w:val="004D2E0B"/>
    <w:rsid w:val="004E27D7"/>
    <w:rsid w:val="00540B0E"/>
    <w:rsid w:val="0055145C"/>
    <w:rsid w:val="005624D8"/>
    <w:rsid w:val="005A18B9"/>
    <w:rsid w:val="00603A92"/>
    <w:rsid w:val="00615320"/>
    <w:rsid w:val="00620476"/>
    <w:rsid w:val="00642A78"/>
    <w:rsid w:val="00650566"/>
    <w:rsid w:val="00657A47"/>
    <w:rsid w:val="006A0F2A"/>
    <w:rsid w:val="0071340C"/>
    <w:rsid w:val="00735D8F"/>
    <w:rsid w:val="00745A44"/>
    <w:rsid w:val="00760565"/>
    <w:rsid w:val="007666D6"/>
    <w:rsid w:val="007D6755"/>
    <w:rsid w:val="00824D73"/>
    <w:rsid w:val="00830970"/>
    <w:rsid w:val="00881A47"/>
    <w:rsid w:val="008833CF"/>
    <w:rsid w:val="008B797E"/>
    <w:rsid w:val="008F2498"/>
    <w:rsid w:val="009028E6"/>
    <w:rsid w:val="0093388F"/>
    <w:rsid w:val="0097208F"/>
    <w:rsid w:val="009F0CFF"/>
    <w:rsid w:val="00A56A6F"/>
    <w:rsid w:val="00A87380"/>
    <w:rsid w:val="00AF4E90"/>
    <w:rsid w:val="00AF7375"/>
    <w:rsid w:val="00B62AD0"/>
    <w:rsid w:val="00B77707"/>
    <w:rsid w:val="00BE3BCE"/>
    <w:rsid w:val="00C00863"/>
    <w:rsid w:val="00C4156E"/>
    <w:rsid w:val="00C52BE8"/>
    <w:rsid w:val="00CA6372"/>
    <w:rsid w:val="00CB29AC"/>
    <w:rsid w:val="00D10EB3"/>
    <w:rsid w:val="00D55FC4"/>
    <w:rsid w:val="00D9320D"/>
    <w:rsid w:val="00DB2C85"/>
    <w:rsid w:val="00DC4842"/>
    <w:rsid w:val="00DC587A"/>
    <w:rsid w:val="00DC652A"/>
    <w:rsid w:val="00DE3B21"/>
    <w:rsid w:val="00DE53B3"/>
    <w:rsid w:val="00DE73DD"/>
    <w:rsid w:val="00E27ABB"/>
    <w:rsid w:val="00E563B7"/>
    <w:rsid w:val="00E67109"/>
    <w:rsid w:val="00E85941"/>
    <w:rsid w:val="00E86D3B"/>
    <w:rsid w:val="00EC10EE"/>
    <w:rsid w:val="00EF3368"/>
    <w:rsid w:val="00F334B4"/>
    <w:rsid w:val="00FB7BA7"/>
    <w:rsid w:val="00F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10</cp:revision>
  <dcterms:created xsi:type="dcterms:W3CDTF">2022-06-14T12:51:00Z</dcterms:created>
  <dcterms:modified xsi:type="dcterms:W3CDTF">2024-11-05T11:28:00Z</dcterms:modified>
</cp:coreProperties>
</file>