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2B2FB6F5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>6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1B33A67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52976D7D" w14:textId="0A973E26" w:rsidR="000C2176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4BC5906D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49A83EDC" w14:textId="7994B74F" w:rsidR="000C2176" w:rsidRDefault="000C2176" w:rsidP="00DC2A92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DC2A92">
        <w:rPr>
          <w:rFonts w:ascii="Arial" w:hAnsi="Arial" w:cs="Arial"/>
          <w:b w:val="0"/>
          <w:sz w:val="20"/>
          <w:szCs w:val="20"/>
        </w:rPr>
        <w:t xml:space="preserve">Nawiązując do ogłoszenia na </w:t>
      </w:r>
      <w:r w:rsidR="00A03598">
        <w:rPr>
          <w:rFonts w:ascii="Arial" w:hAnsi="Arial" w:cs="Arial"/>
          <w:b w:val="0"/>
          <w:sz w:val="20"/>
          <w:szCs w:val="20"/>
        </w:rPr>
        <w:t xml:space="preserve">usługi </w:t>
      </w:r>
      <w:r w:rsidRPr="00DC2A92">
        <w:rPr>
          <w:rFonts w:ascii="Arial" w:hAnsi="Arial" w:cs="Arial"/>
          <w:b w:val="0"/>
          <w:sz w:val="20"/>
          <w:szCs w:val="20"/>
        </w:rPr>
        <w:t>pn</w:t>
      </w:r>
      <w:r w:rsidR="00DC2A92">
        <w:rPr>
          <w:rFonts w:ascii="Arial" w:hAnsi="Arial" w:cs="Arial"/>
          <w:b w:val="0"/>
          <w:sz w:val="20"/>
          <w:szCs w:val="20"/>
        </w:rPr>
        <w:t>.</w:t>
      </w:r>
      <w:r w:rsidR="00DC2A92" w:rsidRPr="00DC2A92">
        <w:rPr>
          <w:rFonts w:ascii="Arial" w:hAnsi="Arial" w:cs="Arial"/>
          <w:b w:val="0"/>
          <w:sz w:val="21"/>
          <w:szCs w:val="21"/>
        </w:rPr>
        <w:t xml:space="preserve"> </w:t>
      </w:r>
      <w:r w:rsidR="00257DE5" w:rsidRPr="00257DE5">
        <w:rPr>
          <w:rFonts w:ascii="Arial" w:hAnsi="Arial" w:cs="Arial"/>
          <w:sz w:val="20"/>
          <w:szCs w:val="20"/>
        </w:rPr>
        <w:t xml:space="preserve">Nadzór inw. nad zad.pn.: Rozb. dr. pow. nr 2638G, 2645G oraz 2647G w m. Sławęcin oraz rozb. dr. pow. nr 2638G na odc. Ogorzeliny–Sławęcin, wraz z przeb. dr. pow. nr 2638G i 2644G w m. Ogorzeliny </w:t>
      </w:r>
      <w:r w:rsidRPr="00DC2A92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133EBA4" w14:textId="77777777" w:rsidR="003B7604" w:rsidRPr="003B7604" w:rsidRDefault="003B7604" w:rsidP="003B7604">
      <w:pPr>
        <w:rPr>
          <w:lang w:eastAsia="en-US"/>
        </w:rPr>
      </w:pP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58474158" w14:textId="40A2A250" w:rsidR="003B7604" w:rsidRPr="00257DE5" w:rsidRDefault="003B7604" w:rsidP="00257DE5">
      <w:pPr>
        <w:spacing w:after="100"/>
        <w:rPr>
          <w:b/>
          <w:sz w:val="20"/>
          <w:szCs w:val="20"/>
        </w:rPr>
      </w:pPr>
    </w:p>
    <w:p w14:paraId="3A39ACA2" w14:textId="77777777" w:rsidR="003B7604" w:rsidRPr="00D748CF" w:rsidRDefault="003B7604" w:rsidP="00D748CF">
      <w:pPr>
        <w:pStyle w:val="Akapitzlist"/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0196B35" w14:textId="41DCC844" w:rsidR="00DC2A92" w:rsidRPr="002D07D3" w:rsidRDefault="002D07D3" w:rsidP="002D07D3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2D07D3">
        <w:rPr>
          <w:rFonts w:cs="Arial"/>
          <w:b/>
          <w:bCs/>
          <w:sz w:val="20"/>
          <w:szCs w:val="20"/>
        </w:rPr>
        <w:t>inspektora nadzoru robót branży drogowej, posiadającą uprawnienia budowlane do kierowania robotami budowlanymi  i do projektowania w specjalności inżynieryjnej drogowej bez ograniczeń</w:t>
      </w:r>
      <w:r>
        <w:rPr>
          <w:rFonts w:cs="Arial"/>
          <w:b/>
          <w:bCs/>
          <w:sz w:val="20"/>
          <w:szCs w:val="20"/>
        </w:rPr>
        <w:t xml:space="preserve"> </w:t>
      </w:r>
      <w:r w:rsidR="00A03598" w:rsidRPr="00A03598">
        <w:rPr>
          <w:rFonts w:cs="Arial"/>
          <w:bCs/>
          <w:sz w:val="20"/>
          <w:szCs w:val="20"/>
        </w:rPr>
        <w:t xml:space="preserve"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</w:t>
      </w:r>
      <w:r w:rsidR="00A03598" w:rsidRPr="00A03598">
        <w:rPr>
          <w:rFonts w:cs="Arial"/>
          <w:bCs/>
          <w:sz w:val="20"/>
          <w:szCs w:val="20"/>
        </w:rPr>
        <w:lastRenderedPageBreak/>
        <w:t>831)</w:t>
      </w:r>
      <w:r w:rsidR="00DC2A92" w:rsidRPr="0085728D">
        <w:rPr>
          <w:rFonts w:cs="Arial"/>
          <w:sz w:val="20"/>
          <w:szCs w:val="20"/>
        </w:rPr>
        <w:t xml:space="preserve"> </w:t>
      </w:r>
      <w:r w:rsidR="00DC2A92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oraz  posiada </w:t>
      </w:r>
      <w:r w:rsidR="00DC2A92" w:rsidRPr="0085728D">
        <w:rPr>
          <w:rFonts w:eastAsia="Calibri" w:cs="Arial"/>
          <w:b/>
          <w:sz w:val="20"/>
          <w:szCs w:val="20"/>
          <w:lang w:eastAsia="en-US"/>
        </w:rPr>
        <w:t xml:space="preserve">doświadczenie 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>w pełnieniu funkcji inspektora nadzoru inwestorskiego robót branży</w:t>
      </w:r>
      <w:r w:rsidR="00A03598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, lub kierownika budowy robót branży </w:t>
      </w:r>
      <w:r w:rsidR="00CE6FA8">
        <w:rPr>
          <w:rFonts w:eastAsia="Calibri" w:cs="Arial"/>
          <w:b/>
          <w:bCs/>
          <w:sz w:val="20"/>
          <w:szCs w:val="20"/>
          <w:lang w:eastAsia="en-US"/>
        </w:rPr>
        <w:t>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na: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(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>zaznaczy i wpisać słownie)</w:t>
      </w:r>
    </w:p>
    <w:p w14:paraId="40D05CC0" w14:textId="77777777" w:rsidR="00CE6FA8" w:rsidRPr="0085728D" w:rsidRDefault="00CE6FA8" w:rsidP="0085728D">
      <w:pPr>
        <w:keepNext/>
        <w:spacing w:before="120" w:line="276" w:lineRule="auto"/>
        <w:jc w:val="both"/>
        <w:outlineLvl w:val="3"/>
        <w:rPr>
          <w:rFonts w:eastAsia="Calibri" w:cs="Arial"/>
          <w:b/>
          <w:bCs/>
          <w:sz w:val="20"/>
          <w:szCs w:val="20"/>
          <w:lang w:eastAsia="en-US"/>
        </w:rPr>
      </w:pPr>
    </w:p>
    <w:p w14:paraId="52A867C0" w14:textId="222D8096" w:rsidR="00A03598" w:rsidRPr="00A03598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jednej budowie, rozbudowie, przebudowie dróg lub ulic o nawierzchni asfaltowej lub bitumicznej </w:t>
      </w:r>
    </w:p>
    <w:p w14:paraId="21A10340" w14:textId="7B07A1DE" w:rsidR="00A03598" w:rsidRPr="00A03598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dwóch  budowach , rozbudowach , przebudowach  dróg lub ulic o nawierzchni asfaltowej lub bitumicznej </w:t>
      </w:r>
    </w:p>
    <w:p w14:paraId="0A4B2220" w14:textId="0853D4A8" w:rsidR="00DC2A92" w:rsidRPr="0085728D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3913C9AA" w14:textId="7F68E097" w:rsidR="00D748CF" w:rsidRDefault="00D748CF" w:rsidP="00DC2A92">
      <w:pPr>
        <w:keepNext/>
        <w:spacing w:before="120" w:line="276" w:lineRule="auto"/>
        <w:jc w:val="both"/>
        <w:outlineLvl w:val="3"/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2A2C37F3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 lub  nie posiada doświadczenia)</w:t>
      </w:r>
    </w:p>
    <w:p w14:paraId="33D3A171" w14:textId="58E5369A" w:rsidR="00707BA3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569571E5" w14:textId="7B07457F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0F13238" w14:textId="77777777" w:rsidR="003B7604" w:rsidRPr="003E0E15" w:rsidRDefault="003B7604" w:rsidP="003B760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3B7604" w:rsidRPr="003E0E15" w14:paraId="161A75EC" w14:textId="77777777" w:rsidTr="0042205B">
        <w:tc>
          <w:tcPr>
            <w:tcW w:w="2694" w:type="dxa"/>
          </w:tcPr>
          <w:p w14:paraId="60204244" w14:textId="77777777" w:rsidR="003B7604" w:rsidRPr="003E0E15" w:rsidRDefault="003B7604" w:rsidP="0042205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09B262F" w14:textId="77777777" w:rsidR="003B7604" w:rsidRPr="003E0E15" w:rsidRDefault="003B7604" w:rsidP="0042205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6B14C019" w14:textId="77777777" w:rsidR="003B7604" w:rsidRPr="003E0E15" w:rsidRDefault="003B7604" w:rsidP="0042205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3B7604" w:rsidRPr="003E0E15" w14:paraId="094E6B06" w14:textId="77777777" w:rsidTr="0042205B">
        <w:tc>
          <w:tcPr>
            <w:tcW w:w="2694" w:type="dxa"/>
          </w:tcPr>
          <w:p w14:paraId="102A9583" w14:textId="77777777" w:rsidR="003B7604" w:rsidRDefault="003B7604" w:rsidP="0042205B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</w:t>
            </w:r>
          </w:p>
          <w:p w14:paraId="4CB66D99" w14:textId="5A7515B3" w:rsidR="003B7604" w:rsidRPr="003E0E15" w:rsidRDefault="003B7604" w:rsidP="0042205B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1</w:t>
            </w:r>
            <w:r w:rsidRPr="003E0E15">
              <w:rPr>
                <w:rFonts w:cs="Arial"/>
                <w:b/>
                <w:sz w:val="20"/>
                <w:szCs w:val="20"/>
              </w:rPr>
              <w:t>.000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0D976A77" w14:textId="77777777" w:rsidR="003B7604" w:rsidRDefault="003B7604" w:rsidP="0042205B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4DC0F95" w14:textId="77777777" w:rsidR="003B7604" w:rsidRPr="003E0E15" w:rsidRDefault="003B7604" w:rsidP="0042205B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06C78E2" w14:textId="77777777" w:rsidR="003B7604" w:rsidRDefault="003B7604" w:rsidP="003B7604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7C663650" w14:textId="77777777" w:rsidR="003B7604" w:rsidRPr="003E0E15" w:rsidRDefault="003B7604" w:rsidP="003B7604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83E8E73" w14:textId="77777777" w:rsidR="003B7604" w:rsidRDefault="003B7604" w:rsidP="003B7604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3E3F327C" w14:textId="12C0F7CD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71728" w14:textId="77777777" w:rsidR="003D23BF" w:rsidRDefault="003D23BF">
      <w:r>
        <w:separator/>
      </w:r>
    </w:p>
  </w:endnote>
  <w:endnote w:type="continuationSeparator" w:id="0">
    <w:p w14:paraId="3161E81F" w14:textId="77777777" w:rsidR="003D23BF" w:rsidRDefault="003D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53DC0" w14:textId="77777777" w:rsidR="003D23BF" w:rsidRDefault="003D23BF">
      <w:r>
        <w:separator/>
      </w:r>
    </w:p>
  </w:footnote>
  <w:footnote w:type="continuationSeparator" w:id="0">
    <w:p w14:paraId="49EB3244" w14:textId="77777777" w:rsidR="003D23BF" w:rsidRDefault="003D2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8"/>
  </w:num>
  <w:num w:numId="6" w16cid:durableId="623079396">
    <w:abstractNumId w:val="11"/>
  </w:num>
  <w:num w:numId="7" w16cid:durableId="1820803447">
    <w:abstractNumId w:val="0"/>
  </w:num>
  <w:num w:numId="8" w16cid:durableId="252512673">
    <w:abstractNumId w:val="9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3"/>
  </w:num>
  <w:num w:numId="12" w16cid:durableId="510068442">
    <w:abstractNumId w:val="7"/>
  </w:num>
  <w:num w:numId="13" w16cid:durableId="1297101073">
    <w:abstractNumId w:val="10"/>
  </w:num>
  <w:num w:numId="14" w16cid:durableId="207644832">
    <w:abstractNumId w:val="14"/>
  </w:num>
  <w:num w:numId="15" w16cid:durableId="603029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5728D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</TotalTime>
  <Pages>4</Pages>
  <Words>988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4</cp:revision>
  <cp:lastPrinted>2021-04-12T14:11:00Z</cp:lastPrinted>
  <dcterms:created xsi:type="dcterms:W3CDTF">2022-04-19T13:52:00Z</dcterms:created>
  <dcterms:modified xsi:type="dcterms:W3CDTF">2022-04-20T09:10:00Z</dcterms:modified>
</cp:coreProperties>
</file>