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806" w:rsidRDefault="008A2E3A" w:rsidP="00642FE5">
      <w:pPr>
        <w:jc w:val="right"/>
        <w:rPr>
          <w:rFonts w:ascii="Arial" w:hAnsi="Arial" w:cs="Arial"/>
        </w:rPr>
      </w:pPr>
      <w:bookmarkStart w:id="0" w:name="_GoBack"/>
      <w:bookmarkEnd w:id="0"/>
    </w:p>
    <w:p w:rsidR="008D43DF" w:rsidRPr="001A12C6" w:rsidRDefault="008A2E3A" w:rsidP="008D43DF">
      <w:pPr>
        <w:jc w:val="center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1542478106"/>
          <w:lock w:val="sdtLocked"/>
          <w:placeholder>
            <w:docPart w:val="311471CB676046BF83EBF0464A640BF6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comboBox w:lastValue="DECYZJA">
            <w:listItem w:value="Wybierz element."/>
            <w:listItem w:displayText="ZARZĄDZENIE" w:value="ZARZĄDZENIE"/>
            <w:listItem w:displayText="DECYZJA" w:value="DECYZJA"/>
          </w:comboBox>
        </w:sdtPr>
        <w:sdtEndPr/>
        <w:sdtContent>
          <w:r w:rsidR="00765C49">
            <w:rPr>
              <w:rFonts w:ascii="Arial" w:hAnsi="Arial" w:cs="Arial"/>
              <w:b/>
            </w:rPr>
            <w:t>DECYZJA</w:t>
          </w:r>
        </w:sdtContent>
      </w:sdt>
      <w:r w:rsidR="00765C49">
        <w:rPr>
          <w:rFonts w:ascii="Arial" w:hAnsi="Arial" w:cs="Arial"/>
          <w:b/>
        </w:rPr>
        <w:t xml:space="preserve"> </w:t>
      </w:r>
      <w:r w:rsidR="00765C49" w:rsidRPr="001A12C6">
        <w:rPr>
          <w:rFonts w:ascii="Arial" w:hAnsi="Arial" w:cs="Arial"/>
          <w:b/>
        </w:rPr>
        <w:t xml:space="preserve">NR </w:t>
      </w:r>
      <w:sdt>
        <w:sdtPr>
          <w:rPr>
            <w:rFonts w:ascii="Arial" w:hAnsi="Arial" w:cs="Arial"/>
            <w:b/>
          </w:rPr>
          <w:alias w:val="Numer"/>
          <w:id w:val="858084568"/>
          <w:lock w:val="sdtLocked"/>
          <w:placeholder>
            <w:docPart w:val="FB99E7456A774F68BC9F63DA1ADEB64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765C49">
            <w:rPr>
              <w:rFonts w:ascii="Arial" w:hAnsi="Arial" w:cs="Arial"/>
              <w:b/>
            </w:rPr>
            <w:t>25</w:t>
          </w:r>
        </w:sdtContent>
      </w:sdt>
      <w:r w:rsidR="00765C49" w:rsidRPr="001A12C6">
        <w:rPr>
          <w:rFonts w:ascii="Arial" w:hAnsi="Arial" w:cs="Arial"/>
          <w:b/>
        </w:rPr>
        <w:t xml:space="preserve">  </w:t>
      </w:r>
    </w:p>
    <w:p w:rsidR="008D43DF" w:rsidRPr="008D43DF" w:rsidRDefault="008A2E3A" w:rsidP="008D43DF">
      <w:pPr>
        <w:jc w:val="center"/>
        <w:rPr>
          <w:rFonts w:ascii="Arial" w:hAnsi="Arial" w:cs="Arial"/>
        </w:rPr>
      </w:pPr>
    </w:p>
    <w:p w:rsidR="00621D20" w:rsidRDefault="00765C49" w:rsidP="00621D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Dyrektora Regionalnej Dyrekcji Lasów Państwowych w Krośnie</w:t>
      </w:r>
    </w:p>
    <w:p w:rsidR="0090451E" w:rsidRDefault="00765C49" w:rsidP="009045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90451E">
        <w:rPr>
          <w:rFonts w:ascii="Arial" w:hAnsi="Arial" w:cs="Arial"/>
        </w:rPr>
        <w:t>dnia 15 czerwca 2023</w:t>
      </w:r>
    </w:p>
    <w:p w:rsidR="00621D20" w:rsidRDefault="00765C49" w:rsidP="009045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 sprawie wprowadzenia do stosowania „Opisu standardu technologii wykonawstwa</w:t>
      </w:r>
      <w:r>
        <w:rPr>
          <w:rFonts w:ascii="Arial" w:hAnsi="Arial" w:cs="Arial"/>
        </w:rPr>
        <w:br/>
        <w:t>prac leśnych” w nadleśnictwach zgrupowanych w Regionalnej Dyrekcji Lasów państwowych w Krośnie</w:t>
      </w:r>
      <w:r>
        <w:rPr>
          <w:rFonts w:ascii="Arial" w:hAnsi="Arial" w:cs="Arial"/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>
                <wp:extent cx="5661660" cy="274320"/>
                <wp:effectExtent l="0" t="0" r="0" b="1905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16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D20" w:rsidRDefault="00765C49" w:rsidP="00621D20">
                            <w:pPr>
                              <w:jc w:val="center"/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Znak sprawy: ZG.011.2.2023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i1025" type="#_x0000_t202" style="height:21.6pt;mso-left-percent:-10001;mso-position-horizontal-relative:char;mso-position-vertical-relative:line;mso-top-percent:-10001;mso-wrap-style:square;v-text-anchor:top;visibility:visible;width:445.8pt" stroked="f">
                <v:textbox inset="0,2.83pt,0,0">
                  <w:txbxContent>
                    <w:p w:rsidR="00621D20" w:rsidP="00621D20">
                      <w:pPr>
                        <w:jc w:val="center"/>
                        <w:rPr>
                          <w:rFonts w:ascii="Arial" w:hAnsi="Arial" w:cs="Arial"/>
                          <w14:textOutline w14:w="9525" w14:cap="rnd">
                            <w14:noFill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14:textOutline w14:w="9525" w14:cap="rnd">
                            <w14:noFill/>
                            <w14:bevel/>
                          </w14:textOutline>
                        </w:rPr>
                        <w:t>Znak sprawy: ZG.011.2.2023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621D20" w:rsidRDefault="008A2E3A" w:rsidP="00621D20">
      <w:pPr>
        <w:spacing w:line="360" w:lineRule="auto"/>
        <w:jc w:val="center"/>
        <w:rPr>
          <w:rFonts w:ascii="Arial" w:hAnsi="Arial" w:cs="Arial"/>
        </w:rPr>
      </w:pPr>
    </w:p>
    <w:p w:rsidR="00621D20" w:rsidRDefault="00765C49" w:rsidP="00621D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34 ustawy z dnia 28.09.1991 o lasach (tekst jedn. Dz.U. z 2022 r. poz. 672 ze zm.) w związku z § 17 Statutu Państwowego Gospodarstwa Leśnego Lasy Państwowe, stanowiącego załącznik do Zarządzenia Nr 50 MOŚZNiL z dnia 18.05.1994r. oraz na podstawie § 2 Decyzji nr 25 Dyrektora Generalnego Lasów Państwowych z dnia 10 marca 2023 r. (znak sprawy MZ.011.2.1.2023) postanawiam co następuje:</w:t>
      </w:r>
    </w:p>
    <w:p w:rsidR="00621D20" w:rsidRDefault="00765C49" w:rsidP="00621D20">
      <w:pPr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</w:t>
      </w:r>
    </w:p>
    <w:p w:rsidR="00621D20" w:rsidRDefault="00765C49" w:rsidP="00621D20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Wprowadzam do stosowania w nadleśnictwach zgrupowanych w Regionalnej Dyrekcji Lasów Państwowych „Opis standardu technologii wykonawstwa prac leśnych w Regionalnej Dyrekcji Lasów Państwowych w Krośnie”, zwany dalej Regionalny OSTWPL, określony w załączniku do niniejszej Decyzji. </w:t>
      </w:r>
    </w:p>
    <w:p w:rsidR="00621D20" w:rsidRDefault="00765C49" w:rsidP="00621D20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 Regionalnego OSTWPL należy korzystać obligatoryjnie w procesach:</w:t>
      </w:r>
    </w:p>
    <w:p w:rsidR="00621D20" w:rsidRDefault="00765C49" w:rsidP="00621D2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1) planowania finansowo-gospodarczego,</w:t>
      </w:r>
    </w:p>
    <w:p w:rsidR="00621D20" w:rsidRDefault="00765C49" w:rsidP="00621D2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przygotowania postępowań o udzielenie zamówienia publicznego związanych </w:t>
      </w:r>
      <w:r>
        <w:rPr>
          <w:rFonts w:ascii="Arial" w:hAnsi="Arial" w:cs="Arial"/>
        </w:rPr>
        <w:br/>
        <w:t xml:space="preserve">z zamawianiem przez nadleśnictwa usług wykonawstwa prac z zakresu gospodarki leśnej, </w:t>
      </w:r>
    </w:p>
    <w:p w:rsidR="00621D20" w:rsidRDefault="00765C49" w:rsidP="00621D2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3) zlecania i odbioru prac leśnych.</w:t>
      </w:r>
    </w:p>
    <w:p w:rsidR="00621D20" w:rsidRDefault="00765C49" w:rsidP="00621D20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Obowiązek stosowania Regionalnego OSTWPL powstaje: </w:t>
      </w:r>
    </w:p>
    <w:p w:rsidR="00621D20" w:rsidRDefault="00765C49" w:rsidP="00621D2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1) w zakresie planowania finansowo-gospodarczego w stosunku do zadań planowanych na rok 2024 i lata następne,</w:t>
      </w:r>
    </w:p>
    <w:p w:rsidR="00621D20" w:rsidRDefault="00765C49" w:rsidP="00621D2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przygotowania postępowań o udzielenie zamówienia publicznego związanych </w:t>
      </w:r>
      <w:r>
        <w:rPr>
          <w:rFonts w:ascii="Arial" w:hAnsi="Arial" w:cs="Arial"/>
        </w:rPr>
        <w:br/>
        <w:t xml:space="preserve">z zamawianiem przez nadleśnictwa usług wykonawstwa prac z zakresu gospodarki leśnej – w stosunku do zamówień publicznych planowanych na rok 2024 i lata następne, </w:t>
      </w:r>
    </w:p>
    <w:p w:rsidR="00621D20" w:rsidRDefault="00765C49" w:rsidP="00621D2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3) zlecania i odbioru prac leśnych – w stosunku do umów zawartych w wyniku udzielenia zamówień o których mowa w pkt 2.</w:t>
      </w:r>
    </w:p>
    <w:p w:rsidR="00621D20" w:rsidRDefault="00765C49" w:rsidP="00621D20">
      <w:pPr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:rsidR="00621D20" w:rsidRDefault="00765C49" w:rsidP="00621D20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 zastrzeżeniem ust. 2 przestaje obowiązywać „Opis standardu technologii wykonawstwa prac leśnych”, wprowadzony do stosowania Decyzją nr 73 Dyrektora Regionalnej Dyrekcji Lasów Państwowych w Krośnie z dnia 29 lipca 2022 r. (znak sprawy DK.0070.1.2022).</w:t>
      </w:r>
    </w:p>
    <w:p w:rsidR="00621D20" w:rsidRDefault="008A2E3A" w:rsidP="00621D20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:rsidR="00621D20" w:rsidRDefault="00765C49" w:rsidP="00621D20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 umów zawartych przed dniem wejścia w życie niniejszej decyzji, a także umów zawieranych w wyniku postępowań o udzielenie zamówienia publicznego wszczętych przed i po wejściu w życie niniejszej decyzji ale dotyczących usług leśnych wykonywanych w roku 2023, stosuje się opis standardu o którym mowa w ust. 1, do czasu wykonania tych umów.</w:t>
      </w:r>
    </w:p>
    <w:p w:rsidR="00621D20" w:rsidRDefault="00765C49" w:rsidP="00621D20">
      <w:pPr>
        <w:pStyle w:val="Akapitzlist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3</w:t>
      </w:r>
    </w:p>
    <w:p w:rsidR="001B4C45" w:rsidRDefault="00765C49" w:rsidP="00621D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Decyzja wchodzi w życie z dniem podpisania. </w:t>
      </w:r>
    </w:p>
    <w:p w:rsidR="00621D20" w:rsidRDefault="00765C49" w:rsidP="00621D20">
      <w:pPr>
        <w:spacing w:before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załączeniu:</w:t>
      </w:r>
    </w:p>
    <w:p w:rsidR="00BF7AB1" w:rsidRPr="00621D20" w:rsidRDefault="00765C49" w:rsidP="00621D20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1 </w:t>
      </w:r>
      <w:r>
        <w:rPr>
          <w:rFonts w:ascii="Arial" w:hAnsi="Arial" w:cs="Arial"/>
          <w:sz w:val="25"/>
          <w:szCs w:val="25"/>
        </w:rPr>
        <w:t xml:space="preserve">- </w:t>
      </w:r>
      <w:r>
        <w:rPr>
          <w:rFonts w:ascii="Arial" w:hAnsi="Arial" w:cs="Arial"/>
          <w:sz w:val="20"/>
          <w:szCs w:val="20"/>
        </w:rPr>
        <w:t>Opis standardu technologii wykonawstwa prac leśnych w Regionalnej Dyrekcji Lasów Państwowych w Krośnie</w:t>
      </w:r>
    </w:p>
    <w:p w:rsidR="0065244B" w:rsidRDefault="00765C49" w:rsidP="0065244B">
      <w:pPr>
        <w:spacing w:line="360" w:lineRule="auto"/>
        <w:rPr>
          <w:rFonts w:ascii="Arial" w:hAnsi="Arial" w:cs="Arial"/>
          <w:sz w:val="20"/>
          <w:szCs w:val="20"/>
        </w:rPr>
      </w:pPr>
      <w:r w:rsidRPr="0065244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255905</wp:posOffset>
                </wp:positionV>
                <wp:extent cx="2956560" cy="739140"/>
                <wp:effectExtent l="0" t="0" r="0" b="3810"/>
                <wp:wrapTopAndBottom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BDD" w:rsidRPr="001A12C6" w:rsidRDefault="00765C49">
                            <w:pPr>
                              <w:rPr>
                                <w:rFonts w:ascii="Arial" w:hAnsi="Arial" w:cs="Arial"/>
                              </w:rPr>
                            </w:pPr>
                            <w:bookmarkStart w:id="1" w:name="ezdPracownikNazwa"/>
                            <w:r>
                              <w:rPr>
                                <w:rFonts w:ascii="Arial" w:hAnsi="Arial" w:cs="Arial"/>
                              </w:rPr>
                              <w:t>Marek Marecki</w:t>
                            </w:r>
                            <w:bookmarkEnd w:id="1"/>
                          </w:p>
                          <w:p w:rsidR="0065244B" w:rsidRPr="001A12C6" w:rsidRDefault="00765C49">
                            <w:pPr>
                              <w:rPr>
                                <w:rFonts w:ascii="Arial" w:hAnsi="Arial" w:cs="Arial"/>
                              </w:rPr>
                            </w:pPr>
                            <w:bookmarkStart w:id="2" w:name="ezdPracownikStanowisko"/>
                            <w:r>
                              <w:rPr>
                                <w:rFonts w:ascii="Arial" w:hAnsi="Arial" w:cs="Arial"/>
                              </w:rPr>
                              <w:t>Dyrektor Regionalnej Dyrekcji Lasów Państwowych w Krośnie</w:t>
                            </w:r>
                            <w:bookmarkEnd w:id="2"/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6" type="#_x0000_t202" style="height:58.2pt;margin-left:220.05pt;margin-top:20.15pt;mso-wrap-distance-bottom:0;mso-wrap-distance-left:9pt;mso-wrap-distance-right:9pt;mso-wrap-distance-top:0;position:absolute;width:232.8pt;z-index:-251658240" fillcolor="white" stroked="f" strokeweight="0.75pt">
                <v:stroke joinstyle="miter"/>
                <v:textbox>
                  <w:txbxContent>
                    <w:p w:rsidR="00961BDD" w:rsidRPr="001A12C6">
                      <w:pPr>
                        <w:rPr>
                          <w:rFonts w:ascii="Arial" w:hAnsi="Arial" w:cs="Arial"/>
                        </w:rPr>
                      </w:pPr>
                      <w:bookmarkStart w:id="0" w:name="ezdPracownikNazwa"/>
                      <w:r>
                        <w:rPr>
                          <w:rFonts w:ascii="Arial" w:hAnsi="Arial" w:cs="Arial"/>
                        </w:rPr>
                        <w:t>Marek Marecki</w:t>
                      </w:r>
                      <w:bookmarkEnd w:id="0"/>
                    </w:p>
                    <w:p w:rsidR="0065244B" w:rsidRPr="001A12C6">
                      <w:pPr>
                        <w:rPr>
                          <w:rFonts w:ascii="Arial" w:hAnsi="Arial" w:cs="Arial"/>
                        </w:rPr>
                      </w:pPr>
                      <w:bookmarkStart w:id="1" w:name="ezdPracownikStanowisko"/>
                      <w:r>
                        <w:rPr>
                          <w:rFonts w:ascii="Arial" w:hAnsi="Arial" w:cs="Arial"/>
                        </w:rPr>
                        <w:t>Dyrektor Regionalnej Dyrekcji Lasów Państwowych w Krośnie</w:t>
                      </w:r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5244B" w:rsidRDefault="00765C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21D20" w:rsidRDefault="00765C49">
      <w:pPr>
        <w:jc w:val="right"/>
        <w:divId w:val="34016003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</w:t>
      </w:r>
    </w:p>
    <w:p w:rsidR="00621D20" w:rsidRDefault="008A2E3A">
      <w:pPr>
        <w:jc w:val="right"/>
        <w:divId w:val="340160036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35863554"/>
          <w:lock w:val="contentLocked"/>
          <w:placeholder>
            <w:docPart w:val="06CC214CA43C4BF49091CBD1FEE4313C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765C49">
            <w:rPr>
              <w:rFonts w:ascii="Arial" w:hAnsi="Arial" w:cs="Arial"/>
            </w:rPr>
            <w:t>DECYZJA</w:t>
          </w:r>
        </w:sdtContent>
      </w:sdt>
      <w:r w:rsidR="00765C49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Wpisany numer"/>
          <w:id w:val="477043839"/>
          <w:lock w:val="contentLocked"/>
          <w:placeholder>
            <w:docPart w:val="73BC4E464F5A4D249295134E8840D18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765C49">
            <w:rPr>
              <w:rFonts w:ascii="Arial" w:hAnsi="Arial" w:cs="Arial"/>
            </w:rPr>
            <w:t>25</w:t>
          </w:r>
        </w:sdtContent>
      </w:sdt>
    </w:p>
    <w:p w:rsidR="00621D20" w:rsidRDefault="00765C49">
      <w:pPr>
        <w:jc w:val="right"/>
        <w:divId w:val="340160036"/>
        <w:rPr>
          <w:rFonts w:ascii="Arial" w:hAnsi="Arial" w:cs="Arial"/>
        </w:rPr>
      </w:pPr>
      <w:r>
        <w:rPr>
          <w:rFonts w:ascii="Arial" w:hAnsi="Arial" w:cs="Arial"/>
        </w:rPr>
        <w:t xml:space="preserve"> z dnia </w:t>
      </w:r>
      <w:r w:rsidR="00AB6D91">
        <w:rPr>
          <w:rFonts w:ascii="Arial" w:hAnsi="Arial" w:cs="Arial"/>
        </w:rPr>
        <w:t>15 czerwca 2023 r.</w:t>
      </w:r>
      <w:r>
        <w:rPr>
          <w:rFonts w:ascii="Arial" w:hAnsi="Arial" w:cs="Arial"/>
        </w:rPr>
        <w:t xml:space="preserve"> </w:t>
      </w:r>
    </w:p>
    <w:p w:rsidR="00621D20" w:rsidRDefault="00765C49">
      <w:pPr>
        <w:pStyle w:val="Nagwek1"/>
        <w:divId w:val="340160036"/>
        <w:rPr>
          <w:b/>
        </w:rPr>
      </w:pPr>
      <w:r>
        <w:rPr>
          <w:b/>
        </w:rPr>
        <w:t>Opis standardu technologii wykonawstwa prac leśnych w Regionalnej Dyrekcji Lasów Państwowych w Krośnie</w:t>
      </w:r>
    </w:p>
    <w:p w:rsidR="00621D20" w:rsidRDefault="008A2E3A">
      <w:pPr>
        <w:keepNext/>
        <w:spacing w:before="120" w:after="120"/>
        <w:jc w:val="center"/>
        <w:outlineLvl w:val="2"/>
        <w:divId w:val="340160036"/>
        <w:rPr>
          <w:rFonts w:ascii="Cambria" w:hAnsi="Cambria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482"/>
        <w:gridCol w:w="1708"/>
        <w:gridCol w:w="3761"/>
        <w:gridCol w:w="1292"/>
      </w:tblGrid>
      <w:tr w:rsidR="00BC65EB" w:rsidTr="00621D20">
        <w:trPr>
          <w:trHeight w:val="161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363.01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PRZE-KONT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sz w:val="22"/>
                <w:szCs w:val="16"/>
                <w:lang w:eastAsia="en-US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PRZE-KONT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Dostarczenie sadzonek w kontenerach z namiotu na pole zraszania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TSZT 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363.02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ROZŁ-KONT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ROZŁ-KONT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Rozładunek kontenerów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363.03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ZAŁ-KONTS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ZAŁ-KONTS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Załadunek kontenerów z sadzonkami na pojazdy wywozowe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263.04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PRZY-ZIM </w:t>
            </w:r>
          </w:p>
          <w:p w:rsidR="00621D20" w:rsidRDefault="008A2E3A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PRZY-ZIM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Dostarczenie sadzonek w kontenerach na miejsce zimowania i ich zabezpieczenie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</w:tbl>
    <w:p w:rsidR="00621D20" w:rsidRDefault="00765C49" w:rsidP="00621D20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621D20" w:rsidRDefault="00765C49" w:rsidP="00621D20">
      <w:pPr>
        <w:numPr>
          <w:ilvl w:val="0"/>
          <w:numId w:val="7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dostarczenie kontenerów z sadzonkami z namiotu na pole zraszania oraz ich ułożenie na podkładkach na polu zraszania (tys. szt. pojemników),</w:t>
      </w:r>
    </w:p>
    <w:p w:rsidR="00621D20" w:rsidRDefault="00765C49" w:rsidP="00621D20">
      <w:pPr>
        <w:numPr>
          <w:ilvl w:val="0"/>
          <w:numId w:val="7"/>
        </w:numPr>
        <w:spacing w:before="120"/>
        <w:ind w:left="714" w:hanging="357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rozładunek kontenerów (tys. szt. pojemników),</w:t>
      </w:r>
    </w:p>
    <w:p w:rsidR="00621D20" w:rsidRDefault="00765C49" w:rsidP="00621D20">
      <w:pPr>
        <w:numPr>
          <w:ilvl w:val="0"/>
          <w:numId w:val="7"/>
        </w:numPr>
        <w:spacing w:before="120"/>
        <w:ind w:left="714" w:hanging="357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załadunek kontenerów z sadzonkami na pojazdy wywozowe (tys. szt. pojemników),</w:t>
      </w:r>
    </w:p>
    <w:p w:rsidR="00621D20" w:rsidRDefault="00765C49" w:rsidP="00621D20">
      <w:pPr>
        <w:numPr>
          <w:ilvl w:val="0"/>
          <w:numId w:val="7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dostarczenie kontenerów z sadzonkami na zimę do dołów, ich ułożenie i zabezpieczenie</w:t>
      </w:r>
    </w:p>
    <w:p w:rsidR="00621D20" w:rsidRDefault="00765C49" w:rsidP="00621D20">
      <w:pPr>
        <w:spacing w:before="120"/>
        <w:ind w:left="72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siatką przed gryzoniami z przygotowaniem dołów (tys. szt. pojemników).</w:t>
      </w:r>
    </w:p>
    <w:p w:rsidR="00621D20" w:rsidRDefault="00765C49" w:rsidP="00621D20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>
        <w:rPr>
          <w:rFonts w:ascii="Cambria" w:eastAsia="Calibri" w:hAnsi="Cambria" w:cs="Arial"/>
          <w:b/>
          <w:sz w:val="22"/>
          <w:szCs w:val="22"/>
        </w:rPr>
        <w:t>Uwagi:</w:t>
      </w:r>
    </w:p>
    <w:p w:rsidR="00621D20" w:rsidRDefault="00765C49" w:rsidP="00621D20">
      <w:pPr>
        <w:numPr>
          <w:ilvl w:val="0"/>
          <w:numId w:val="8"/>
        </w:num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Cambria"/>
          <w:sz w:val="22"/>
          <w:szCs w:val="22"/>
          <w:lang w:eastAsia="en-US"/>
        </w:rPr>
        <w:t>metoda i zakres prac zostaną określone przed ich rozpoczęciem w zleceniu</w:t>
      </w:r>
      <w:r>
        <w:rPr>
          <w:rFonts w:ascii="Cambria" w:hAnsi="Cambria" w:cs="Arial"/>
          <w:sz w:val="22"/>
          <w:szCs w:val="22"/>
        </w:rPr>
        <w:t>.</w:t>
      </w:r>
    </w:p>
    <w:p w:rsidR="00621D20" w:rsidRDefault="00765C49" w:rsidP="00621D20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621D20" w:rsidRDefault="00765C49" w:rsidP="00621D20">
      <w:pPr>
        <w:numPr>
          <w:ilvl w:val="0"/>
          <w:numId w:val="8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:rsidR="00621D20" w:rsidRDefault="00765C49" w:rsidP="00621D20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621D20" w:rsidRDefault="008A2E3A" w:rsidP="00621D20">
      <w:pPr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482"/>
        <w:gridCol w:w="1708"/>
        <w:gridCol w:w="3761"/>
        <w:gridCol w:w="1292"/>
      </w:tblGrid>
      <w:tr w:rsidR="00BC65EB" w:rsidTr="00621D20">
        <w:trPr>
          <w:trHeight w:val="161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365.01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PORZ-P.S.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16"/>
                <w:lang w:eastAsia="en-US"/>
              </w:rPr>
              <w:t>PORZ-P.S.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Porządkowanie pól siewnych po wydaniu sadzonek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AR</w:t>
            </w:r>
          </w:p>
        </w:tc>
      </w:tr>
    </w:tbl>
    <w:p w:rsidR="00621D20" w:rsidRDefault="00765C49" w:rsidP="00621D20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621D20" w:rsidRDefault="00765C49" w:rsidP="00621D20">
      <w:pPr>
        <w:numPr>
          <w:ilvl w:val="0"/>
          <w:numId w:val="7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porządkowanie pól siewnych po wydaniu sadzonek</w:t>
      </w:r>
      <w:r>
        <w:rPr>
          <w:rFonts w:ascii="Cambria" w:hAnsi="Cambria" w:cs="Arial"/>
          <w:sz w:val="22"/>
          <w:szCs w:val="22"/>
        </w:rPr>
        <w:t xml:space="preserve"> obejmuje zebranie podkładek oraz oczyszczenie pól siewnych z pozostałości poeksploatacyjnych.</w:t>
      </w:r>
    </w:p>
    <w:p w:rsidR="00621D20" w:rsidRDefault="008A2E3A" w:rsidP="00621D20">
      <w:pPr>
        <w:spacing w:before="120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:rsidR="00621D20" w:rsidRDefault="00765C49" w:rsidP="00621D20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>
        <w:rPr>
          <w:rFonts w:ascii="Cambria" w:eastAsia="Calibri" w:hAnsi="Cambria" w:cs="Arial"/>
          <w:b/>
          <w:sz w:val="22"/>
          <w:szCs w:val="22"/>
        </w:rPr>
        <w:lastRenderedPageBreak/>
        <w:t>Uwagi:</w:t>
      </w:r>
    </w:p>
    <w:p w:rsidR="00621D20" w:rsidRDefault="00765C49" w:rsidP="00621D20">
      <w:pPr>
        <w:numPr>
          <w:ilvl w:val="0"/>
          <w:numId w:val="8"/>
        </w:numPr>
        <w:autoSpaceDE w:val="0"/>
        <w:autoSpaceDN w:val="0"/>
        <w:adjustRightInd w:val="0"/>
        <w:spacing w:before="120"/>
        <w:ind w:left="714" w:hanging="357"/>
        <w:contextualSpacing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czynność PORZ-P.S. nie obejmuje pracy wózka widłowego.</w:t>
      </w:r>
    </w:p>
    <w:p w:rsidR="00621D20" w:rsidRDefault="00765C49" w:rsidP="00621D20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621D20" w:rsidRDefault="00765C49" w:rsidP="00621D20">
      <w:pPr>
        <w:numPr>
          <w:ilvl w:val="0"/>
          <w:numId w:val="8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zleceniem (np. przy pomocy dalmierza, taśmy mierniczej).</w:t>
      </w:r>
    </w:p>
    <w:p w:rsidR="00621D20" w:rsidRDefault="00765C49" w:rsidP="00621D20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621D20" w:rsidRDefault="008A2E3A" w:rsidP="00621D20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8" w:space="0" w:color="auto"/>
          <w:bottom w:val="single" w:sz="4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"/>
        <w:gridCol w:w="1938"/>
        <w:gridCol w:w="1746"/>
        <w:gridCol w:w="2603"/>
        <w:gridCol w:w="1835"/>
      </w:tblGrid>
      <w:tr w:rsidR="00BC65EB" w:rsidTr="00621D20">
        <w:trPr>
          <w:trHeight w:val="454"/>
        </w:trPr>
        <w:tc>
          <w:tcPr>
            <w:tcW w:w="126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</w:rPr>
              <w:t>Nr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autoSpaceDE w:val="0"/>
              <w:autoSpaceDN w:val="0"/>
              <w:rPr>
                <w:rFonts w:ascii="Cambria" w:hAnsi="Cambria"/>
                <w:b/>
                <w:bCs/>
                <w:i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Kod czynności</w:t>
            </w:r>
          </w:p>
          <w:p w:rsidR="00621D20" w:rsidRDefault="00765C49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do rozliczenia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autoSpaceDE w:val="0"/>
              <w:autoSpaceDN w:val="0"/>
              <w:rPr>
                <w:rFonts w:ascii="Cambria" w:hAnsi="Cambria"/>
                <w:b/>
                <w:bCs/>
                <w:i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Kod czynn. /</w:t>
            </w:r>
          </w:p>
          <w:p w:rsidR="00621D20" w:rsidRDefault="00765C49">
            <w:pPr>
              <w:autoSpaceDE w:val="0"/>
              <w:autoSpaceDN w:val="0"/>
              <w:rPr>
                <w:rFonts w:ascii="Cambria" w:hAnsi="Cambria"/>
                <w:b/>
                <w:bCs/>
                <w:i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materiału do</w:t>
            </w:r>
          </w:p>
          <w:p w:rsidR="00621D20" w:rsidRDefault="00765C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wyceny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Opis kodu czynności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autoSpaceDE w:val="0"/>
              <w:autoSpaceDN w:val="0"/>
              <w:rPr>
                <w:rFonts w:ascii="Cambria" w:hAnsi="Cambria"/>
                <w:b/>
                <w:bCs/>
                <w:i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Jednostka miary</w:t>
            </w:r>
          </w:p>
        </w:tc>
      </w:tr>
      <w:tr w:rsidR="00BC65EB" w:rsidTr="00621D20">
        <w:trPr>
          <w:trHeight w:val="454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395.01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OCZYS-NAS</w:t>
            </w:r>
          </w:p>
        </w:tc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OCZYS-NAS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Oczyszczanie nasion z owocni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1D20" w:rsidRDefault="00765C4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KG</w:t>
            </w:r>
          </w:p>
        </w:tc>
      </w:tr>
    </w:tbl>
    <w:p w:rsidR="00621D20" w:rsidRDefault="00765C49" w:rsidP="00621D20">
      <w:pPr>
        <w:autoSpaceDE w:val="0"/>
        <w:autoSpaceDN w:val="0"/>
        <w:rPr>
          <w:rFonts w:ascii="Cambria" w:eastAsiaTheme="minorHAnsi" w:hAnsi="Cambria" w:cs="Calibri"/>
          <w:b/>
          <w:bCs/>
          <w:sz w:val="22"/>
          <w:szCs w:val="22"/>
          <w:lang w:eastAsia="en-US"/>
        </w:rPr>
      </w:pPr>
      <w:r>
        <w:rPr>
          <w:rFonts w:ascii="Cambria" w:hAnsi="Cambria"/>
          <w:b/>
          <w:bCs/>
        </w:rPr>
        <w:t>Standard technologii prac obejmuje:</w:t>
      </w:r>
    </w:p>
    <w:p w:rsidR="00621D20" w:rsidRDefault="00765C49" w:rsidP="00621D20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- wydobycie nasion z owoców lub owocostanów w sposób zapewniający zachowanie ich żywotności,</w:t>
      </w:r>
    </w:p>
    <w:p w:rsidR="00621D20" w:rsidRDefault="00765C49" w:rsidP="00621D20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- podsuszenie nasion,</w:t>
      </w:r>
    </w:p>
    <w:p w:rsidR="00621D20" w:rsidRDefault="00765C49" w:rsidP="00621D20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- oczyszczenie nasion z pozostałości owocni.</w:t>
      </w:r>
    </w:p>
    <w:p w:rsidR="00621D20" w:rsidRDefault="00765C49" w:rsidP="00621D20">
      <w:pPr>
        <w:autoSpaceDE w:val="0"/>
        <w:autoSpaceDN w:val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Uwaga:</w:t>
      </w:r>
    </w:p>
    <w:p w:rsidR="00621D20" w:rsidRDefault="00765C49" w:rsidP="00621D20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Materiał i sprzęt do oczyszczenia nasion zapewnia Zamawiający.</w:t>
      </w:r>
    </w:p>
    <w:p w:rsidR="00621D20" w:rsidRDefault="00765C49" w:rsidP="00621D20">
      <w:pPr>
        <w:autoSpaceDE w:val="0"/>
        <w:autoSpaceDN w:val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Procedura odbioru:</w:t>
      </w:r>
    </w:p>
    <w:p w:rsidR="00621D20" w:rsidRDefault="00765C49" w:rsidP="00621D20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Odbiór prac nastąpi poprzez dokonanie weryfikacji prawidłowego ich wykonania z opisem czynności i zleceniem oraz poprzez zważenie nasion z owocnią przed zabiegiem.</w:t>
      </w:r>
    </w:p>
    <w:p w:rsidR="00621D20" w:rsidRDefault="008A2E3A" w:rsidP="00621D20">
      <w:pPr>
        <w:rPr>
          <w:rFonts w:ascii="Arial" w:hAnsi="Arial" w:cs="Arial"/>
        </w:rPr>
      </w:pPr>
    </w:p>
    <w:p w:rsidR="00621D20" w:rsidRDefault="00765C49" w:rsidP="00621D20">
      <w:pPr>
        <w:jc w:val="center"/>
        <w:rPr>
          <w:rFonts w:ascii="Cambria" w:hAnsi="Cambria" w:cstheme="minorHAnsi"/>
          <w:b/>
          <w:bCs/>
          <w:lang w:eastAsia="zh-CN" w:bidi="hi-IN"/>
        </w:rPr>
      </w:pPr>
      <w:r>
        <w:rPr>
          <w:rFonts w:ascii="Cambria" w:hAnsi="Cambria" w:cstheme="minorHAnsi"/>
          <w:b/>
          <w:bCs/>
          <w:lang w:eastAsia="zh-CN" w:bidi="hi-IN"/>
        </w:rPr>
        <w:t>OPIS STANDARDU WYKONAWSTWA PRAC Z ZAKRESU GOSPODARKI ŁOWIECKIEJ</w:t>
      </w:r>
    </w:p>
    <w:p w:rsidR="00621D20" w:rsidRDefault="00765C49" w:rsidP="00621D20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Generalną zasadą jest zapewnienie materiałów niezbędnych do wykonania usługi przez Zamawiającego, chyba że inaczej określono w technologii szczegółowej wykonania określonej czynności.</w:t>
      </w:r>
    </w:p>
    <w:p w:rsidR="00621D20" w:rsidRDefault="008A2E3A" w:rsidP="00621D20">
      <w:pPr>
        <w:jc w:val="both"/>
        <w:rPr>
          <w:rFonts w:ascii="Cambria" w:hAnsi="Cambria" w:cstheme="minorHAnsi"/>
          <w:strike/>
          <w:lang w:eastAsia="zh-CN" w:bidi="hi-IN"/>
        </w:rPr>
      </w:pPr>
    </w:p>
    <w:p w:rsidR="00621D20" w:rsidRDefault="00765C49" w:rsidP="00621D20">
      <w:pPr>
        <w:rPr>
          <w:rFonts w:ascii="Cambria" w:hAnsi="Cambria" w:cs="Arial"/>
          <w:lang w:eastAsia="ar-SA"/>
        </w:rPr>
      </w:pPr>
      <w:r>
        <w:rPr>
          <w:rFonts w:ascii="Cambria" w:eastAsia="Calibri" w:hAnsi="Cambria" w:cstheme="minorHAnsi"/>
          <w:b/>
          <w:bCs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1505"/>
        <w:gridCol w:w="1697"/>
        <w:gridCol w:w="3858"/>
        <w:gridCol w:w="1229"/>
      </w:tblGrid>
      <w:tr w:rsidR="00BC65EB" w:rsidTr="00621D20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bookmarkStart w:id="3" w:name="_Hlk114296201"/>
            <w:r>
              <w:rPr>
                <w:rFonts w:ascii="Cambria" w:hAnsi="Cambria" w:cs="Arial"/>
              </w:rPr>
              <w:t>400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Prace godzinowe samochodowe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404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bookmarkEnd w:id="3"/>
    </w:tbl>
    <w:p w:rsidR="00621D20" w:rsidRDefault="008A2E3A" w:rsidP="00621D20">
      <w:pPr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hAnsi="Cambria" w:cs="Arial"/>
        </w:rPr>
        <w:t>:</w:t>
      </w:r>
    </w:p>
    <w:p w:rsidR="00621D20" w:rsidRDefault="00765C49" w:rsidP="00621D20">
      <w:pPr>
        <w:jc w:val="both"/>
        <w:rPr>
          <w:rFonts w:ascii="Cambria" w:hAnsi="Cambria" w:cs="Arial"/>
          <w:strike/>
          <w:lang w:eastAsia="ar-SA"/>
        </w:rPr>
      </w:pPr>
      <w:r>
        <w:rPr>
          <w:rFonts w:ascii="Cambria" w:hAnsi="Cambria" w:cs="Arial"/>
          <w:lang w:eastAsia="zh-CN" w:bidi="hi-IN"/>
        </w:rPr>
        <w:t>Wykładanie karmy:</w:t>
      </w:r>
    </w:p>
    <w:p w:rsidR="00621D20" w:rsidRDefault="00765C49" w:rsidP="00621D20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:rsidR="00621D20" w:rsidRDefault="00765C49" w:rsidP="00621D20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:rsidR="00621D20" w:rsidRDefault="00765C49" w:rsidP="00621D20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:rsidR="00621D20" w:rsidRDefault="00765C49" w:rsidP="00621D20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lastRenderedPageBreak/>
        <w:t>przygotowanie ( porządkowanie ) miejsc wykładania karmy,</w:t>
      </w:r>
    </w:p>
    <w:p w:rsidR="00621D20" w:rsidRDefault="00765C49" w:rsidP="00621D20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:rsidR="00621D20" w:rsidRDefault="00765C49" w:rsidP="00621D20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</w:rPr>
        <w:t>dowóz i uzupełnienie soli lizawkowej w lizawkach.</w:t>
      </w:r>
    </w:p>
    <w:p w:rsidR="00621D20" w:rsidRDefault="00765C49" w:rsidP="00621D20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</w:t>
      </w:r>
    </w:p>
    <w:p w:rsidR="00621D20" w:rsidRDefault="008A2E3A" w:rsidP="00621D20">
      <w:pPr>
        <w:jc w:val="both"/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Konserwacja pastucha: </w:t>
      </w:r>
    </w:p>
    <w:p w:rsidR="00621D20" w:rsidRDefault="00765C49" w:rsidP="00621D20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likwidacja zachwaszczenia pod pastuchem,</w:t>
      </w:r>
    </w:p>
    <w:p w:rsidR="00621D20" w:rsidRDefault="00765C49" w:rsidP="00621D20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dozór pastucha w tym naprawa uszkodzonych elementów.</w:t>
      </w:r>
    </w:p>
    <w:p w:rsidR="00621D20" w:rsidRDefault="008A2E3A" w:rsidP="00621D20">
      <w:pPr>
        <w:jc w:val="both"/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Remont urządzeń łowieckich:</w:t>
      </w:r>
    </w:p>
    <w:p w:rsidR="00621D20" w:rsidRDefault="00765C49" w:rsidP="00621D20">
      <w:pPr>
        <w:pStyle w:val="Akapitzlist"/>
        <w:numPr>
          <w:ilvl w:val="0"/>
          <w:numId w:val="11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prace związane z bieżącą konserwacją, naprawą, wymianą zużytych elementów (np. drabin) zmianami lokalizacji urządzeń łowieckich, dowozem materiałów, wycinaniem wizur, usuwaniem gałęzi z pola widzenia ambon i zwyżek, wykonaniem oraz utrzymaniem ścieżek podchodowych.</w:t>
      </w:r>
    </w:p>
    <w:p w:rsidR="00621D20" w:rsidRDefault="008A2E3A" w:rsidP="00621D20">
      <w:pPr>
        <w:jc w:val="both"/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Likwidacje urządzeń łowieckich:</w:t>
      </w:r>
    </w:p>
    <w:p w:rsidR="00621D20" w:rsidRDefault="00765C49" w:rsidP="00621D20">
      <w:pPr>
        <w:pStyle w:val="Akapitzlist"/>
        <w:numPr>
          <w:ilvl w:val="0"/>
          <w:numId w:val="11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rozebranie i przewiezienie rozebranych na części urządzeń łowieckich </w:t>
      </w:r>
      <w:r>
        <w:rPr>
          <w:rFonts w:ascii="Cambria" w:hAnsi="Cambria" w:cs="Arial"/>
          <w:sz w:val="22"/>
          <w:szCs w:val="22"/>
        </w:rPr>
        <w:br/>
        <w:t>we wskazane przez zamawiającego miejsce lub ich złożenie do naturalnego rozkładu.</w:t>
      </w:r>
    </w:p>
    <w:p w:rsidR="00621D20" w:rsidRDefault="008A2E3A" w:rsidP="00621D20">
      <w:pPr>
        <w:pStyle w:val="Akapitzlist"/>
        <w:rPr>
          <w:rFonts w:ascii="Cambria" w:hAnsi="Cambria" w:cs="Arial"/>
          <w:sz w:val="22"/>
          <w:szCs w:val="22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Podjęcie tuszy w tym wyciąganie z trudno dostępnych miejsc ( nie dotyczy polowań zbiorowych) i jej transport.</w:t>
      </w:r>
    </w:p>
    <w:p w:rsidR="00621D20" w:rsidRDefault="00765C49" w:rsidP="00621D20">
      <w:pPr>
        <w:jc w:val="both"/>
        <w:rPr>
          <w:rFonts w:ascii="Cambria" w:hAnsi="Cambria" w:cs="Arial"/>
          <w:lang w:eastAsia="zh-CN" w:bidi="hi-IN"/>
        </w:rPr>
      </w:pPr>
      <w:r>
        <w:rPr>
          <w:rFonts w:ascii="Cambria" w:hAnsi="Cambria" w:cs="Arial"/>
          <w:lang w:eastAsia="zh-CN" w:bidi="hi-IN"/>
        </w:rPr>
        <w:t xml:space="preserve">Prace godzinowe ręczne, samochodowe i ciągnikowe związane z konserwacją zagród </w:t>
      </w:r>
      <w:r>
        <w:rPr>
          <w:rFonts w:ascii="Cambria" w:hAnsi="Cambria" w:cs="Arial"/>
          <w:lang w:eastAsia="zh-CN" w:bidi="hi-IN"/>
        </w:rPr>
        <w:br/>
        <w:t>i wolier adaptacyjnych dla zwierzyny.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:rsidR="00621D20" w:rsidRDefault="00765C49" w:rsidP="00621D20">
      <w:pPr>
        <w:jc w:val="both"/>
        <w:rPr>
          <w:rFonts w:ascii="Cambria" w:hAnsi="Cambria" w:cs="Arial"/>
          <w:lang w:eastAsia="zh-CN" w:bidi="hi-IN"/>
        </w:rPr>
      </w:pPr>
      <w:r>
        <w:rPr>
          <w:rFonts w:ascii="Cambria" w:hAnsi="Cambria" w:cs="Arial"/>
          <w:lang w:eastAsia="zh-CN" w:bidi="hi-IN"/>
        </w:rPr>
        <w:t xml:space="preserve">Prace godzinowe ręczne, samochodowe i ciągnikowe związane z przygotowaniem łowiska </w:t>
      </w:r>
      <w:r>
        <w:rPr>
          <w:rFonts w:ascii="Cambria" w:hAnsi="Cambria" w:cs="Arial"/>
          <w:lang w:eastAsia="zh-CN" w:bidi="hi-IN"/>
        </w:rPr>
        <w:br/>
        <w:t>do wsiedlenia zwierzyny, zakres prac ustalany przez zamawiającego w zależności od potrzeb.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Prace związane z odłowem zwierzyny żywej polegające na:</w:t>
      </w:r>
    </w:p>
    <w:p w:rsidR="00621D20" w:rsidRDefault="00765C49" w:rsidP="00621D20">
      <w:pPr>
        <w:pStyle w:val="Akapitzlist"/>
        <w:numPr>
          <w:ilvl w:val="0"/>
          <w:numId w:val="12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ustawieniu urządzeń odławiających we wskazanych miejscach,</w:t>
      </w:r>
    </w:p>
    <w:p w:rsidR="00621D20" w:rsidRDefault="00765C49" w:rsidP="00621D20">
      <w:pPr>
        <w:pStyle w:val="Akapitzlist"/>
        <w:numPr>
          <w:ilvl w:val="0"/>
          <w:numId w:val="12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zapędzaniu zwierzyny do urządzeń odławiających,</w:t>
      </w:r>
    </w:p>
    <w:p w:rsidR="00621D20" w:rsidRDefault="00765C49" w:rsidP="00621D20">
      <w:pPr>
        <w:pStyle w:val="Akapitzlist"/>
        <w:numPr>
          <w:ilvl w:val="0"/>
          <w:numId w:val="12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przygotowaniu do transportu  przez odcięcie trofeum, dokarmianiu, wysyłki zwierzyny z odłowni we wskazane miejsce,</w:t>
      </w:r>
    </w:p>
    <w:p w:rsidR="00621D20" w:rsidRDefault="00765C49" w:rsidP="00621D20">
      <w:pPr>
        <w:pStyle w:val="Akapitzlist"/>
        <w:numPr>
          <w:ilvl w:val="0"/>
          <w:numId w:val="12"/>
        </w:numPr>
        <w:ind w:left="709"/>
        <w:jc w:val="both"/>
        <w:rPr>
          <w:rFonts w:ascii="Cambria" w:hAnsi="Cambria" w:cs="Arial"/>
          <w:strike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naprawa odłowni i klatek do przewozu zwierzyny.</w:t>
      </w:r>
    </w:p>
    <w:p w:rsidR="00621D20" w:rsidRDefault="008A2E3A" w:rsidP="00621D20">
      <w:pPr>
        <w:pStyle w:val="Akapitzlist"/>
        <w:jc w:val="both"/>
        <w:rPr>
          <w:rFonts w:ascii="Cambria" w:eastAsia="Cambria" w:hAnsi="Cambria" w:cs="Arial"/>
          <w:strike/>
          <w:sz w:val="22"/>
          <w:szCs w:val="22"/>
        </w:rPr>
      </w:pPr>
    </w:p>
    <w:p w:rsidR="00621D20" w:rsidRDefault="00765C49" w:rsidP="00621D20">
      <w:pPr>
        <w:jc w:val="both"/>
        <w:rPr>
          <w:rFonts w:ascii="Cambria" w:eastAsia="Cambria" w:hAnsi="Cambria" w:cs="Arial"/>
        </w:rPr>
      </w:pPr>
      <w:r>
        <w:rPr>
          <w:rFonts w:ascii="Cambria" w:eastAsia="Cambria" w:hAnsi="Cambria" w:cs="Arial"/>
        </w:rPr>
        <w:t>Prace związane z organizacją polowań: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poszukiwanie postrzałków,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kern w:val="2"/>
          <w14:ligatures w14:val="standardContextual"/>
        </w:rPr>
      </w:pPr>
      <w:r>
        <w:rPr>
          <w:rFonts w:ascii="Cambria" w:hAnsi="Cambria" w:cs="Arial"/>
          <w:sz w:val="22"/>
          <w:szCs w:val="22"/>
        </w:rPr>
        <w:t>ustawienie tablic informacyjnych (w ilości …….. sztuk) w miejscach wyznaczonych przez Zamawiającego,</w:t>
      </w:r>
      <w:r>
        <w:rPr>
          <w:rFonts w:ascii="Cambria" w:hAnsi="Cambria" w:cs="Arial"/>
          <w:kern w:val="2"/>
          <w14:ligatures w14:val="standardContextual"/>
        </w:rPr>
        <w:t xml:space="preserve"> </w:t>
      </w:r>
      <w:r>
        <w:rPr>
          <w:rFonts w:ascii="Cambria" w:hAnsi="Cambria" w:cstheme="minorHAnsi"/>
          <w:kern w:val="2"/>
          <w:sz w:val="22"/>
          <w:szCs w:val="22"/>
          <w14:ligatures w14:val="standardContextual"/>
        </w:rPr>
        <w:t>oraz ich usunięcie do ….. godz. po zakończeniu polowania.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uporządkowanie miejsca zbiórki, wiaty na posiłki, miejsca pokotu ( przed i po polowaniu)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przygotowanie ogniska i/lub pochodni szt ……./……. w miejscach wskazanych przez Zamawiającego,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przygotowanie miejsca na pokot według wskazań prowadzącego polowanie i obowiązujących zasad  określonych w Regulaminie polowań oraz w zbiorze zasad etyki i tradycji łowieckich,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patroszenie zwierzyny w miejscu wskazanym przez Zamawiającego przy czym patroszenie dzików z zachowaniem aktualnie obowiązujących zasad bioasekuracji, odbicie łbów lub oręża celem preparacji trofeów, wyjęcie grandli oraz przygotowanie trofeum do wykonania medalionu,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załadunek i wyładunek tusz ze środka transportowego,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ułożenie/zawieszenie zwierzyny na środku transportowym w sposób zapewniający prawidłowe wystudzenie tusz,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pozyskanej zwierzyny w czasie polowania i z miejsca polowania do chłodni wskazanej przez Zamawiającego,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Zamawiającego.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ułożenie tusz zwierzyny na pokocie zgodnie z ceremoniałem łowieckim,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doniesienie ubitej zwierzyny i jej załadunek na środki transportu, rozładunek we wskazanym miejscu, pomoc przy ważeniu i magazynowaniu,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ułożenie zwierzyny w sposób zapewniający prawidłowe wystudzenie tusz.</w:t>
      </w:r>
    </w:p>
    <w:p w:rsidR="00621D20" w:rsidRDefault="00765C49" w:rsidP="00621D20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myśliwych na polowaniu indywidualnym,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Dozorowanie upraw rolnych przed szkodami od zwierzyny.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:rsidR="00621D20" w:rsidRDefault="00765C49" w:rsidP="00621D20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>
        <w:rPr>
          <w:rFonts w:ascii="Cambria" w:eastAsia="Calibri" w:hAnsi="Cambria" w:cs="Arial"/>
          <w:iCs/>
          <w:kern w:val="2"/>
          <w:lang w:bidi="hi-IN"/>
        </w:rPr>
        <w:t xml:space="preserve">Utrzymanie ogrodzenia elektrycznego w pełnej sprawności przez okres wegetacyjny poprzez: </w:t>
      </w:r>
    </w:p>
    <w:p w:rsidR="00621D20" w:rsidRDefault="00765C49" w:rsidP="00621D20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zabezpieczanie przed zarastaniem poprzez wykaszanie lub oprysk herbicydem, </w:t>
      </w:r>
    </w:p>
    <w:p w:rsidR="00621D20" w:rsidRDefault="00765C49" w:rsidP="00621D20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 terenu wokół urządzeń wchodzących w skład ogrodzenia,</w:t>
      </w:r>
    </w:p>
    <w:p w:rsidR="00621D20" w:rsidRDefault="00765C49" w:rsidP="00621D20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taśmy,.</w:t>
      </w:r>
    </w:p>
    <w:p w:rsidR="00621D20" w:rsidRDefault="008A2E3A" w:rsidP="00621D20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:rsidR="00621D20" w:rsidRDefault="00765C49" w:rsidP="00621D20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>
        <w:rPr>
          <w:rFonts w:ascii="Cambria" w:hAnsi="Cambria" w:cs="Arial"/>
          <w:lang w:eastAsia="zh-CN" w:bidi="hi-IN"/>
        </w:rPr>
        <w:t xml:space="preserve">Pozostałe prace godzinowe ręczne i mechaniczne z zakresu gospodarki łowieckiej nie ujęte, </w:t>
      </w:r>
      <w:r>
        <w:rPr>
          <w:rFonts w:ascii="Cambria" w:hAnsi="Cambria" w:cs="Arial"/>
          <w:lang w:eastAsia="zh-CN" w:bidi="hi-IN"/>
        </w:rPr>
        <w:br/>
        <w:t>do wykonywania zgodnie z bieżącymi potrzebami.</w:t>
      </w:r>
    </w:p>
    <w:p w:rsidR="00621D20" w:rsidRDefault="008A2E3A" w:rsidP="00621D20">
      <w:pPr>
        <w:jc w:val="both"/>
        <w:rPr>
          <w:rFonts w:ascii="Cambria" w:hAnsi="Cambria" w:cs="Arial"/>
          <w:sz w:val="22"/>
          <w:szCs w:val="22"/>
        </w:rPr>
      </w:pPr>
    </w:p>
    <w:p w:rsidR="00621D20" w:rsidRDefault="00765C49" w:rsidP="00621D20">
      <w:pPr>
        <w:jc w:val="both"/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ar-SA"/>
        </w:rPr>
        <w:t>Uwagi:</w:t>
      </w:r>
    </w:p>
    <w:p w:rsidR="00621D20" w:rsidRDefault="00765C49" w:rsidP="00621D20">
      <w:pPr>
        <w:jc w:val="both"/>
        <w:rPr>
          <w:rFonts w:ascii="Cambria" w:hAnsi="Cambria" w:cs="Arial"/>
          <w:lang w:eastAsia="zh-CN" w:bidi="hi-IN"/>
        </w:rPr>
      </w:pPr>
      <w:r>
        <w:rPr>
          <w:rFonts w:ascii="Cambria" w:hAnsi="Cambria" w:cs="Arial"/>
          <w:lang w:eastAsia="zh-CN" w:bidi="hi-IN"/>
        </w:rPr>
        <w:t xml:space="preserve">Lokalizacja lizawek oraz miejsc dowozu karmy zostanie określona przez zamawiającego </w:t>
      </w:r>
      <w:r>
        <w:rPr>
          <w:rFonts w:ascii="Cambria" w:hAnsi="Cambria" w:cs="Arial"/>
          <w:lang w:eastAsia="zh-CN" w:bidi="hi-IN"/>
        </w:rPr>
        <w:br/>
        <w:t xml:space="preserve">w zależności od potrzeb. Zamawiający załączy do SWZ mapę z lokalizacją miejsc dokarmiania a w przypadku braku stałych miejsc………………………………….. </w:t>
      </w:r>
    </w:p>
    <w:p w:rsidR="00621D20" w:rsidRDefault="00765C49" w:rsidP="00621D20">
      <w:pPr>
        <w:jc w:val="both"/>
        <w:rPr>
          <w:rFonts w:ascii="Cambria" w:hAnsi="Cambria" w:cs="Arial"/>
          <w:lang w:eastAsia="zh-CN" w:bidi="hi-IN"/>
        </w:rPr>
      </w:pPr>
      <w:r>
        <w:rPr>
          <w:rFonts w:ascii="Cambria" w:hAnsi="Cambria" w:cs="Arial"/>
          <w:lang w:eastAsia="zh-CN" w:bidi="hi-IN"/>
        </w:rPr>
        <w:t>Materiał w postaci m.in. karmy, soli lizawkowej, insektycydów, środków chemicznych zapewni zamawiający.</w:t>
      </w:r>
    </w:p>
    <w:p w:rsidR="00621D20" w:rsidRDefault="00765C49" w:rsidP="00621D20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Procedura odbioru</w:t>
      </w:r>
      <w:r>
        <w:rPr>
          <w:rFonts w:ascii="Cambria" w:hAnsi="Cambria" w:cs="Arial"/>
        </w:rPr>
        <w:t>:</w:t>
      </w:r>
    </w:p>
    <w:p w:rsidR="00621D20" w:rsidRDefault="00765C49" w:rsidP="00621D20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 xml:space="preserve">Dla prac, gdzie jednostką przeliczeniową jest godzina [H] </w:t>
      </w:r>
    </w:p>
    <w:p w:rsidR="00621D20" w:rsidRDefault="00765C49" w:rsidP="00621D20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:rsidR="00621D20" w:rsidRDefault="00765C49" w:rsidP="00621D20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(rozliczenie z dokładnością do 1 godziny)</w:t>
      </w:r>
    </w:p>
    <w:p w:rsidR="00621D20" w:rsidRDefault="008A2E3A" w:rsidP="00621D20">
      <w:pPr>
        <w:rPr>
          <w:rFonts w:ascii="Cambria" w:hAnsi="Cambria" w:cs="Arial"/>
          <w:lang w:eastAsia="zh-CN" w:bidi="hi-IN"/>
        </w:rPr>
      </w:pPr>
    </w:p>
    <w:p w:rsidR="00621D20" w:rsidRDefault="00765C49" w:rsidP="00621D20">
      <w:pPr>
        <w:rPr>
          <w:rFonts w:ascii="Cambria" w:hAnsi="Cambria" w:cs="Arial"/>
          <w:b/>
          <w:bCs/>
          <w:lang w:eastAsia="ar-SA"/>
        </w:rPr>
      </w:pPr>
      <w:r>
        <w:rPr>
          <w:rFonts w:ascii="Cambria" w:hAnsi="Cambria" w:cs="Arial"/>
          <w:b/>
          <w:bCs/>
          <w:lang w:eastAsia="ar-SA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1822"/>
        <w:gridCol w:w="1678"/>
        <w:gridCol w:w="3842"/>
        <w:gridCol w:w="1229"/>
      </w:tblGrid>
      <w:tr w:rsidR="00BC65EB" w:rsidTr="00621D20">
        <w:trPr>
          <w:trHeight w:val="161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Nr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czynności do rozliczenia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czynn. / materiału do wyceny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Opis kodu czynności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702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Osob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703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Osob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704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705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706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707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Osob</w:t>
            </w:r>
          </w:p>
        </w:tc>
      </w:tr>
    </w:tbl>
    <w:p w:rsidR="00621D20" w:rsidRDefault="008A2E3A" w:rsidP="00621D20">
      <w:pPr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hAnsi="Cambria" w:cs="Arial"/>
          <w:b/>
          <w:bCs/>
        </w:rPr>
        <w:t>:</w:t>
      </w:r>
    </w:p>
    <w:p w:rsidR="00621D20" w:rsidRDefault="00765C49" w:rsidP="00621D20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Całodzienną obsługę polowania zbiorowego w godzinach………… ,przy ilości miotów do…………..dziennie w następującym zakresie:</w:t>
      </w: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[Ł-NAG-POL]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>prace polegające na zapewnieniu pełnoletniej osoby z aktualnym ubezpieczeniem NNW do udziału w nagance w każdym miocie pod kierunkiem pracowników zamawiającego,</w:t>
      </w:r>
      <w:r>
        <w:rPr>
          <w:rFonts w:ascii="Cambria" w:hAnsi="Cambria" w:cs="Arial"/>
          <w:sz w:val="22"/>
          <w:szCs w:val="22"/>
        </w:rPr>
        <w:t xml:space="preserve"> ilość naganiaczy na konkretne polowanie podana zostanie w zleceniu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doniesienie przez naganiaczy ubitej zwierzyny i jej załadunek na środek transportu wg. potrzeb zamawiającego,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po zakończeniu polowania ułożenie zwierzyny na pokocie, uprzątnięcie przez naganiaczy </w:t>
      </w:r>
      <w:r>
        <w:rPr>
          <w:rFonts w:ascii="Cambria" w:hAnsi="Cambria" w:cs="Arial"/>
          <w:sz w:val="22"/>
          <w:szCs w:val="22"/>
        </w:rPr>
        <w:t>miejsca pokotu</w:t>
      </w:r>
      <w:r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sz w:val="22"/>
          <w:szCs w:val="22"/>
          <w:lang w:eastAsia="ar-SA"/>
        </w:rPr>
        <w:t>oraz pomoc przy rozładunku, załadunku zwierzyny na pojazd (karawan),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zapewnienie przez wykonawcę swoim pracownikom posiłku regeneracyjnego podczas przerwy obiadowej wyznaczonej przez zamawiającego przy pełnym wymiarze godzinowym polowania, 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zapewnienie naganiaczom staraniem wykonawcy transportu  w trakcie trwania polowania, 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[Ł-POM-POL]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>udział pełnoletniej osoby z aktualnym ubezpieczeniem NNW będącej osobą do pomocy podczas organizacji polowania zbiorowego,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[Ł-POJ-POL]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zapewnienie pojazdu (………………. Opis pojazdu…..) z kierowcą do przewozu myśliwych </w:t>
      </w:r>
      <w:r>
        <w:rPr>
          <w:rFonts w:ascii="Cambria" w:hAnsi="Cambria" w:cs="Arial"/>
          <w:sz w:val="22"/>
          <w:szCs w:val="22"/>
        </w:rPr>
        <w:t>w warunkach terenowych,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zakładana średnia dzienna ilość km do przejechania na jeden pojazd…………..,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</w:rPr>
        <w:t>ilość pojazdów na konkretne polowanie zostanie podana w zleceniu</w:t>
      </w:r>
      <w:r>
        <w:rPr>
          <w:rFonts w:ascii="Cambria" w:hAnsi="Cambria" w:cs="Arial"/>
          <w:sz w:val="22"/>
          <w:szCs w:val="22"/>
          <w:lang w:eastAsia="ar-SA"/>
        </w:rPr>
        <w:t>,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>pojazd musi posiadać aktualny przegląd techniczny i ubezpieczenie OC i NNW,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>prace polegają na dowiezienie myśliwych</w:t>
      </w:r>
      <w:r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sz w:val="22"/>
          <w:szCs w:val="22"/>
        </w:rPr>
        <w:t>z miejsca zakwaterowania na miejsce zbiórki</w:t>
      </w:r>
      <w:r>
        <w:rPr>
          <w:rFonts w:ascii="Cambria" w:hAnsi="Cambria" w:cs="Arial"/>
          <w:sz w:val="22"/>
          <w:szCs w:val="22"/>
          <w:lang w:eastAsia="ar-SA"/>
        </w:rPr>
        <w:t>, rozwożeniu myśliwych z punktu zbiórki przed każdym miotem do wskazanych przez prowadzącego polowanie punktów, przywiezienie myśliwych po zakończeniu każdego miotu do miejsca zbiórki</w:t>
      </w:r>
      <w:r>
        <w:rPr>
          <w:rFonts w:ascii="Cambria" w:hAnsi="Cambria" w:cs="Arial"/>
          <w:sz w:val="22"/>
          <w:szCs w:val="22"/>
        </w:rPr>
        <w:t xml:space="preserve"> oraz odwiezienie do miejsca zakwaterowania,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[Ł-KAR-POL]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zapewnieniu odpowiednio przygotowanego  pojazdu w ilości………… z kierowcą </w:t>
      </w:r>
      <w:r>
        <w:rPr>
          <w:rFonts w:ascii="Cambria" w:hAnsi="Cambria" w:cs="Arial"/>
          <w:sz w:val="22"/>
          <w:szCs w:val="22"/>
        </w:rPr>
        <w:t>do jazdy w warunkach terenowych</w:t>
      </w:r>
      <w:r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sz w:val="22"/>
          <w:szCs w:val="22"/>
        </w:rPr>
        <w:t>do przewozu pozyskanej zwierzynę, średnia ilość km do przejechania na dzień …………..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prace obejmują: zapewnienie pojazdu do przewozu pozyskanej zwierzyny, z miejsca </w:t>
      </w:r>
      <w:r>
        <w:rPr>
          <w:rFonts w:ascii="Cambria" w:hAnsi="Cambria" w:cs="Arial"/>
          <w:sz w:val="22"/>
          <w:szCs w:val="22"/>
          <w:lang w:eastAsia="ar-SA"/>
        </w:rPr>
        <w:br/>
        <w:t>jej pozyskania do miejsca zbiórki myśliwych, wyjazd po zwierzynę we wskazane przez zamawiającego miejsce, d</w:t>
      </w:r>
      <w:r>
        <w:rPr>
          <w:rFonts w:ascii="Cambria" w:hAnsi="Cambria" w:cs="Arial"/>
          <w:sz w:val="22"/>
          <w:szCs w:val="22"/>
        </w:rPr>
        <w:t>owóz pozyskanej zwierzyny do chłodni lub  punktu skupu, rozładunek, zwierzyny  w punkcie skupu i pomoc przy ważeniu oraz podwieszeniu tusz,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[Ł-PSY-POL]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zapewnienie w każdym miocie  </w:t>
      </w:r>
      <w:r>
        <w:rPr>
          <w:rFonts w:ascii="Cambria" w:hAnsi="Cambria" w:cs="Arial"/>
          <w:sz w:val="22"/>
          <w:szCs w:val="22"/>
        </w:rPr>
        <w:t xml:space="preserve">psów ułożonych do polowań zbiorowych </w:t>
      </w:r>
      <w:r>
        <w:rPr>
          <w:rFonts w:ascii="Cambria" w:hAnsi="Cambria" w:cs="Arial"/>
          <w:sz w:val="22"/>
          <w:szCs w:val="22"/>
          <w:lang w:eastAsia="ar-SA"/>
        </w:rPr>
        <w:t>( wymagania…………..),</w:t>
      </w:r>
    </w:p>
    <w:p w:rsidR="00621D20" w:rsidRDefault="00765C49" w:rsidP="00621D20">
      <w:pPr>
        <w:pStyle w:val="Akapitzlist"/>
        <w:numPr>
          <w:ilvl w:val="0"/>
          <w:numId w:val="15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ilość psów na polowanie zamawiający określi w zleceniu.</w:t>
      </w: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dla czynności [Ł-TREBACZ]</w:t>
      </w:r>
    </w:p>
    <w:p w:rsidR="00621D20" w:rsidRDefault="00765C49" w:rsidP="00621D20">
      <w:pPr>
        <w:pStyle w:val="Akapitzlist"/>
        <w:numPr>
          <w:ilvl w:val="0"/>
          <w:numId w:val="16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zapewnienie trębacza posiadającego umiejętności poprawnego grania sygnałów myśliwskich na małym lub dużym rogu myśliwskim (Pless lub Par-force). Nuty sygnałów dostępne są na stronie </w:t>
      </w:r>
      <w:r>
        <w:rPr>
          <w:rFonts w:ascii="Cambria" w:hAnsi="Cambria"/>
          <w:sz w:val="22"/>
          <w:szCs w:val="22"/>
        </w:rPr>
        <w:t xml:space="preserve"> </w:t>
      </w:r>
      <w:hyperlink r:id="rId8" w:history="1">
        <w:r>
          <w:rPr>
            <w:rStyle w:val="Hipercze"/>
            <w:rFonts w:ascii="Cambria" w:hAnsi="Cambria"/>
            <w:sz w:val="22"/>
            <w:szCs w:val="22"/>
          </w:rPr>
          <w:t>http://muzyka.mysliwska.pl/nuty</w:t>
        </w:r>
      </w:hyperlink>
      <w:r>
        <w:rPr>
          <w:rFonts w:ascii="Cambria" w:hAnsi="Cambria"/>
          <w:sz w:val="22"/>
          <w:szCs w:val="22"/>
        </w:rPr>
        <w:t xml:space="preserve"> w kategorii „szkoleniowe” oraz w zbiorze zasad etyki i tradycji łoiweckiej </w:t>
      </w:r>
    </w:p>
    <w:p w:rsidR="00621D20" w:rsidRDefault="00765C49" w:rsidP="00621D20">
      <w:pPr>
        <w:pStyle w:val="Akapitzlist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/>
          <w:sz w:val="22"/>
          <w:szCs w:val="22"/>
        </w:rPr>
        <w:t>(</w:t>
      </w:r>
      <w:hyperlink r:id="rId9" w:history="1">
        <w:r>
          <w:rPr>
            <w:rStyle w:val="Hipercze"/>
            <w:rFonts w:ascii="Cambria" w:hAnsi="Cambria"/>
            <w:sz w:val="22"/>
            <w:szCs w:val="22"/>
          </w:rPr>
          <w:t>https://www.pzlow.pl/wp-content/uploads/2019/10/zbior_zasad_Etyki.pdf</w:t>
        </w:r>
      </w:hyperlink>
      <w:r>
        <w:rPr>
          <w:rFonts w:ascii="Cambria" w:hAnsi="Cambria"/>
          <w:sz w:val="22"/>
          <w:szCs w:val="22"/>
        </w:rPr>
        <w:t xml:space="preserve">). 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621D20" w:rsidRDefault="008A2E3A" w:rsidP="00621D20">
      <w:pPr>
        <w:jc w:val="both"/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Trębacz zobowiązany jest do zagrania następujących sygnałów:</w:t>
      </w:r>
    </w:p>
    <w:p w:rsidR="00621D20" w:rsidRDefault="00765C49" w:rsidP="00621D20">
      <w:pPr>
        <w:pStyle w:val="Akapitzlist"/>
        <w:numPr>
          <w:ilvl w:val="0"/>
          <w:numId w:val="1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 rozpoczęciu polowania „Zbiórka myśliwych”, „Powitanie” i „Apel na łowy”;</w:t>
      </w:r>
    </w:p>
    <w:p w:rsidR="00621D20" w:rsidRDefault="00765C49" w:rsidP="00621D20">
      <w:pPr>
        <w:pStyle w:val="Akapitzlist"/>
        <w:numPr>
          <w:ilvl w:val="0"/>
          <w:numId w:val="1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broń”. Po uzgodnieniu z prowadzącym polowanie również ruszenie naganki - „Naganka naprzód” i „Zakaz strzału w miot”. </w:t>
      </w:r>
    </w:p>
    <w:p w:rsidR="00621D20" w:rsidRDefault="00765C49" w:rsidP="00621D20">
      <w:pPr>
        <w:pStyle w:val="Akapitzlist"/>
        <w:numPr>
          <w:ilvl w:val="0"/>
          <w:numId w:val="1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 przerwie w pędzeniach: „Posiłek” i „Apel na łowy”</w:t>
      </w:r>
    </w:p>
    <w:p w:rsidR="00621D20" w:rsidRDefault="00765C49" w:rsidP="00621D20">
      <w:pPr>
        <w:pStyle w:val="Akapitzlist"/>
        <w:numPr>
          <w:ilvl w:val="0"/>
          <w:numId w:val="1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 pokocie: trębacz powinien odegrać wszystkie sygnały wymagane w jego trakcie, w szczególności: „Koniec polowania”, „Darz Bór”, sygnały dla zwierzyny leżącej na pokocie.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:rsidR="00621D20" w:rsidRDefault="00765C49" w:rsidP="00621D2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Trębacz powinien poruszać się razem z naganką, za zgodą prowadzącego razem z myśliwymi.</w:t>
      </w:r>
    </w:p>
    <w:p w:rsidR="00621D20" w:rsidRDefault="008A2E3A" w:rsidP="00621D20">
      <w:pPr>
        <w:jc w:val="both"/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ar-SA"/>
        </w:rPr>
        <w:t>Uwagi:</w:t>
      </w: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Jednostkami rozliczeniowymi są: zł za osobę/dzień, zł za pojazd/dzień, zł za psa/dzień. Za dzień uważa się ……………..</w:t>
      </w:r>
    </w:p>
    <w:p w:rsidR="00621D20" w:rsidRDefault="00765C49" w:rsidP="00621D20">
      <w:pPr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Procedura odbioru:</w:t>
      </w: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prac, gdzie jednostką przeliczeniową jest sztuka/ osoba.</w:t>
      </w: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Odbiór prac nastąpi poprzez sprawdzenie ilości oraz prawidłowości wykonania prac związanych z organizacją polowań zbiorowych z opisem czynności i zleceniem. </w:t>
      </w:r>
    </w:p>
    <w:p w:rsidR="00621D20" w:rsidRDefault="008A2E3A" w:rsidP="00621D20">
      <w:pPr>
        <w:jc w:val="both"/>
        <w:rPr>
          <w:rFonts w:ascii="Cambria" w:hAnsi="Cambria" w:cs="Arial"/>
        </w:rPr>
      </w:pPr>
    </w:p>
    <w:p w:rsidR="00621D20" w:rsidRDefault="00765C49" w:rsidP="00621D20">
      <w:pPr>
        <w:spacing w:after="240"/>
        <w:rPr>
          <w:rFonts w:eastAsia="Cambria"/>
          <w:b/>
          <w:bCs/>
          <w:kern w:val="2"/>
          <w14:ligatures w14:val="standardContextual"/>
        </w:rPr>
      </w:pPr>
      <w:r>
        <w:rPr>
          <w:rFonts w:eastAsia="Cambria"/>
          <w:b/>
          <w:bCs/>
          <w:kern w:val="2"/>
          <w14:ligatures w14:val="standardContextual"/>
        </w:rPr>
        <w:t>POLOWANIE INDYWIDUALNE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1714"/>
        <w:gridCol w:w="1697"/>
        <w:gridCol w:w="3845"/>
        <w:gridCol w:w="1328"/>
      </w:tblGrid>
      <w:tr w:rsidR="00BC65EB" w:rsidTr="00621D20">
        <w:trPr>
          <w:trHeight w:val="161"/>
          <w:jc w:val="center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Kod czynn.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libri"/>
                <w:kern w:val="2"/>
                <w14:ligatures w14:val="standardContextual"/>
              </w:rPr>
            </w:pPr>
            <w:r>
              <w:rPr>
                <w:rFonts w:eastAsia="Calibri"/>
                <w:kern w:val="2"/>
                <w14:ligatures w14:val="standardContextual"/>
              </w:rPr>
              <w:t>708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>
              <w:rPr>
                <w:rFonts w:eastAsia="Cambria"/>
                <w:kern w:val="2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>
              <w:rPr>
                <w:rFonts w:eastAsia="Cambria"/>
                <w:kern w:val="2"/>
                <w14:ligatures w14:val="standardContextual"/>
              </w:rPr>
              <w:t>DN</w:t>
            </w:r>
          </w:p>
        </w:tc>
      </w:tr>
    </w:tbl>
    <w:p w:rsidR="00621D20" w:rsidRDefault="00765C49" w:rsidP="00621D20">
      <w:pPr>
        <w:suppressAutoHyphens/>
        <w:spacing w:before="120" w:after="120"/>
        <w:jc w:val="both"/>
        <w:rPr>
          <w:rFonts w:ascii="Cambria" w:eastAsia="Verdana" w:hAnsi="Cambria"/>
          <w:b/>
          <w:szCs w:val="20"/>
          <w:lang w:eastAsia="zh-CN" w:bidi="hi-IN"/>
        </w:rPr>
      </w:pPr>
      <w:r>
        <w:rPr>
          <w:rFonts w:ascii="Cambria" w:eastAsia="Calibri" w:hAnsi="Cambria"/>
          <w:b/>
          <w:szCs w:val="20"/>
          <w:lang w:eastAsia="zh-CN" w:bidi="hi-IN"/>
        </w:rPr>
        <w:t>Standard technologii prac obejmuje: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dokonanie oględzin terenu, ze szczególnym uwzględnieniem zasad bezpiecznego oddania strzału,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uczestnictwo w odnalezieniu ubitej zwierzyny,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doniesienie (przetransportowanie) tusz zwierzyny o wadze do 50 kg do środka transportu przystosowanego do transportu zwierzyny,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odcinanie łbów według wskazówek Zamawiającego,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wykonanie fotografii wieńca bądź parostków przed odbiciem łba, 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przygotowanie łbów do transportu, poprzez ich zabezpieczenie folią,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zasady postępowania z tuszą i patrochami dzików określają odrębne regulacje związane z przeciwdziałaniem rozprzestrzeniania się ASF, a w szczególności zabezpieczenia tuszy </w:t>
      </w:r>
      <w:r>
        <w:rPr>
          <w:rFonts w:eastAsia="Cambria"/>
          <w:kern w:val="2"/>
          <w14:ligatures w14:val="standardContextual"/>
        </w:rPr>
        <w:lastRenderedPageBreak/>
        <w:t>na czas transportu oraz postępowania z patrochami w miejscu przeznaczonym do patroszenia,</w:t>
      </w:r>
    </w:p>
    <w:p w:rsidR="00621D20" w:rsidRDefault="00765C49" w:rsidP="00621D20">
      <w:pPr>
        <w:numPr>
          <w:ilvl w:val="0"/>
          <w:numId w:val="18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osoba podprowadzająca: myśliwy uprawniony do wykonywania polowania zgodnie </w:t>
      </w:r>
      <w:r>
        <w:rPr>
          <w:rFonts w:eastAsia="Cambria"/>
          <w:kern w:val="2"/>
          <w14:ligatures w14:val="standardContextual"/>
        </w:rPr>
        <w:br/>
        <w:t>z wymaganiami określonymi w tym zakresie w obowiązującym Prawie Łowieckim, posiadający uprawnienia selekcjonera.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Verdana" w:hAnsi="Cambria"/>
          <w:b/>
          <w:szCs w:val="20"/>
          <w:lang w:eastAsia="zh-CN" w:bidi="hi-IN"/>
        </w:rPr>
      </w:pPr>
      <w:r>
        <w:rPr>
          <w:rFonts w:ascii="Cambria" w:eastAsia="Calibri" w:hAnsi="Cambria"/>
          <w:b/>
          <w:szCs w:val="20"/>
          <w:lang w:eastAsia="zh-CN" w:bidi="hi-IN"/>
        </w:rPr>
        <w:t>Uwagi:</w:t>
      </w:r>
    </w:p>
    <w:p w:rsidR="00621D20" w:rsidRDefault="00765C49" w:rsidP="00621D20">
      <w:pPr>
        <w:rPr>
          <w:rFonts w:eastAsia="Verdana"/>
          <w:kern w:val="2"/>
          <w14:ligatures w14:val="standardContextual"/>
        </w:rPr>
      </w:pPr>
      <w:r>
        <w:rPr>
          <w:rFonts w:eastAsia="Verdana"/>
          <w:kern w:val="2"/>
          <w14:ligatures w14:val="standardContextual"/>
        </w:rPr>
        <w:t xml:space="preserve">Szczegółowy zakres prac określony zostanie przez Zamawiającego w zleceniu. Narzędzia </w:t>
      </w:r>
      <w:r>
        <w:rPr>
          <w:rFonts w:eastAsia="Verdana"/>
          <w:kern w:val="2"/>
          <w14:ligatures w14:val="standardContextual"/>
        </w:rPr>
        <w:br/>
        <w:t xml:space="preserve">i materiały niezbędne do wykonania zadania zapewnia Wykonawca: </w:t>
      </w:r>
      <w:r>
        <w:rPr>
          <w:rFonts w:eastAsia="Cambria"/>
          <w:kern w:val="2"/>
          <w14:ligatures w14:val="standardContextual"/>
        </w:rPr>
        <w:t>(maty do patroszenia, rękawice, środki do dezynfekcji, folie, pojemniki, noże, liny).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Verdana" w:hAnsi="Cambria"/>
          <w:b/>
          <w:szCs w:val="20"/>
          <w:lang w:eastAsia="zh-CN" w:bidi="hi-IN"/>
        </w:rPr>
      </w:pPr>
      <w:r>
        <w:rPr>
          <w:rFonts w:ascii="Cambria" w:eastAsia="Calibri" w:hAnsi="Cambria"/>
          <w:b/>
          <w:szCs w:val="20"/>
          <w:lang w:eastAsia="zh-CN" w:bidi="hi-IN"/>
        </w:rPr>
        <w:t>Procedura odbioru:</w:t>
      </w:r>
    </w:p>
    <w:p w:rsidR="00621D20" w:rsidRDefault="00765C49" w:rsidP="00621D20">
      <w:pPr>
        <w:spacing w:after="240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Odbiór prac nastąpi poprzez sprawdzenie prawidłowości wykonania prac związanych </w:t>
      </w:r>
      <w:r>
        <w:rPr>
          <w:rFonts w:eastAsia="Cambria"/>
          <w:kern w:val="2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>
        <w:rPr>
          <w:rFonts w:eastAsia="Cambria"/>
          <w:kern w:val="2"/>
          <w14:ligatures w14:val="standardContextual"/>
        </w:rPr>
        <w:br/>
        <w:t>(jedn. rozliczeniowa DN - dzień z dokładnością do 1/2 dnia).</w:t>
      </w:r>
    </w:p>
    <w:p w:rsidR="00621D20" w:rsidRDefault="008A2E3A" w:rsidP="00621D20">
      <w:pPr>
        <w:jc w:val="both"/>
        <w:rPr>
          <w:rFonts w:ascii="Cambria" w:hAnsi="Cambria" w:cs="Arial"/>
        </w:rPr>
      </w:pPr>
    </w:p>
    <w:p w:rsidR="00621D20" w:rsidRDefault="008A2E3A" w:rsidP="00621D2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:rsidR="00621D20" w:rsidRDefault="008A2E3A" w:rsidP="00621D2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:rsidR="00621D20" w:rsidRDefault="00765C49" w:rsidP="00621D20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1730"/>
        <w:gridCol w:w="1886"/>
        <w:gridCol w:w="3687"/>
        <w:gridCol w:w="1360"/>
      </w:tblGrid>
      <w:tr w:rsidR="00BC65EB" w:rsidTr="00621D20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  <w:p w:rsidR="00621D20" w:rsidRDefault="008A2E3A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</w:p>
        </w:tc>
      </w:tr>
      <w:tr w:rsidR="00BC65EB" w:rsidTr="00621D20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709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C65EB" w:rsidTr="00621D20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C65EB" w:rsidTr="00621D20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C65EB" w:rsidTr="00621D20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C65EB" w:rsidTr="00621D20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C65EB" w:rsidTr="00621D20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C65EB" w:rsidTr="00621D20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highlight w:val="yellow"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</w:tbl>
    <w:p w:rsidR="00621D20" w:rsidRDefault="008A2E3A" w:rsidP="00621D20">
      <w:pPr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szczególności:</w:t>
      </w:r>
    </w:p>
    <w:p w:rsidR="00621D20" w:rsidRDefault="00765C49" w:rsidP="00621D20">
      <w:pPr>
        <w:pStyle w:val="Akapitzlist"/>
        <w:numPr>
          <w:ilvl w:val="0"/>
          <w:numId w:val="1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odbiór trofeum przeznaczonego do preparacji z miejsca wyznaczonego przez zamawiającego,</w:t>
      </w:r>
    </w:p>
    <w:p w:rsidR="00621D20" w:rsidRDefault="00765C49" w:rsidP="00621D20">
      <w:pPr>
        <w:pStyle w:val="Akapitzlist"/>
        <w:numPr>
          <w:ilvl w:val="0"/>
          <w:numId w:val="1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oskórowanie czaszki lub wyjęcie oręża z czaszki, </w:t>
      </w:r>
    </w:p>
    <w:p w:rsidR="00621D20" w:rsidRDefault="00765C49" w:rsidP="00621D20">
      <w:pPr>
        <w:pStyle w:val="Akapitzlist"/>
        <w:numPr>
          <w:ilvl w:val="0"/>
          <w:numId w:val="1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przygotowanie do oczyszczenia poprzez wygotowanie, nie powodujące rozluźnienia łączeń kości,</w:t>
      </w:r>
    </w:p>
    <w:p w:rsidR="00621D20" w:rsidRDefault="00765C49" w:rsidP="00621D20">
      <w:pPr>
        <w:pStyle w:val="Akapitzlist"/>
        <w:numPr>
          <w:ilvl w:val="0"/>
          <w:numId w:val="1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:rsidR="00621D20" w:rsidRDefault="00765C49" w:rsidP="00621D20">
      <w:pPr>
        <w:pStyle w:val="Akapitzlist"/>
        <w:numPr>
          <w:ilvl w:val="0"/>
          <w:numId w:val="1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ściągnięcie i zabezpieczenie solą całej skóry lub skóry z przeznaczeniem na medalion,</w:t>
      </w:r>
    </w:p>
    <w:p w:rsidR="00621D20" w:rsidRDefault="00765C49" w:rsidP="00621D20">
      <w:pPr>
        <w:pStyle w:val="Akapitzlist"/>
        <w:numPr>
          <w:ilvl w:val="0"/>
          <w:numId w:val="19"/>
        </w:numPr>
        <w:jc w:val="both"/>
        <w:rPr>
          <w:rFonts w:ascii="Cambria" w:hAnsi="Cambria" w:cs="Arial"/>
        </w:rPr>
      </w:pPr>
      <w:r>
        <w:rPr>
          <w:rFonts w:ascii="Cambria" w:hAnsi="Cambria" w:cs="Arial"/>
          <w:sz w:val="22"/>
          <w:szCs w:val="22"/>
        </w:rPr>
        <w:t>dostarczenie trofeum zamawiającemu do miejsca wskazanego przez zamawiającego.</w:t>
      </w:r>
    </w:p>
    <w:p w:rsidR="00621D20" w:rsidRDefault="008A2E3A" w:rsidP="00621D20">
      <w:pPr>
        <w:pStyle w:val="Akapitzlist"/>
        <w:jc w:val="both"/>
        <w:rPr>
          <w:rFonts w:ascii="Cambria" w:hAnsi="Cambria" w:cs="Arial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Materiały i narzędzia niezbędne do preparacji zapewnia Wykonawca.</w:t>
      </w:r>
    </w:p>
    <w:p w:rsidR="00621D20" w:rsidRDefault="008A2E3A" w:rsidP="00621D20">
      <w:pPr>
        <w:jc w:val="both"/>
        <w:rPr>
          <w:rFonts w:ascii="Cambria" w:hAnsi="Cambria" w:cs="Arial"/>
          <w:b/>
          <w:bCs/>
        </w:rPr>
      </w:pPr>
    </w:p>
    <w:p w:rsidR="00621D20" w:rsidRDefault="008A2E3A" w:rsidP="00621D20">
      <w:pPr>
        <w:jc w:val="both"/>
        <w:rPr>
          <w:rFonts w:ascii="Cambria" w:hAnsi="Cambria" w:cs="Arial"/>
          <w:b/>
          <w:bCs/>
        </w:rPr>
      </w:pPr>
    </w:p>
    <w:p w:rsidR="00621D20" w:rsidRDefault="00765C49" w:rsidP="00621D20">
      <w:pPr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lastRenderedPageBreak/>
        <w:t>Odbiór prac:</w:t>
      </w: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Jednostką miary stosowaną do rozliczenia między Zamawiającym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:rsidR="00621D20" w:rsidRDefault="008A2E3A" w:rsidP="00621D2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:rsidR="00621D20" w:rsidRDefault="008A2E3A" w:rsidP="00621D20">
      <w:pPr>
        <w:rPr>
          <w:rFonts w:ascii="Cambria" w:hAnsi="Cambria" w:cs="Arial"/>
        </w:rPr>
      </w:pPr>
    </w:p>
    <w:p w:rsidR="00621D20" w:rsidRDefault="00765C49" w:rsidP="00621D20">
      <w:pPr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1729"/>
        <w:gridCol w:w="1588"/>
        <w:gridCol w:w="3970"/>
        <w:gridCol w:w="1359"/>
      </w:tblGrid>
      <w:tr w:rsidR="00BC65EB" w:rsidTr="00621D20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Kod czynn.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 xml:space="preserve">Jednostka miary </w:t>
            </w:r>
          </w:p>
          <w:p w:rsidR="00621D20" w:rsidRDefault="008A2E3A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</w:p>
        </w:tc>
      </w:tr>
      <w:tr w:rsidR="00BC65EB" w:rsidTr="00621D20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716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iCs/>
                <w:kern w:val="2"/>
                <w:lang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HM</w:t>
            </w:r>
          </w:p>
        </w:tc>
      </w:tr>
      <w:tr w:rsidR="00BC65EB" w:rsidTr="00621D20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717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iCs/>
                <w:kern w:val="2"/>
                <w:lang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HM</w:t>
            </w:r>
          </w:p>
        </w:tc>
      </w:tr>
      <w:tr w:rsidR="00BC65EB" w:rsidTr="00621D20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718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iCs/>
                <w:kern w:val="2"/>
                <w:lang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HM</w:t>
            </w:r>
          </w:p>
        </w:tc>
      </w:tr>
    </w:tbl>
    <w:p w:rsidR="00621D20" w:rsidRDefault="008A2E3A" w:rsidP="00621D20">
      <w:pPr>
        <w:rPr>
          <w:rFonts w:ascii="Cambria" w:hAnsi="Cambria" w:cs="Arial"/>
          <w:lang w:eastAsia="zh-CN" w:bidi="hi-IN"/>
        </w:rPr>
      </w:pPr>
    </w:p>
    <w:p w:rsidR="00621D20" w:rsidRDefault="00765C49" w:rsidP="00621D20">
      <w:pPr>
        <w:jc w:val="both"/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szczególności: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dowiezienie materiałów na powierzchnię na odległość maksymalną ….. km, 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rozniesienie lub</w:t>
      </w:r>
      <w:r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>
        <w:rPr>
          <w:rFonts w:ascii="Cambria" w:eastAsia="Calibri" w:hAnsi="Cambria" w:cs="Arial"/>
          <w:sz w:val="22"/>
          <w:szCs w:val="22"/>
        </w:rPr>
        <w:t>rozwiezienie</w:t>
      </w:r>
      <w:r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materiałów w postaci elementów zabezpieczenia po powierzchni przewidzianej do ogrodzenia,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wkopanie lub wbijanie słupków co 5-8 m na długości ogrodzenia</w:t>
      </w:r>
      <w:r>
        <w:rPr>
          <w:rFonts w:ascii="Cambria" w:eastAsia="Calibri" w:hAnsi="Cambria" w:cs="Arial"/>
          <w:sz w:val="22"/>
          <w:szCs w:val="22"/>
        </w:rPr>
        <w:t xml:space="preserve"> na minimalną głębokość……,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sz w:val="22"/>
          <w:szCs w:val="22"/>
        </w:rPr>
        <w:t>zamocowanie izolatorów, max. 3 szt/słupek, odległość pomiędzy izolatorami powinna wynieść …………m a odległość pierwszego i ostatniego izolatora licząc od ziemi odpowiednio……..m i ……m,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wykoszenie pokrywy roślinnej w miejscu usytuowania zabezpieczenia na szerokości ok. 1 m oraz zastosowanie oprysku herbicydem, 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izolatorze jednego przewodu, w sposób zapewniający jego prawidłowe funkcjonowanie,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rozciągnięcie pomiędzy słupkami oraz zamocowanie na izolatorach dwóch równoległych przewodów, w sposób zapewniający ich prawidłowe funkcjonowanie, 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izolatorach trzech równoległych przewodów, w sposób zapewniający ich prawidłowe funkcjonowanie,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sz w:val="22"/>
          <w:szCs w:val="22"/>
        </w:rPr>
        <w:t>przewody powinny być odpowiednio napięte,</w:t>
      </w:r>
    </w:p>
    <w:p w:rsidR="00621D20" w:rsidRDefault="00765C49" w:rsidP="00621D20">
      <w:pPr>
        <w:pStyle w:val="Akapitzlist"/>
        <w:numPr>
          <w:ilvl w:val="0"/>
          <w:numId w:val="20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 przypadku dwóch i trzech przewodów wykonanie „mostków” co 100-150 metrów, poprzez połączenie ich za pomocą przewodnika (drut lub specjalny złącznik).</w:t>
      </w:r>
    </w:p>
    <w:p w:rsidR="00621D20" w:rsidRDefault="008A2E3A" w:rsidP="00621D20">
      <w:pPr>
        <w:spacing w:after="120" w:line="276" w:lineRule="auto"/>
        <w:jc w:val="both"/>
        <w:rPr>
          <w:rFonts w:ascii="Cambria" w:hAnsi="Cambria" w:cs="Arial"/>
        </w:rPr>
      </w:pPr>
    </w:p>
    <w:p w:rsidR="00621D20" w:rsidRDefault="00765C49" w:rsidP="00621D20">
      <w:pPr>
        <w:spacing w:after="120" w:line="276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Odbiór prac:</w:t>
      </w:r>
    </w:p>
    <w:p w:rsidR="00621D20" w:rsidRDefault="00765C49" w:rsidP="00621D20">
      <w:pPr>
        <w:spacing w:after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Odbiór prac nastąpi po sprawdzeniu jakości wykonania ogrodzenia, a następnie przy pomocy taśmy mierniczej, dalmierza lub GPS-u zostanie zmierzona długość wykonanego ogrodzenia.</w:t>
      </w:r>
    </w:p>
    <w:p w:rsidR="00621D20" w:rsidRDefault="00765C49" w:rsidP="00621D20">
      <w:pPr>
        <w:spacing w:after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Jednostką miary stosowaną do rozliczenia grodzenia między Zamawiającym a Wykonawcą jest 1 hektometr (HM).</w:t>
      </w:r>
    </w:p>
    <w:p w:rsidR="00621D20" w:rsidRDefault="008A2E3A" w:rsidP="00621D20">
      <w:pPr>
        <w:rPr>
          <w:rFonts w:ascii="Cambria" w:hAnsi="Cambria" w:cs="Arial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1723"/>
        <w:gridCol w:w="1588"/>
        <w:gridCol w:w="3971"/>
        <w:gridCol w:w="1506"/>
      </w:tblGrid>
      <w:tr w:rsidR="00BC65EB" w:rsidTr="00621D20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Kod czynn.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D20" w:rsidRDefault="00765C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 xml:space="preserve">Jednostka miary </w:t>
            </w:r>
          </w:p>
          <w:p w:rsidR="00621D20" w:rsidRDefault="008A2E3A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</w:p>
        </w:tc>
      </w:tr>
      <w:tr w:rsidR="00BC65EB" w:rsidTr="00621D20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719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iCs/>
                <w:kern w:val="2"/>
                <w:lang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HM</w:t>
            </w:r>
          </w:p>
        </w:tc>
      </w:tr>
    </w:tbl>
    <w:p w:rsidR="00621D20" w:rsidRDefault="00765C49" w:rsidP="00621D20">
      <w:pPr>
        <w:widowControl w:val="0"/>
        <w:spacing w:before="240"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eastAsia="Calibri" w:hAnsi="Cambria" w:cs="Arial"/>
          <w:iCs/>
          <w:kern w:val="2"/>
          <w:lang w:bidi="hi-IN"/>
        </w:rPr>
        <w:t>:</w:t>
      </w:r>
    </w:p>
    <w:p w:rsidR="00621D20" w:rsidRDefault="00765C49" w:rsidP="00621D20">
      <w:pPr>
        <w:pStyle w:val="Akapitzlist"/>
        <w:numPr>
          <w:ilvl w:val="0"/>
          <w:numId w:val="21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zdemontowanie i zwiezienie elementów grodzenia do magazynu na odległość max. … km, </w:t>
      </w:r>
    </w:p>
    <w:p w:rsidR="00621D20" w:rsidRDefault="00765C49" w:rsidP="00621D20">
      <w:pPr>
        <w:pStyle w:val="Akapitzlist"/>
        <w:numPr>
          <w:ilvl w:val="0"/>
          <w:numId w:val="21"/>
        </w:numPr>
        <w:spacing w:after="120" w:line="276" w:lineRule="auto"/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 terenu wokół likwidowanego grodzenia.</w:t>
      </w:r>
    </w:p>
    <w:p w:rsidR="00621D20" w:rsidRDefault="008A2E3A" w:rsidP="00621D20">
      <w:pPr>
        <w:pStyle w:val="Akapitzlist"/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</w:p>
    <w:p w:rsidR="00621D20" w:rsidRDefault="00765C49" w:rsidP="00621D20">
      <w:pPr>
        <w:spacing w:after="120" w:line="276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Odbiór prac:</w:t>
      </w:r>
    </w:p>
    <w:p w:rsidR="00621D20" w:rsidRDefault="00765C49" w:rsidP="00621D20">
      <w:pPr>
        <w:spacing w:after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Odbiór prac nastąpi po sprawdzeniu jakości wykonania usługi demontażu ogrodzenia.</w:t>
      </w:r>
    </w:p>
    <w:p w:rsidR="00621D20" w:rsidRDefault="00765C49" w:rsidP="00621D20">
      <w:pPr>
        <w:spacing w:after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Jednostką miary stosowaną do rozliczenia usługi między Zamawiającym, a Wykonawcą jest 1 hektometr (HM).</w:t>
      </w:r>
    </w:p>
    <w:p w:rsidR="00621D20" w:rsidRDefault="008A2E3A" w:rsidP="00621D20">
      <w:pPr>
        <w:jc w:val="both"/>
        <w:rPr>
          <w:rFonts w:ascii="Cambria" w:hAnsi="Cambria" w:cs="Arial"/>
          <w:lang w:eastAsia="ar-SA"/>
        </w:rPr>
      </w:pPr>
    </w:p>
    <w:p w:rsidR="00621D20" w:rsidRDefault="00765C49" w:rsidP="00621D20">
      <w:pPr>
        <w:jc w:val="both"/>
        <w:rPr>
          <w:rFonts w:ascii="Cambria" w:hAnsi="Cambria" w:cs="Arial"/>
          <w:b/>
          <w:bCs/>
          <w:lang w:eastAsia="ar-SA"/>
        </w:rPr>
      </w:pPr>
      <w:r>
        <w:rPr>
          <w:rFonts w:ascii="Cambria" w:hAnsi="Cambria" w:cs="Arial"/>
          <w:b/>
          <w:bCs/>
          <w:lang w:eastAsia="ar-SA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1505"/>
        <w:gridCol w:w="1697"/>
        <w:gridCol w:w="3858"/>
        <w:gridCol w:w="1229"/>
      </w:tblGrid>
      <w:tr w:rsidR="00BC65EB" w:rsidTr="00621D20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Jednostka miary</w:t>
            </w:r>
          </w:p>
        </w:tc>
      </w:tr>
      <w:tr w:rsidR="00BC65EB" w:rsidTr="00621D20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720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SZT</w:t>
            </w:r>
          </w:p>
        </w:tc>
      </w:tr>
    </w:tbl>
    <w:p w:rsidR="00621D20" w:rsidRDefault="008A2E3A" w:rsidP="00621D20">
      <w:pPr>
        <w:suppressAutoHyphens/>
        <w:spacing w:before="120" w:after="120"/>
        <w:rPr>
          <w:rFonts w:ascii="Cambria" w:eastAsia="Calibri" w:hAnsi="Cambria" w:cs="Arial"/>
          <w:b/>
          <w:lang w:eastAsia="ar-SA"/>
        </w:rPr>
      </w:pPr>
    </w:p>
    <w:p w:rsidR="00621D20" w:rsidRDefault="00765C49" w:rsidP="00621D20">
      <w:pPr>
        <w:suppressAutoHyphens/>
        <w:spacing w:before="120" w:after="120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theme="minorHAnsi"/>
          <w:b/>
        </w:rPr>
        <w:t>Standard technologii prac obejmuje w szczególności:</w:t>
      </w:r>
    </w:p>
    <w:p w:rsidR="00621D20" w:rsidRDefault="00765C49" w:rsidP="00621D20">
      <w:pPr>
        <w:pStyle w:val="Akapitzlist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przygotowanie zaostrzonych palików drewnianych (kołków) o długości od … do … m i grubości min. …  w cieńszym końcu … cm. </w:t>
      </w:r>
    </w:p>
    <w:p w:rsidR="00621D20" w:rsidRDefault="00765C49" w:rsidP="00621D20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Zamawiający wskazuje miejsce do pozyskania drewna na paliki.</w:t>
      </w:r>
    </w:p>
    <w:p w:rsidR="00621D20" w:rsidRDefault="008A2E3A" w:rsidP="00621D20">
      <w:pPr>
        <w:suppressAutoHyphens/>
        <w:spacing w:before="120" w:after="120"/>
        <w:jc w:val="center"/>
        <w:rPr>
          <w:rFonts w:ascii="Cambria" w:eastAsia="Calibri" w:hAnsi="Cambria" w:cs="Arial"/>
          <w:b/>
          <w:lang w:eastAsia="ar-SA"/>
        </w:rPr>
      </w:pPr>
    </w:p>
    <w:p w:rsidR="00621D20" w:rsidRDefault="00765C49" w:rsidP="00621D20">
      <w:pPr>
        <w:spacing w:after="120" w:line="276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Odbiór prac:</w:t>
      </w:r>
    </w:p>
    <w:p w:rsidR="00621D20" w:rsidRDefault="00765C49" w:rsidP="00621D20">
      <w:pPr>
        <w:suppressAutoHyphens/>
        <w:spacing w:before="120" w:after="120"/>
        <w:rPr>
          <w:rFonts w:ascii="Cambria" w:eastAsia="Calibri" w:hAnsi="Cambria" w:cs="Arial"/>
          <w:bCs/>
          <w:lang w:eastAsia="ar-SA"/>
        </w:rPr>
      </w:pPr>
      <w:r>
        <w:rPr>
          <w:rFonts w:ascii="Cambria" w:eastAsia="Calibri" w:hAnsi="Cambria" w:cs="Arial"/>
          <w:bCs/>
          <w:lang w:eastAsia="ar-SA"/>
        </w:rPr>
        <w:t>Odbiór prac nastąpi poprzez:</w:t>
      </w:r>
    </w:p>
    <w:p w:rsidR="00621D20" w:rsidRDefault="00765C49" w:rsidP="00621D20">
      <w:pPr>
        <w:suppressAutoHyphens/>
        <w:spacing w:before="120" w:after="120"/>
        <w:rPr>
          <w:rFonts w:ascii="Cambria" w:eastAsia="Calibri" w:hAnsi="Cambria" w:cs="Arial"/>
          <w:bCs/>
          <w:lang w:eastAsia="ar-SA"/>
        </w:rPr>
      </w:pPr>
      <w:r>
        <w:rPr>
          <w:rFonts w:ascii="Cambria" w:eastAsia="Calibri" w:hAnsi="Cambria" w:cs="Arial"/>
          <w:bCs/>
          <w:lang w:eastAsia="ar-SA"/>
        </w:rPr>
        <w:t>-</w:t>
      </w:r>
      <w:r>
        <w:rPr>
          <w:rFonts w:ascii="Cambria" w:eastAsia="Calibri" w:hAnsi="Cambria" w:cs="Arial"/>
          <w:bCs/>
          <w:lang w:eastAsia="ar-SA"/>
        </w:rPr>
        <w:tab/>
        <w:t>dokonanie weryfikacji zgodności wykonania palików co do ilości, jakości i zgodności z zleceniem,</w:t>
      </w:r>
    </w:p>
    <w:p w:rsidR="00621D20" w:rsidRDefault="00765C49" w:rsidP="00621D20">
      <w:pPr>
        <w:suppressAutoHyphens/>
        <w:spacing w:before="120" w:after="120"/>
        <w:rPr>
          <w:rFonts w:ascii="Cambria" w:eastAsia="Calibri" w:hAnsi="Cambria" w:cs="Arial"/>
          <w:bCs/>
          <w:lang w:eastAsia="ar-SA"/>
        </w:rPr>
      </w:pPr>
      <w:r>
        <w:rPr>
          <w:rFonts w:ascii="Cambria" w:eastAsia="Calibri" w:hAnsi="Cambria" w:cs="Arial"/>
          <w:bCs/>
          <w:lang w:eastAsia="ar-SA"/>
        </w:rPr>
        <w:t>-</w:t>
      </w:r>
      <w:r>
        <w:rPr>
          <w:rFonts w:ascii="Cambria" w:eastAsia="Calibri" w:hAnsi="Cambria" w:cs="Arial"/>
          <w:bCs/>
          <w:lang w:eastAsia="ar-SA"/>
        </w:rPr>
        <w:tab/>
        <w:t xml:space="preserve">ilość palików zostanie ustalona poprzez ich policzenie na gruncie (posztucznie). </w:t>
      </w:r>
    </w:p>
    <w:p w:rsidR="00621D20" w:rsidRDefault="00765C49" w:rsidP="00621D20">
      <w:pPr>
        <w:suppressAutoHyphens/>
        <w:spacing w:before="120" w:after="120"/>
        <w:rPr>
          <w:rFonts w:ascii="Cambria" w:eastAsia="Calibri" w:hAnsi="Cambria" w:cs="Arial"/>
          <w:bCs/>
          <w:lang w:eastAsia="ar-SA"/>
        </w:rPr>
      </w:pPr>
      <w:r>
        <w:rPr>
          <w:rFonts w:ascii="Cambria" w:eastAsia="Calibri" w:hAnsi="Cambria" w:cs="Arial"/>
          <w:bCs/>
          <w:lang w:eastAsia="ar-SA"/>
        </w:rPr>
        <w:t>(rozliczenie z dokładnością do 1 sztuki)</w:t>
      </w:r>
    </w:p>
    <w:p w:rsidR="00621D20" w:rsidRDefault="008A2E3A" w:rsidP="00621D20">
      <w:pPr>
        <w:suppressAutoHyphens/>
        <w:spacing w:before="120" w:after="120"/>
        <w:jc w:val="center"/>
        <w:rPr>
          <w:rFonts w:ascii="Cambria" w:eastAsia="Calibri" w:hAnsi="Cambria" w:cs="Arial"/>
          <w:b/>
          <w:lang w:eastAsia="ar-SA"/>
        </w:rPr>
      </w:pPr>
    </w:p>
    <w:p w:rsidR="00621D20" w:rsidRDefault="00765C49" w:rsidP="00621D20">
      <w:pPr>
        <w:suppressAutoHyphens/>
        <w:spacing w:before="120" w:after="120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GRODZENIE UPRAW ROLNYCH PRZED ZWIERZYNĄ SIATKĄ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786"/>
        <w:gridCol w:w="1697"/>
        <w:gridCol w:w="3845"/>
        <w:gridCol w:w="1328"/>
      </w:tblGrid>
      <w:tr w:rsidR="00BC65EB" w:rsidTr="00621D20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Ł-GRODZN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Ł-GRODZN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Grodzenie pól siatką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HM</w:t>
            </w:r>
          </w:p>
        </w:tc>
      </w:tr>
    </w:tbl>
    <w:p w:rsidR="00621D20" w:rsidRDefault="00765C49" w:rsidP="00621D20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lang w:eastAsia="zh-CN" w:bidi="hi-IN"/>
        </w:rPr>
      </w:pPr>
      <w:r>
        <w:rPr>
          <w:rFonts w:ascii="Cambria" w:eastAsia="Calibri" w:hAnsi="Cambria" w:cs="Arial"/>
          <w:b/>
          <w:bCs/>
        </w:rPr>
        <w:lastRenderedPageBreak/>
        <w:t>Standard technologii prac obejmuje:</w:t>
      </w:r>
    </w:p>
    <w:p w:rsidR="00621D20" w:rsidRDefault="00765C49" w:rsidP="00621D20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dostarczenie materiałów na miejsce wykonania ogrodzenia, </w:t>
      </w:r>
    </w:p>
    <w:p w:rsidR="00621D20" w:rsidRDefault="00765C49" w:rsidP="00621D20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:rsidR="00621D20" w:rsidRDefault="00765C49" w:rsidP="00621D20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rozniesienie i wkopanie słupków,</w:t>
      </w:r>
    </w:p>
    <w:p w:rsidR="00621D20" w:rsidRDefault="00765C49" w:rsidP="00621D20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rozwinięcie, zawieszenie, napięcie i przymocowanie siatki do słupków i gruntu, </w:t>
      </w:r>
    </w:p>
    <w:p w:rsidR="00621D20" w:rsidRDefault="00765C49" w:rsidP="00621D20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:rsidR="00621D20" w:rsidRDefault="00765C49" w:rsidP="00621D20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wykonanie przełazów w liczbie …. sztuk i bram wjazdowych  w wyznaczonych miejscach w liczbie …. sztuk na każdą ogrodzoną powierzchnię o ciągłej granicy. </w:t>
      </w:r>
    </w:p>
    <w:p w:rsidR="00621D20" w:rsidRDefault="00765C49" w:rsidP="00621D20">
      <w:pPr>
        <w:spacing w:before="120" w:after="120"/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>Uwagi: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>
        <w:rPr>
          <w:rFonts w:ascii="Cambria" w:eastAsia="Calibri" w:hAnsi="Cambria" w:cs="Arial"/>
          <w:i/>
          <w:iCs/>
          <w:sz w:val="22"/>
          <w:szCs w:val="22"/>
        </w:rPr>
        <w:t>opis dotyczy montażu siatki leśnej, w przypadku stosowania innego typu siatki należy uzupełnić opis</w:t>
      </w:r>
      <w:r>
        <w:rPr>
          <w:rFonts w:ascii="Cambria" w:eastAsia="Calibri" w:hAnsi="Cambria" w:cs="Arial"/>
          <w:sz w:val="22"/>
          <w:szCs w:val="22"/>
        </w:rPr>
        <w:t>),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odległość dowozu materiałów na miejsce wykonania ogrodzenia – nie więcej niż ….. km.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w przypadku słupków z drewna liściastego twardego (Db, Ak) korowanie nie jest wymagane,</w:t>
      </w:r>
      <w:r>
        <w:rPr>
          <w:rFonts w:ascii="Cambria" w:eastAsia="Calibri" w:hAnsi="Cambria" w:cs="Arial"/>
          <w:sz w:val="22"/>
          <w:szCs w:val="22"/>
        </w:rPr>
        <w:t xml:space="preserve"> </w:t>
      </w:r>
      <w:r>
        <w:rPr>
          <w:rFonts w:ascii="Cambria" w:eastAsia="Calibri" w:hAnsi="Cambria" w:cs="Arial"/>
          <w:bCs/>
          <w:iCs/>
          <w:sz w:val="22"/>
          <w:szCs w:val="22"/>
        </w:rPr>
        <w:t>w wypadku słupków z drewna iglastego okorowanie całych słupków i zabezpieczenie jednego z końców poprzez …………………………………………………………………., na długości 0,7 m</w:t>
      </w:r>
      <w:r>
        <w:rPr>
          <w:rFonts w:ascii="Cambria" w:eastAsia="Calibri" w:hAnsi="Cambria" w:cs="Arial"/>
          <w:sz w:val="22"/>
          <w:szCs w:val="22"/>
        </w:rPr>
        <w:t>,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słupki należy wkopać na głębokość 0,6 m (z dokładnością +/- 5cm),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odległość między wkopanymi słupkami nie może przekroczyć … m,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kierunkach.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słupki naciągowe ustawia się nie rzadziej jak 50 m linii ogrodzenia,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przygotowanie, rozniesienie i przybicie żerdzi,</w:t>
      </w:r>
    </w:p>
    <w:p w:rsidR="00621D20" w:rsidRDefault="00765C49" w:rsidP="00621D20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drewno na słupki oraz siatkę zapewnia Zamawiający.</w:t>
      </w:r>
    </w:p>
    <w:p w:rsidR="00621D20" w:rsidRDefault="00765C49" w:rsidP="00621D20">
      <w:pPr>
        <w:spacing w:before="120" w:after="120"/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>Procedura odbioru:</w:t>
      </w:r>
    </w:p>
    <w:p w:rsidR="00621D20" w:rsidRDefault="00765C49" w:rsidP="00621D20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itp),. </w:t>
      </w:r>
    </w:p>
    <w:p w:rsidR="00621D20" w:rsidRDefault="00765C49" w:rsidP="00621D20">
      <w:pPr>
        <w:suppressAutoHyphens/>
        <w:autoSpaceDE w:val="0"/>
        <w:spacing w:before="120" w:after="120"/>
        <w:jc w:val="both"/>
        <w:rPr>
          <w:rFonts w:ascii="Cambria" w:eastAsia="Calibri" w:hAnsi="Cambria" w:cs="Arial"/>
          <w:bCs/>
          <w:iCs/>
          <w:lang w:eastAsia="ar-SA"/>
        </w:rPr>
      </w:pPr>
      <w:r>
        <w:rPr>
          <w:rFonts w:ascii="Cambria" w:eastAsia="Calibri" w:hAnsi="Cambria" w:cs="Arial"/>
          <w:bCs/>
          <w:i/>
        </w:rPr>
        <w:t>(rozliczenie</w:t>
      </w:r>
      <w:r>
        <w:rPr>
          <w:rFonts w:ascii="Cambria" w:eastAsia="Calibri" w:hAnsi="Cambria" w:cs="Arial"/>
          <w:i/>
        </w:rPr>
        <w:t xml:space="preserve"> z dokładnością do dwóch miejsc po przecinku</w:t>
      </w:r>
      <w:r>
        <w:rPr>
          <w:rFonts w:ascii="Cambria" w:eastAsia="Calibri" w:hAnsi="Cambria" w:cs="Arial"/>
          <w:bCs/>
          <w:i/>
        </w:rPr>
        <w:t>)</w:t>
      </w:r>
    </w:p>
    <w:p w:rsidR="00621D20" w:rsidRDefault="008A2E3A" w:rsidP="00621D20">
      <w:pPr>
        <w:suppressAutoHyphens/>
        <w:spacing w:before="120" w:after="120"/>
        <w:rPr>
          <w:rFonts w:ascii="Cambria" w:eastAsia="Calibri" w:hAnsi="Cambria" w:cs="Arial"/>
          <w:lang w:eastAsia="ar-SA"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786"/>
        <w:gridCol w:w="1697"/>
        <w:gridCol w:w="3845"/>
        <w:gridCol w:w="1328"/>
      </w:tblGrid>
      <w:tr w:rsidR="00BC65EB" w:rsidTr="00621D20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uppressAutoHyphens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uppressAutoHyphens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Ł-SLUPL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Ł-SLUPL</w:t>
            </w:r>
          </w:p>
          <w:p w:rsidR="00621D20" w:rsidRDefault="008A2E3A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Przygotowanie słupków liściastych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Ł-SLUPI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Ł-SLUPI</w:t>
            </w:r>
          </w:p>
          <w:p w:rsidR="00621D20" w:rsidRDefault="008A2E3A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Przygotowanie słupków iglastych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</w:tbl>
    <w:p w:rsidR="00621D20" w:rsidRDefault="00765C49" w:rsidP="00621D20">
      <w:pPr>
        <w:widowControl w:val="0"/>
        <w:suppressAutoHyphens/>
        <w:spacing w:before="120" w:after="120"/>
        <w:jc w:val="both"/>
        <w:rPr>
          <w:rFonts w:ascii="Cambria" w:eastAsia="Verdana" w:hAnsi="Cambria" w:cs="Arial"/>
          <w:kern w:val="2"/>
          <w:lang w:eastAsia="zh-CN" w:bidi="hi-IN"/>
        </w:rPr>
      </w:pPr>
      <w:r>
        <w:rPr>
          <w:rFonts w:ascii="Cambria" w:eastAsia="Calibri" w:hAnsi="Cambria" w:cstheme="minorHAnsi"/>
          <w:b/>
        </w:rPr>
        <w:lastRenderedPageBreak/>
        <w:t>Standard technologii prac obejmuje w szczególności</w:t>
      </w:r>
      <w:r>
        <w:rPr>
          <w:rFonts w:ascii="Cambria" w:eastAsia="Calibri" w:hAnsi="Cambria" w:cs="Arial"/>
          <w:b/>
          <w:bCs/>
          <w:lang w:eastAsia="ar-SA"/>
        </w:rPr>
        <w:t>:</w:t>
      </w:r>
    </w:p>
    <w:p w:rsidR="00621D20" w:rsidRDefault="00765C49" w:rsidP="00621D20">
      <w:pPr>
        <w:pStyle w:val="Akapitzlist"/>
        <w:numPr>
          <w:ilvl w:val="0"/>
          <w:numId w:val="26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w wypadku słupków z drewna iglastego okorowanie całych słupków na czerwono, w wypadku słupków z drewna liściastego twardego (Db, Ak) korowanie nie jest wymagane,</w:t>
      </w:r>
    </w:p>
    <w:p w:rsidR="00621D20" w:rsidRDefault="00765C49" w:rsidP="00621D20">
      <w:pPr>
        <w:pStyle w:val="Akapitzlist"/>
        <w:numPr>
          <w:ilvl w:val="0"/>
          <w:numId w:val="26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rozłupanie lub rozcięcie wzdłużne zbyt grubych słupków,</w:t>
      </w:r>
    </w:p>
    <w:p w:rsidR="00621D20" w:rsidRDefault="00765C49" w:rsidP="00621D20">
      <w:pPr>
        <w:pStyle w:val="Akapitzlist"/>
        <w:numPr>
          <w:ilvl w:val="0"/>
          <w:numId w:val="26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załadunek, dostarczenie słupków do miejsca wskazanego na terenie leśnictwa, na odległość ……. km, rozładunek i ułożenie.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  <w:lang w:eastAsia="ar-SA"/>
        </w:rPr>
      </w:pPr>
      <w:r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:rsidR="00621D20" w:rsidRDefault="00765C49" w:rsidP="00621D20">
      <w:pPr>
        <w:pStyle w:val="Akapitzlist"/>
        <w:numPr>
          <w:ilvl w:val="0"/>
          <w:numId w:val="2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minimalna średnica słupka w cieńszym końcu – …. cm,</w:t>
      </w:r>
    </w:p>
    <w:p w:rsidR="00621D20" w:rsidRDefault="00765C49" w:rsidP="00621D20">
      <w:pPr>
        <w:pStyle w:val="Akapitzlist"/>
        <w:numPr>
          <w:ilvl w:val="0"/>
          <w:numId w:val="2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maksymalna średnica słupka w cieńszym końcu – ….. cm.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Calibri" w:hAnsi="Cambria" w:cs="Arial"/>
        </w:rPr>
      </w:pPr>
      <w:r>
        <w:rPr>
          <w:rFonts w:ascii="Cambria" w:eastAsia="Calibri" w:hAnsi="Cambria" w:cs="Arial"/>
          <w:b/>
          <w:lang w:eastAsia="ar-SA"/>
        </w:rPr>
        <w:t>Procedura odbioru:</w:t>
      </w:r>
    </w:p>
    <w:p w:rsidR="00621D20" w:rsidRDefault="00765C49" w:rsidP="00621D20">
      <w:pPr>
        <w:numPr>
          <w:ilvl w:val="0"/>
          <w:numId w:val="28"/>
        </w:numPr>
        <w:tabs>
          <w:tab w:val="left" w:pos="311"/>
        </w:tabs>
        <w:suppressAutoHyphens/>
        <w:spacing w:before="120" w:after="120"/>
        <w:ind w:left="709" w:hanging="283"/>
        <w:contextualSpacing/>
        <w:jc w:val="both"/>
        <w:rPr>
          <w:rFonts w:ascii="Cambria" w:eastAsia="Calibri" w:hAnsi="Cambria" w:cs="Arial"/>
        </w:rPr>
      </w:pPr>
      <w:r>
        <w:rPr>
          <w:rFonts w:ascii="Cambria" w:eastAsia="Calibri" w:hAnsi="Cambria" w:cs="Arial"/>
        </w:rPr>
        <w:t>odbiór prac nastąpi poprzez dokonanie weryfikacji zgodności wykonania prac co do ilości, jakości i zgodności ze zleceniem. Ilość przygotowanych słupków zostanie ustalona poprzez ich policzenie po rozłupaniu (posztucznie).</w:t>
      </w:r>
      <w:r>
        <w:rPr>
          <w:rFonts w:ascii="Cambria" w:eastAsia="Calibri" w:hAnsi="Cambria" w:cs="Arial"/>
          <w:bCs/>
          <w:i/>
        </w:rPr>
        <w:t xml:space="preserve"> </w:t>
      </w:r>
    </w:p>
    <w:p w:rsidR="00621D20" w:rsidRDefault="00765C49" w:rsidP="00621D20">
      <w:pPr>
        <w:pStyle w:val="Akapitzlist"/>
        <w:suppressAutoHyphens/>
        <w:autoSpaceDE w:val="0"/>
        <w:spacing w:before="120" w:after="120"/>
        <w:ind w:left="709" w:hanging="283"/>
        <w:jc w:val="both"/>
        <w:rPr>
          <w:rFonts w:ascii="Cambria" w:eastAsia="Calibri" w:hAnsi="Cambria" w:cs="Arial"/>
          <w:bCs/>
          <w:i/>
          <w:sz w:val="22"/>
          <w:szCs w:val="22"/>
        </w:rPr>
      </w:pPr>
      <w:r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>
        <w:rPr>
          <w:rFonts w:ascii="Cambria" w:eastAsia="Calibri" w:hAnsi="Cambria" w:cs="Arial"/>
          <w:i/>
          <w:sz w:val="22"/>
          <w:szCs w:val="22"/>
        </w:rPr>
        <w:t>z dokładnością do 1 sztuki</w:t>
      </w:r>
      <w:r>
        <w:rPr>
          <w:rFonts w:ascii="Cambria" w:eastAsia="Calibri" w:hAnsi="Cambria" w:cs="Arial"/>
          <w:bCs/>
          <w:i/>
          <w:sz w:val="22"/>
          <w:szCs w:val="22"/>
        </w:rPr>
        <w:t>)</w:t>
      </w:r>
    </w:p>
    <w:p w:rsidR="00621D20" w:rsidRDefault="008A2E3A" w:rsidP="00621D20">
      <w:pPr>
        <w:suppressAutoHyphens/>
        <w:spacing w:before="120" w:after="120"/>
        <w:rPr>
          <w:rFonts w:ascii="Cambria" w:eastAsia="Calibri" w:hAnsi="Cambria" w:cs="Arial"/>
          <w:lang w:eastAsia="ar-SA"/>
        </w:rPr>
      </w:pPr>
    </w:p>
    <w:p w:rsidR="00621D20" w:rsidRDefault="00765C49" w:rsidP="00621D20">
      <w:pPr>
        <w:suppressAutoHyphens/>
        <w:spacing w:before="120" w:after="120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DEMONTAŻ (LIKWIDACJA) I NAPRAWA (KONSERWACJA) OGRODZEŃ UPRAW ROLNYCH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786"/>
        <w:gridCol w:w="1697"/>
        <w:gridCol w:w="3845"/>
        <w:gridCol w:w="1328"/>
      </w:tblGrid>
      <w:tr w:rsidR="00BC65EB" w:rsidTr="00621D20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uppressAutoHyphens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uppressAutoHyphens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Ł-GRODZR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Ł-GRODZR</w:t>
            </w:r>
            <w:r>
              <w:rPr>
                <w:rFonts w:ascii="Cambria" w:eastAsia="Calibri" w:hAnsi="Cambria" w:cs="Arial"/>
                <w:bCs/>
                <w:iCs/>
              </w:rPr>
              <w:br/>
              <w:t>ŁGODZ RG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Demontaż (likwidacja) ogrodzeń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HM</w:t>
            </w:r>
          </w:p>
        </w:tc>
      </w:tr>
    </w:tbl>
    <w:p w:rsidR="00621D20" w:rsidRDefault="00765C49" w:rsidP="00621D20">
      <w:pPr>
        <w:widowControl w:val="0"/>
        <w:suppressAutoHyphens/>
        <w:spacing w:before="120" w:after="120"/>
        <w:jc w:val="both"/>
        <w:rPr>
          <w:rFonts w:ascii="Cambria" w:eastAsia="Verdana" w:hAnsi="Cambria" w:cs="Arial"/>
          <w:kern w:val="2"/>
          <w:lang w:eastAsia="zh-CN" w:bidi="hi-IN"/>
        </w:rPr>
      </w:pPr>
      <w:r>
        <w:rPr>
          <w:rFonts w:ascii="Cambria" w:eastAsia="Calibri" w:hAnsi="Cambria" w:cs="Arial"/>
          <w:b/>
          <w:bCs/>
          <w:lang w:eastAsia="ar-SA"/>
        </w:rPr>
        <w:t>Standard technologii prac obejmuje:</w:t>
      </w:r>
    </w:p>
    <w:p w:rsidR="00621D20" w:rsidRDefault="00765C49" w:rsidP="00621D20">
      <w:pPr>
        <w:pStyle w:val="Akapitzlist"/>
        <w:widowControl w:val="0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 xml:space="preserve">oczyszczenie siatki z pozostałości roślinnych i wydobycie części zawiniętej, </w:t>
      </w:r>
    </w:p>
    <w:p w:rsidR="00621D20" w:rsidRDefault="00765C49" w:rsidP="00621D20">
      <w:pPr>
        <w:pStyle w:val="Akapitzlist"/>
        <w:widowControl w:val="0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demontaż żerdzi,</w:t>
      </w:r>
    </w:p>
    <w:p w:rsidR="00621D20" w:rsidRDefault="00765C49" w:rsidP="00621D20">
      <w:pPr>
        <w:pStyle w:val="Akapitzlist"/>
        <w:widowControl w:val="0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zdjęcie i zrolowanie siatki,</w:t>
      </w:r>
    </w:p>
    <w:p w:rsidR="00621D20" w:rsidRDefault="00765C49" w:rsidP="00621D20">
      <w:pPr>
        <w:pStyle w:val="Akapitzlist"/>
        <w:widowControl w:val="0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 xml:space="preserve">rozbiórkę przełazów/bram, </w:t>
      </w:r>
    </w:p>
    <w:p w:rsidR="00621D20" w:rsidRDefault="00765C49" w:rsidP="00621D20">
      <w:pPr>
        <w:pStyle w:val="Akapitzlist"/>
        <w:widowControl w:val="0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:rsidR="00621D20" w:rsidRDefault="00765C49" w:rsidP="00621D20">
      <w:pPr>
        <w:pStyle w:val="Akapitzlist"/>
        <w:widowControl w:val="0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 xml:space="preserve">wyrównanie powierzchni gleby, </w:t>
      </w:r>
    </w:p>
    <w:p w:rsidR="00621D20" w:rsidRDefault="00765C49" w:rsidP="00621D20">
      <w:pPr>
        <w:pStyle w:val="Akapitzlist"/>
        <w:widowControl w:val="0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załadunek, przewiezienie odzyskanych materiałów do …………………,</w:t>
      </w:r>
    </w:p>
    <w:p w:rsidR="00621D20" w:rsidRDefault="00765C49" w:rsidP="00621D20">
      <w:pPr>
        <w:pStyle w:val="Akapitzlist"/>
        <w:widowControl w:val="0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rozładunek i ułożenie odzyskanych materiałów we wskazanym miejscu.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  <w:lang w:eastAsia="ar-SA"/>
        </w:rPr>
      </w:pPr>
      <w:r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:rsidR="00621D20" w:rsidRDefault="00765C49" w:rsidP="00621D20">
      <w:pPr>
        <w:pStyle w:val="Akapitzlist"/>
        <w:numPr>
          <w:ilvl w:val="0"/>
          <w:numId w:val="2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zużyte słupki mogą pozostać na powierzchni wg wskazań Zamawiającego.</w:t>
      </w:r>
    </w:p>
    <w:p w:rsidR="00621D20" w:rsidRDefault="00765C49" w:rsidP="00621D20">
      <w:pPr>
        <w:pStyle w:val="Akapitzlist"/>
        <w:numPr>
          <w:ilvl w:val="0"/>
          <w:numId w:val="29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>
        <w:rPr>
          <w:rFonts w:ascii="Cambria" w:hAnsi="Cambria" w:cs="Arial"/>
          <w:sz w:val="22"/>
          <w:szCs w:val="22"/>
          <w:lang w:bidi="hi-IN"/>
        </w:rPr>
        <w:t xml:space="preserve">czynność </w:t>
      </w:r>
      <w:r>
        <w:rPr>
          <w:rFonts w:ascii="Cambria" w:eastAsia="Calibri" w:hAnsi="Cambria" w:cs="Arial"/>
          <w:bCs/>
          <w:iCs/>
        </w:rPr>
        <w:t xml:space="preserve">ŁGODZ RG </w:t>
      </w:r>
      <w:r>
        <w:rPr>
          <w:rFonts w:ascii="Cambria" w:hAnsi="Cambria" w:cs="Arial"/>
          <w:sz w:val="22"/>
          <w:szCs w:val="22"/>
          <w:lang w:bidi="hi-IN"/>
        </w:rPr>
        <w:t>przeznaczona jest w wycenie na koszty transportowe.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</w:rPr>
      </w:pPr>
      <w:r>
        <w:rPr>
          <w:rFonts w:ascii="Cambria" w:eastAsia="Calibri" w:hAnsi="Cambria" w:cs="Arial"/>
          <w:b/>
          <w:bCs/>
          <w:iCs/>
        </w:rPr>
        <w:t>Procedura odbioru:</w:t>
      </w:r>
    </w:p>
    <w:p w:rsidR="00621D20" w:rsidRDefault="00765C49" w:rsidP="00621D20">
      <w:pPr>
        <w:tabs>
          <w:tab w:val="left" w:pos="34"/>
        </w:tabs>
        <w:suppressAutoHyphens/>
        <w:spacing w:before="120" w:after="120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Odbiór prac nastąpi poprzez:</w:t>
      </w:r>
    </w:p>
    <w:p w:rsidR="00621D20" w:rsidRDefault="00765C49" w:rsidP="00621D20">
      <w:pPr>
        <w:pStyle w:val="Akapitzlist"/>
        <w:numPr>
          <w:ilvl w:val="0"/>
          <w:numId w:val="30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>
        <w:rPr>
          <w:rFonts w:ascii="Cambria" w:eastAsia="Calibri" w:hAnsi="Cambria" w:cs="Arial"/>
          <w:sz w:val="22"/>
          <w:szCs w:val="22"/>
          <w:lang w:eastAsia="ar-SA"/>
        </w:rPr>
        <w:t>zweryfikowanie prawidłowości ich wykonania z opisem czynności i Zleceniem,</w:t>
      </w:r>
    </w:p>
    <w:p w:rsidR="00621D20" w:rsidRDefault="00765C49" w:rsidP="00621D20">
      <w:pPr>
        <w:pStyle w:val="Akapitzlist"/>
        <w:numPr>
          <w:ilvl w:val="0"/>
          <w:numId w:val="30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>
        <w:rPr>
          <w:rFonts w:ascii="Cambria" w:eastAsia="Calibri" w:hAnsi="Cambria" w:cs="Arial"/>
          <w:sz w:val="22"/>
          <w:szCs w:val="22"/>
          <w:lang w:eastAsia="ar-SA"/>
        </w:rPr>
        <w:t>dokonanie pomiaru długości zdemontowanego grodzenia (np. przy pomocy: dalmierza, taśmy mierniczej, GPS, itp),</w:t>
      </w:r>
    </w:p>
    <w:p w:rsidR="00621D20" w:rsidRDefault="00765C49" w:rsidP="00621D20">
      <w:pPr>
        <w:suppressAutoHyphens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lang w:eastAsia="ar-SA"/>
        </w:rPr>
      </w:pPr>
      <w:r>
        <w:rPr>
          <w:rFonts w:ascii="Cambria" w:eastAsia="Calibri" w:hAnsi="Cambria" w:cs="Arial"/>
          <w:bCs/>
          <w:i/>
          <w:lang w:eastAsia="ar-SA"/>
        </w:rPr>
        <w:t xml:space="preserve">(rozliczenie </w:t>
      </w:r>
      <w:r>
        <w:rPr>
          <w:rFonts w:ascii="Cambria" w:eastAsia="Calibri" w:hAnsi="Cambria" w:cs="Arial"/>
          <w:i/>
          <w:lang w:eastAsia="ar-SA"/>
        </w:rPr>
        <w:t>z dokładnością do dwóch miejsc po przecinku</w:t>
      </w:r>
      <w:r>
        <w:rPr>
          <w:rFonts w:ascii="Cambria" w:eastAsia="Calibri" w:hAnsi="Cambria" w:cs="Arial"/>
          <w:bCs/>
          <w:i/>
          <w:lang w:eastAsia="ar-SA"/>
        </w:rPr>
        <w:t>)</w:t>
      </w:r>
    </w:p>
    <w:p w:rsidR="00621D20" w:rsidRDefault="008A2E3A" w:rsidP="00621D20">
      <w:pPr>
        <w:suppressAutoHyphens/>
        <w:spacing w:before="120" w:after="120"/>
        <w:rPr>
          <w:rFonts w:ascii="Cambria" w:eastAsia="Calibri" w:hAnsi="Cambria" w:cs="Arial"/>
          <w:bCs/>
          <w:iCs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786"/>
        <w:gridCol w:w="1697"/>
        <w:gridCol w:w="3845"/>
        <w:gridCol w:w="1328"/>
      </w:tblGrid>
      <w:tr w:rsidR="00BC65EB" w:rsidTr="00621D20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lastRenderedPageBreak/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uppressAutoHyphens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uppressAutoHyphens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Ł-KGRODZ</w:t>
            </w:r>
            <w:r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</w:rPr>
              <w:t>ŁGODZ KGR</w:t>
            </w:r>
            <w:r>
              <w:rPr>
                <w:rFonts w:ascii="Cambria" w:eastAsia="Calibri" w:hAnsi="Cambria" w:cs="Arial"/>
                <w:bCs/>
                <w:iCs/>
              </w:rPr>
              <w:br/>
              <w:t>GWOŻDZIE (mat)</w:t>
            </w:r>
            <w:r>
              <w:rPr>
                <w:rFonts w:ascii="Cambria" w:eastAsia="Calibri" w:hAnsi="Cambria" w:cs="Arial"/>
                <w:bCs/>
                <w:iCs/>
              </w:rPr>
              <w:br/>
              <w:t>SKOBLE (mat)</w:t>
            </w:r>
            <w:r>
              <w:rPr>
                <w:rFonts w:ascii="Cambria" w:eastAsia="Calibri" w:hAnsi="Cambria" w:cs="Arial"/>
                <w:bCs/>
                <w:iCs/>
              </w:rPr>
              <w:br/>
              <w:t>DRUT (mat)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Naprawa (konserwacja) ogrodzeń upraw rolnych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H</w:t>
            </w:r>
          </w:p>
        </w:tc>
      </w:tr>
    </w:tbl>
    <w:p w:rsidR="00621D20" w:rsidRDefault="00765C49" w:rsidP="00621D20">
      <w:pPr>
        <w:widowControl w:val="0"/>
        <w:suppressAutoHyphens/>
        <w:spacing w:before="120" w:after="120"/>
        <w:jc w:val="both"/>
        <w:rPr>
          <w:rFonts w:ascii="Cambria" w:eastAsia="Verdana" w:hAnsi="Cambria" w:cs="Arial"/>
          <w:kern w:val="2"/>
          <w:lang w:eastAsia="zh-CN" w:bidi="hi-IN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eastAsia="Calibri" w:hAnsi="Cambria" w:cs="Arial"/>
          <w:b/>
          <w:bCs/>
          <w:lang w:eastAsia="ar-SA"/>
        </w:rPr>
        <w:t>:</w:t>
      </w:r>
    </w:p>
    <w:p w:rsidR="00621D20" w:rsidRDefault="00765C49" w:rsidP="00621D20">
      <w:pPr>
        <w:pStyle w:val="Akapitzlist"/>
        <w:numPr>
          <w:ilvl w:val="0"/>
          <w:numId w:val="3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dostarczenie materiałów na powierzchnię na odległość maksymalną …. Km,</w:t>
      </w:r>
    </w:p>
    <w:p w:rsidR="00621D20" w:rsidRDefault="00765C49" w:rsidP="00621D20">
      <w:pPr>
        <w:pStyle w:val="Akapitzlist"/>
        <w:numPr>
          <w:ilvl w:val="0"/>
          <w:numId w:val="3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wymianę słupów na nowe wykonane wg technologii opisanej w pkt …, </w:t>
      </w:r>
    </w:p>
    <w:p w:rsidR="00621D20" w:rsidRDefault="00765C49" w:rsidP="00621D20">
      <w:pPr>
        <w:pStyle w:val="Akapitzlist"/>
        <w:numPr>
          <w:ilvl w:val="0"/>
          <w:numId w:val="3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naciągnięcie lub wymianę siatki, (siatkę do wymiany należy pobrać z magazynu …. Zużytą siatkę, nie nadającą się do dalszego użytkowania należy zgodnie ze zleceniem zawieźć do miejsca wskazanego przez Zamawiającego …),</w:t>
      </w:r>
    </w:p>
    <w:p w:rsidR="00621D20" w:rsidRDefault="00765C49" w:rsidP="00621D20">
      <w:pPr>
        <w:pStyle w:val="Akapitzlist"/>
        <w:numPr>
          <w:ilvl w:val="0"/>
          <w:numId w:val="3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naprawę lub wymianę bram i przejść, drabinek,</w:t>
      </w:r>
    </w:p>
    <w:p w:rsidR="00621D20" w:rsidRDefault="00765C49" w:rsidP="00621D20">
      <w:pPr>
        <w:pStyle w:val="Akapitzlist"/>
        <w:numPr>
          <w:ilvl w:val="0"/>
          <w:numId w:val="3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usunięcie z ogrodzeń roślinności w zakresie wymaganym do konserwacji,</w:t>
      </w:r>
    </w:p>
    <w:p w:rsidR="00621D20" w:rsidRDefault="00765C49" w:rsidP="00621D20">
      <w:pPr>
        <w:pStyle w:val="Akapitzlist"/>
        <w:numPr>
          <w:ilvl w:val="0"/>
          <w:numId w:val="3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fakultatywnie: przymocowanie siatki opisane w pozycji nr ……….. 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  <w:lang w:eastAsia="ar-SA"/>
        </w:rPr>
      </w:pPr>
      <w:r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:rsidR="00621D20" w:rsidRDefault="00765C49" w:rsidP="00621D20">
      <w:pPr>
        <w:numPr>
          <w:ilvl w:val="0"/>
          <w:numId w:val="32"/>
        </w:numPr>
        <w:suppressAutoHyphens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Cs/>
        </w:rPr>
      </w:pPr>
      <w:r>
        <w:rPr>
          <w:rFonts w:ascii="Cambria" w:eastAsia="Calibri" w:hAnsi="Cambria" w:cs="Arial"/>
          <w:bCs/>
          <w:iCs/>
        </w:rPr>
        <w:t>materiały zapewnia:</w:t>
      </w:r>
    </w:p>
    <w:p w:rsidR="00621D20" w:rsidRDefault="00765C49" w:rsidP="00621D20">
      <w:pPr>
        <w:pStyle w:val="Akapitzlist"/>
        <w:numPr>
          <w:ilvl w:val="0"/>
          <w:numId w:val="3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zamawiający – siatka grodzeniowa, drut nośny, słupki, żerdzie i ………………….</w:t>
      </w:r>
    </w:p>
    <w:p w:rsidR="00621D20" w:rsidRDefault="00765C49" w:rsidP="00621D20">
      <w:pPr>
        <w:pStyle w:val="Akapitzlist"/>
        <w:numPr>
          <w:ilvl w:val="0"/>
          <w:numId w:val="3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przygotowanie słupków do naprawy ogrodzeń jest rozliczane odrębnie wg pozycji nr ……..</w:t>
      </w:r>
    </w:p>
    <w:p w:rsidR="00621D20" w:rsidRDefault="00765C49" w:rsidP="00621D20">
      <w:pPr>
        <w:numPr>
          <w:ilvl w:val="0"/>
          <w:numId w:val="32"/>
        </w:numPr>
        <w:suppressAutoHyphens/>
        <w:spacing w:before="120" w:after="120"/>
        <w:ind w:left="709"/>
        <w:contextualSpacing/>
        <w:jc w:val="both"/>
        <w:rPr>
          <w:rFonts w:ascii="Cambria" w:eastAsia="Calibri" w:hAnsi="Cambria" w:cs="Arial"/>
          <w:bCs/>
        </w:rPr>
      </w:pPr>
      <w:r>
        <w:rPr>
          <w:rFonts w:ascii="Cambria" w:eastAsia="Calibri" w:hAnsi="Cambria" w:cs="Arial"/>
          <w:bCs/>
        </w:rPr>
        <w:t>siatkę należy przybijać wyłącznie skoblami.</w:t>
      </w:r>
    </w:p>
    <w:p w:rsidR="00621D20" w:rsidRDefault="00765C49" w:rsidP="00621D20">
      <w:pPr>
        <w:numPr>
          <w:ilvl w:val="0"/>
          <w:numId w:val="32"/>
        </w:numPr>
        <w:suppressAutoHyphens/>
        <w:spacing w:before="120" w:after="120"/>
        <w:ind w:left="709"/>
        <w:contextualSpacing/>
        <w:jc w:val="both"/>
        <w:rPr>
          <w:rFonts w:ascii="Cambria" w:hAnsi="Cambria" w:cs="Arial"/>
          <w:lang w:bidi="hi-IN"/>
        </w:rPr>
      </w:pPr>
      <w:r>
        <w:rPr>
          <w:rFonts w:ascii="Cambria" w:hAnsi="Cambria" w:cs="Arial"/>
          <w:lang w:bidi="hi-IN"/>
        </w:rPr>
        <w:t xml:space="preserve">czynność </w:t>
      </w:r>
      <w:r>
        <w:rPr>
          <w:rFonts w:ascii="Cambria" w:eastAsia="Calibri" w:hAnsi="Cambria" w:cs="Arial"/>
          <w:bCs/>
          <w:iCs/>
        </w:rPr>
        <w:t>ŁGODZ KGR</w:t>
      </w:r>
      <w:r>
        <w:rPr>
          <w:rFonts w:ascii="Cambria" w:hAnsi="Cambria" w:cs="Arial"/>
          <w:lang w:bidi="hi-IN"/>
        </w:rPr>
        <w:t xml:space="preserve"> przeznaczona jest w wycenie na koszty transportowe.</w:t>
      </w:r>
    </w:p>
    <w:p w:rsidR="00621D20" w:rsidRDefault="008A2E3A" w:rsidP="00621D20">
      <w:pPr>
        <w:suppressAutoHyphens/>
        <w:spacing w:before="120" w:after="120"/>
        <w:ind w:left="709"/>
        <w:contextualSpacing/>
        <w:jc w:val="both"/>
        <w:rPr>
          <w:rFonts w:ascii="Cambria" w:hAnsi="Cambria" w:cs="Arial"/>
          <w:lang w:bidi="hi-IN"/>
        </w:rPr>
      </w:pP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</w:rPr>
      </w:pPr>
      <w:r>
        <w:rPr>
          <w:rFonts w:ascii="Cambria" w:eastAsia="Calibri" w:hAnsi="Cambria" w:cs="Arial"/>
          <w:b/>
          <w:bCs/>
          <w:iCs/>
        </w:rPr>
        <w:t>Procedura odbioru:</w:t>
      </w:r>
    </w:p>
    <w:p w:rsidR="00621D20" w:rsidRDefault="00765C49" w:rsidP="00621D20">
      <w:pPr>
        <w:numPr>
          <w:ilvl w:val="0"/>
          <w:numId w:val="33"/>
        </w:numPr>
        <w:tabs>
          <w:tab w:val="left" w:pos="68"/>
        </w:tabs>
        <w:suppressAutoHyphens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</w:rPr>
      </w:pPr>
      <w:r>
        <w:rPr>
          <w:rFonts w:ascii="Cambria" w:eastAsia="Calibri" w:hAnsi="Cambria" w:cs="Arial"/>
        </w:rPr>
        <w:t>odbiór prac nastąpi poprzez zweryfikowanie prawidłowości ich wykonania ze zleceniem oraz poprzez odnotowywanie rzeczywistej liczby godzin wykonywania danej pracy.</w:t>
      </w:r>
    </w:p>
    <w:p w:rsidR="00621D20" w:rsidRDefault="00765C49" w:rsidP="00621D20">
      <w:pPr>
        <w:pStyle w:val="Akapitzlist"/>
        <w:spacing w:before="120" w:after="120"/>
        <w:ind w:left="709"/>
        <w:jc w:val="both"/>
        <w:rPr>
          <w:rFonts w:ascii="Cambria" w:eastAsia="Verdana" w:hAnsi="Cambria" w:cs="Arial"/>
          <w:b/>
          <w:kern w:val="2"/>
          <w:lang w:eastAsia="zh-CN" w:bidi="hi-IN"/>
        </w:rPr>
      </w:pPr>
      <w:r>
        <w:rPr>
          <w:rFonts w:ascii="Cambria" w:eastAsia="Calibri" w:hAnsi="Cambria" w:cs="Arial"/>
          <w:bCs/>
          <w:i/>
        </w:rPr>
        <w:t xml:space="preserve">(rozliczenie z dokładnością do 1 godziny) </w:t>
      </w:r>
    </w:p>
    <w:p w:rsidR="00621D20" w:rsidRDefault="008A2E3A" w:rsidP="00621D20">
      <w:pPr>
        <w:spacing w:after="200" w:line="276" w:lineRule="auto"/>
        <w:rPr>
          <w:rFonts w:ascii="Cambria" w:eastAsia="Calibri" w:hAnsi="Cambria" w:cs="Arial"/>
          <w:bCs/>
          <w:iCs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786"/>
        <w:gridCol w:w="1697"/>
        <w:gridCol w:w="3845"/>
        <w:gridCol w:w="1328"/>
      </w:tblGrid>
      <w:tr w:rsidR="00BC65EB" w:rsidTr="00621D20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uppressAutoHyphens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uppressAutoHyphens/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lang w:eastAsia="ar-SA"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  <w:r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</w:rPr>
              <w:t>ŁGODZ ZER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D20" w:rsidRDefault="00765C49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Przybicie okorowanych żerdzi w jednym rzędzie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HM</w:t>
            </w:r>
          </w:p>
        </w:tc>
      </w:tr>
    </w:tbl>
    <w:p w:rsidR="00621D20" w:rsidRDefault="00765C49" w:rsidP="00621D20">
      <w:pPr>
        <w:widowControl w:val="0"/>
        <w:suppressAutoHyphens/>
        <w:spacing w:before="120" w:after="120"/>
        <w:jc w:val="both"/>
        <w:rPr>
          <w:rFonts w:ascii="Cambria" w:eastAsia="Verdana" w:hAnsi="Cambria" w:cs="Arial"/>
          <w:kern w:val="2"/>
          <w:lang w:eastAsia="zh-CN" w:bidi="hi-IN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eastAsia="Calibri" w:hAnsi="Cambria" w:cs="Arial"/>
          <w:b/>
          <w:bCs/>
          <w:lang w:eastAsia="ar-SA"/>
        </w:rPr>
        <w:t>:</w:t>
      </w:r>
    </w:p>
    <w:p w:rsidR="00621D20" w:rsidRDefault="00765C49" w:rsidP="00621D20">
      <w:pPr>
        <w:pStyle w:val="Akapitzlist"/>
        <w:numPr>
          <w:ilvl w:val="0"/>
          <w:numId w:val="33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dostarczenie materiałów na powierzchnię na odległość maksymalną …. Km,</w:t>
      </w:r>
    </w:p>
    <w:p w:rsidR="00621D20" w:rsidRDefault="00765C49" w:rsidP="00621D20">
      <w:pPr>
        <w:pStyle w:val="Akapitzlist"/>
        <w:numPr>
          <w:ilvl w:val="0"/>
          <w:numId w:val="33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rozniesienie przygotowanych żerdzi, </w:t>
      </w:r>
    </w:p>
    <w:p w:rsidR="00621D20" w:rsidRDefault="00765C49" w:rsidP="00621D20">
      <w:pPr>
        <w:pStyle w:val="Akapitzlist"/>
        <w:numPr>
          <w:ilvl w:val="0"/>
          <w:numId w:val="33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przybicie żerdzi do słupków grodzeniowych.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  <w:lang w:eastAsia="ar-SA"/>
        </w:rPr>
      </w:pPr>
      <w:r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:rsidR="00621D20" w:rsidRDefault="00765C49" w:rsidP="00621D20">
      <w:pPr>
        <w:pStyle w:val="Akapitzlist"/>
        <w:numPr>
          <w:ilvl w:val="0"/>
          <w:numId w:val="34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zamawiający zapewnia okorowane żerdzie bez dowozu, a Wykonawca………………..,</w:t>
      </w:r>
    </w:p>
    <w:p w:rsidR="00621D20" w:rsidRDefault="00765C49" w:rsidP="00621D20">
      <w:pPr>
        <w:pStyle w:val="Akapitzlist"/>
        <w:numPr>
          <w:ilvl w:val="0"/>
          <w:numId w:val="34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lastRenderedPageBreak/>
        <w:t>przygotowanie okorowanych żerdzi jest rozliczane odrębnie,</w:t>
      </w:r>
    </w:p>
    <w:p w:rsidR="00621D20" w:rsidRDefault="00765C49" w:rsidP="00621D20">
      <w:pPr>
        <w:pStyle w:val="Akapitzlist"/>
        <w:numPr>
          <w:ilvl w:val="0"/>
          <w:numId w:val="34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>
        <w:rPr>
          <w:rFonts w:ascii="Cambria" w:hAnsi="Cambria" w:cs="Arial"/>
          <w:sz w:val="22"/>
          <w:szCs w:val="22"/>
          <w:lang w:bidi="hi-IN"/>
        </w:rPr>
        <w:t xml:space="preserve">czynność </w:t>
      </w:r>
      <w:r>
        <w:rPr>
          <w:rFonts w:ascii="Cambria" w:eastAsia="Calibri" w:hAnsi="Cambria" w:cs="Arial"/>
          <w:bCs/>
          <w:iCs/>
        </w:rPr>
        <w:t>ŁGODZ ZER</w:t>
      </w:r>
      <w:r>
        <w:rPr>
          <w:rFonts w:ascii="Cambria" w:hAnsi="Cambria" w:cs="Arial"/>
          <w:sz w:val="22"/>
          <w:szCs w:val="22"/>
          <w:lang w:bidi="hi-IN"/>
        </w:rPr>
        <w:t xml:space="preserve"> przeznaczona jest w wycenie na koszty transportowe.</w:t>
      </w:r>
    </w:p>
    <w:p w:rsidR="00621D20" w:rsidRDefault="00765C49" w:rsidP="00621D20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</w:rPr>
      </w:pPr>
      <w:r>
        <w:rPr>
          <w:rFonts w:ascii="Cambria" w:eastAsia="Calibri" w:hAnsi="Cambria" w:cs="Arial"/>
          <w:b/>
          <w:bCs/>
          <w:iCs/>
        </w:rPr>
        <w:t>Procedura odbioru:</w:t>
      </w:r>
    </w:p>
    <w:p w:rsidR="00621D20" w:rsidRDefault="00765C49" w:rsidP="00621D20">
      <w:pPr>
        <w:tabs>
          <w:tab w:val="left" w:pos="311"/>
        </w:tabs>
        <w:suppressAutoHyphens/>
        <w:spacing w:before="120" w:after="120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Odbiór prac nastąpi poprzez:</w:t>
      </w:r>
    </w:p>
    <w:p w:rsidR="00621D20" w:rsidRDefault="00765C49" w:rsidP="00621D20">
      <w:pPr>
        <w:pStyle w:val="Akapitzlist"/>
        <w:numPr>
          <w:ilvl w:val="0"/>
          <w:numId w:val="35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:rsidR="00621D20" w:rsidRDefault="00765C49" w:rsidP="00621D20">
      <w:pPr>
        <w:pStyle w:val="Akapitzlist"/>
        <w:numPr>
          <w:ilvl w:val="0"/>
          <w:numId w:val="35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zweryfikowanie pomiaru długości.</w:t>
      </w:r>
    </w:p>
    <w:p w:rsidR="00621D20" w:rsidRDefault="008A2E3A" w:rsidP="00621D20">
      <w:pPr>
        <w:rPr>
          <w:rFonts w:ascii="Cambria" w:hAnsi="Cambria" w:cs="Arial"/>
          <w:lang w:eastAsia="zh-CN" w:bidi="hi-IN"/>
        </w:rPr>
      </w:pPr>
    </w:p>
    <w:p w:rsidR="00621D20" w:rsidRDefault="00765C49" w:rsidP="00621D20">
      <w:pPr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1505"/>
        <w:gridCol w:w="1697"/>
        <w:gridCol w:w="3858"/>
        <w:gridCol w:w="1229"/>
      </w:tblGrid>
      <w:tr w:rsidR="00BC65EB" w:rsidTr="00621D20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Jednostka miary</w:t>
            </w:r>
          </w:p>
        </w:tc>
      </w:tr>
      <w:tr w:rsidR="00BC65EB" w:rsidTr="00621D20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727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20" w:rsidRDefault="00765C49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H</w:t>
            </w:r>
          </w:p>
        </w:tc>
      </w:tr>
    </w:tbl>
    <w:p w:rsidR="00621D20" w:rsidRDefault="008A2E3A" w:rsidP="00621D20">
      <w:pPr>
        <w:rPr>
          <w:rFonts w:ascii="Cambria" w:hAnsi="Cambria" w:cs="Arial"/>
        </w:rPr>
      </w:pPr>
    </w:p>
    <w:p w:rsidR="00621D20" w:rsidRDefault="00765C49" w:rsidP="00621D20">
      <w:pPr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hAnsi="Cambria" w:cs="Arial"/>
        </w:rPr>
        <w:t>:</w:t>
      </w:r>
    </w:p>
    <w:p w:rsidR="00621D20" w:rsidRDefault="00765C49" w:rsidP="00621D20">
      <w:pPr>
        <w:rPr>
          <w:rFonts w:ascii="Cambria" w:hAnsi="Cambria" w:cs="Arial"/>
        </w:rPr>
      </w:pPr>
      <w:r>
        <w:rPr>
          <w:rFonts w:ascii="Cambria" w:hAnsi="Cambria" w:cs="Arial"/>
        </w:rPr>
        <w:t>dla czynności [Ł-ROZDR]</w:t>
      </w:r>
    </w:p>
    <w:p w:rsidR="00621D20" w:rsidRDefault="00765C49" w:rsidP="00621D20">
      <w:pPr>
        <w:pStyle w:val="Akapitzlist"/>
        <w:numPr>
          <w:ilvl w:val="0"/>
          <w:numId w:val="36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:rsidR="00621D20" w:rsidRDefault="00765C49" w:rsidP="00621D20">
      <w:pPr>
        <w:pStyle w:val="Akapitzlist"/>
        <w:numPr>
          <w:ilvl w:val="0"/>
          <w:numId w:val="36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pozostałości gałęzi oraz części pozostające z korzeniami (wystające  z ziemi) nie mogą być wyższe niż 15 cm.</w:t>
      </w:r>
    </w:p>
    <w:p w:rsidR="00621D20" w:rsidRDefault="008A2E3A" w:rsidP="00621D20">
      <w:pPr>
        <w:rPr>
          <w:rFonts w:ascii="Cambria" w:hAnsi="Cambria" w:cs="Arial"/>
          <w:b/>
          <w:bCs/>
        </w:rPr>
      </w:pPr>
    </w:p>
    <w:p w:rsidR="00621D20" w:rsidRDefault="00765C49" w:rsidP="00621D20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Procedura odbioru:</w:t>
      </w:r>
    </w:p>
    <w:p w:rsidR="00621D20" w:rsidRDefault="00765C49" w:rsidP="00621D20">
      <w:pPr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:rsidR="00621D20" w:rsidRDefault="00765C49" w:rsidP="00621D20">
      <w:pPr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(rozliczenie z dokładnością do 1 godziny)</w:t>
      </w:r>
    </w:p>
    <w:p w:rsidR="00621D20" w:rsidRDefault="008A2E3A" w:rsidP="00621D20">
      <w:pPr>
        <w:pStyle w:val="Nagwek1"/>
      </w:pPr>
    </w:p>
    <w:p w:rsidR="00EF425F" w:rsidRDefault="008A2E3A" w:rsidP="00621D20">
      <w:pPr>
        <w:jc w:val="right"/>
        <w:rPr>
          <w:rFonts w:ascii="Arial" w:hAnsi="Arial" w:cs="Arial"/>
        </w:rPr>
      </w:pPr>
    </w:p>
    <w:sectPr w:rsidR="00EF425F" w:rsidSect="0073336F">
      <w:headerReference w:type="default" r:id="rId10"/>
      <w:headerReference w:type="first" r:id="rId11"/>
      <w:pgSz w:w="11906" w:h="16838" w:code="9"/>
      <w:pgMar w:top="993" w:right="964" w:bottom="993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E3A" w:rsidRDefault="008A2E3A">
      <w:r>
        <w:separator/>
      </w:r>
    </w:p>
  </w:endnote>
  <w:endnote w:type="continuationSeparator" w:id="0">
    <w:p w:rsidR="008A2E3A" w:rsidRDefault="008A2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E3A" w:rsidRDefault="008A2E3A">
      <w:r>
        <w:separator/>
      </w:r>
    </w:p>
  </w:footnote>
  <w:footnote w:type="continuationSeparator" w:id="0">
    <w:p w:rsidR="008A2E3A" w:rsidRDefault="008A2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65F" w:rsidRDefault="00765C49" w:rsidP="0045265F">
    <w:pPr>
      <w:pStyle w:val="Nagwek"/>
      <w:tabs>
        <w:tab w:val="clear" w:pos="9072"/>
        <w:tab w:val="right" w:pos="9639"/>
      </w:tabs>
      <w:ind w:right="-567"/>
    </w:pPr>
    <w:r>
      <w:rPr>
        <w:color w:val="005023"/>
      </w:rPr>
      <w:tab/>
    </w:r>
  </w:p>
  <w:p w:rsidR="0045265F" w:rsidRPr="0045265F" w:rsidRDefault="008A2E3A" w:rsidP="0045265F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</w:p>
  <w:p w:rsidR="008C417F" w:rsidRDefault="008A2E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Default="00765C49">
    <w:pPr>
      <w:pStyle w:val="Nagwek"/>
      <w:tabs>
        <w:tab w:val="clear" w:pos="9072"/>
        <w:tab w:val="right" w:pos="9639"/>
      </w:tabs>
      <w:ind w:right="-567"/>
    </w:pPr>
    <w:r>
      <w:rPr>
        <w:color w:val="005023"/>
      </w:rPr>
      <w:tab/>
    </w:r>
  </w:p>
  <w:p w:rsidR="00FB537C" w:rsidRDefault="008A2E3A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574"/>
    <w:multiLevelType w:val="hybridMultilevel"/>
    <w:tmpl w:val="2AFECB24"/>
    <w:lvl w:ilvl="0" w:tplc="9CFCDA08">
      <w:start w:val="1"/>
      <w:numFmt w:val="decimal"/>
      <w:lvlText w:val="%1."/>
      <w:lvlJc w:val="left"/>
      <w:pPr>
        <w:ind w:left="1080" w:hanging="360"/>
      </w:pPr>
    </w:lvl>
    <w:lvl w:ilvl="1" w:tplc="F9A49006">
      <w:start w:val="1"/>
      <w:numFmt w:val="lowerLetter"/>
      <w:lvlText w:val="%2."/>
      <w:lvlJc w:val="left"/>
      <w:pPr>
        <w:ind w:left="1800" w:hanging="360"/>
      </w:pPr>
    </w:lvl>
    <w:lvl w:ilvl="2" w:tplc="D028289A">
      <w:start w:val="1"/>
      <w:numFmt w:val="lowerRoman"/>
      <w:lvlText w:val="%3."/>
      <w:lvlJc w:val="right"/>
      <w:pPr>
        <w:ind w:left="2520" w:hanging="180"/>
      </w:pPr>
    </w:lvl>
    <w:lvl w:ilvl="3" w:tplc="0ACEE6E0">
      <w:start w:val="1"/>
      <w:numFmt w:val="decimal"/>
      <w:lvlText w:val="%4."/>
      <w:lvlJc w:val="left"/>
      <w:pPr>
        <w:ind w:left="3240" w:hanging="360"/>
      </w:pPr>
    </w:lvl>
    <w:lvl w:ilvl="4" w:tplc="C30E8B1A">
      <w:start w:val="1"/>
      <w:numFmt w:val="lowerLetter"/>
      <w:lvlText w:val="%5."/>
      <w:lvlJc w:val="left"/>
      <w:pPr>
        <w:ind w:left="3960" w:hanging="360"/>
      </w:pPr>
    </w:lvl>
    <w:lvl w:ilvl="5" w:tplc="10200E0E">
      <w:start w:val="1"/>
      <w:numFmt w:val="lowerRoman"/>
      <w:lvlText w:val="%6."/>
      <w:lvlJc w:val="right"/>
      <w:pPr>
        <w:ind w:left="4680" w:hanging="180"/>
      </w:pPr>
    </w:lvl>
    <w:lvl w:ilvl="6" w:tplc="70CA4F3C">
      <w:start w:val="1"/>
      <w:numFmt w:val="decimal"/>
      <w:lvlText w:val="%7."/>
      <w:lvlJc w:val="left"/>
      <w:pPr>
        <w:ind w:left="5400" w:hanging="360"/>
      </w:pPr>
    </w:lvl>
    <w:lvl w:ilvl="7" w:tplc="137008CC">
      <w:start w:val="1"/>
      <w:numFmt w:val="lowerLetter"/>
      <w:lvlText w:val="%8."/>
      <w:lvlJc w:val="left"/>
      <w:pPr>
        <w:ind w:left="6120" w:hanging="360"/>
      </w:pPr>
    </w:lvl>
    <w:lvl w:ilvl="8" w:tplc="DA7A0E8E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B7FC2"/>
    <w:multiLevelType w:val="hybridMultilevel"/>
    <w:tmpl w:val="30360914"/>
    <w:lvl w:ilvl="0" w:tplc="A5CE4E1C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</w:rPr>
    </w:lvl>
    <w:lvl w:ilvl="1" w:tplc="DB503C2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E869BB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BE6D9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5D4C0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EE083E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CB482F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182C88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7CA757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EE1F2D"/>
    <w:multiLevelType w:val="hybridMultilevel"/>
    <w:tmpl w:val="6714CBA2"/>
    <w:lvl w:ilvl="0" w:tplc="050E6972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D4FC4F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9657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847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BA37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66E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C4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8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386B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522EC"/>
    <w:multiLevelType w:val="hybridMultilevel"/>
    <w:tmpl w:val="CA14FD46"/>
    <w:lvl w:ilvl="0" w:tplc="65562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E80D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4F5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92C5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478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6CBC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A86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E2F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45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F598A"/>
    <w:multiLevelType w:val="hybridMultilevel"/>
    <w:tmpl w:val="9A1C987A"/>
    <w:lvl w:ilvl="0" w:tplc="884E921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b w:val="0"/>
        <w:i w:val="0"/>
      </w:rPr>
    </w:lvl>
    <w:lvl w:ilvl="1" w:tplc="925086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CF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9AB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8B2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C22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CB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C64E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B6F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A69EF"/>
    <w:multiLevelType w:val="hybridMultilevel"/>
    <w:tmpl w:val="932C6EEC"/>
    <w:lvl w:ilvl="0" w:tplc="02887E90">
      <w:start w:val="1"/>
      <w:numFmt w:val="decimal"/>
      <w:lvlText w:val="%1."/>
      <w:lvlJc w:val="left"/>
      <w:pPr>
        <w:ind w:left="720" w:hanging="360"/>
      </w:pPr>
    </w:lvl>
    <w:lvl w:ilvl="1" w:tplc="EF7E7D52" w:tentative="1">
      <w:start w:val="1"/>
      <w:numFmt w:val="lowerLetter"/>
      <w:lvlText w:val="%2."/>
      <w:lvlJc w:val="left"/>
      <w:pPr>
        <w:ind w:left="1440" w:hanging="360"/>
      </w:pPr>
    </w:lvl>
    <w:lvl w:ilvl="2" w:tplc="2C0AC0B2" w:tentative="1">
      <w:start w:val="1"/>
      <w:numFmt w:val="lowerRoman"/>
      <w:lvlText w:val="%3."/>
      <w:lvlJc w:val="right"/>
      <w:pPr>
        <w:ind w:left="2160" w:hanging="180"/>
      </w:pPr>
    </w:lvl>
    <w:lvl w:ilvl="3" w:tplc="0A106E7A" w:tentative="1">
      <w:start w:val="1"/>
      <w:numFmt w:val="decimal"/>
      <w:lvlText w:val="%4."/>
      <w:lvlJc w:val="left"/>
      <w:pPr>
        <w:ind w:left="2880" w:hanging="360"/>
      </w:pPr>
    </w:lvl>
    <w:lvl w:ilvl="4" w:tplc="CD6E8704" w:tentative="1">
      <w:start w:val="1"/>
      <w:numFmt w:val="lowerLetter"/>
      <w:lvlText w:val="%5."/>
      <w:lvlJc w:val="left"/>
      <w:pPr>
        <w:ind w:left="3600" w:hanging="360"/>
      </w:pPr>
    </w:lvl>
    <w:lvl w:ilvl="5" w:tplc="165E6B0A" w:tentative="1">
      <w:start w:val="1"/>
      <w:numFmt w:val="lowerRoman"/>
      <w:lvlText w:val="%6."/>
      <w:lvlJc w:val="right"/>
      <w:pPr>
        <w:ind w:left="4320" w:hanging="180"/>
      </w:pPr>
    </w:lvl>
    <w:lvl w:ilvl="6" w:tplc="DA2AFA36" w:tentative="1">
      <w:start w:val="1"/>
      <w:numFmt w:val="decimal"/>
      <w:lvlText w:val="%7."/>
      <w:lvlJc w:val="left"/>
      <w:pPr>
        <w:ind w:left="5040" w:hanging="360"/>
      </w:pPr>
    </w:lvl>
    <w:lvl w:ilvl="7" w:tplc="73FE706C" w:tentative="1">
      <w:start w:val="1"/>
      <w:numFmt w:val="lowerLetter"/>
      <w:lvlText w:val="%8."/>
      <w:lvlJc w:val="left"/>
      <w:pPr>
        <w:ind w:left="5760" w:hanging="360"/>
      </w:pPr>
    </w:lvl>
    <w:lvl w:ilvl="8" w:tplc="4156D9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84F66"/>
    <w:multiLevelType w:val="hybridMultilevel"/>
    <w:tmpl w:val="98E87584"/>
    <w:lvl w:ilvl="0" w:tplc="8FB49838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1784A88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3A4267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91821F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6F428E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83834D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E42C91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C219E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AC66F1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B84105"/>
    <w:multiLevelType w:val="hybridMultilevel"/>
    <w:tmpl w:val="3B9674DA"/>
    <w:lvl w:ilvl="0" w:tplc="7DFE0332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0428D8E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B901FF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D7E2B7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C0FD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1525D1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D24F38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5886C5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CC6FB0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9114B3"/>
    <w:multiLevelType w:val="hybridMultilevel"/>
    <w:tmpl w:val="96DCEBF0"/>
    <w:lvl w:ilvl="0" w:tplc="C310CC3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794612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9CA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DE54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034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02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1E2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200D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188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4207C"/>
    <w:multiLevelType w:val="hybridMultilevel"/>
    <w:tmpl w:val="B6740DC8"/>
    <w:lvl w:ilvl="0" w:tplc="07EA0068">
      <w:start w:val="1"/>
      <w:numFmt w:val="decimal"/>
      <w:lvlText w:val="%1."/>
      <w:lvlJc w:val="left"/>
      <w:pPr>
        <w:ind w:left="720" w:hanging="360"/>
      </w:pPr>
    </w:lvl>
    <w:lvl w:ilvl="1" w:tplc="FF64285A" w:tentative="1">
      <w:start w:val="1"/>
      <w:numFmt w:val="lowerLetter"/>
      <w:lvlText w:val="%2."/>
      <w:lvlJc w:val="left"/>
      <w:pPr>
        <w:ind w:left="1440" w:hanging="360"/>
      </w:pPr>
    </w:lvl>
    <w:lvl w:ilvl="2" w:tplc="4EC44208" w:tentative="1">
      <w:start w:val="1"/>
      <w:numFmt w:val="lowerRoman"/>
      <w:lvlText w:val="%3."/>
      <w:lvlJc w:val="right"/>
      <w:pPr>
        <w:ind w:left="2160" w:hanging="180"/>
      </w:pPr>
    </w:lvl>
    <w:lvl w:ilvl="3" w:tplc="9DE86DEE" w:tentative="1">
      <w:start w:val="1"/>
      <w:numFmt w:val="decimal"/>
      <w:lvlText w:val="%4."/>
      <w:lvlJc w:val="left"/>
      <w:pPr>
        <w:ind w:left="2880" w:hanging="360"/>
      </w:pPr>
    </w:lvl>
    <w:lvl w:ilvl="4" w:tplc="9B1CF92A" w:tentative="1">
      <w:start w:val="1"/>
      <w:numFmt w:val="lowerLetter"/>
      <w:lvlText w:val="%5."/>
      <w:lvlJc w:val="left"/>
      <w:pPr>
        <w:ind w:left="3600" w:hanging="360"/>
      </w:pPr>
    </w:lvl>
    <w:lvl w:ilvl="5" w:tplc="8C7612CE" w:tentative="1">
      <w:start w:val="1"/>
      <w:numFmt w:val="lowerRoman"/>
      <w:lvlText w:val="%6."/>
      <w:lvlJc w:val="right"/>
      <w:pPr>
        <w:ind w:left="4320" w:hanging="180"/>
      </w:pPr>
    </w:lvl>
    <w:lvl w:ilvl="6" w:tplc="B022856A" w:tentative="1">
      <w:start w:val="1"/>
      <w:numFmt w:val="decimal"/>
      <w:lvlText w:val="%7."/>
      <w:lvlJc w:val="left"/>
      <w:pPr>
        <w:ind w:left="5040" w:hanging="360"/>
      </w:pPr>
    </w:lvl>
    <w:lvl w:ilvl="7" w:tplc="C7A48A36" w:tentative="1">
      <w:start w:val="1"/>
      <w:numFmt w:val="lowerLetter"/>
      <w:lvlText w:val="%8."/>
      <w:lvlJc w:val="left"/>
      <w:pPr>
        <w:ind w:left="5760" w:hanging="360"/>
      </w:pPr>
    </w:lvl>
    <w:lvl w:ilvl="8" w:tplc="AA5895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127E6"/>
    <w:multiLevelType w:val="hybridMultilevel"/>
    <w:tmpl w:val="B3C06F2C"/>
    <w:lvl w:ilvl="0" w:tplc="6C8E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A207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52E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EC2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980E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C4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C3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40D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067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474A3"/>
    <w:multiLevelType w:val="hybridMultilevel"/>
    <w:tmpl w:val="FB58FC8E"/>
    <w:lvl w:ilvl="0" w:tplc="B7F24884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5DFE4C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C6E4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1EC8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B5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9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220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E2C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94F6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627ED"/>
    <w:multiLevelType w:val="hybridMultilevel"/>
    <w:tmpl w:val="B9A8F56C"/>
    <w:lvl w:ilvl="0" w:tplc="ECE4B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A821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B63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61F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6D9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D81F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DCE7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AAB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82D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D750A"/>
    <w:multiLevelType w:val="hybridMultilevel"/>
    <w:tmpl w:val="A3EAEAC2"/>
    <w:lvl w:ilvl="0" w:tplc="6CF20D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8C1D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66B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C6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748A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DA62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CD3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38F1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EC8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03C95"/>
    <w:multiLevelType w:val="hybridMultilevel"/>
    <w:tmpl w:val="F9665778"/>
    <w:lvl w:ilvl="0" w:tplc="347614EE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738C43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7018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23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9227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506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84F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462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0B8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E4A05"/>
    <w:multiLevelType w:val="hybridMultilevel"/>
    <w:tmpl w:val="F2B83B16"/>
    <w:lvl w:ilvl="0" w:tplc="410E2E92">
      <w:start w:val="1"/>
      <w:numFmt w:val="bullet"/>
      <w:lvlText w:val="-"/>
      <w:lvlJc w:val="left"/>
      <w:pPr>
        <w:ind w:left="1429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117068B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C7E08C6C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A2E009A2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2A4CBA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F3205C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04E1D3E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D0B67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16A2B4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EFA4F36"/>
    <w:multiLevelType w:val="hybridMultilevel"/>
    <w:tmpl w:val="2B1AD9D6"/>
    <w:lvl w:ilvl="0" w:tplc="91D88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BA2D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AE7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4E9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6E1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9E2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2AF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EE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DEA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128DA"/>
    <w:multiLevelType w:val="hybridMultilevel"/>
    <w:tmpl w:val="E6222D94"/>
    <w:lvl w:ilvl="0" w:tplc="B9822300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</w:rPr>
    </w:lvl>
    <w:lvl w:ilvl="1" w:tplc="1908A7D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B5AFE8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A8C9A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2E857C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9AE424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15E09C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5A720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6E8AF8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AD6B93"/>
    <w:multiLevelType w:val="hybridMultilevel"/>
    <w:tmpl w:val="86CCCC5C"/>
    <w:lvl w:ilvl="0" w:tplc="382C733C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628AA0F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C666C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EA0538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3C5DA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23E528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A7C54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92CD78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362278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475686"/>
    <w:multiLevelType w:val="hybridMultilevel"/>
    <w:tmpl w:val="E1E6E618"/>
    <w:lvl w:ilvl="0" w:tplc="4EF4658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</w:rPr>
    </w:lvl>
    <w:lvl w:ilvl="1" w:tplc="D31681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6A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E80B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2ABE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A69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068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F20F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F64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26760"/>
    <w:multiLevelType w:val="hybridMultilevel"/>
    <w:tmpl w:val="1848DCD8"/>
    <w:lvl w:ilvl="0" w:tplc="00D06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DB2C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EB8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0D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C7A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E2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09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868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CC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D338E"/>
    <w:multiLevelType w:val="hybridMultilevel"/>
    <w:tmpl w:val="20F81A5C"/>
    <w:lvl w:ilvl="0" w:tplc="DA36D2AC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AD24D8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87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C9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86F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22B9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38CC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468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4EB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2152E"/>
    <w:multiLevelType w:val="hybridMultilevel"/>
    <w:tmpl w:val="54CA205C"/>
    <w:lvl w:ilvl="0" w:tplc="AF1C50B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214CDB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80A9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D0AB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8BF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2632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388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C8F2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34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A6C35"/>
    <w:multiLevelType w:val="hybridMultilevel"/>
    <w:tmpl w:val="16528D20"/>
    <w:lvl w:ilvl="0" w:tplc="484AD686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</w:rPr>
    </w:lvl>
    <w:lvl w:ilvl="1" w:tplc="558A0ED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E8C834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666D78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08B69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D56309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C568C9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D0CDB6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68BA5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8C4571"/>
    <w:multiLevelType w:val="hybridMultilevel"/>
    <w:tmpl w:val="6C0EE424"/>
    <w:lvl w:ilvl="0" w:tplc="66C4D5CA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674AF9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A06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CC7D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22F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EA58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00A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E3D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0865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7BBF"/>
    <w:multiLevelType w:val="hybridMultilevel"/>
    <w:tmpl w:val="ACD84A76"/>
    <w:lvl w:ilvl="0" w:tplc="D4E87E4A">
      <w:start w:val="1"/>
      <w:numFmt w:val="bullet"/>
      <w:lvlText w:val="-"/>
      <w:lvlJc w:val="left"/>
      <w:pPr>
        <w:ind w:left="1146" w:hanging="360"/>
      </w:pPr>
      <w:rPr>
        <w:rFonts w:ascii="Calibri" w:hAnsi="Calibri" w:cs="Times New Roman" w:hint="default"/>
      </w:rPr>
    </w:lvl>
    <w:lvl w:ilvl="1" w:tplc="5A8C005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999C6E6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5BA27E8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9E00342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B26699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2E20714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77E30E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CA3E25E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0F97D93"/>
    <w:multiLevelType w:val="hybridMultilevel"/>
    <w:tmpl w:val="9D262B4A"/>
    <w:lvl w:ilvl="0" w:tplc="A3789A8E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C6DC8D2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06CE1E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A486E6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0F6FDF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53A58A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64D82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5EE159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A14B13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A6470B"/>
    <w:multiLevelType w:val="hybridMultilevel"/>
    <w:tmpl w:val="5FBE5976"/>
    <w:lvl w:ilvl="0" w:tplc="41A4C5B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BCFEE0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18C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70D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613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526E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64F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82D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EA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5146E"/>
    <w:multiLevelType w:val="hybridMultilevel"/>
    <w:tmpl w:val="D780EFF2"/>
    <w:lvl w:ilvl="0" w:tplc="7A12928C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7452F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2A3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C24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B433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D85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2C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020C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963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E0F4A"/>
    <w:multiLevelType w:val="hybridMultilevel"/>
    <w:tmpl w:val="30B26DF0"/>
    <w:lvl w:ilvl="0" w:tplc="0C64CCA2">
      <w:start w:val="1"/>
      <w:numFmt w:val="decimal"/>
      <w:lvlText w:val="%1."/>
      <w:lvlJc w:val="left"/>
      <w:pPr>
        <w:ind w:left="720" w:hanging="360"/>
      </w:pPr>
    </w:lvl>
    <w:lvl w:ilvl="1" w:tplc="DFB26418">
      <w:start w:val="1"/>
      <w:numFmt w:val="lowerLetter"/>
      <w:lvlText w:val="%2."/>
      <w:lvlJc w:val="left"/>
      <w:pPr>
        <w:ind w:left="1440" w:hanging="360"/>
      </w:pPr>
    </w:lvl>
    <w:lvl w:ilvl="2" w:tplc="49D28AF6">
      <w:start w:val="1"/>
      <w:numFmt w:val="lowerRoman"/>
      <w:lvlText w:val="%3."/>
      <w:lvlJc w:val="right"/>
      <w:pPr>
        <w:ind w:left="2160" w:hanging="180"/>
      </w:pPr>
    </w:lvl>
    <w:lvl w:ilvl="3" w:tplc="6D082CB2">
      <w:start w:val="1"/>
      <w:numFmt w:val="decimal"/>
      <w:lvlText w:val="%4."/>
      <w:lvlJc w:val="left"/>
      <w:pPr>
        <w:ind w:left="2880" w:hanging="360"/>
      </w:pPr>
    </w:lvl>
    <w:lvl w:ilvl="4" w:tplc="FB70B460">
      <w:start w:val="1"/>
      <w:numFmt w:val="lowerLetter"/>
      <w:lvlText w:val="%5."/>
      <w:lvlJc w:val="left"/>
      <w:pPr>
        <w:ind w:left="3600" w:hanging="360"/>
      </w:pPr>
    </w:lvl>
    <w:lvl w:ilvl="5" w:tplc="448297C2">
      <w:start w:val="1"/>
      <w:numFmt w:val="lowerRoman"/>
      <w:lvlText w:val="%6."/>
      <w:lvlJc w:val="right"/>
      <w:pPr>
        <w:ind w:left="4320" w:hanging="180"/>
      </w:pPr>
    </w:lvl>
    <w:lvl w:ilvl="6" w:tplc="5E487BFC">
      <w:start w:val="1"/>
      <w:numFmt w:val="decimal"/>
      <w:lvlText w:val="%7."/>
      <w:lvlJc w:val="left"/>
      <w:pPr>
        <w:ind w:left="5040" w:hanging="360"/>
      </w:pPr>
    </w:lvl>
    <w:lvl w:ilvl="7" w:tplc="E6701322">
      <w:start w:val="1"/>
      <w:numFmt w:val="lowerLetter"/>
      <w:lvlText w:val="%8."/>
      <w:lvlJc w:val="left"/>
      <w:pPr>
        <w:ind w:left="5760" w:hanging="360"/>
      </w:pPr>
    </w:lvl>
    <w:lvl w:ilvl="8" w:tplc="6AACBDE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6776EB"/>
    <w:multiLevelType w:val="hybridMultilevel"/>
    <w:tmpl w:val="C4D6EEA6"/>
    <w:lvl w:ilvl="0" w:tplc="3F90094C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F75634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342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42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6FC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AC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B62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220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DA5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1208E5"/>
    <w:multiLevelType w:val="hybridMultilevel"/>
    <w:tmpl w:val="AFA28C4C"/>
    <w:lvl w:ilvl="0" w:tplc="624A4FFC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F54A98E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886264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D80A4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A2E8C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95A526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C48597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A04336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2B0ED4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3C5728"/>
    <w:multiLevelType w:val="hybridMultilevel"/>
    <w:tmpl w:val="B6DCB508"/>
    <w:lvl w:ilvl="0" w:tplc="DFEAD38C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3F6C87B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3CE527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8DA4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668F8B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F80B7B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D1AD61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CAB45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1BC264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C57DE"/>
    <w:multiLevelType w:val="hybridMultilevel"/>
    <w:tmpl w:val="4782CA00"/>
    <w:lvl w:ilvl="0" w:tplc="6CF686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90D6C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00B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43B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7A53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C48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49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8C60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14F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442E6"/>
    <w:multiLevelType w:val="hybridMultilevel"/>
    <w:tmpl w:val="AC04B3E8"/>
    <w:lvl w:ilvl="0" w:tplc="32728E1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85C451A6">
      <w:start w:val="1"/>
      <w:numFmt w:val="lowerLetter"/>
      <w:lvlText w:val="%2."/>
      <w:lvlJc w:val="left"/>
      <w:pPr>
        <w:ind w:left="1440" w:hanging="360"/>
      </w:pPr>
    </w:lvl>
    <w:lvl w:ilvl="2" w:tplc="A71A1D8E">
      <w:start w:val="1"/>
      <w:numFmt w:val="lowerRoman"/>
      <w:lvlText w:val="%3."/>
      <w:lvlJc w:val="right"/>
      <w:pPr>
        <w:ind w:left="2160" w:hanging="180"/>
      </w:pPr>
    </w:lvl>
    <w:lvl w:ilvl="3" w:tplc="3CFE70D6">
      <w:start w:val="1"/>
      <w:numFmt w:val="decimal"/>
      <w:lvlText w:val="%4."/>
      <w:lvlJc w:val="left"/>
      <w:pPr>
        <w:ind w:left="2880" w:hanging="360"/>
      </w:pPr>
    </w:lvl>
    <w:lvl w:ilvl="4" w:tplc="42368F1A">
      <w:start w:val="1"/>
      <w:numFmt w:val="lowerLetter"/>
      <w:lvlText w:val="%5."/>
      <w:lvlJc w:val="left"/>
      <w:pPr>
        <w:ind w:left="3600" w:hanging="360"/>
      </w:pPr>
    </w:lvl>
    <w:lvl w:ilvl="5" w:tplc="52420456">
      <w:start w:val="1"/>
      <w:numFmt w:val="lowerRoman"/>
      <w:lvlText w:val="%6."/>
      <w:lvlJc w:val="right"/>
      <w:pPr>
        <w:ind w:left="4320" w:hanging="180"/>
      </w:pPr>
    </w:lvl>
    <w:lvl w:ilvl="6" w:tplc="9200A976">
      <w:start w:val="1"/>
      <w:numFmt w:val="decimal"/>
      <w:lvlText w:val="%7."/>
      <w:lvlJc w:val="left"/>
      <w:pPr>
        <w:ind w:left="5040" w:hanging="360"/>
      </w:pPr>
    </w:lvl>
    <w:lvl w:ilvl="7" w:tplc="7DB63326">
      <w:start w:val="1"/>
      <w:numFmt w:val="lowerLetter"/>
      <w:lvlText w:val="%8."/>
      <w:lvlJc w:val="left"/>
      <w:pPr>
        <w:ind w:left="5760" w:hanging="360"/>
      </w:pPr>
    </w:lvl>
    <w:lvl w:ilvl="8" w:tplc="C2BC2C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0"/>
  </w:num>
  <w:num w:numId="9">
    <w:abstractNumId w:val="19"/>
  </w:num>
  <w:num w:numId="10">
    <w:abstractNumId w:val="33"/>
  </w:num>
  <w:num w:numId="11">
    <w:abstractNumId w:val="25"/>
  </w:num>
  <w:num w:numId="12">
    <w:abstractNumId w:val="1"/>
  </w:num>
  <w:num w:numId="13">
    <w:abstractNumId w:val="8"/>
  </w:num>
  <w:num w:numId="14">
    <w:abstractNumId w:val="27"/>
  </w:num>
  <w:num w:numId="15">
    <w:abstractNumId w:val="21"/>
  </w:num>
  <w:num w:numId="16">
    <w:abstractNumId w:val="30"/>
  </w:num>
  <w:num w:numId="1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"/>
  </w:num>
  <w:num w:numId="20">
    <w:abstractNumId w:val="23"/>
  </w:num>
  <w:num w:numId="21">
    <w:abstractNumId w:val="17"/>
  </w:num>
  <w:num w:numId="22">
    <w:abstractNumId w:val="4"/>
  </w:num>
  <w:num w:numId="23">
    <w:abstractNumId w:val="10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 w:numId="28">
    <w:abstractNumId w:val="11"/>
  </w:num>
  <w:num w:numId="29">
    <w:abstractNumId w:val="7"/>
  </w:num>
  <w:num w:numId="30">
    <w:abstractNumId w:val="31"/>
  </w:num>
  <w:num w:numId="31">
    <w:abstractNumId w:val="6"/>
  </w:num>
  <w:num w:numId="32">
    <w:abstractNumId w:val="24"/>
  </w:num>
  <w:num w:numId="33">
    <w:abstractNumId w:val="14"/>
  </w:num>
  <w:num w:numId="34">
    <w:abstractNumId w:val="32"/>
  </w:num>
  <w:num w:numId="35">
    <w:abstractNumId w:val="18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EB"/>
    <w:rsid w:val="000E6F47"/>
    <w:rsid w:val="001642B9"/>
    <w:rsid w:val="002179F3"/>
    <w:rsid w:val="00765C49"/>
    <w:rsid w:val="008A2E3A"/>
    <w:rsid w:val="0090451E"/>
    <w:rsid w:val="00AB6D91"/>
    <w:rsid w:val="00BC65EB"/>
    <w:rsid w:val="00F9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7D65A38-FDE1-4B21-A26D-37C0B057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F425F"/>
    <w:pPr>
      <w:keepNext/>
      <w:keepLines/>
      <w:spacing w:before="480" w:line="276" w:lineRule="auto"/>
      <w:jc w:val="center"/>
      <w:outlineLvl w:val="0"/>
    </w:pPr>
    <w:rPr>
      <w:rFonts w:ascii="Arial" w:hAnsi="Arial" w:cs="Arial"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EF425F"/>
    <w:rPr>
      <w:rFonts w:ascii="Arial" w:eastAsia="Times New Roman" w:hAnsi="Arial" w:cs="Arial"/>
      <w:bCs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D9644D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1B4C45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F425F"/>
    <w:pPr>
      <w:spacing w:before="240" w:line="259" w:lineRule="auto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F425F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EF425F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EF425F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EF425F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EF425F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EF425F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EF425F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EF425F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EF425F"/>
    <w:pPr>
      <w:ind w:left="1920"/>
    </w:pPr>
    <w:rPr>
      <w:rFonts w:asciiTheme="minorHAnsi" w:hAnsiTheme="minorHAnsi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21D2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99E7456A774F68BC9F63DA1ADEB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CA38D-D9EA-49D4-ADD1-4A2C43C8F229}"/>
      </w:docPartPr>
      <w:docPartBody>
        <w:p w:rsidR="00DF1ABD" w:rsidRDefault="00474AA7" w:rsidP="00124643">
          <w:pPr>
            <w:pStyle w:val="FB99E7456A774F68BC9F63DA1ADEB64F6"/>
          </w:pPr>
          <w:r w:rsidRPr="00D527B6">
            <w:rPr>
              <w:rStyle w:val="Tekstzastpczy"/>
              <w:rFonts w:eastAsia="Calibri"/>
            </w:rPr>
            <w:t>[</w:t>
          </w:r>
          <w:r>
            <w:rPr>
              <w:rStyle w:val="Tekstzastpczy"/>
              <w:rFonts w:eastAsia="Calibri"/>
            </w:rPr>
            <w:t>Wpisz numer</w:t>
          </w:r>
          <w:r w:rsidRPr="00D527B6">
            <w:rPr>
              <w:rStyle w:val="Tekstzastpczy"/>
              <w:rFonts w:eastAsia="Calibri"/>
            </w:rPr>
            <w:t>]</w:t>
          </w:r>
        </w:p>
      </w:docPartBody>
    </w:docPart>
    <w:docPart>
      <w:docPartPr>
        <w:name w:val="311471CB676046BF83EBF0464A640B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DF6DAA-9B96-4260-8E85-BAA92711EDD4}"/>
      </w:docPartPr>
      <w:docPartBody>
        <w:p w:rsidR="00A45BAB" w:rsidRDefault="00474AA7" w:rsidP="00124643">
          <w:pPr>
            <w:pStyle w:val="311471CB676046BF83EBF0464A640BF62"/>
          </w:pPr>
          <w:r w:rsidRPr="005B5692">
            <w:rPr>
              <w:rStyle w:val="Tekstzastpczy"/>
            </w:rPr>
            <w:t>Wybierz element.</w:t>
          </w:r>
        </w:p>
      </w:docPartBody>
    </w:docPart>
    <w:docPart>
      <w:docPartPr>
        <w:name w:val="06CC214CA43C4BF49091CBD1FEE431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9AD974-AC38-4649-9B2A-9D53D78B9A94}"/>
      </w:docPartPr>
      <w:docPartBody>
        <w:p w:rsidR="001864E9" w:rsidRDefault="00474AA7" w:rsidP="0036651E">
          <w:pPr>
            <w:pStyle w:val="06CC214CA43C4BF49091CBD1FEE4313C"/>
          </w:pPr>
          <w:r>
            <w:rPr>
              <w:rStyle w:val="Tekstzastpczy"/>
              <w:rFonts w:eastAsia="Calibri"/>
            </w:rPr>
            <w:t>Dec/Zarz</w:t>
          </w:r>
        </w:p>
      </w:docPartBody>
    </w:docPart>
    <w:docPart>
      <w:docPartPr>
        <w:name w:val="73BC4E464F5A4D249295134E8840D1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BC8228-3B78-452C-8241-D2AE7A89EF56}"/>
      </w:docPartPr>
      <w:docPartBody>
        <w:p w:rsidR="001864E9" w:rsidRDefault="00474AA7" w:rsidP="0036651E">
          <w:pPr>
            <w:pStyle w:val="73BC4E464F5A4D249295134E8840D18D"/>
          </w:pPr>
          <w:r>
            <w:rPr>
              <w:rStyle w:val="Tekstzastpczy"/>
              <w:rFonts w:eastAsia="Calibri"/>
            </w:rPr>
            <w:t>[Numer]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E9"/>
    <w:rsid w:val="001864E9"/>
    <w:rsid w:val="00474AA7"/>
    <w:rsid w:val="00B12780"/>
    <w:rsid w:val="00E531AA"/>
    <w:rsid w:val="00EB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651E"/>
  </w:style>
  <w:style w:type="paragraph" w:customStyle="1" w:styleId="FB99E7456A774F68BC9F63DA1ADEB64F">
    <w:name w:val="FB99E7456A774F68BC9F63DA1ADEB64F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">
    <w:name w:val="04E7EBB6BFF9445DB6C09E7E1DB99E7D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">
    <w:name w:val="15DDA51680844202BED57FBDE875A38B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">
    <w:name w:val="99F10258856C429CA5DEDC3CED783378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">
    <w:name w:val="17E3EEAB92B04E3FBB5DF349BD831BF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">
    <w:name w:val="0AEF59B0C95F43399290706E8A858C30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">
    <w:name w:val="4CF4B383E6744EFFA3EB97FB088CF293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1">
    <w:name w:val="FB99E7456A774F68BC9F63DA1ADEB64F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1">
    <w:name w:val="04E7EBB6BFF9445DB6C09E7E1DB99E7D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1">
    <w:name w:val="15DDA51680844202BED57FBDE875A38B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1">
    <w:name w:val="99F10258856C429CA5DEDC3CED783378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1">
    <w:name w:val="17E3EEAB92B04E3FBB5DF349BD831BF1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1">
    <w:name w:val="0AEF59B0C95F43399290706E8A858C30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1">
    <w:name w:val="4CF4B383E6744EFFA3EB97FB088CF293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2">
    <w:name w:val="FB99E7456A774F68BC9F63DA1ADEB64F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2">
    <w:name w:val="04E7EBB6BFF9445DB6C09E7E1DB99E7D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2">
    <w:name w:val="15DDA51680844202BED57FBDE875A38B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2">
    <w:name w:val="99F10258856C429CA5DEDC3CED783378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2">
    <w:name w:val="17E3EEAB92B04E3FBB5DF349BD831BF1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2">
    <w:name w:val="0AEF59B0C95F43399290706E8A858C30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2">
    <w:name w:val="4CF4B383E6744EFFA3EB97FB088CF293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3">
    <w:name w:val="FB99E7456A774F68BC9F63DA1ADEB64F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3">
    <w:name w:val="04E7EBB6BFF9445DB6C09E7E1DB99E7D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3">
    <w:name w:val="15DDA51680844202BED57FBDE875A38B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3">
    <w:name w:val="99F10258856C429CA5DEDC3CED783378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3">
    <w:name w:val="17E3EEAB92B04E3FBB5DF349BD831BF1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3">
    <w:name w:val="0AEF59B0C95F43399290706E8A858C30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3">
    <w:name w:val="4CF4B383E6744EFFA3EB97FB088CF293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5D5BDF6E3549BF8EAC3D0CC4F51603">
    <w:name w:val="935D5BDF6E3549BF8EAC3D0CC4F51603"/>
    <w:rsid w:val="00DF1ABD"/>
  </w:style>
  <w:style w:type="paragraph" w:customStyle="1" w:styleId="7E24C706C57846A58B9D05D236AA24A8">
    <w:name w:val="7E24C706C57846A58B9D05D236AA24A8"/>
    <w:rsid w:val="00DF1ABD"/>
  </w:style>
  <w:style w:type="paragraph" w:customStyle="1" w:styleId="6B5FA2EF5B404248B5158E6515613C15">
    <w:name w:val="6B5FA2EF5B404248B5158E6515613C15"/>
    <w:rsid w:val="00DF1ABD"/>
  </w:style>
  <w:style w:type="paragraph" w:customStyle="1" w:styleId="BA339AE8D32C430F8F98B1809F064907">
    <w:name w:val="BA339AE8D32C430F8F98B1809F064907"/>
    <w:rsid w:val="00DF1ABD"/>
  </w:style>
  <w:style w:type="paragraph" w:customStyle="1" w:styleId="79F83642AB9E4189A34EF2DEA6A5FD0E">
    <w:name w:val="79F83642AB9E4189A34EF2DEA6A5FD0E"/>
    <w:rsid w:val="00DF1ABD"/>
  </w:style>
  <w:style w:type="paragraph" w:customStyle="1" w:styleId="311471CB676046BF83EBF0464A640BF6">
    <w:name w:val="311471CB676046BF83EBF0464A640BF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4">
    <w:name w:val="FB99E7456A774F68BC9F63DA1ADEB64F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4">
    <w:name w:val="04E7EBB6BFF9445DB6C09E7E1DB99E7D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5D5BDF6E3549BF8EAC3D0CC4F516031">
    <w:name w:val="935D5BDF6E3549BF8EAC3D0CC4F51603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4">
    <w:name w:val="15DDA51680844202BED57FBDE875A38B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4C706C57846A58B9D05D236AA24A81">
    <w:name w:val="7E24C706C57846A58B9D05D236AA24A8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4">
    <w:name w:val="99F10258856C429CA5DEDC3CED783378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FA2EF5B404248B5158E6515613C151">
    <w:name w:val="6B5FA2EF5B404248B5158E6515613C15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4">
    <w:name w:val="17E3EEAB92B04E3FBB5DF349BD831BF1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39AE8D32C430F8F98B1809F0649071">
    <w:name w:val="BA339AE8D32C430F8F98B1809F064907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4">
    <w:name w:val="0AEF59B0C95F43399290706E8A858C30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F83642AB9E4189A34EF2DEA6A5FD0E1">
    <w:name w:val="79F83642AB9E4189A34EF2DEA6A5FD0E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4">
    <w:name w:val="4CF4B383E6744EFFA3EB97FB088CF293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">
    <w:name w:val="618490A19D81489ABCDC936ED359BA29"/>
    <w:rsid w:val="00124643"/>
  </w:style>
  <w:style w:type="paragraph" w:customStyle="1" w:styleId="32900DCB4CFD4EB3AE06766D58DCA2B0">
    <w:name w:val="32900DCB4CFD4EB3AE06766D58DCA2B0"/>
    <w:rsid w:val="00124643"/>
  </w:style>
  <w:style w:type="paragraph" w:customStyle="1" w:styleId="03980760FDAC4E9AB6F3B03D9275F87E">
    <w:name w:val="03980760FDAC4E9AB6F3B03D9275F87E"/>
    <w:rsid w:val="00124643"/>
  </w:style>
  <w:style w:type="paragraph" w:customStyle="1" w:styleId="3E1E21E357EC48ACAB5898C5CD0A445F">
    <w:name w:val="3E1E21E357EC48ACAB5898C5CD0A445F"/>
    <w:rsid w:val="00124643"/>
  </w:style>
  <w:style w:type="paragraph" w:customStyle="1" w:styleId="C211DD3279F343F094FD74CA5E0D4530">
    <w:name w:val="C211DD3279F343F094FD74CA5E0D4530"/>
    <w:rsid w:val="00124643"/>
  </w:style>
  <w:style w:type="paragraph" w:customStyle="1" w:styleId="311471CB676046BF83EBF0464A640BF61">
    <w:name w:val="311471CB676046BF83EBF0464A640BF6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5">
    <w:name w:val="FB99E7456A774F68BC9F63DA1ADEB64F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0EC0E958D0491FB0233F078AAC55F2">
    <w:name w:val="AD0EC0E958D0491FB0233F078AAC55F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5">
    <w:name w:val="04E7EBB6BFF9445DB6C09E7E1DB99E7D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1">
    <w:name w:val="618490A19D81489ABCDC936ED359BA29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5">
    <w:name w:val="15DDA51680844202BED57FBDE875A38B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900DCB4CFD4EB3AE06766D58DCA2B01">
    <w:name w:val="32900DCB4CFD4EB3AE06766D58DCA2B0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5">
    <w:name w:val="99F10258856C429CA5DEDC3CED783378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980760FDAC4E9AB6F3B03D9275F87E1">
    <w:name w:val="03980760FDAC4E9AB6F3B03D9275F87E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5">
    <w:name w:val="17E3EEAB92B04E3FBB5DF349BD831BF1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1E21E357EC48ACAB5898C5CD0A445F1">
    <w:name w:val="3E1E21E357EC48ACAB5898C5CD0A445F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5">
    <w:name w:val="0AEF59B0C95F43399290706E8A858C30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1DD3279F343F094FD74CA5E0D45301">
    <w:name w:val="C211DD3279F343F094FD74CA5E0D4530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5">
    <w:name w:val="4CF4B383E6744EFFA3EB97FB088CF293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1471CB676046BF83EBF0464A640BF62">
    <w:name w:val="311471CB676046BF83EBF0464A640BF6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6">
    <w:name w:val="FB99E7456A774F68BC9F63DA1ADEB64F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0EC0E958D0491FB0233F078AAC55F21">
    <w:name w:val="AD0EC0E958D0491FB0233F078AAC55F2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6">
    <w:name w:val="04E7EBB6BFF9445DB6C09E7E1DB99E7D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2">
    <w:name w:val="618490A19D81489ABCDC936ED359BA29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6">
    <w:name w:val="15DDA51680844202BED57FBDE875A38B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900DCB4CFD4EB3AE06766D58DCA2B02">
    <w:name w:val="32900DCB4CFD4EB3AE06766D58DCA2B0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6">
    <w:name w:val="99F10258856C429CA5DEDC3CED783378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980760FDAC4E9AB6F3B03D9275F87E2">
    <w:name w:val="03980760FDAC4E9AB6F3B03D9275F87E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6">
    <w:name w:val="17E3EEAB92B04E3FBB5DF349BD831BF1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1E21E357EC48ACAB5898C5CD0A445F2">
    <w:name w:val="3E1E21E357EC48ACAB5898C5CD0A445F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6">
    <w:name w:val="0AEF59B0C95F43399290706E8A858C30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1DD3279F343F094FD74CA5E0D45302">
    <w:name w:val="C211DD3279F343F094FD74CA5E0D4530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6">
    <w:name w:val="4CF4B383E6744EFFA3EB97FB088CF293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04364F4C33465A8EA3964349A2F9AD">
    <w:name w:val="D704364F4C33465A8EA3964349A2F9AD"/>
    <w:rsid w:val="004B6DDC"/>
  </w:style>
  <w:style w:type="paragraph" w:customStyle="1" w:styleId="3D68C581D61444FD8DF16657D6E6EC52">
    <w:name w:val="3D68C581D61444FD8DF16657D6E6EC52"/>
    <w:rsid w:val="004B6DDC"/>
  </w:style>
  <w:style w:type="paragraph" w:customStyle="1" w:styleId="06CC214CA43C4BF49091CBD1FEE4313C">
    <w:name w:val="06CC214CA43C4BF49091CBD1FEE4313C"/>
    <w:rsid w:val="0036651E"/>
  </w:style>
  <w:style w:type="paragraph" w:customStyle="1" w:styleId="73BC4E464F5A4D249295134E8840D18D">
    <w:name w:val="73BC4E464F5A4D249295134E8840D18D"/>
    <w:rsid w:val="003665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F6FFD-90A0-47CB-A4ED-FFBA48E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1</TotalTime>
  <Pages>15</Pages>
  <Words>4361</Words>
  <Characters>26172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Kielar - RDLP Krosno</dc:creator>
  <cp:keywords>25</cp:keywords>
  <cp:lastModifiedBy>Zenon Amarowicz - Nadleśnictwo Stuposiany</cp:lastModifiedBy>
  <cp:revision>2</cp:revision>
  <cp:lastPrinted>2010-08-10T09:20:00Z</cp:lastPrinted>
  <dcterms:created xsi:type="dcterms:W3CDTF">2023-10-24T06:03:00Z</dcterms:created>
  <dcterms:modified xsi:type="dcterms:W3CDTF">2023-10-24T06:03:00Z</dcterms:modified>
  <cp:category>DECYZJA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