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B103A6" w:rsidRDefault="0046012F" w:rsidP="006974B9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4DA5469A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</w:t>
      </w:r>
      <w:r w:rsidR="000551DB">
        <w:rPr>
          <w:rFonts w:cs="Arial"/>
          <w:bCs/>
          <w:sz w:val="20"/>
          <w:szCs w:val="20"/>
        </w:rPr>
        <w:t>P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1B659B">
        <w:rPr>
          <w:rFonts w:cs="Arial"/>
          <w:bCs/>
          <w:sz w:val="20"/>
          <w:szCs w:val="20"/>
        </w:rPr>
        <w:t>4</w:t>
      </w:r>
      <w:r w:rsidR="00B20965">
        <w:rPr>
          <w:rFonts w:cs="Arial"/>
          <w:bCs/>
          <w:sz w:val="20"/>
          <w:szCs w:val="20"/>
        </w:rPr>
        <w:t>7</w:t>
      </w:r>
      <w:r w:rsidR="0046359B">
        <w:rPr>
          <w:rFonts w:cs="Arial"/>
          <w:bCs/>
          <w:sz w:val="20"/>
          <w:szCs w:val="20"/>
        </w:rPr>
        <w:t>.202</w:t>
      </w:r>
      <w:r w:rsidR="000551DB">
        <w:rPr>
          <w:rFonts w:cs="Arial"/>
          <w:bCs/>
          <w:sz w:val="20"/>
          <w:szCs w:val="20"/>
        </w:rPr>
        <w:t>4</w:t>
      </w:r>
    </w:p>
    <w:p w14:paraId="27278779" w14:textId="7783960D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F90BAD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D3EB768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B4E3049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32EFF9F" w14:textId="4A0EF808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132D1D01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,  </w:t>
      </w:r>
    </w:p>
    <w:p w14:paraId="44BE6A8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2E067D6C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4A0666A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</w:t>
      </w:r>
      <w:proofErr w:type="spellStart"/>
      <w:r w:rsidR="0046012F" w:rsidRPr="00B103A6">
        <w:rPr>
          <w:rFonts w:cs="Arial"/>
          <w:i/>
          <w:iCs/>
          <w:color w:val="000000"/>
          <w:sz w:val="16"/>
          <w:szCs w:val="16"/>
        </w:rPr>
        <w:t>CEiDG</w:t>
      </w:r>
      <w:proofErr w:type="spellEnd"/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387A456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</w:t>
      </w:r>
    </w:p>
    <w:p w14:paraId="45C5AF3A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0EF29BC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0C4F210D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60612E83" w14:textId="760C0620" w:rsidR="007C21AD" w:rsidRDefault="0046012F" w:rsidP="00B20965">
      <w:pPr>
        <w:numPr>
          <w:ilvl w:val="2"/>
          <w:numId w:val="0"/>
        </w:numPr>
        <w:spacing w:before="120" w:after="120"/>
        <w:jc w:val="both"/>
        <w:rPr>
          <w:rFonts w:eastAsia="TimesNewRoman" w:cs="Arial"/>
          <w:b/>
          <w:bCs/>
          <w:sz w:val="20"/>
          <w:szCs w:val="20"/>
          <w:lang w:eastAsia="en-US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Pr="0046012F">
        <w:rPr>
          <w:rFonts w:cs="Arial"/>
          <w:b/>
          <w:iCs/>
          <w:color w:val="000000"/>
        </w:rPr>
        <w:t xml:space="preserve">.: </w:t>
      </w:r>
      <w:r w:rsidR="00773A68" w:rsidRPr="00911F3B">
        <w:rPr>
          <w:rFonts w:cs="Arial"/>
          <w:b/>
          <w:bCs/>
          <w:i/>
          <w:iCs/>
          <w:color w:val="000000"/>
        </w:rPr>
        <w:t>„</w:t>
      </w:r>
      <w:bookmarkStart w:id="0" w:name="_Hlk179542119"/>
      <w:bookmarkStart w:id="1" w:name="_Hlk140220115"/>
      <w:bookmarkStart w:id="2" w:name="_Hlk160456141"/>
      <w:bookmarkStart w:id="3" w:name="_Hlk180672564"/>
      <w:r w:rsidR="00B20965" w:rsidRPr="00B20965">
        <w:rPr>
          <w:rFonts w:cs="Arial"/>
          <w:b/>
          <w:bCs/>
          <w:i/>
          <w:iCs/>
          <w:color w:val="000000"/>
        </w:rPr>
        <w:t>Ułożenie wykładziny PCV na posadzce w Przedszkolu w Łęgu - prace naprawcze</w:t>
      </w:r>
      <w:bookmarkEnd w:id="3"/>
      <w:r w:rsidR="00B20965" w:rsidRPr="00B20965">
        <w:rPr>
          <w:rFonts w:cs="Arial"/>
          <w:b/>
          <w:bCs/>
          <w:i/>
          <w:iCs/>
          <w:color w:val="000000"/>
        </w:rPr>
        <w:t>”,</w:t>
      </w:r>
      <w:bookmarkEnd w:id="0"/>
      <w:bookmarkEnd w:id="1"/>
      <w:bookmarkEnd w:id="2"/>
    </w:p>
    <w:p w14:paraId="48778F8E" w14:textId="77777777" w:rsidR="00B20965" w:rsidRPr="00B20965" w:rsidRDefault="00B20965" w:rsidP="00B20965">
      <w:pPr>
        <w:numPr>
          <w:ilvl w:val="2"/>
          <w:numId w:val="0"/>
        </w:numPr>
        <w:spacing w:before="120" w:after="120"/>
        <w:jc w:val="both"/>
        <w:rPr>
          <w:rFonts w:eastAsia="TimesNewRoman" w:cs="Arial"/>
          <w:b/>
          <w:bCs/>
          <w:sz w:val="20"/>
          <w:szCs w:val="20"/>
          <w:lang w:eastAsia="en-US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129F92F2" w:rsidR="0046012F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0ED50909" w14:textId="1DC85DD0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AC3A93D" w14:textId="2F40573D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25F7CFA" w14:textId="344A570A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2F9FAC5" w14:textId="77777777" w:rsidR="006974B9" w:rsidRPr="0046359B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79AC7491" w14:textId="77777777" w:rsidR="006974B9" w:rsidRDefault="006974B9" w:rsidP="0046012F">
      <w:pPr>
        <w:spacing w:line="360" w:lineRule="auto"/>
        <w:ind w:firstLine="426"/>
        <w:jc w:val="both"/>
        <w:rPr>
          <w:rFonts w:cs="Arial"/>
        </w:rPr>
      </w:pPr>
    </w:p>
    <w:p w14:paraId="181CC4EB" w14:textId="6800C626" w:rsidR="0046012F" w:rsidRDefault="0046012F" w:rsidP="0046359B">
      <w:pPr>
        <w:spacing w:line="360" w:lineRule="auto"/>
        <w:ind w:left="426"/>
        <w:jc w:val="both"/>
        <w:rPr>
          <w:rFonts w:cs="Arial"/>
        </w:rPr>
      </w:pPr>
    </w:p>
    <w:p w14:paraId="00BE9A2B" w14:textId="2658FAE9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3E9E8793" w14:textId="62C3DE74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0F39EFFF" w14:textId="3CB8B3AC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14D1A381" w14:textId="497A536B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74DF1B9D" w14:textId="77777777" w:rsidR="006974B9" w:rsidRPr="0046359B" w:rsidRDefault="006974B9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roboty budowalne* lub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13EFF031" w14:textId="2E335DE2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3A566B8" w14:textId="410DE342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CD440BB" w14:textId="05C4130A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E1B1696" w14:textId="003E5BED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735947FF" w14:textId="432BE49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5EE67AE" w14:textId="260C2F5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3C81E29E" w14:textId="77777777" w:rsidR="006974B9" w:rsidRPr="00B103A6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76DE41B8" w14:textId="77777777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7C21AD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7C21AD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7C21AD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7C21AD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7C21AD">
        <w:rPr>
          <w:rFonts w:cs="Arial"/>
          <w:b/>
          <w:sz w:val="20"/>
          <w:szCs w:val="20"/>
          <w:highlight w:val="lightGray"/>
        </w:rPr>
        <w:br/>
        <w:t xml:space="preserve">w imieniu </w:t>
      </w:r>
      <w:r w:rsidR="00A34688" w:rsidRPr="007C21AD">
        <w:rPr>
          <w:rFonts w:cs="Arial"/>
          <w:b/>
          <w:sz w:val="20"/>
          <w:szCs w:val="20"/>
          <w:highlight w:val="lightGray"/>
        </w:rPr>
        <w:t>p</w:t>
      </w:r>
      <w:r w:rsidR="00D01260" w:rsidRPr="007C21AD">
        <w:rPr>
          <w:rFonts w:cs="Arial"/>
          <w:b/>
          <w:sz w:val="20"/>
          <w:szCs w:val="20"/>
          <w:highlight w:val="lightGray"/>
        </w:rPr>
        <w:t>odmiotu udostępniającego zasoby.</w:t>
      </w: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DE7C6" w14:textId="77777777" w:rsidR="001A266D" w:rsidRDefault="001A266D">
      <w:r>
        <w:separator/>
      </w:r>
    </w:p>
  </w:endnote>
  <w:endnote w:type="continuationSeparator" w:id="0">
    <w:p w14:paraId="673811B6" w14:textId="77777777" w:rsidR="001A266D" w:rsidRDefault="001A2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0E67" w14:textId="0702CA76" w:rsidR="005A0323" w:rsidRDefault="005A0323">
    <w:pPr>
      <w:pStyle w:val="Stopka"/>
    </w:pPr>
    <w:r>
      <w:rPr>
        <w:noProof/>
      </w:rPr>
      <w:drawing>
        <wp:inline distT="0" distB="0" distL="0" distR="0" wp14:anchorId="3B40D815" wp14:editId="1CBFD95F">
          <wp:extent cx="5981065" cy="28575"/>
          <wp:effectExtent l="0" t="0" r="63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2D644" w14:textId="5282B1B0" w:rsidR="005A0323" w:rsidRDefault="005A0323">
    <w:pPr>
      <w:pStyle w:val="Stopka"/>
    </w:pPr>
    <w:r>
      <w:rPr>
        <w:noProof/>
      </w:rPr>
      <w:drawing>
        <wp:inline distT="0" distB="0" distL="0" distR="0" wp14:anchorId="7AE7959C" wp14:editId="2163785C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26E5C" w14:textId="77777777" w:rsidR="001A266D" w:rsidRDefault="001A266D">
      <w:r>
        <w:separator/>
      </w:r>
    </w:p>
  </w:footnote>
  <w:footnote w:type="continuationSeparator" w:id="0">
    <w:p w14:paraId="18A4B77B" w14:textId="77777777" w:rsidR="001A266D" w:rsidRDefault="001A2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9413E" w14:textId="725FFC78" w:rsidR="005A0323" w:rsidRDefault="005A0323">
    <w:pPr>
      <w:pStyle w:val="Nagwek"/>
    </w:pPr>
    <w:r>
      <w:rPr>
        <w:noProof/>
      </w:rPr>
      <w:drawing>
        <wp:inline distT="0" distB="0" distL="0" distR="0" wp14:anchorId="19077A40" wp14:editId="6442D130">
          <wp:extent cx="5981065" cy="28575"/>
          <wp:effectExtent l="0" t="0" r="63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6974B9" w:rsidRPr="006974B9" w14:paraId="548EFC55" w14:textId="77777777" w:rsidTr="00556374">
      <w:tc>
        <w:tcPr>
          <w:tcW w:w="5013" w:type="dxa"/>
        </w:tcPr>
        <w:p w14:paraId="578F1955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bookmarkStart w:id="4" w:name="_Hlk3180678"/>
          <w:bookmarkStart w:id="5" w:name="_Hlk81211798"/>
          <w:r w:rsidRPr="006974B9">
            <w:rPr>
              <w:noProof/>
            </w:rPr>
            <w:drawing>
              <wp:inline distT="0" distB="0" distL="0" distR="0" wp14:anchorId="0C732771" wp14:editId="38BCD65E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974B9">
            <w:tab/>
            <w:t xml:space="preserve">                                                                      </w:t>
          </w:r>
        </w:p>
        <w:p w14:paraId="27CBBFBA" w14:textId="77777777" w:rsidR="006974B9" w:rsidRPr="006974B9" w:rsidRDefault="006974B9" w:rsidP="006974B9">
          <w:r w:rsidRPr="006974B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78B674" wp14:editId="14FC65F9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FC2C0F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4E8700FC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bookmarkEnd w:id="4"/>
      <w:tc>
        <w:tcPr>
          <w:tcW w:w="3918" w:type="dxa"/>
        </w:tcPr>
        <w:p w14:paraId="2C3DA927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5"/>
  </w:tbl>
  <w:p w14:paraId="7D98B000" w14:textId="77777777" w:rsidR="007B2500" w:rsidRPr="006974B9" w:rsidRDefault="007B2500" w:rsidP="00697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2378">
    <w:abstractNumId w:val="0"/>
  </w:num>
  <w:num w:numId="2" w16cid:durableId="1925912782">
    <w:abstractNumId w:val="5"/>
  </w:num>
  <w:num w:numId="3" w16cid:durableId="1265531640">
    <w:abstractNumId w:val="4"/>
  </w:num>
  <w:num w:numId="4" w16cid:durableId="1345204329">
    <w:abstractNumId w:val="2"/>
  </w:num>
  <w:num w:numId="5" w16cid:durableId="958758474">
    <w:abstractNumId w:val="3"/>
  </w:num>
  <w:num w:numId="6" w16cid:durableId="15281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468F4"/>
    <w:rsid w:val="000551DB"/>
    <w:rsid w:val="0005753D"/>
    <w:rsid w:val="00061F20"/>
    <w:rsid w:val="00080D83"/>
    <w:rsid w:val="000958A8"/>
    <w:rsid w:val="000D283E"/>
    <w:rsid w:val="00100DBB"/>
    <w:rsid w:val="00124D4A"/>
    <w:rsid w:val="00127FB3"/>
    <w:rsid w:val="00130B23"/>
    <w:rsid w:val="00147F4D"/>
    <w:rsid w:val="00193F25"/>
    <w:rsid w:val="001A266D"/>
    <w:rsid w:val="001A7DF7"/>
    <w:rsid w:val="001B210F"/>
    <w:rsid w:val="001B659B"/>
    <w:rsid w:val="001C1C66"/>
    <w:rsid w:val="001C4620"/>
    <w:rsid w:val="00207B2C"/>
    <w:rsid w:val="00241C1F"/>
    <w:rsid w:val="002425AE"/>
    <w:rsid w:val="002428BE"/>
    <w:rsid w:val="00297819"/>
    <w:rsid w:val="002C120B"/>
    <w:rsid w:val="002C6347"/>
    <w:rsid w:val="00320AAC"/>
    <w:rsid w:val="00325198"/>
    <w:rsid w:val="00331D61"/>
    <w:rsid w:val="00335073"/>
    <w:rsid w:val="0035482A"/>
    <w:rsid w:val="003619F2"/>
    <w:rsid w:val="00365820"/>
    <w:rsid w:val="003B50A0"/>
    <w:rsid w:val="003B62AA"/>
    <w:rsid w:val="003C554F"/>
    <w:rsid w:val="003E3CB7"/>
    <w:rsid w:val="003F331B"/>
    <w:rsid w:val="0040149C"/>
    <w:rsid w:val="00414478"/>
    <w:rsid w:val="0042200D"/>
    <w:rsid w:val="0046012F"/>
    <w:rsid w:val="0046359B"/>
    <w:rsid w:val="0048458F"/>
    <w:rsid w:val="004861BD"/>
    <w:rsid w:val="00487875"/>
    <w:rsid w:val="00492BD3"/>
    <w:rsid w:val="00497B35"/>
    <w:rsid w:val="004B673A"/>
    <w:rsid w:val="004B70BD"/>
    <w:rsid w:val="0052111D"/>
    <w:rsid w:val="00537F26"/>
    <w:rsid w:val="005760A9"/>
    <w:rsid w:val="005836D9"/>
    <w:rsid w:val="00592637"/>
    <w:rsid w:val="00594464"/>
    <w:rsid w:val="00595BB0"/>
    <w:rsid w:val="005A0323"/>
    <w:rsid w:val="005A0BC7"/>
    <w:rsid w:val="005C0B45"/>
    <w:rsid w:val="00622781"/>
    <w:rsid w:val="00640BFF"/>
    <w:rsid w:val="00684A20"/>
    <w:rsid w:val="0069621B"/>
    <w:rsid w:val="006974B9"/>
    <w:rsid w:val="006A3868"/>
    <w:rsid w:val="006F209E"/>
    <w:rsid w:val="00727F94"/>
    <w:rsid w:val="007337EB"/>
    <w:rsid w:val="00745D18"/>
    <w:rsid w:val="00751F34"/>
    <w:rsid w:val="007638E2"/>
    <w:rsid w:val="00764119"/>
    <w:rsid w:val="00773A68"/>
    <w:rsid w:val="007756B9"/>
    <w:rsid w:val="00776530"/>
    <w:rsid w:val="00791E8E"/>
    <w:rsid w:val="007A0050"/>
    <w:rsid w:val="007A0109"/>
    <w:rsid w:val="007A3468"/>
    <w:rsid w:val="007B2500"/>
    <w:rsid w:val="007C21AD"/>
    <w:rsid w:val="007D61D6"/>
    <w:rsid w:val="007E1B19"/>
    <w:rsid w:val="007F3623"/>
    <w:rsid w:val="00827311"/>
    <w:rsid w:val="00834BB4"/>
    <w:rsid w:val="00835187"/>
    <w:rsid w:val="00856E3A"/>
    <w:rsid w:val="00872C14"/>
    <w:rsid w:val="00882308"/>
    <w:rsid w:val="008945D9"/>
    <w:rsid w:val="008952E7"/>
    <w:rsid w:val="008A0353"/>
    <w:rsid w:val="00904C26"/>
    <w:rsid w:val="00911F3B"/>
    <w:rsid w:val="00917F64"/>
    <w:rsid w:val="00920091"/>
    <w:rsid w:val="00942F4C"/>
    <w:rsid w:val="00950854"/>
    <w:rsid w:val="009853EA"/>
    <w:rsid w:val="009D71C1"/>
    <w:rsid w:val="009E1313"/>
    <w:rsid w:val="009F2CF0"/>
    <w:rsid w:val="00A04690"/>
    <w:rsid w:val="00A34688"/>
    <w:rsid w:val="00A40DD3"/>
    <w:rsid w:val="00A8311B"/>
    <w:rsid w:val="00AA36EA"/>
    <w:rsid w:val="00AB5ED7"/>
    <w:rsid w:val="00B01F08"/>
    <w:rsid w:val="00B15C6F"/>
    <w:rsid w:val="00B16E8F"/>
    <w:rsid w:val="00B20965"/>
    <w:rsid w:val="00B26ABD"/>
    <w:rsid w:val="00B30401"/>
    <w:rsid w:val="00B62308"/>
    <w:rsid w:val="00B6637D"/>
    <w:rsid w:val="00B84232"/>
    <w:rsid w:val="00BB76D0"/>
    <w:rsid w:val="00BC363C"/>
    <w:rsid w:val="00C02C07"/>
    <w:rsid w:val="00C1123E"/>
    <w:rsid w:val="00C54F02"/>
    <w:rsid w:val="00C62C24"/>
    <w:rsid w:val="00C635B6"/>
    <w:rsid w:val="00C65C23"/>
    <w:rsid w:val="00C9256B"/>
    <w:rsid w:val="00CA20F9"/>
    <w:rsid w:val="00CC263D"/>
    <w:rsid w:val="00CE005B"/>
    <w:rsid w:val="00CE65CC"/>
    <w:rsid w:val="00CF1A4A"/>
    <w:rsid w:val="00D01260"/>
    <w:rsid w:val="00D0361A"/>
    <w:rsid w:val="00D30ADD"/>
    <w:rsid w:val="00D37F88"/>
    <w:rsid w:val="00D43A0D"/>
    <w:rsid w:val="00D46867"/>
    <w:rsid w:val="00D526F3"/>
    <w:rsid w:val="00D6484C"/>
    <w:rsid w:val="00DC733E"/>
    <w:rsid w:val="00DD3384"/>
    <w:rsid w:val="00DF57BE"/>
    <w:rsid w:val="00E06500"/>
    <w:rsid w:val="00E57060"/>
    <w:rsid w:val="00E5734C"/>
    <w:rsid w:val="00E87616"/>
    <w:rsid w:val="00E92047"/>
    <w:rsid w:val="00E96394"/>
    <w:rsid w:val="00EA5C16"/>
    <w:rsid w:val="00EE50B2"/>
    <w:rsid w:val="00EF000D"/>
    <w:rsid w:val="00F545A3"/>
    <w:rsid w:val="00F8453C"/>
    <w:rsid w:val="00F853AA"/>
    <w:rsid w:val="00F90B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5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551D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70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42</cp:revision>
  <cp:lastPrinted>2023-02-07T12:20:00Z</cp:lastPrinted>
  <dcterms:created xsi:type="dcterms:W3CDTF">2020-01-30T07:13:00Z</dcterms:created>
  <dcterms:modified xsi:type="dcterms:W3CDTF">2024-11-19T14:42:00Z</dcterms:modified>
</cp:coreProperties>
</file>