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AFB12" w14:textId="4ED13C7C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DF19AD">
        <w:rPr>
          <w:rFonts w:cs="Arial"/>
          <w:sz w:val="20"/>
          <w:szCs w:val="20"/>
        </w:rPr>
        <w:t>23</w:t>
      </w:r>
      <w:r w:rsidR="00313244" w:rsidRPr="008E30F8">
        <w:rPr>
          <w:rFonts w:cs="Arial"/>
          <w:sz w:val="20"/>
          <w:szCs w:val="20"/>
        </w:rPr>
        <w:t>.202</w:t>
      </w:r>
      <w:r w:rsidR="00CC2C9F">
        <w:rPr>
          <w:rFonts w:cs="Arial"/>
          <w:sz w:val="20"/>
          <w:szCs w:val="20"/>
        </w:rPr>
        <w:t>4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2DD59837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63D418B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556E1FF3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</w:t>
      </w:r>
      <w:r w:rsidR="00CC2C9F">
        <w:rPr>
          <w:rFonts w:cs="Arial"/>
          <w:sz w:val="20"/>
          <w:szCs w:val="20"/>
        </w:rPr>
        <w:t>efon: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7E63682" w14:textId="4F758911" w:rsidR="00DF19AD" w:rsidRPr="00DF19AD" w:rsidRDefault="007425EB" w:rsidP="00DF19AD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DF19AD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 w:rsidRPr="00DF19AD">
        <w:rPr>
          <w:rFonts w:ascii="Arial" w:hAnsi="Arial" w:cs="Arial"/>
          <w:b w:val="0"/>
          <w:bCs w:val="0"/>
          <w:sz w:val="20"/>
          <w:szCs w:val="20"/>
        </w:rPr>
        <w:t>roboty budowlane pn.:</w:t>
      </w:r>
      <w:bookmarkStart w:id="0" w:name="_Hlk66370529"/>
      <w:r w:rsidR="00DF19AD" w:rsidRPr="00DF19AD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DF19AD" w:rsidRPr="00DF19AD">
        <w:rPr>
          <w:rFonts w:ascii="Arial" w:hAnsi="Arial" w:cs="Arial"/>
          <w:sz w:val="20"/>
          <w:szCs w:val="20"/>
        </w:rPr>
        <w:t>Naprawa nawierzchni bitumicznych dróg powiatowych</w:t>
      </w:r>
    </w:p>
    <w:p w14:paraId="2F7B6652" w14:textId="77777777" w:rsidR="00C46666" w:rsidRPr="00C46666" w:rsidRDefault="00C46666" w:rsidP="00C46666">
      <w:pPr>
        <w:pStyle w:val="Bezodstpw"/>
        <w:jc w:val="both"/>
        <w:rPr>
          <w:rFonts w:ascii="Calibri" w:hAnsi="Calibri" w:cs="Calibri"/>
          <w:b/>
        </w:rPr>
      </w:pPr>
    </w:p>
    <w:p w14:paraId="3A320618" w14:textId="2EAE7140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51B0B">
        <w:rPr>
          <w:rFonts w:cs="Arial"/>
          <w:b/>
          <w:sz w:val="20"/>
          <w:szCs w:val="20"/>
        </w:rPr>
        <w:t>ofertową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7337465C" w14:textId="77777777" w:rsidR="00DF19AD" w:rsidRDefault="00DF19AD" w:rsidP="00DF19AD">
      <w:pPr>
        <w:tabs>
          <w:tab w:val="left" w:pos="426"/>
        </w:tabs>
        <w:ind w:left="2880"/>
        <w:jc w:val="both"/>
        <w:rPr>
          <w:rFonts w:cs="Arial"/>
          <w:b/>
          <w:sz w:val="20"/>
          <w:szCs w:val="20"/>
        </w:rPr>
      </w:pP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247332E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OFERTOWA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77777777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OFERTOWA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21B5525D" w14:textId="788200EF" w:rsidR="00B51B0B" w:rsidRPr="00DF19AD" w:rsidRDefault="00C46666" w:rsidP="00640066">
      <w:pPr>
        <w:numPr>
          <w:ilvl w:val="0"/>
          <w:numId w:val="3"/>
        </w:numPr>
        <w:tabs>
          <w:tab w:val="left" w:pos="426"/>
        </w:tabs>
        <w:spacing w:after="100"/>
        <w:ind w:left="426" w:hanging="426"/>
        <w:jc w:val="both"/>
        <w:rPr>
          <w:rFonts w:cs="Arial"/>
          <w:b/>
          <w:sz w:val="20"/>
          <w:szCs w:val="20"/>
        </w:rPr>
      </w:pPr>
      <w:r w:rsidRPr="00C46666">
        <w:rPr>
          <w:rFonts w:cs="Arial"/>
          <w:b/>
          <w:sz w:val="20"/>
          <w:szCs w:val="20"/>
          <w:lang w:val="x-none"/>
        </w:rPr>
        <w:t xml:space="preserve">Termin </w:t>
      </w:r>
      <w:r w:rsidRPr="00C46666">
        <w:rPr>
          <w:rFonts w:cs="Arial"/>
          <w:b/>
          <w:sz w:val="20"/>
          <w:szCs w:val="20"/>
        </w:rPr>
        <w:t xml:space="preserve">wykonania podstawowego (pierwszego) </w:t>
      </w:r>
      <w:r w:rsidR="00DF19AD">
        <w:rPr>
          <w:rFonts w:cs="Arial"/>
          <w:b/>
          <w:sz w:val="20"/>
          <w:szCs w:val="20"/>
        </w:rPr>
        <w:t xml:space="preserve">zakresu robót </w:t>
      </w:r>
      <w:r w:rsidRPr="00C46666">
        <w:rPr>
          <w:rFonts w:cs="Arial"/>
          <w:b/>
          <w:sz w:val="20"/>
          <w:szCs w:val="20"/>
        </w:rPr>
        <w:t xml:space="preserve">liczony od dnia otrzymania zlecenia od zamawiającego </w:t>
      </w:r>
      <w:r w:rsidR="00B51B0B" w:rsidRPr="00640066">
        <w:rPr>
          <w:rFonts w:cs="Arial"/>
          <w:bCs/>
          <w:i/>
          <w:sz w:val="18"/>
          <w:szCs w:val="18"/>
        </w:rPr>
        <w:t>( zaznaczyć odpowiednio)</w:t>
      </w:r>
    </w:p>
    <w:p w14:paraId="07FF3DF3" w14:textId="77777777" w:rsidR="00DF19AD" w:rsidRPr="00640066" w:rsidRDefault="00DF19AD" w:rsidP="00DF19AD">
      <w:pPr>
        <w:tabs>
          <w:tab w:val="left" w:pos="426"/>
        </w:tabs>
        <w:spacing w:after="100"/>
        <w:ind w:left="426"/>
        <w:jc w:val="both"/>
        <w:rPr>
          <w:rFonts w:cs="Arial"/>
          <w:b/>
          <w:sz w:val="20"/>
          <w:szCs w:val="20"/>
        </w:rPr>
      </w:pPr>
    </w:p>
    <w:p w14:paraId="44257BA6" w14:textId="459A1670" w:rsidR="00B51B0B" w:rsidRPr="00DF19AD" w:rsidRDefault="00B51B0B" w:rsidP="00B51B0B">
      <w:pPr>
        <w:numPr>
          <w:ilvl w:val="0"/>
          <w:numId w:val="9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51B0B">
        <w:rPr>
          <w:rFonts w:cs="Arial"/>
          <w:b/>
          <w:bCs/>
          <w:sz w:val="20"/>
          <w:szCs w:val="20"/>
        </w:rPr>
        <w:t xml:space="preserve">do </w:t>
      </w:r>
      <w:r w:rsidR="00DF19AD">
        <w:rPr>
          <w:rFonts w:cs="Arial"/>
          <w:b/>
          <w:bCs/>
          <w:sz w:val="20"/>
          <w:szCs w:val="20"/>
        </w:rPr>
        <w:t>30</w:t>
      </w:r>
      <w:r w:rsidRPr="00B51B0B">
        <w:rPr>
          <w:rFonts w:cs="Arial"/>
          <w:b/>
          <w:bCs/>
          <w:sz w:val="20"/>
          <w:szCs w:val="20"/>
        </w:rPr>
        <w:t xml:space="preserve"> dni </w:t>
      </w:r>
      <w:r w:rsidRPr="00B51B0B">
        <w:rPr>
          <w:rFonts w:cs="Arial"/>
          <w:b/>
          <w:sz w:val="20"/>
          <w:szCs w:val="20"/>
        </w:rPr>
        <w:t>kalendarzowych</w:t>
      </w:r>
    </w:p>
    <w:p w14:paraId="2E335C49" w14:textId="77777777" w:rsidR="00DF19AD" w:rsidRPr="00B51B0B" w:rsidRDefault="00DF19AD" w:rsidP="00DF19AD">
      <w:pPr>
        <w:tabs>
          <w:tab w:val="left" w:pos="426"/>
        </w:tabs>
        <w:spacing w:after="100"/>
        <w:ind w:left="720"/>
        <w:jc w:val="both"/>
        <w:rPr>
          <w:rFonts w:cs="Arial"/>
          <w:b/>
          <w:bCs/>
          <w:sz w:val="20"/>
          <w:szCs w:val="20"/>
        </w:rPr>
      </w:pPr>
    </w:p>
    <w:p w14:paraId="6D055C2E" w14:textId="736FB773" w:rsidR="00B51B0B" w:rsidRPr="00B51B0B" w:rsidRDefault="00B51B0B" w:rsidP="00B51B0B">
      <w:pPr>
        <w:numPr>
          <w:ilvl w:val="0"/>
          <w:numId w:val="9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51B0B">
        <w:rPr>
          <w:rFonts w:cs="Arial"/>
          <w:b/>
          <w:bCs/>
          <w:sz w:val="20"/>
          <w:szCs w:val="20"/>
        </w:rPr>
        <w:t xml:space="preserve">do </w:t>
      </w:r>
      <w:r w:rsidR="00DF19AD">
        <w:rPr>
          <w:rFonts w:cs="Arial"/>
          <w:b/>
          <w:bCs/>
          <w:sz w:val="20"/>
          <w:szCs w:val="20"/>
        </w:rPr>
        <w:t>40</w:t>
      </w:r>
      <w:r w:rsidRPr="00B51B0B">
        <w:rPr>
          <w:rFonts w:cs="Arial"/>
          <w:b/>
          <w:bCs/>
          <w:sz w:val="20"/>
          <w:szCs w:val="20"/>
        </w:rPr>
        <w:t xml:space="preserve"> dni kalendarzowych</w:t>
      </w:r>
    </w:p>
    <w:p w14:paraId="01AE387E" w14:textId="77777777" w:rsidR="00B51B0B" w:rsidRPr="00B51B0B" w:rsidRDefault="00B51B0B" w:rsidP="00B51B0B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13B9DCEB" w14:textId="77777777" w:rsidR="00B51B0B" w:rsidRPr="00B51B0B" w:rsidRDefault="00B51B0B" w:rsidP="00B51B0B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51B0B">
        <w:rPr>
          <w:rFonts w:cs="Arial"/>
          <w:b/>
          <w:sz w:val="20"/>
          <w:szCs w:val="20"/>
        </w:rPr>
        <w:t>(słownie: do ……………………………………………………………..…..…………….. dni kalendarzowych)</w:t>
      </w:r>
    </w:p>
    <w:bookmarkEnd w:id="0"/>
    <w:p w14:paraId="6F5F980E" w14:textId="77777777" w:rsidR="001C76F2" w:rsidRDefault="001C76F2" w:rsidP="000C2176">
      <w:pPr>
        <w:jc w:val="both"/>
        <w:rPr>
          <w:rFonts w:cs="Arial"/>
          <w:bCs/>
          <w:sz w:val="20"/>
          <w:szCs w:val="20"/>
        </w:rPr>
      </w:pPr>
    </w:p>
    <w:p w14:paraId="284D0622" w14:textId="77777777" w:rsidR="00DF19AD" w:rsidRPr="00DF19AD" w:rsidRDefault="00DF19AD" w:rsidP="000C2176">
      <w:pPr>
        <w:jc w:val="both"/>
        <w:rPr>
          <w:rFonts w:cs="Arial"/>
          <w:bCs/>
          <w:sz w:val="20"/>
          <w:szCs w:val="20"/>
          <w:lang w:val="x-none"/>
        </w:rPr>
      </w:pPr>
    </w:p>
    <w:p w14:paraId="55B1AB01" w14:textId="77777777" w:rsidR="00DF19AD" w:rsidRDefault="00DF19AD" w:rsidP="000C2176">
      <w:pPr>
        <w:jc w:val="both"/>
        <w:rPr>
          <w:rFonts w:cs="Arial"/>
          <w:bCs/>
          <w:sz w:val="20"/>
          <w:szCs w:val="20"/>
        </w:rPr>
      </w:pPr>
    </w:p>
    <w:p w14:paraId="687A1DCE" w14:textId="77777777" w:rsidR="00DF19AD" w:rsidRDefault="00DF19AD" w:rsidP="000C2176">
      <w:pPr>
        <w:jc w:val="both"/>
        <w:rPr>
          <w:rFonts w:cs="Arial"/>
          <w:bCs/>
          <w:sz w:val="20"/>
          <w:szCs w:val="20"/>
        </w:rPr>
      </w:pPr>
    </w:p>
    <w:p w14:paraId="5D760F2A" w14:textId="77777777" w:rsidR="00DF19AD" w:rsidRDefault="00DF19AD" w:rsidP="000C2176">
      <w:pPr>
        <w:jc w:val="both"/>
        <w:rPr>
          <w:rFonts w:cs="Arial"/>
          <w:bCs/>
          <w:sz w:val="20"/>
          <w:szCs w:val="20"/>
        </w:rPr>
      </w:pPr>
    </w:p>
    <w:p w14:paraId="4F1A3C8A" w14:textId="77777777" w:rsidR="00DF19AD" w:rsidRDefault="00DF19AD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71B37216" w14:textId="3BA3F122" w:rsidR="00640066" w:rsidRPr="00C46666" w:rsidRDefault="000C2176" w:rsidP="00C4666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52105B1A" w14:textId="77777777" w:rsidR="00640066" w:rsidRP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737FD4E4" w14:textId="0D97C4BC" w:rsidR="00C46666" w:rsidRPr="00C46666" w:rsidRDefault="00007DE3" w:rsidP="00C46666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5883DC85" w:rsidR="00007DE3" w:rsidRPr="00640066" w:rsidRDefault="00007DE3" w:rsidP="00C46666">
      <w:pPr>
        <w:numPr>
          <w:ilvl w:val="3"/>
          <w:numId w:val="4"/>
        </w:numPr>
        <w:suppressAutoHyphens/>
        <w:ind w:hanging="84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CC79D7D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5CC52C63" w14:textId="47560967" w:rsidR="00640066" w:rsidRPr="00DF19AD" w:rsidRDefault="000C2176" w:rsidP="0064006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A3CAD29" w14:textId="225CCA2F" w:rsidR="000C2176" w:rsidRPr="00061553" w:rsidRDefault="000C2176" w:rsidP="0064006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 </w:t>
      </w: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74DF5A9" w14:textId="77777777" w:rsidR="00DF19AD" w:rsidRDefault="00DF19AD" w:rsidP="000C2176">
      <w:pPr>
        <w:rPr>
          <w:rFonts w:cs="Arial"/>
          <w:i/>
          <w:sz w:val="16"/>
          <w:szCs w:val="16"/>
        </w:rPr>
      </w:pP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54C1891D" w14:textId="76081ADB" w:rsidR="00640066" w:rsidRPr="00C46666" w:rsidRDefault="001E5697" w:rsidP="00C4666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645F43">
        <w:tc>
          <w:tcPr>
            <w:tcW w:w="2694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640066">
        <w:trPr>
          <w:trHeight w:val="769"/>
        </w:trPr>
        <w:tc>
          <w:tcPr>
            <w:tcW w:w="2694" w:type="dxa"/>
          </w:tcPr>
          <w:p w14:paraId="288935BF" w14:textId="7A0F6007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</w:t>
            </w:r>
            <w:r w:rsidR="00DF19AD">
              <w:rPr>
                <w:rFonts w:cs="Arial"/>
                <w:b/>
                <w:sz w:val="20"/>
                <w:szCs w:val="20"/>
              </w:rPr>
              <w:t>10</w:t>
            </w:r>
            <w:r w:rsidR="0064006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b/>
                <w:sz w:val="20"/>
                <w:szCs w:val="20"/>
              </w:rPr>
              <w:t>000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E446390" w14:textId="267C2263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033FFF2B" w14:textId="492CC7DF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047C4D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F9431" w14:textId="77777777" w:rsidR="006444A5" w:rsidRDefault="006444A5">
      <w:r>
        <w:separator/>
      </w:r>
    </w:p>
  </w:endnote>
  <w:endnote w:type="continuationSeparator" w:id="0">
    <w:p w14:paraId="49010E23" w14:textId="77777777" w:rsidR="006444A5" w:rsidRDefault="0064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DF8C8" w14:textId="77777777" w:rsidR="006444A5" w:rsidRDefault="006444A5">
      <w:r>
        <w:separator/>
      </w:r>
    </w:p>
  </w:footnote>
  <w:footnote w:type="continuationSeparator" w:id="0">
    <w:p w14:paraId="6FDD12B2" w14:textId="77777777" w:rsidR="006444A5" w:rsidRDefault="00644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674233">
    <w:abstractNumId w:val="3"/>
  </w:num>
  <w:num w:numId="2" w16cid:durableId="1298104204">
    <w:abstractNumId w:val="2"/>
  </w:num>
  <w:num w:numId="3" w16cid:durableId="363792780">
    <w:abstractNumId w:val="0"/>
  </w:num>
  <w:num w:numId="4" w16cid:durableId="586154584">
    <w:abstractNumId w:val="6"/>
  </w:num>
  <w:num w:numId="5" w16cid:durableId="1712263004">
    <w:abstractNumId w:val="1"/>
  </w:num>
  <w:num w:numId="6" w16cid:durableId="1634482741">
    <w:abstractNumId w:val="4"/>
  </w:num>
  <w:num w:numId="7" w16cid:durableId="641928641">
    <w:abstractNumId w:val="8"/>
  </w:num>
  <w:num w:numId="8" w16cid:durableId="1741370575">
    <w:abstractNumId w:val="5"/>
  </w:num>
  <w:num w:numId="9" w16cid:durableId="1354914966">
    <w:abstractNumId w:val="9"/>
  </w:num>
  <w:num w:numId="10" w16cid:durableId="85133520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47C4D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6F2"/>
    <w:rsid w:val="001C7ACF"/>
    <w:rsid w:val="001E5697"/>
    <w:rsid w:val="00241C1F"/>
    <w:rsid w:val="002425AE"/>
    <w:rsid w:val="002A306A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066"/>
    <w:rsid w:val="00640BFF"/>
    <w:rsid w:val="006444A5"/>
    <w:rsid w:val="0069621B"/>
    <w:rsid w:val="006F209E"/>
    <w:rsid w:val="00727F94"/>
    <w:rsid w:val="007337EB"/>
    <w:rsid w:val="007425EB"/>
    <w:rsid w:val="00745D18"/>
    <w:rsid w:val="007626E2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945D9"/>
    <w:rsid w:val="008A2728"/>
    <w:rsid w:val="008C0260"/>
    <w:rsid w:val="008E30F8"/>
    <w:rsid w:val="008F5D2E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51B0B"/>
    <w:rsid w:val="00B6637D"/>
    <w:rsid w:val="00B663B7"/>
    <w:rsid w:val="00B77D4C"/>
    <w:rsid w:val="00B81819"/>
    <w:rsid w:val="00B935F3"/>
    <w:rsid w:val="00BB76D0"/>
    <w:rsid w:val="00BC363C"/>
    <w:rsid w:val="00BF1314"/>
    <w:rsid w:val="00C0478B"/>
    <w:rsid w:val="00C46666"/>
    <w:rsid w:val="00C62C24"/>
    <w:rsid w:val="00C635B6"/>
    <w:rsid w:val="00C67DA9"/>
    <w:rsid w:val="00C74595"/>
    <w:rsid w:val="00C909B9"/>
    <w:rsid w:val="00CA20F9"/>
    <w:rsid w:val="00CB7F6F"/>
    <w:rsid w:val="00CC263D"/>
    <w:rsid w:val="00CC2C9F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19AD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545A3"/>
    <w:rsid w:val="00F65BC1"/>
    <w:rsid w:val="00F74332"/>
    <w:rsid w:val="00F75DF3"/>
    <w:rsid w:val="00FA2C29"/>
    <w:rsid w:val="00FB5706"/>
    <w:rsid w:val="00FC368A"/>
    <w:rsid w:val="00FD1D6C"/>
    <w:rsid w:val="00F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paragraph" w:styleId="Bezodstpw">
    <w:name w:val="No Spacing"/>
    <w:qFormat/>
    <w:rsid w:val="00C4666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9</TotalTime>
  <Pages>4</Pages>
  <Words>809</Words>
  <Characters>4860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Wykonanie remontu cząstkowego nawierzchni bitumicznych dróg powiatowych masą bit</vt:lpstr>
      <vt:lpstr>Część nr 1. Na terenie Gminy Brusy oraz Gminy Konarzyny na powierzchni 2300,00 m</vt:lpstr>
      <vt:lpstr>Część nr 2. Na terenie Gminy Chojnice, Miasta Chojnice oraz Gminy Czersk na powi</vt:lpstr>
    </vt:vector>
  </TitlesOfParts>
  <Company>UMWP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6</cp:revision>
  <cp:lastPrinted>2012-08-24T11:01:00Z</cp:lastPrinted>
  <dcterms:created xsi:type="dcterms:W3CDTF">2023-02-14T16:31:00Z</dcterms:created>
  <dcterms:modified xsi:type="dcterms:W3CDTF">2024-05-17T18:54:00Z</dcterms:modified>
</cp:coreProperties>
</file>